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CD3" w:rsidRPr="00C75079" w:rsidRDefault="00AD2CD3" w:rsidP="006F5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75079">
        <w:rPr>
          <w:rFonts w:ascii="Times New Roman" w:hAnsi="Times New Roman" w:cs="Times New Roman"/>
          <w:b/>
          <w:bCs/>
          <w:sz w:val="26"/>
          <w:szCs w:val="26"/>
        </w:rPr>
        <w:t>Протокол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№ 1</w:t>
      </w:r>
    </w:p>
    <w:p w:rsidR="00AD2CD3" w:rsidRDefault="00AD2CD3" w:rsidP="006F5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75079">
        <w:rPr>
          <w:rFonts w:ascii="Times New Roman" w:hAnsi="Times New Roman" w:cs="Times New Roman"/>
          <w:b/>
          <w:bCs/>
          <w:sz w:val="26"/>
          <w:szCs w:val="26"/>
        </w:rPr>
        <w:t xml:space="preserve">вскрытия конвертов с заявками на участие в открытом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одноэтапном </w:t>
      </w:r>
    </w:p>
    <w:p w:rsidR="00AD2CD3" w:rsidRDefault="00AD2CD3" w:rsidP="006F5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75079">
        <w:rPr>
          <w:rFonts w:ascii="Times New Roman" w:hAnsi="Times New Roman" w:cs="Times New Roman"/>
          <w:b/>
          <w:bCs/>
          <w:sz w:val="26"/>
          <w:szCs w:val="26"/>
        </w:rPr>
        <w:t>конкурсе</w:t>
      </w:r>
      <w:r w:rsidRPr="00C75079">
        <w:rPr>
          <w:rFonts w:ascii="Times New Roman" w:hAnsi="Times New Roman" w:cs="Times New Roman"/>
          <w:sz w:val="26"/>
          <w:szCs w:val="26"/>
        </w:rPr>
        <w:t xml:space="preserve"> </w:t>
      </w:r>
      <w:r w:rsidRPr="00FF72F6">
        <w:rPr>
          <w:rFonts w:ascii="Times New Roman" w:hAnsi="Times New Roman" w:cs="Times New Roman"/>
          <w:b/>
          <w:bCs/>
          <w:sz w:val="26"/>
          <w:szCs w:val="26"/>
        </w:rPr>
        <w:t xml:space="preserve">на право заключения договора подряда на выполнение </w:t>
      </w:r>
    </w:p>
    <w:p w:rsidR="00AD2CD3" w:rsidRPr="002F3A3A" w:rsidRDefault="00AD2CD3" w:rsidP="006F5E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строительно-монтажных работ</w:t>
      </w:r>
      <w:r w:rsidRPr="002F3A3A">
        <w:rPr>
          <w:rFonts w:ascii="Times New Roman" w:hAnsi="Times New Roman" w:cs="Times New Roman"/>
          <w:sz w:val="24"/>
          <w:szCs w:val="24"/>
        </w:rPr>
        <w:t> </w:t>
      </w:r>
    </w:p>
    <w:p w:rsidR="00AD2CD3" w:rsidRPr="00D17C4D" w:rsidRDefault="00AD2CD3" w:rsidP="006F5E3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17C4D">
        <w:rPr>
          <w:rFonts w:ascii="Times New Roman" w:hAnsi="Times New Roman" w:cs="Times New Roman"/>
          <w:sz w:val="23"/>
          <w:szCs w:val="23"/>
        </w:rPr>
        <w:t xml:space="preserve">г. Саратов                                                                                                          </w:t>
      </w:r>
      <w:r>
        <w:rPr>
          <w:rFonts w:ascii="Times New Roman" w:hAnsi="Times New Roman" w:cs="Times New Roman"/>
          <w:sz w:val="23"/>
          <w:szCs w:val="23"/>
        </w:rPr>
        <w:t xml:space="preserve"> 10 сентября</w:t>
      </w:r>
      <w:r w:rsidRPr="00D17C4D">
        <w:rPr>
          <w:rFonts w:ascii="Times New Roman" w:hAnsi="Times New Roman" w:cs="Times New Roman"/>
          <w:sz w:val="23"/>
          <w:szCs w:val="23"/>
        </w:rPr>
        <w:t xml:space="preserve"> 2013 года</w:t>
      </w:r>
    </w:p>
    <w:p w:rsidR="00AD2CD3" w:rsidRPr="00D17C4D" w:rsidRDefault="00AD2CD3" w:rsidP="006F5E3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17C4D">
        <w:rPr>
          <w:rFonts w:ascii="Times New Roman" w:hAnsi="Times New Roman" w:cs="Times New Roman"/>
          <w:sz w:val="23"/>
          <w:szCs w:val="23"/>
        </w:rPr>
        <w:t> 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1. Заказчик открытого одноэтапного конкурса: Закрытое акционерное общество «Саратовское предприятие городских электрических сетей».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Юридический адрес: РФ, 410017, г. Саратов, ул. Белоглинская, д.40.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Почтовый адрес: РФ, 410017, г. Саратов, ул. Белоглинская, д.40.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2. Предмет открытого одноэтапного конкурса – право заключения договора подряда на выполнение строительно-монтажных работ.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3. Извещение о проведении настоящего открытого одноэтапного конкурса было опубликовано </w:t>
      </w:r>
      <w:r w:rsidRPr="00AD36B2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19 августа</w:t>
      </w:r>
      <w:r w:rsidRPr="00E71DF7">
        <w:rPr>
          <w:rFonts w:ascii="Times New Roman" w:hAnsi="Times New Roman" w:cs="Times New Roman"/>
        </w:rPr>
        <w:t xml:space="preserve"> 2013 года на официальном общероссийском сайте </w:t>
      </w:r>
      <w:hyperlink r:id="rId7" w:history="1">
        <w:r w:rsidRPr="00E71DF7">
          <w:rPr>
            <w:rStyle w:val="Hyperlink"/>
            <w:rFonts w:ascii="Times New Roman" w:hAnsi="Times New Roman" w:cs="Times New Roman"/>
            <w:lang w:val="en-US"/>
          </w:rPr>
          <w:t>www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zakupki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gov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ru</w:t>
        </w:r>
      </w:hyperlink>
      <w:r w:rsidRPr="00E71DF7">
        <w:rPr>
          <w:rFonts w:ascii="Times New Roman" w:hAnsi="Times New Roman" w:cs="Times New Roman"/>
        </w:rPr>
        <w:t xml:space="preserve"> за </w:t>
      </w:r>
      <w:r w:rsidRPr="00AD36B2">
        <w:rPr>
          <w:rFonts w:ascii="Times New Roman" w:hAnsi="Times New Roman" w:cs="Times New Roman"/>
        </w:rPr>
        <w:t xml:space="preserve">                       </w:t>
      </w:r>
      <w:r w:rsidRPr="00E71DF7">
        <w:rPr>
          <w:rFonts w:ascii="Times New Roman" w:hAnsi="Times New Roman" w:cs="Times New Roman"/>
        </w:rPr>
        <w:t>№ 31300</w:t>
      </w:r>
      <w:r>
        <w:rPr>
          <w:rFonts w:ascii="Times New Roman" w:hAnsi="Times New Roman" w:cs="Times New Roman"/>
        </w:rPr>
        <w:t>501133</w:t>
      </w:r>
      <w:r w:rsidRPr="00E71DF7">
        <w:rPr>
          <w:rFonts w:ascii="Times New Roman" w:hAnsi="Times New Roman" w:cs="Times New Roman"/>
        </w:rPr>
        <w:t xml:space="preserve">, на сайте ЗАО «СПГЭС» </w:t>
      </w:r>
      <w:hyperlink r:id="rId8" w:history="1">
        <w:r w:rsidRPr="00E71DF7">
          <w:rPr>
            <w:rStyle w:val="Hyperlink"/>
            <w:rFonts w:ascii="Times New Roman" w:hAnsi="Times New Roman" w:cs="Times New Roman"/>
            <w:lang w:val="en-US"/>
          </w:rPr>
          <w:t>www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spgs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ru</w:t>
        </w:r>
      </w:hyperlink>
      <w:r w:rsidRPr="00E71DF7">
        <w:rPr>
          <w:rFonts w:ascii="Times New Roman" w:hAnsi="Times New Roman" w:cs="Times New Roman"/>
        </w:rPr>
        <w:t xml:space="preserve"> за № 1</w:t>
      </w:r>
      <w:r>
        <w:rPr>
          <w:rFonts w:ascii="Times New Roman" w:hAnsi="Times New Roman" w:cs="Times New Roman"/>
        </w:rPr>
        <w:t>23</w:t>
      </w:r>
      <w:r w:rsidRPr="00E71DF7">
        <w:rPr>
          <w:rFonts w:ascii="Times New Roman" w:hAnsi="Times New Roman" w:cs="Times New Roman"/>
        </w:rPr>
        <w:t xml:space="preserve"> в подразделе «Информация о текущих закупках» раздела «Закупки». 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4. Публичное вскрытие конвертов с заявками на участие в открытом одноэтапном конкурсе состоялось в 1</w:t>
      </w:r>
      <w:r>
        <w:rPr>
          <w:rFonts w:ascii="Times New Roman" w:hAnsi="Times New Roman" w:cs="Times New Roman"/>
        </w:rPr>
        <w:t>4</w:t>
      </w:r>
      <w:r w:rsidRPr="00E71DF7">
        <w:rPr>
          <w:rFonts w:ascii="Times New Roman" w:hAnsi="Times New Roman" w:cs="Times New Roman"/>
        </w:rPr>
        <w:t xml:space="preserve"> часов 03 минуты </w:t>
      </w:r>
      <w:r>
        <w:rPr>
          <w:rFonts w:ascii="Times New Roman" w:hAnsi="Times New Roman" w:cs="Times New Roman"/>
        </w:rPr>
        <w:t>10 сентября</w:t>
      </w:r>
      <w:r w:rsidRPr="00E71DF7">
        <w:rPr>
          <w:rFonts w:ascii="Times New Roman" w:hAnsi="Times New Roman" w:cs="Times New Roman"/>
        </w:rPr>
        <w:t xml:space="preserve"> 2013 года по адресу: г. Саратов, ул. Белоглинская, д.40, каб. № 324. Начало заседания Закупочной комиссии для осуществления процедуры вскрытия конвертов с заявками на участие в открытом одноэтапном конкурсе – 1</w:t>
      </w:r>
      <w:r>
        <w:rPr>
          <w:rFonts w:ascii="Times New Roman" w:hAnsi="Times New Roman" w:cs="Times New Roman"/>
        </w:rPr>
        <w:t>4</w:t>
      </w:r>
      <w:r w:rsidRPr="00E71DF7">
        <w:rPr>
          <w:rFonts w:ascii="Times New Roman" w:hAnsi="Times New Roman" w:cs="Times New Roman"/>
        </w:rPr>
        <w:t xml:space="preserve"> часов 00 минут по местному (московскому) времени.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5. В процессе осуществления Закупочной комиссией процедуры вскрытия конвертов аудио - видеозапись не проводилась.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6. Закупочная комиссия создана в следующем составе: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30323">
        <w:rPr>
          <w:rFonts w:ascii="Times New Roman" w:hAnsi="Times New Roman" w:cs="Times New Roman"/>
          <w:u w:val="single"/>
        </w:rPr>
        <w:t>Председатель комиссии: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0323">
        <w:rPr>
          <w:rFonts w:ascii="Times New Roman" w:hAnsi="Times New Roman" w:cs="Times New Roman"/>
        </w:rPr>
        <w:t>Реймер В.Д. – главный инженер;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30323">
        <w:rPr>
          <w:rFonts w:ascii="Times New Roman" w:hAnsi="Times New Roman" w:cs="Times New Roman"/>
          <w:u w:val="single"/>
        </w:rPr>
        <w:t xml:space="preserve">Секретарь комиссии: 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0323">
        <w:rPr>
          <w:rFonts w:ascii="Times New Roman" w:hAnsi="Times New Roman" w:cs="Times New Roman"/>
        </w:rPr>
        <w:t>Шереметьева И.В. – начальник отдела по закупкам;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30323">
        <w:rPr>
          <w:rFonts w:ascii="Times New Roman" w:hAnsi="Times New Roman" w:cs="Times New Roman"/>
          <w:u w:val="single"/>
        </w:rPr>
        <w:t>Члены комиссии: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0323">
        <w:rPr>
          <w:rFonts w:ascii="Times New Roman" w:hAnsi="Times New Roman" w:cs="Times New Roman"/>
        </w:rPr>
        <w:t>Слюсарев А.В. - финансовый директор;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0323">
        <w:rPr>
          <w:rFonts w:ascii="Times New Roman" w:hAnsi="Times New Roman" w:cs="Times New Roman"/>
        </w:rPr>
        <w:t>Васильева Л.Н. – начальник отдела материально-технического снабжения;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0323">
        <w:rPr>
          <w:rFonts w:ascii="Times New Roman" w:hAnsi="Times New Roman" w:cs="Times New Roman"/>
        </w:rPr>
        <w:t>Фоменко М.Ю. – начальник технической службы.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0323">
        <w:rPr>
          <w:rFonts w:ascii="Times New Roman" w:hAnsi="Times New Roman" w:cs="Times New Roman"/>
        </w:rPr>
        <w:t>В связи с пребыванием секретаря Закупочной комиссии в очередном отпуске, обязанности секретаря с 02.09.2013 г. по 13.09.2013 г. возложить на Васильеву Л.Н. (Приказ от 02.09.2013 г. № 157-2)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7. В заседании Закупочной комиссии по вскрытию конвертов с заявками на участие в открытом одноэтапном конкурсе присутствуют </w:t>
      </w:r>
      <w:r>
        <w:rPr>
          <w:rFonts w:ascii="Times New Roman" w:hAnsi="Times New Roman" w:cs="Times New Roman"/>
        </w:rPr>
        <w:t>4</w:t>
      </w:r>
      <w:r w:rsidRPr="00E71DF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четыре</w:t>
      </w:r>
      <w:r w:rsidRPr="00E71DF7">
        <w:rPr>
          <w:rFonts w:ascii="Times New Roman" w:hAnsi="Times New Roman" w:cs="Times New Roman"/>
        </w:rPr>
        <w:t>) из 5 (пяти) членов. Кворум имеется. Закупочная комиссия правомочна осуществлять предусмотренные конкурсной документацией функции.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8. На заседании Закупочной комиссии по вскрытию конвертов с заявками на участие в открытом одноэтапном конкурсе  представители участников закупки не присутствовали.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9. В отношении каждой заявки на участие в открытом одноэтапном конкурсе объявляется следующая информация: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- наименование и почтовый адрес участника закупки;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- наличие сведений и состав документов, предусмотренных конкурсной документацией.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  <w:b/>
          <w:bCs/>
        </w:rPr>
        <w:t>10. Процедура вскрытия конвертов</w:t>
      </w:r>
      <w:r w:rsidRPr="00E71DF7">
        <w:rPr>
          <w:rFonts w:ascii="Times New Roman" w:hAnsi="Times New Roman" w:cs="Times New Roman"/>
        </w:rPr>
        <w:t>: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10.1. До момента начала вскрытия конвертов с заявками на участие в открытом одноэтапном конкурсе согласно Журнала регистрации заявок на участие в открытом одноэтапном конкурсе на право заключения договора подряда на выполнение строительно-монтажных работ (на официальном общероссийском сайте </w:t>
      </w:r>
      <w:hyperlink r:id="rId9" w:history="1">
        <w:r w:rsidRPr="00E71DF7">
          <w:rPr>
            <w:rStyle w:val="Hyperlink"/>
            <w:rFonts w:ascii="Times New Roman" w:hAnsi="Times New Roman" w:cs="Times New Roman"/>
            <w:lang w:val="en-US"/>
          </w:rPr>
          <w:t>www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zakupki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gov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ru</w:t>
        </w:r>
      </w:hyperlink>
      <w:r w:rsidRPr="00E71DF7">
        <w:rPr>
          <w:rFonts w:ascii="Times New Roman" w:hAnsi="Times New Roman" w:cs="Times New Roman"/>
        </w:rPr>
        <w:t xml:space="preserve"> № 31300</w:t>
      </w:r>
      <w:r>
        <w:rPr>
          <w:rFonts w:ascii="Times New Roman" w:hAnsi="Times New Roman" w:cs="Times New Roman"/>
        </w:rPr>
        <w:t>501133</w:t>
      </w:r>
      <w:r w:rsidRPr="00E71DF7">
        <w:rPr>
          <w:rFonts w:ascii="Times New Roman" w:hAnsi="Times New Roman" w:cs="Times New Roman"/>
        </w:rPr>
        <w:t xml:space="preserve">, на сайте ЗАО «СПГЭС» </w:t>
      </w:r>
      <w:hyperlink r:id="rId10" w:history="1">
        <w:r w:rsidRPr="00E71DF7">
          <w:rPr>
            <w:rStyle w:val="Hyperlink"/>
            <w:rFonts w:ascii="Times New Roman" w:hAnsi="Times New Roman" w:cs="Times New Roman"/>
            <w:lang w:val="en-US"/>
          </w:rPr>
          <w:t>www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spgs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ru</w:t>
        </w:r>
      </w:hyperlink>
      <w:r w:rsidRPr="00E71DF7">
        <w:rPr>
          <w:rFonts w:ascii="Times New Roman" w:hAnsi="Times New Roman" w:cs="Times New Roman"/>
        </w:rPr>
        <w:t xml:space="preserve"> № 1</w:t>
      </w:r>
      <w:r>
        <w:rPr>
          <w:rFonts w:ascii="Times New Roman" w:hAnsi="Times New Roman" w:cs="Times New Roman"/>
        </w:rPr>
        <w:t>23</w:t>
      </w:r>
      <w:r w:rsidRPr="00E71DF7">
        <w:rPr>
          <w:rFonts w:ascii="Times New Roman" w:hAnsi="Times New Roman" w:cs="Times New Roman"/>
        </w:rPr>
        <w:t>):</w:t>
      </w:r>
    </w:p>
    <w:p w:rsidR="00AD2CD3" w:rsidRPr="00E71DF7" w:rsidRDefault="00AD2CD3" w:rsidP="006F5E37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был представлен 1 (один) конверт с заявкой на участие в открытом одноэтапном конкурсе, запечатанный и маркированный в порядке, установленном конкурсной документацией, повреждений конверта нет;</w:t>
      </w:r>
    </w:p>
    <w:p w:rsidR="00AD2CD3" w:rsidRPr="00E71DF7" w:rsidRDefault="00AD2CD3" w:rsidP="006F5E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конвертов с изменениями к заявке на участие в открытом одноэтапном конкурсе не поступило;</w:t>
      </w:r>
    </w:p>
    <w:p w:rsidR="00AD2CD3" w:rsidRPr="00E71DF7" w:rsidRDefault="00AD2CD3" w:rsidP="006F5E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уведомлений об отзыве заявки на участие в открытом одноэтапном конкурсе не поступило.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10.2. Вскрытие конверта с заявкой на участие в открытом одноэтапном конкурсе проводилось секретарем комиссии </w:t>
      </w:r>
      <w:r>
        <w:rPr>
          <w:rFonts w:ascii="Times New Roman" w:hAnsi="Times New Roman" w:cs="Times New Roman"/>
        </w:rPr>
        <w:t>Васильевой Л.Н.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10.3. Конверт с заявкой на участие в открытом одноэтапном конкурсе вскрыт </w:t>
      </w:r>
      <w:r w:rsidRPr="00AD36B2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>10 сентября</w:t>
      </w:r>
      <w:r w:rsidRPr="00E71DF7">
        <w:rPr>
          <w:rFonts w:ascii="Times New Roman" w:hAnsi="Times New Roman" w:cs="Times New Roman"/>
        </w:rPr>
        <w:t xml:space="preserve"> 2013 года в 1</w:t>
      </w:r>
      <w:r>
        <w:rPr>
          <w:rFonts w:ascii="Times New Roman" w:hAnsi="Times New Roman" w:cs="Times New Roman"/>
        </w:rPr>
        <w:t>4</w:t>
      </w:r>
      <w:r w:rsidRPr="00E71DF7">
        <w:rPr>
          <w:rFonts w:ascii="Times New Roman" w:hAnsi="Times New Roman" w:cs="Times New Roman"/>
        </w:rPr>
        <w:t xml:space="preserve"> часов 03 минуты. 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71DF7">
        <w:rPr>
          <w:rFonts w:ascii="Times New Roman" w:hAnsi="Times New Roman" w:cs="Times New Roman"/>
          <w:b/>
          <w:bCs/>
        </w:rPr>
        <w:t>Результаты вскрытия конверта: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10.4. Наименование участника закупки: Общество с ограниченной ответственностью  «ГорЭнергоСервис» (ООО «ГЭС»).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Место нахождения Предприятия: г. Саратов, ул. Актюбинская, д. 1.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Почтовый адрес Предприятия: 410074, г. Саратов, ул. Актюбинская, д. 1.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10.5. Представлены следующие сведения и документы, предусмотренные конкурсной документацией: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Опись документов, представляемых для участия в открытом одноэтапном конкурсе на право заключения договора подряда на выполнение строительно-монтажных работ - на </w:t>
      </w:r>
      <w:r>
        <w:rPr>
          <w:rFonts w:ascii="Times New Roman" w:hAnsi="Times New Roman" w:cs="Times New Roman"/>
        </w:rPr>
        <w:t>2</w:t>
      </w:r>
      <w:r w:rsidRPr="00E71DF7">
        <w:rPr>
          <w:rFonts w:ascii="Times New Roman" w:hAnsi="Times New Roman" w:cs="Times New Roman"/>
        </w:rPr>
        <w:t xml:space="preserve"> л.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Заявка на участие в конкурсе, исх. № 3</w:t>
      </w:r>
      <w:r>
        <w:rPr>
          <w:rFonts w:ascii="Times New Roman" w:hAnsi="Times New Roman" w:cs="Times New Roman"/>
        </w:rPr>
        <w:t>79</w:t>
      </w:r>
      <w:r w:rsidRPr="00E71DF7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09</w:t>
      </w:r>
      <w:r w:rsidRPr="00E71DF7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Pr="00E71DF7">
        <w:rPr>
          <w:rFonts w:ascii="Times New Roman" w:hAnsi="Times New Roman" w:cs="Times New Roman"/>
        </w:rPr>
        <w:t>.2013 г. – на 3 л.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Приложение № 1 к Заявке на участие в конкурсе «Предложение о цене договора» – на 1 л. в                 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Приложение № 2 к Заявке на участие в конкурсе «Предложение о сроке выполнения работ» – на </w:t>
      </w:r>
      <w:r w:rsidRPr="00AD36B2">
        <w:rPr>
          <w:rFonts w:ascii="Times New Roman" w:hAnsi="Times New Roman" w:cs="Times New Roman"/>
        </w:rPr>
        <w:t>1</w:t>
      </w:r>
      <w:r w:rsidRPr="00E71DF7">
        <w:rPr>
          <w:rFonts w:ascii="Times New Roman" w:hAnsi="Times New Roman" w:cs="Times New Roman"/>
        </w:rPr>
        <w:t xml:space="preserve"> л. в 1 экз.;</w:t>
      </w:r>
    </w:p>
    <w:p w:rsidR="00AD2CD3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Приложение № 3 к Заявке на участие в конкурсе «Предложение о квалификации участника закупки» – на 1 л. в 1 экз.;</w:t>
      </w:r>
    </w:p>
    <w:p w:rsidR="00AD2CD3" w:rsidRDefault="00AD2CD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1874</w:t>
      </w:r>
      <w:r w:rsidRPr="00E71DF7">
        <w:rPr>
          <w:rFonts w:ascii="Times New Roman" w:hAnsi="Times New Roman" w:cs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 w:cs="Times New Roman"/>
        </w:rPr>
        <w:t xml:space="preserve">5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E71DF7" w:rsidRDefault="00AD2CD3" w:rsidP="0007100A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справки о стоимости выполненных работ и затрат от 28.09.2012г., заверенная директором – на 1 л. в 1 экз.;</w:t>
      </w:r>
    </w:p>
    <w:p w:rsidR="00AD2CD3" w:rsidRPr="00E71DF7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1875</w:t>
      </w:r>
      <w:r w:rsidRPr="00E71DF7">
        <w:rPr>
          <w:rFonts w:ascii="Times New Roman" w:hAnsi="Times New Roman" w:cs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 w:cs="Times New Roman"/>
        </w:rPr>
        <w:t xml:space="preserve">6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1837</w:t>
      </w:r>
      <w:r w:rsidRPr="00E71DF7">
        <w:rPr>
          <w:rFonts w:ascii="Times New Roman" w:hAnsi="Times New Roman" w:cs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 w:cs="Times New Roman"/>
        </w:rPr>
        <w:t xml:space="preserve">5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07100A" w:rsidRDefault="00AD2CD3" w:rsidP="0007100A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справки о стоимости выполненных работ и затрат от 28.09.2012г., заверенная директором – на 1 л. в 1 экз.;</w:t>
      </w:r>
    </w:p>
    <w:p w:rsidR="00AD2CD3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1838</w:t>
      </w:r>
      <w:r w:rsidRPr="00E71DF7">
        <w:rPr>
          <w:rFonts w:ascii="Times New Roman" w:hAnsi="Times New Roman" w:cs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 w:cs="Times New Roman"/>
        </w:rPr>
        <w:t xml:space="preserve">5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E71DF7" w:rsidRDefault="00AD2CD3" w:rsidP="0007100A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справки о стоимости выполненных работ и затрат от 28.09.2012г., заверенная директором – на 1 л. в 1 экз.;</w:t>
      </w:r>
    </w:p>
    <w:p w:rsidR="00AD2CD3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1839</w:t>
      </w:r>
      <w:r w:rsidRPr="00E71DF7">
        <w:rPr>
          <w:rFonts w:ascii="Times New Roman" w:hAnsi="Times New Roman" w:cs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 w:cs="Times New Roman"/>
        </w:rPr>
        <w:t xml:space="preserve">7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E71DF7" w:rsidRDefault="00AD2CD3" w:rsidP="001D6650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справки о стоимости выполненных работ и затрат от 28.09.2012г., заверенная директором – на 1 л. в 1 экз.;</w:t>
      </w:r>
    </w:p>
    <w:p w:rsidR="00AD2CD3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1840</w:t>
      </w:r>
      <w:r w:rsidRPr="00E71DF7">
        <w:rPr>
          <w:rFonts w:ascii="Times New Roman" w:hAnsi="Times New Roman" w:cs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 w:cs="Times New Roman"/>
        </w:rPr>
        <w:t xml:space="preserve">5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E71DF7" w:rsidRDefault="00AD2CD3" w:rsidP="001D6650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справки о стоимости выполненных работ и затрат от 28.09.2012г., заверенная директором – на 1 л. в 1 экз.;</w:t>
      </w:r>
    </w:p>
    <w:p w:rsidR="00AD2CD3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1841</w:t>
      </w:r>
      <w:r w:rsidRPr="00E71DF7">
        <w:rPr>
          <w:rFonts w:ascii="Times New Roman" w:hAnsi="Times New Roman" w:cs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 w:cs="Times New Roman"/>
        </w:rPr>
        <w:t xml:space="preserve">5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E71DF7" w:rsidRDefault="00AD2CD3" w:rsidP="001D6650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справки о стоимости выполненных работ и затрат от 28.09.2012г., заверенная директором – на 1 л. в 1 экз.;</w:t>
      </w:r>
    </w:p>
    <w:p w:rsidR="00AD2CD3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1842</w:t>
      </w:r>
      <w:r w:rsidRPr="00E71DF7">
        <w:rPr>
          <w:rFonts w:ascii="Times New Roman" w:hAnsi="Times New Roman" w:cs="Times New Roman"/>
        </w:rPr>
        <w:t xml:space="preserve"> о приемке выполненных работ за </w:t>
      </w:r>
      <w:r>
        <w:rPr>
          <w:rFonts w:ascii="Times New Roman" w:hAnsi="Times New Roman" w:cs="Times New Roman"/>
        </w:rPr>
        <w:t>сентябрь</w:t>
      </w:r>
      <w:r w:rsidRPr="00E71DF7">
        <w:rPr>
          <w:rFonts w:ascii="Times New Roman" w:hAnsi="Times New Roman" w:cs="Times New Roman"/>
        </w:rPr>
        <w:t xml:space="preserve"> 2012 г. от </w:t>
      </w:r>
      <w:r>
        <w:rPr>
          <w:rFonts w:ascii="Times New Roman" w:hAnsi="Times New Roman" w:cs="Times New Roman"/>
        </w:rPr>
        <w:t>28</w:t>
      </w:r>
      <w:r w:rsidRPr="00E71DF7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Pr="00E71DF7">
        <w:rPr>
          <w:rFonts w:ascii="Times New Roman" w:hAnsi="Times New Roman" w:cs="Times New Roman"/>
        </w:rPr>
        <w:t xml:space="preserve">.2012г., заверенная директором – на </w:t>
      </w:r>
      <w:r>
        <w:rPr>
          <w:rFonts w:ascii="Times New Roman" w:hAnsi="Times New Roman" w:cs="Times New Roman"/>
        </w:rPr>
        <w:t xml:space="preserve">5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E71DF7" w:rsidRDefault="00AD2CD3" w:rsidP="001D6650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справки о стоимости выполненных работ и затрат от 28.09.2012г., заверенная директором – на 1 л. в 1 экз.;</w:t>
      </w:r>
    </w:p>
    <w:p w:rsidR="00AD2CD3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1843</w:t>
      </w:r>
      <w:r w:rsidRPr="00E71DF7">
        <w:rPr>
          <w:rFonts w:ascii="Times New Roman" w:hAnsi="Times New Roman" w:cs="Times New Roman"/>
        </w:rPr>
        <w:t xml:space="preserve"> о приемке выполненных работ за </w:t>
      </w:r>
      <w:r>
        <w:rPr>
          <w:rFonts w:ascii="Times New Roman" w:hAnsi="Times New Roman" w:cs="Times New Roman"/>
        </w:rPr>
        <w:t>сентябрь</w:t>
      </w:r>
      <w:r w:rsidRPr="00E71DF7">
        <w:rPr>
          <w:rFonts w:ascii="Times New Roman" w:hAnsi="Times New Roman" w:cs="Times New Roman"/>
        </w:rPr>
        <w:t xml:space="preserve"> 2012 г. от </w:t>
      </w:r>
      <w:r>
        <w:rPr>
          <w:rFonts w:ascii="Times New Roman" w:hAnsi="Times New Roman" w:cs="Times New Roman"/>
        </w:rPr>
        <w:t>28</w:t>
      </w:r>
      <w:r w:rsidRPr="00E71DF7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Pr="00E71DF7">
        <w:rPr>
          <w:rFonts w:ascii="Times New Roman" w:hAnsi="Times New Roman" w:cs="Times New Roman"/>
        </w:rPr>
        <w:t xml:space="preserve">.2012г., заверенная директором – на </w:t>
      </w:r>
      <w:r>
        <w:rPr>
          <w:rFonts w:ascii="Times New Roman" w:hAnsi="Times New Roman" w:cs="Times New Roman"/>
        </w:rPr>
        <w:t xml:space="preserve">5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E71DF7" w:rsidRDefault="00AD2CD3" w:rsidP="00A875C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справки о стоимости выполненных работ и затрат от 28.09.2012г., заверенная директором – на 1 л. в 1 экз.;</w:t>
      </w:r>
    </w:p>
    <w:p w:rsidR="00AD2CD3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1844</w:t>
      </w:r>
      <w:r w:rsidRPr="00E71DF7">
        <w:rPr>
          <w:rFonts w:ascii="Times New Roman" w:hAnsi="Times New Roman" w:cs="Times New Roman"/>
        </w:rPr>
        <w:t xml:space="preserve"> о приемке выполненных работ за </w:t>
      </w:r>
      <w:r>
        <w:rPr>
          <w:rFonts w:ascii="Times New Roman" w:hAnsi="Times New Roman" w:cs="Times New Roman"/>
        </w:rPr>
        <w:t>сентябрь</w:t>
      </w:r>
      <w:r w:rsidRPr="00E71DF7">
        <w:rPr>
          <w:rFonts w:ascii="Times New Roman" w:hAnsi="Times New Roman" w:cs="Times New Roman"/>
        </w:rPr>
        <w:t xml:space="preserve"> 2012 г. от </w:t>
      </w:r>
      <w:r>
        <w:rPr>
          <w:rFonts w:ascii="Times New Roman" w:hAnsi="Times New Roman" w:cs="Times New Roman"/>
        </w:rPr>
        <w:t>28</w:t>
      </w:r>
      <w:r w:rsidRPr="00E71DF7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Pr="00E71DF7">
        <w:rPr>
          <w:rFonts w:ascii="Times New Roman" w:hAnsi="Times New Roman" w:cs="Times New Roman"/>
        </w:rPr>
        <w:t xml:space="preserve">.2012г., заверенная директором – на </w:t>
      </w:r>
      <w:r>
        <w:rPr>
          <w:rFonts w:ascii="Times New Roman" w:hAnsi="Times New Roman" w:cs="Times New Roman"/>
        </w:rPr>
        <w:t xml:space="preserve">5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E71DF7" w:rsidRDefault="00AD2CD3" w:rsidP="00A875C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справки о стоимости выполненных работ и затрат от 28.09.2012г., заверенная директором – на 1 л. в 1 экз.;</w:t>
      </w:r>
    </w:p>
    <w:p w:rsidR="00AD2CD3" w:rsidRPr="00E71DF7" w:rsidRDefault="00AD2CD3" w:rsidP="00E9491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Копии документов, подтверждающих квалификацию персонала, заверенные директором </w:t>
      </w:r>
      <w:r>
        <w:rPr>
          <w:rFonts w:ascii="Times New Roman" w:hAnsi="Times New Roman" w:cs="Times New Roman"/>
        </w:rPr>
        <w:t xml:space="preserve">– на </w:t>
      </w:r>
      <w:r w:rsidRPr="00AD36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26</w:t>
      </w:r>
      <w:r w:rsidRPr="00E71DF7">
        <w:rPr>
          <w:rFonts w:ascii="Times New Roman" w:hAnsi="Times New Roman" w:cs="Times New Roman"/>
        </w:rPr>
        <w:t xml:space="preserve"> л.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Формы – 4 ФСС РФ «Расчет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 за 2012 год», заверенная директором – на 7 л. в 1 экз.;</w:t>
      </w:r>
    </w:p>
    <w:p w:rsidR="00AD2CD3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Приложение № 4 к Заявке на участие в конкурсе «Справка о перечне и объемах выполнения аналогичных договоров» – на </w:t>
      </w:r>
      <w:r>
        <w:rPr>
          <w:rFonts w:ascii="Times New Roman" w:hAnsi="Times New Roman" w:cs="Times New Roman"/>
        </w:rPr>
        <w:t>35</w:t>
      </w:r>
      <w:r w:rsidRPr="00E71DF7">
        <w:rPr>
          <w:rFonts w:ascii="Times New Roman" w:hAnsi="Times New Roman" w:cs="Times New Roman"/>
        </w:rPr>
        <w:t xml:space="preserve"> л. в 1 экз.;</w:t>
      </w:r>
    </w:p>
    <w:p w:rsidR="00AD2CD3" w:rsidRPr="00A32EB3" w:rsidRDefault="00AD2CD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Справка о кадровых ресурсах</w:t>
      </w:r>
      <w:r w:rsidRPr="00E71DF7">
        <w:rPr>
          <w:rFonts w:ascii="Times New Roman" w:hAnsi="Times New Roman" w:cs="Times New Roman"/>
        </w:rPr>
        <w:t xml:space="preserve"> - на 2 л. в             1 экз.;</w:t>
      </w:r>
    </w:p>
    <w:p w:rsidR="00AD2CD3" w:rsidRPr="00E71DF7" w:rsidRDefault="00AD2CD3" w:rsidP="00E9491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Анкета участника (Форма № 2) – на 2 л.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Выписка из Единого государственного реестра юридических лиц, выданная Межрайонной инспекцией Федеральной налоговой службы № 8 по Саратовской области № 064965</w:t>
      </w:r>
      <w:r>
        <w:rPr>
          <w:rFonts w:ascii="Times New Roman" w:hAnsi="Times New Roman" w:cs="Times New Roman"/>
        </w:rPr>
        <w:t>24</w:t>
      </w:r>
      <w:r w:rsidRPr="00E71DF7">
        <w:rPr>
          <w:rFonts w:ascii="Times New Roman" w:hAnsi="Times New Roman" w:cs="Times New Roman"/>
        </w:rPr>
        <w:t xml:space="preserve"> от 26.07.2013 г. - на 4 л.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Свидетельства некоммерческого партнерства «Межрегиональное Объединение Строителей (СРО)» от 09.11.2012 г. № СРО-С-057-6454074043-00699-4 с Приложением, заверенная директором – на 3 л. в 1 экз.;</w:t>
      </w:r>
    </w:p>
    <w:p w:rsidR="00AD2CD3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Решения № 04 Участника ООО «ГорЭнергоСервис» от 24.09.2012 г., заверенная директором - на 1 л. в 1 экз.; </w:t>
      </w:r>
    </w:p>
    <w:p w:rsidR="00AD2CD3" w:rsidRDefault="00AD2CD3" w:rsidP="005206E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Копия Приказа № 96-2 от 19.08.2013 г. ООО «ГорЭнергоСервис», </w:t>
      </w:r>
      <w:r w:rsidRPr="00E71DF7">
        <w:rPr>
          <w:rFonts w:ascii="Times New Roman" w:hAnsi="Times New Roman" w:cs="Times New Roman"/>
        </w:rPr>
        <w:t xml:space="preserve">заверенная директором - на </w:t>
      </w:r>
      <w:r w:rsidRPr="00AD36B2">
        <w:rPr>
          <w:rFonts w:ascii="Times New Roman" w:hAnsi="Times New Roman" w:cs="Times New Roman"/>
        </w:rPr>
        <w:t xml:space="preserve">   </w:t>
      </w:r>
      <w:r w:rsidRPr="00E71DF7">
        <w:rPr>
          <w:rFonts w:ascii="Times New Roman" w:hAnsi="Times New Roman" w:cs="Times New Roman"/>
        </w:rPr>
        <w:t xml:space="preserve">1 л. в 1 экз.; </w:t>
      </w:r>
    </w:p>
    <w:p w:rsidR="00AD2CD3" w:rsidRPr="00A32EB3" w:rsidRDefault="00AD2CD3" w:rsidP="005206E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8 по Саратовской области, серия 64 № 003143642 от 18.07.2012 г., заверенная директором – на 1 л. в 1 экз.;</w:t>
      </w:r>
    </w:p>
    <w:p w:rsidR="00AD2CD3" w:rsidRPr="00E71DF7" w:rsidRDefault="00AD2CD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Свидетельства о постановке на учет российской организации в налоговом органе по месту ее нахождения, выданного Межрайонной инспекцией ФНС № 8 по Саратовской области, серия 64 № 003149975 от 20.06.2012 г., заверенная директором – на 1 л. в 1 экз.;</w:t>
      </w:r>
    </w:p>
    <w:p w:rsidR="00AD2CD3" w:rsidRPr="00E71DF7" w:rsidRDefault="00AD2CD3" w:rsidP="00C1392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Свидетельства о государственной регистрации юридического лица, выданного ИФНС России по Октябрьскому району г. Саратова, серия 64 № 001665181 от 04.05.2005 г., заверенная директором – на 1 л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бухгалтерского баланса на 3</w:t>
      </w:r>
      <w:r>
        <w:rPr>
          <w:rFonts w:ascii="Times New Roman" w:hAnsi="Times New Roman" w:cs="Times New Roman"/>
        </w:rPr>
        <w:t>0 июня</w:t>
      </w:r>
      <w:r w:rsidRPr="00E71DF7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3</w:t>
      </w:r>
      <w:r w:rsidRPr="00E71DF7">
        <w:rPr>
          <w:rFonts w:ascii="Times New Roman" w:hAnsi="Times New Roman" w:cs="Times New Roman"/>
        </w:rPr>
        <w:t xml:space="preserve"> г., заверенная директором - на 5 л.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Справка № </w:t>
      </w:r>
      <w:r>
        <w:rPr>
          <w:rFonts w:ascii="Times New Roman" w:hAnsi="Times New Roman" w:cs="Times New Roman"/>
        </w:rPr>
        <w:t>22915</w:t>
      </w:r>
      <w:r w:rsidRPr="00E71DF7">
        <w:rPr>
          <w:rFonts w:ascii="Times New Roman" w:hAnsi="Times New Roman" w:cs="Times New Roman"/>
        </w:rPr>
        <w:t xml:space="preserve"> о состоянии расчетов по налогам, сборам, пеням и штрафам организаций и индивидуальных предпринимателей по состоянию на </w:t>
      </w:r>
      <w:r>
        <w:rPr>
          <w:rFonts w:ascii="Times New Roman" w:hAnsi="Times New Roman" w:cs="Times New Roman"/>
        </w:rPr>
        <w:t>08 февраля</w:t>
      </w:r>
      <w:r w:rsidRPr="00E71DF7">
        <w:rPr>
          <w:rFonts w:ascii="Times New Roman" w:hAnsi="Times New Roman" w:cs="Times New Roman"/>
        </w:rPr>
        <w:t xml:space="preserve"> 2013 г. от </w:t>
      </w:r>
      <w:r>
        <w:rPr>
          <w:rFonts w:ascii="Times New Roman" w:hAnsi="Times New Roman" w:cs="Times New Roman"/>
        </w:rPr>
        <w:t>11</w:t>
      </w:r>
      <w:r w:rsidRPr="00E71DF7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2</w:t>
      </w:r>
      <w:r w:rsidRPr="00E71DF7">
        <w:rPr>
          <w:rFonts w:ascii="Times New Roman" w:hAnsi="Times New Roman" w:cs="Times New Roman"/>
        </w:rPr>
        <w:t>.2013 г., заверенная директором - на 1 л.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Сметная документация ООО «ГорЭнергоСервис» - на </w:t>
      </w:r>
      <w:r>
        <w:rPr>
          <w:rFonts w:ascii="Times New Roman" w:hAnsi="Times New Roman" w:cs="Times New Roman"/>
        </w:rPr>
        <w:t>10</w:t>
      </w:r>
      <w:r w:rsidRPr="00E71DF7">
        <w:rPr>
          <w:rFonts w:ascii="Times New Roman" w:hAnsi="Times New Roman" w:cs="Times New Roman"/>
        </w:rPr>
        <w:t xml:space="preserve"> л.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Устава ООО «ГорЭнергоСервис» от 09.07.2012 г., заверенная директором – на 13 л. </w:t>
      </w:r>
      <w:r w:rsidRPr="00AD36B2">
        <w:rPr>
          <w:rFonts w:ascii="Times New Roman" w:hAnsi="Times New Roman" w:cs="Times New Roman"/>
        </w:rPr>
        <w:t xml:space="preserve">        </w:t>
      </w:r>
      <w:r w:rsidRPr="00E71DF7">
        <w:rPr>
          <w:rFonts w:ascii="Times New Roman" w:hAnsi="Times New Roman" w:cs="Times New Roman"/>
        </w:rPr>
        <w:t>в 1 экз.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Заявка на </w:t>
      </w: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  <w:lang w:val="en-US"/>
        </w:rPr>
        <w:t>3</w:t>
      </w:r>
      <w:r w:rsidRPr="00E71DF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ста восьмидесяти трех</w:t>
      </w:r>
      <w:r w:rsidRPr="00E71DF7">
        <w:rPr>
          <w:rFonts w:ascii="Times New Roman" w:hAnsi="Times New Roman" w:cs="Times New Roman"/>
        </w:rPr>
        <w:t>) лист</w:t>
      </w:r>
      <w:r>
        <w:rPr>
          <w:rFonts w:ascii="Times New Roman" w:hAnsi="Times New Roman" w:cs="Times New Roman"/>
        </w:rPr>
        <w:t>ах</w:t>
      </w:r>
      <w:r w:rsidRPr="00E71DF7">
        <w:rPr>
          <w:rFonts w:ascii="Times New Roman" w:hAnsi="Times New Roman" w:cs="Times New Roman"/>
        </w:rPr>
        <w:t>. Все листы заявки на участие в конкурсе прошиты, пронумерованы, скреплены подписью и печатью.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71DF7">
        <w:rPr>
          <w:rFonts w:ascii="Times New Roman" w:hAnsi="Times New Roman" w:cs="Times New Roman"/>
        </w:rPr>
        <w:t xml:space="preserve">10.6. В связи с тем, что на момент вскрытия конвертов была представлена только одна заявка на участие в открытом одноэтапном конкурсе, Закупочная комиссия признает объявленный ЗАО «СПГЭС» открытый одноэтапный конкурс на право заключения договора подряда на выполнение строительно-монтажных работ (на официальном общероссийском сайте </w:t>
      </w:r>
      <w:hyperlink r:id="rId11" w:history="1">
        <w:r w:rsidRPr="00E71DF7">
          <w:rPr>
            <w:rStyle w:val="Hyperlink"/>
            <w:rFonts w:ascii="Times New Roman" w:hAnsi="Times New Roman" w:cs="Times New Roman"/>
            <w:lang w:val="en-US"/>
          </w:rPr>
          <w:t>www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zakupki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gov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ru</w:t>
        </w:r>
      </w:hyperlink>
      <w:r w:rsidRPr="00E71DF7">
        <w:rPr>
          <w:rFonts w:ascii="Times New Roman" w:hAnsi="Times New Roman" w:cs="Times New Roman"/>
        </w:rPr>
        <w:t xml:space="preserve"> № 31300</w:t>
      </w:r>
      <w:r>
        <w:rPr>
          <w:rFonts w:ascii="Times New Roman" w:hAnsi="Times New Roman" w:cs="Times New Roman"/>
        </w:rPr>
        <w:t>501133</w:t>
      </w:r>
      <w:r w:rsidRPr="00E71DF7">
        <w:rPr>
          <w:rFonts w:ascii="Times New Roman" w:hAnsi="Times New Roman" w:cs="Times New Roman"/>
        </w:rPr>
        <w:t xml:space="preserve">, на сайте ЗАО «СПГЭС» </w:t>
      </w:r>
      <w:hyperlink r:id="rId12" w:history="1">
        <w:r w:rsidRPr="00E71DF7">
          <w:rPr>
            <w:rStyle w:val="Hyperlink"/>
            <w:rFonts w:ascii="Times New Roman" w:hAnsi="Times New Roman" w:cs="Times New Roman"/>
            <w:lang w:val="en-US"/>
          </w:rPr>
          <w:t>www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spgs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ru</w:t>
        </w:r>
      </w:hyperlink>
      <w:r w:rsidRPr="00E71DF7">
        <w:rPr>
          <w:rFonts w:ascii="Times New Roman" w:hAnsi="Times New Roman" w:cs="Times New Roman"/>
        </w:rPr>
        <w:t xml:space="preserve"> № 1</w:t>
      </w:r>
      <w:r>
        <w:rPr>
          <w:rFonts w:ascii="Times New Roman" w:hAnsi="Times New Roman" w:cs="Times New Roman"/>
        </w:rPr>
        <w:t>23</w:t>
      </w:r>
      <w:r w:rsidRPr="00E71DF7">
        <w:rPr>
          <w:rFonts w:ascii="Times New Roman" w:hAnsi="Times New Roman" w:cs="Times New Roman"/>
        </w:rPr>
        <w:t xml:space="preserve">) </w:t>
      </w:r>
      <w:r w:rsidRPr="00E71DF7">
        <w:rPr>
          <w:rFonts w:ascii="Times New Roman" w:hAnsi="Times New Roman" w:cs="Times New Roman"/>
          <w:b/>
          <w:bCs/>
        </w:rPr>
        <w:t>несостоявшимся.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11. Закупочная комиссия рассмотрит поступившую заявку на участие в открытом одноэтапном конкурсе в порядке и в сроки, установленные действующим законодательством, конкурсной документацией и извещением о проведении открытого одноэтапного конкурса.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12. Заседание Закупочной комиссии окончено </w:t>
      </w:r>
      <w:r>
        <w:rPr>
          <w:rFonts w:ascii="Times New Roman" w:hAnsi="Times New Roman" w:cs="Times New Roman"/>
        </w:rPr>
        <w:t>10 сентября</w:t>
      </w:r>
      <w:r w:rsidRPr="00E71DF7">
        <w:rPr>
          <w:rFonts w:ascii="Times New Roman" w:hAnsi="Times New Roman" w:cs="Times New Roman"/>
        </w:rPr>
        <w:t xml:space="preserve"> 2013 года в 1</w:t>
      </w:r>
      <w:r>
        <w:rPr>
          <w:rFonts w:ascii="Times New Roman" w:hAnsi="Times New Roman" w:cs="Times New Roman"/>
        </w:rPr>
        <w:t>4</w:t>
      </w:r>
      <w:r w:rsidRPr="00E71DF7">
        <w:rPr>
          <w:rFonts w:ascii="Times New Roman" w:hAnsi="Times New Roman" w:cs="Times New Roman"/>
        </w:rPr>
        <w:t xml:space="preserve"> часов </w:t>
      </w:r>
      <w:r>
        <w:rPr>
          <w:rFonts w:ascii="Times New Roman" w:hAnsi="Times New Roman" w:cs="Times New Roman"/>
        </w:rPr>
        <w:t>33</w:t>
      </w:r>
      <w:r w:rsidRPr="00E71DF7">
        <w:rPr>
          <w:rFonts w:ascii="Times New Roman" w:hAnsi="Times New Roman" w:cs="Times New Roman"/>
        </w:rPr>
        <w:t xml:space="preserve"> минут</w:t>
      </w:r>
      <w:r>
        <w:rPr>
          <w:rFonts w:ascii="Times New Roman" w:hAnsi="Times New Roman" w:cs="Times New Roman"/>
        </w:rPr>
        <w:t>ы</w:t>
      </w:r>
      <w:r w:rsidRPr="00E71DF7">
        <w:rPr>
          <w:rFonts w:ascii="Times New Roman" w:hAnsi="Times New Roman" w:cs="Times New Roman"/>
        </w:rPr>
        <w:t xml:space="preserve"> по местному (московскому) времени.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13. Настоящий протокол подлежит хранению в течение трех лет с даты подведения итогов настоящего конкурса.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14. Настоящий протокол подлежит размещению на официальном общероссийском сайте: </w:t>
      </w:r>
      <w:hyperlink r:id="rId13" w:history="1">
        <w:r w:rsidRPr="00E71DF7">
          <w:rPr>
            <w:rStyle w:val="Hyperlink"/>
            <w:rFonts w:ascii="Times New Roman" w:hAnsi="Times New Roman" w:cs="Times New Roman"/>
            <w:lang w:val="en-US"/>
          </w:rPr>
          <w:t>www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zakupki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gov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ru</w:t>
        </w:r>
      </w:hyperlink>
      <w:r w:rsidRPr="00E71DF7">
        <w:rPr>
          <w:rFonts w:ascii="Times New Roman" w:hAnsi="Times New Roman" w:cs="Times New Roman"/>
        </w:rPr>
        <w:t xml:space="preserve">, на сайте ЗАО «СПГЭС»: </w:t>
      </w:r>
      <w:hyperlink r:id="rId14" w:history="1">
        <w:r w:rsidRPr="00E71DF7">
          <w:rPr>
            <w:rStyle w:val="Hyperlink"/>
            <w:rFonts w:ascii="Times New Roman" w:hAnsi="Times New Roman" w:cs="Times New Roman"/>
            <w:lang w:val="en-US"/>
          </w:rPr>
          <w:t>www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spgs</w:t>
        </w:r>
        <w:r w:rsidRPr="00E71DF7">
          <w:rPr>
            <w:rStyle w:val="Hyperlink"/>
            <w:rFonts w:ascii="Times New Roman" w:hAnsi="Times New Roman" w:cs="Times New Roman"/>
          </w:rPr>
          <w:t>.</w:t>
        </w:r>
        <w:r w:rsidRPr="00E71DF7">
          <w:rPr>
            <w:rStyle w:val="Hyperlink"/>
            <w:rFonts w:ascii="Times New Roman" w:hAnsi="Times New Roman" w:cs="Times New Roman"/>
            <w:lang w:val="en-US"/>
          </w:rPr>
          <w:t>ru</w:t>
        </w:r>
      </w:hyperlink>
      <w:r w:rsidRPr="00E71DF7">
        <w:rPr>
          <w:rFonts w:ascii="Times New Roman" w:hAnsi="Times New Roman" w:cs="Times New Roman"/>
        </w:rPr>
        <w:t xml:space="preserve"> в сроки, предусмотренные конкурсной документацией.</w:t>
      </w:r>
    </w:p>
    <w:p w:rsidR="00AD2CD3" w:rsidRDefault="00AD2CD3" w:rsidP="006F5E37">
      <w:pPr>
        <w:spacing w:after="0" w:line="240" w:lineRule="auto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15. Подписи присутствовавших членов Закупочной комиссии:</w:t>
      </w:r>
    </w:p>
    <w:p w:rsidR="00AD2CD3" w:rsidRPr="00E71DF7" w:rsidRDefault="00AD2CD3" w:rsidP="006F5E37">
      <w:pPr>
        <w:spacing w:after="0" w:line="240" w:lineRule="auto"/>
        <w:rPr>
          <w:rFonts w:ascii="Times New Roman" w:hAnsi="Times New Roman" w:cs="Times New Roman"/>
        </w:rPr>
      </w:pPr>
    </w:p>
    <w:p w:rsidR="00AD2CD3" w:rsidRPr="00E71DF7" w:rsidRDefault="00AD2CD3" w:rsidP="006F5E3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4438"/>
        <w:gridCol w:w="4917"/>
      </w:tblGrid>
      <w:tr w:rsidR="00AD2CD3" w:rsidRPr="00E71DF7">
        <w:trPr>
          <w:trHeight w:val="2380"/>
          <w:tblCellSpacing w:w="0" w:type="dxa"/>
        </w:trPr>
        <w:tc>
          <w:tcPr>
            <w:tcW w:w="4492" w:type="dxa"/>
          </w:tcPr>
          <w:p w:rsidR="00AD2CD3" w:rsidRPr="00E71DF7" w:rsidRDefault="00AD2CD3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1DF7">
              <w:rPr>
                <w:rFonts w:ascii="Times New Roman" w:hAnsi="Times New Roman" w:cs="Times New Roman"/>
                <w:b/>
                <w:bCs/>
              </w:rPr>
              <w:t>Председатель Закупочной комиссии:</w:t>
            </w:r>
          </w:p>
          <w:p w:rsidR="00AD2CD3" w:rsidRPr="00E71DF7" w:rsidRDefault="00AD2CD3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1DF7">
              <w:rPr>
                <w:rFonts w:ascii="Times New Roman" w:hAnsi="Times New Roman" w:cs="Times New Roman"/>
                <w:b/>
                <w:bCs/>
              </w:rPr>
              <w:t>Секретарь Закупочной комиссии:</w:t>
            </w:r>
          </w:p>
          <w:p w:rsidR="00AD2CD3" w:rsidRPr="00E71DF7" w:rsidRDefault="00AD2CD3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Члены</w:t>
            </w:r>
            <w:r w:rsidRPr="00E71DF7">
              <w:rPr>
                <w:rFonts w:ascii="Times New Roman" w:hAnsi="Times New Roman" w:cs="Times New Roman"/>
                <w:b/>
                <w:bCs/>
              </w:rPr>
              <w:t xml:space="preserve"> Закупочной комиссии:</w:t>
            </w:r>
          </w:p>
        </w:tc>
        <w:tc>
          <w:tcPr>
            <w:tcW w:w="4959" w:type="dxa"/>
          </w:tcPr>
          <w:p w:rsidR="00AD2CD3" w:rsidRPr="00E71DF7" w:rsidRDefault="00AD2CD3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1DF7">
              <w:rPr>
                <w:rFonts w:ascii="Times New Roman" w:hAnsi="Times New Roman" w:cs="Times New Roman"/>
                <w:b/>
                <w:bCs/>
              </w:rPr>
              <w:t>______________________     В.Д. Реймер </w:t>
            </w:r>
          </w:p>
          <w:p w:rsidR="00AD2CD3" w:rsidRPr="00E71DF7" w:rsidRDefault="00AD2CD3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1DF7">
              <w:rPr>
                <w:rFonts w:ascii="Times New Roman" w:hAnsi="Times New Roman" w:cs="Times New Roman"/>
                <w:b/>
                <w:bCs/>
              </w:rPr>
              <w:t xml:space="preserve">______________________    </w:t>
            </w:r>
            <w:r>
              <w:rPr>
                <w:rFonts w:ascii="Times New Roman" w:hAnsi="Times New Roman" w:cs="Times New Roman"/>
                <w:b/>
                <w:bCs/>
              </w:rPr>
              <w:t>Л.Н. Васильева</w:t>
            </w:r>
          </w:p>
          <w:p w:rsidR="00AD2CD3" w:rsidRDefault="00AD2CD3" w:rsidP="00830323">
            <w:pPr>
              <w:tabs>
                <w:tab w:val="left" w:pos="3039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71DF7">
              <w:rPr>
                <w:rFonts w:ascii="Times New Roman" w:hAnsi="Times New Roman" w:cs="Times New Roman"/>
                <w:b/>
                <w:bCs/>
              </w:rPr>
              <w:t xml:space="preserve">______________________    </w:t>
            </w:r>
            <w:r>
              <w:rPr>
                <w:rFonts w:ascii="Times New Roman" w:hAnsi="Times New Roman" w:cs="Times New Roman"/>
                <w:b/>
                <w:bCs/>
              </w:rPr>
              <w:t>А.В. Слюсарев</w:t>
            </w:r>
          </w:p>
          <w:p w:rsidR="00AD2CD3" w:rsidRPr="00E71DF7" w:rsidRDefault="00AD2CD3" w:rsidP="00830323">
            <w:pPr>
              <w:tabs>
                <w:tab w:val="left" w:pos="3039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_______________________   М.Ю. Фоменко</w:t>
            </w:r>
          </w:p>
        </w:tc>
      </w:tr>
    </w:tbl>
    <w:p w:rsidR="00AD2CD3" w:rsidRDefault="00AD2CD3">
      <w:pPr>
        <w:rPr>
          <w:rFonts w:cs="Times New Roman"/>
        </w:rPr>
      </w:pPr>
    </w:p>
    <w:sectPr w:rsidR="00AD2CD3" w:rsidSect="00AB49CD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CD3" w:rsidRDefault="00AD2CD3" w:rsidP="006F5E3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AD2CD3" w:rsidRDefault="00AD2CD3" w:rsidP="006F5E3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CD3" w:rsidRDefault="00AD2CD3" w:rsidP="006F5E3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AD2CD3" w:rsidRDefault="00AD2CD3" w:rsidP="006F5E3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CD3" w:rsidRPr="008177AB" w:rsidRDefault="00AD2CD3" w:rsidP="006F5E37">
    <w:pPr>
      <w:pStyle w:val="Header"/>
      <w:jc w:val="center"/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</w:pPr>
    <w:r w:rsidRPr="008177AB"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  <w:t>Закрытое акционерное общество «Саратовское предприятие городских электрических сетей»</w:t>
    </w:r>
  </w:p>
  <w:p w:rsidR="00AD2CD3" w:rsidRDefault="00AD2CD3">
    <w:pPr>
      <w:pStyle w:val="Head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86B"/>
    <w:multiLevelType w:val="multilevel"/>
    <w:tmpl w:val="2F52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20570C9"/>
    <w:multiLevelType w:val="multilevel"/>
    <w:tmpl w:val="2F6C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E37"/>
    <w:rsid w:val="00044D6F"/>
    <w:rsid w:val="00056C9B"/>
    <w:rsid w:val="0007100A"/>
    <w:rsid w:val="001A1BEF"/>
    <w:rsid w:val="001B752A"/>
    <w:rsid w:val="001D6650"/>
    <w:rsid w:val="0023666F"/>
    <w:rsid w:val="002E4EE0"/>
    <w:rsid w:val="002F3A3A"/>
    <w:rsid w:val="00314D7A"/>
    <w:rsid w:val="00332034"/>
    <w:rsid w:val="00336C8C"/>
    <w:rsid w:val="00367611"/>
    <w:rsid w:val="003F56A4"/>
    <w:rsid w:val="00412F5E"/>
    <w:rsid w:val="0042244C"/>
    <w:rsid w:val="00490899"/>
    <w:rsid w:val="0050295A"/>
    <w:rsid w:val="005206EF"/>
    <w:rsid w:val="005A5502"/>
    <w:rsid w:val="005E019E"/>
    <w:rsid w:val="005F52F8"/>
    <w:rsid w:val="006432D5"/>
    <w:rsid w:val="006F5E37"/>
    <w:rsid w:val="0070726E"/>
    <w:rsid w:val="007D7DFD"/>
    <w:rsid w:val="0081711C"/>
    <w:rsid w:val="008177AB"/>
    <w:rsid w:val="00830323"/>
    <w:rsid w:val="00831227"/>
    <w:rsid w:val="00865DB5"/>
    <w:rsid w:val="008C38CE"/>
    <w:rsid w:val="0090501B"/>
    <w:rsid w:val="00980CA9"/>
    <w:rsid w:val="00A32EB3"/>
    <w:rsid w:val="00A875CC"/>
    <w:rsid w:val="00AB49CD"/>
    <w:rsid w:val="00AC6D37"/>
    <w:rsid w:val="00AD2CD3"/>
    <w:rsid w:val="00AD36B2"/>
    <w:rsid w:val="00AF79A3"/>
    <w:rsid w:val="00C13927"/>
    <w:rsid w:val="00C402C5"/>
    <w:rsid w:val="00C75079"/>
    <w:rsid w:val="00D01FB5"/>
    <w:rsid w:val="00D17C4D"/>
    <w:rsid w:val="00D25529"/>
    <w:rsid w:val="00D7324F"/>
    <w:rsid w:val="00D81943"/>
    <w:rsid w:val="00E56A96"/>
    <w:rsid w:val="00E71DF7"/>
    <w:rsid w:val="00E9491F"/>
    <w:rsid w:val="00EE220E"/>
    <w:rsid w:val="00F30FBE"/>
    <w:rsid w:val="00F7374B"/>
    <w:rsid w:val="00FD6F9A"/>
    <w:rsid w:val="00FF72F6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E37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F5E3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F5E37"/>
    <w:rPr>
      <w:rFonts w:ascii="Calibri" w:hAnsi="Calibri" w:cs="Calibri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5E37"/>
    <w:rPr>
      <w:rFonts w:ascii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spgs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kupki.gov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304</TotalTime>
  <Pages>4</Pages>
  <Words>1693</Words>
  <Characters>9651</Characters>
  <Application>Microsoft Office Outlook</Application>
  <DocSecurity>0</DocSecurity>
  <Lines>0</Lines>
  <Paragraphs>0</Paragraphs>
  <ScaleCrop>false</ScaleCrop>
  <Company>SPGS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9608</cp:lastModifiedBy>
  <cp:revision>31</cp:revision>
  <cp:lastPrinted>2013-09-11T04:24:00Z</cp:lastPrinted>
  <dcterms:created xsi:type="dcterms:W3CDTF">2013-06-24T09:05:00Z</dcterms:created>
  <dcterms:modified xsi:type="dcterms:W3CDTF">2013-09-11T04:31:00Z</dcterms:modified>
</cp:coreProperties>
</file>