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0E" w:rsidRDefault="0068370E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68370E" w:rsidRPr="001F314C" w:rsidRDefault="0068370E" w:rsidP="008C144C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П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 xml:space="preserve"> 2</w:t>
      </w:r>
    </w:p>
    <w:p w:rsidR="0068370E" w:rsidRPr="0062176B" w:rsidRDefault="0068370E" w:rsidP="008C144C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к договору подряда № ___ от «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___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 xml:space="preserve">» 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__________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 xml:space="preserve"> 201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3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г.</w:t>
      </w:r>
    </w:p>
    <w:p w:rsidR="0068370E" w:rsidRPr="0062176B" w:rsidRDefault="0068370E" w:rsidP="008C144C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68370E" w:rsidRPr="0062176B" w:rsidRDefault="0068370E" w:rsidP="008C144C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68370E" w:rsidRPr="00C54E69" w:rsidRDefault="0068370E" w:rsidP="008C144C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C54E69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68370E" w:rsidRPr="0062176B" w:rsidRDefault="0068370E" w:rsidP="008C144C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68370E" w:rsidRDefault="0068370E" w:rsidP="008C144C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Pr="0062176B">
        <w:rPr>
          <w:spacing w:val="-2"/>
          <w:w w:val="102"/>
          <w:sz w:val="20"/>
          <w:szCs w:val="20"/>
        </w:rPr>
        <w:t>201</w:t>
      </w:r>
      <w:r>
        <w:rPr>
          <w:spacing w:val="-2"/>
          <w:w w:val="102"/>
          <w:sz w:val="20"/>
          <w:szCs w:val="20"/>
        </w:rPr>
        <w:t>3</w:t>
      </w:r>
      <w:r w:rsidRPr="0062176B">
        <w:rPr>
          <w:spacing w:val="-2"/>
          <w:w w:val="102"/>
          <w:sz w:val="20"/>
          <w:szCs w:val="20"/>
        </w:rPr>
        <w:t>г.</w:t>
      </w:r>
      <w:r w:rsidRPr="0062176B">
        <w:rPr>
          <w:spacing w:val="-2"/>
          <w:w w:val="102"/>
          <w:sz w:val="20"/>
          <w:szCs w:val="20"/>
        </w:rPr>
        <w:tab/>
      </w:r>
    </w:p>
    <w:p w:rsidR="0068370E" w:rsidRPr="00481433" w:rsidRDefault="0068370E" w:rsidP="008C144C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68370E" w:rsidRPr="00C6626D" w:rsidRDefault="0068370E" w:rsidP="008C144C">
      <w:pPr>
        <w:autoSpaceDE w:val="0"/>
        <w:ind w:firstLine="709"/>
        <w:jc w:val="both"/>
        <w:rPr>
          <w:color w:val="000000"/>
          <w:spacing w:val="-2"/>
          <w:w w:val="102"/>
          <w:sz w:val="22"/>
          <w:szCs w:val="22"/>
        </w:rPr>
      </w:pPr>
      <w:r w:rsidRPr="0048372D">
        <w:rPr>
          <w:spacing w:val="-2"/>
          <w:w w:val="102"/>
          <w:sz w:val="22"/>
          <w:szCs w:val="22"/>
        </w:rPr>
        <w:t xml:space="preserve">Мы, нижеподписавшиеся, 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1/10 от 01.11.2010 г.,  от лица Подрядчика ООО «ГорЭнергоСервис»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</w:t>
      </w:r>
      <w:r w:rsidRPr="00C6626D">
        <w:rPr>
          <w:color w:val="000000"/>
          <w:spacing w:val="-2"/>
          <w:w w:val="102"/>
          <w:sz w:val="22"/>
          <w:szCs w:val="22"/>
        </w:rPr>
        <w:t>по разработке и согласованию рабочего проекта (далее - проект),  на следующие проектные работы:</w:t>
      </w:r>
    </w:p>
    <w:p w:rsidR="0068370E" w:rsidRPr="00C6626D" w:rsidRDefault="0068370E" w:rsidP="008C144C">
      <w:pPr>
        <w:autoSpaceDE w:val="0"/>
        <w:ind w:firstLine="709"/>
        <w:jc w:val="both"/>
        <w:rPr>
          <w:color w:val="000000"/>
          <w:spacing w:val="-2"/>
          <w:w w:val="102"/>
          <w:sz w:val="22"/>
          <w:szCs w:val="22"/>
        </w:rPr>
      </w:pPr>
      <w:r w:rsidRPr="00C6626D">
        <w:rPr>
          <w:color w:val="000000"/>
          <w:sz w:val="22"/>
          <w:szCs w:val="22"/>
        </w:rPr>
        <w:t xml:space="preserve">Монтаж воздушной  линии изолированной напряжением 0,4кВ от концевой опоры ВЛИ-0,4 кВ трансформаторной подстанции № 225, расположенной по адресу: г. Саратов, пересечение ул. Пархоменко и ул. Камчатская до границ земельного участка с кадастровым номером 64:48:010113:330, расположенного в Новосоколовогорском жилом районе, б/н, в сумме </w:t>
      </w:r>
      <w:r w:rsidRPr="00C6626D">
        <w:rPr>
          <w:color w:val="000000"/>
          <w:spacing w:val="-2"/>
          <w:w w:val="102"/>
          <w:sz w:val="22"/>
          <w:szCs w:val="22"/>
        </w:rPr>
        <w:t>142 256 (сто сорок две тысячи двести пятьдесят шесть) рублей 12 коп., в том числе НДС 18% - 21 700 (двадцать одна тысяча семьсот) рублей 09 коп.</w:t>
      </w:r>
    </w:p>
    <w:p w:rsidR="0068370E" w:rsidRPr="0048372D" w:rsidRDefault="0068370E" w:rsidP="008C144C">
      <w:pPr>
        <w:autoSpaceDE w:val="0"/>
        <w:ind w:left="709"/>
        <w:jc w:val="both"/>
        <w:rPr>
          <w:color w:val="FF0000"/>
          <w:spacing w:val="-2"/>
          <w:w w:val="102"/>
          <w:sz w:val="22"/>
          <w:szCs w:val="22"/>
        </w:rPr>
      </w:pPr>
    </w:p>
    <w:p w:rsidR="0068370E" w:rsidRPr="00BC5CC3" w:rsidRDefault="0068370E" w:rsidP="008C144C">
      <w:pPr>
        <w:autoSpaceDE w:val="0"/>
        <w:jc w:val="both"/>
        <w:rPr>
          <w:spacing w:val="-2"/>
          <w:w w:val="102"/>
          <w:sz w:val="22"/>
          <w:szCs w:val="22"/>
        </w:rPr>
      </w:pPr>
      <w:r w:rsidRPr="00BC5CC3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68370E" w:rsidRPr="00BC5CC3" w:rsidRDefault="0068370E" w:rsidP="008C144C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68370E" w:rsidRPr="00D62CF9" w:rsidRDefault="0068370E" w:rsidP="008C144C">
      <w:pPr>
        <w:snapToGrid w:val="0"/>
        <w:jc w:val="both"/>
        <w:rPr>
          <w:b/>
          <w:bCs/>
          <w:color w:val="000000"/>
          <w:spacing w:val="-2"/>
          <w:w w:val="102"/>
          <w:sz w:val="22"/>
          <w:szCs w:val="22"/>
        </w:rPr>
      </w:pPr>
    </w:p>
    <w:p w:rsidR="0068370E" w:rsidRDefault="0068370E" w:rsidP="008C144C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</w:p>
    <w:p w:rsidR="0068370E" w:rsidRDefault="0068370E" w:rsidP="008C144C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68370E" w:rsidRDefault="0068370E" w:rsidP="008C144C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68370E" w:rsidRPr="00917E8B" w:rsidRDefault="0068370E" w:rsidP="008C144C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68370E" w:rsidRPr="00917E8B" w:rsidRDefault="0068370E" w:rsidP="008C144C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  <w:t>Директор</w:t>
      </w:r>
    </w:p>
    <w:p w:rsidR="0068370E" w:rsidRPr="00917E8B" w:rsidRDefault="0068370E" w:rsidP="008C144C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</w:rPr>
      </w:pPr>
    </w:p>
    <w:p w:rsidR="0068370E" w:rsidRPr="0062176B" w:rsidRDefault="0068370E" w:rsidP="008C144C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 Ю. Яценко</w:t>
      </w:r>
    </w:p>
    <w:p w:rsidR="0068370E" w:rsidRDefault="0068370E" w:rsidP="008C144C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68370E" w:rsidRDefault="0068370E" w:rsidP="0015629F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bookmarkStart w:id="0" w:name="_GoBack"/>
      <w:bookmarkEnd w:id="0"/>
    </w:p>
    <w:sectPr w:rsidR="0068370E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70E" w:rsidRDefault="0068370E" w:rsidP="002A4B54">
      <w:r>
        <w:separator/>
      </w:r>
    </w:p>
  </w:endnote>
  <w:endnote w:type="continuationSeparator" w:id="1">
    <w:p w:rsidR="0068370E" w:rsidRDefault="0068370E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70E" w:rsidRDefault="0068370E" w:rsidP="002A4B54">
      <w:r>
        <w:separator/>
      </w:r>
    </w:p>
  </w:footnote>
  <w:footnote w:type="continuationSeparator" w:id="1">
    <w:p w:rsidR="0068370E" w:rsidRDefault="0068370E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340AF"/>
    <w:rsid w:val="00095943"/>
    <w:rsid w:val="000A0B62"/>
    <w:rsid w:val="00121265"/>
    <w:rsid w:val="0015629F"/>
    <w:rsid w:val="001760C2"/>
    <w:rsid w:val="001B07A6"/>
    <w:rsid w:val="001D646D"/>
    <w:rsid w:val="001F314C"/>
    <w:rsid w:val="001F37A3"/>
    <w:rsid w:val="002A4B54"/>
    <w:rsid w:val="002D2BEA"/>
    <w:rsid w:val="00333A13"/>
    <w:rsid w:val="00351CB4"/>
    <w:rsid w:val="003C4C69"/>
    <w:rsid w:val="003D5A00"/>
    <w:rsid w:val="003E2D16"/>
    <w:rsid w:val="004027A6"/>
    <w:rsid w:val="004204F4"/>
    <w:rsid w:val="00481433"/>
    <w:rsid w:val="0048372D"/>
    <w:rsid w:val="004C3C21"/>
    <w:rsid w:val="00580A93"/>
    <w:rsid w:val="005864FC"/>
    <w:rsid w:val="00591A5D"/>
    <w:rsid w:val="005E466A"/>
    <w:rsid w:val="0062176B"/>
    <w:rsid w:val="0066112E"/>
    <w:rsid w:val="00667B68"/>
    <w:rsid w:val="0068370E"/>
    <w:rsid w:val="00684060"/>
    <w:rsid w:val="00685A4A"/>
    <w:rsid w:val="0069485E"/>
    <w:rsid w:val="006D769A"/>
    <w:rsid w:val="006F6E69"/>
    <w:rsid w:val="00723271"/>
    <w:rsid w:val="00755317"/>
    <w:rsid w:val="0079665D"/>
    <w:rsid w:val="008655DE"/>
    <w:rsid w:val="008C144C"/>
    <w:rsid w:val="008D7F49"/>
    <w:rsid w:val="008E164A"/>
    <w:rsid w:val="008F4872"/>
    <w:rsid w:val="00917E8B"/>
    <w:rsid w:val="00926FD3"/>
    <w:rsid w:val="009509D9"/>
    <w:rsid w:val="0095699B"/>
    <w:rsid w:val="0099367C"/>
    <w:rsid w:val="009E1E09"/>
    <w:rsid w:val="00A75674"/>
    <w:rsid w:val="00A929F8"/>
    <w:rsid w:val="00AB1936"/>
    <w:rsid w:val="00AC2DEE"/>
    <w:rsid w:val="00AD0D4E"/>
    <w:rsid w:val="00B020B6"/>
    <w:rsid w:val="00B02CC6"/>
    <w:rsid w:val="00B04A1A"/>
    <w:rsid w:val="00B4529D"/>
    <w:rsid w:val="00B723FF"/>
    <w:rsid w:val="00BA18DD"/>
    <w:rsid w:val="00BA7A04"/>
    <w:rsid w:val="00BC5CC3"/>
    <w:rsid w:val="00BD6760"/>
    <w:rsid w:val="00C05F75"/>
    <w:rsid w:val="00C54E69"/>
    <w:rsid w:val="00C60012"/>
    <w:rsid w:val="00C6626D"/>
    <w:rsid w:val="00C67DDA"/>
    <w:rsid w:val="00CF5A87"/>
    <w:rsid w:val="00D3545B"/>
    <w:rsid w:val="00D55A62"/>
    <w:rsid w:val="00D62CF9"/>
    <w:rsid w:val="00D6354E"/>
    <w:rsid w:val="00DC42B8"/>
    <w:rsid w:val="00DE0E9F"/>
    <w:rsid w:val="00DE6A56"/>
    <w:rsid w:val="00DE7DE3"/>
    <w:rsid w:val="00E708AE"/>
    <w:rsid w:val="00E87BFA"/>
    <w:rsid w:val="00EB61FA"/>
    <w:rsid w:val="00EE3D62"/>
    <w:rsid w:val="00F07E6A"/>
    <w:rsid w:val="00F8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7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396</TotalTime>
  <Pages>1</Pages>
  <Words>216</Words>
  <Characters>1232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60</cp:revision>
  <cp:lastPrinted>2013-11-11T11:33:00Z</cp:lastPrinted>
  <dcterms:created xsi:type="dcterms:W3CDTF">2012-05-23T05:28:00Z</dcterms:created>
  <dcterms:modified xsi:type="dcterms:W3CDTF">2013-11-11T11:33:00Z</dcterms:modified>
</cp:coreProperties>
</file>