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1A" w:rsidRDefault="006A691A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6A691A" w:rsidRPr="00977C8E" w:rsidRDefault="006A691A" w:rsidP="00E050C2">
      <w:pPr>
        <w:pStyle w:val="a"/>
        <w:tabs>
          <w:tab w:val="center" w:pos="5017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 xml:space="preserve">                                       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6A691A" w:rsidRPr="00977C8E" w:rsidRDefault="006A691A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к договору подряда № ___ от «___» _________ 201__ г.</w:t>
      </w:r>
    </w:p>
    <w:p w:rsidR="006A691A" w:rsidRPr="00977C8E" w:rsidRDefault="006A691A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6A691A" w:rsidRPr="00977C8E" w:rsidRDefault="006A691A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6A691A" w:rsidRDefault="006A691A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6A691A" w:rsidRDefault="006A691A" w:rsidP="001B746B">
      <w:pPr>
        <w:pStyle w:val="BodyText"/>
      </w:pPr>
    </w:p>
    <w:p w:rsidR="006A691A" w:rsidRDefault="006A691A" w:rsidP="001B746B">
      <w:pPr>
        <w:pStyle w:val="BodyText"/>
      </w:pPr>
    </w:p>
    <w:p w:rsidR="006A691A" w:rsidRPr="001B746B" w:rsidRDefault="006A691A" w:rsidP="001B746B">
      <w:pPr>
        <w:pStyle w:val="BodyText"/>
      </w:pPr>
    </w:p>
    <w:p w:rsidR="006A691A" w:rsidRPr="00977C8E" w:rsidRDefault="006A691A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6A691A" w:rsidRPr="00977C8E" w:rsidRDefault="006A691A" w:rsidP="0015629F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6A691A" w:rsidRPr="00977C8E" w:rsidRDefault="006A691A" w:rsidP="0015629F">
      <w:pPr>
        <w:suppressAutoHyphens/>
        <w:jc w:val="center"/>
        <w:rPr>
          <w:spacing w:val="-2"/>
          <w:w w:val="102"/>
          <w:sz w:val="20"/>
          <w:szCs w:val="20"/>
        </w:rPr>
      </w:pPr>
      <w:r w:rsidRPr="00977C8E">
        <w:rPr>
          <w:spacing w:val="-2"/>
          <w:w w:val="102"/>
          <w:sz w:val="20"/>
          <w:szCs w:val="20"/>
        </w:rPr>
        <w:t>г. Саратов</w:t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  <w:t xml:space="preserve">      «___» _____________ 201__г.</w:t>
      </w:r>
      <w:r w:rsidRPr="00977C8E">
        <w:rPr>
          <w:spacing w:val="-2"/>
          <w:w w:val="102"/>
          <w:sz w:val="20"/>
          <w:szCs w:val="20"/>
        </w:rPr>
        <w:tab/>
      </w:r>
    </w:p>
    <w:p w:rsidR="006A691A" w:rsidRDefault="006A691A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6A691A" w:rsidRPr="00AD7DD6" w:rsidRDefault="006A691A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AD7DD6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AD7DD6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– первый заместитель генерального директора Филимонов Александр Дмитриевич, действующий на основании Доверенности № 1/10 от 01.11.2010 г., от лица Подрядчика </w:t>
      </w:r>
      <w:r>
        <w:rPr>
          <w:spacing w:val="-2"/>
          <w:w w:val="102"/>
          <w:sz w:val="22"/>
          <w:szCs w:val="22"/>
        </w:rPr>
        <w:t xml:space="preserve">                                   </w:t>
      </w:r>
      <w:r w:rsidRPr="00AD7DD6">
        <w:rPr>
          <w:spacing w:val="-2"/>
          <w:w w:val="102"/>
          <w:sz w:val="22"/>
          <w:szCs w:val="22"/>
        </w:rPr>
        <w:t>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на следующие работы:</w:t>
      </w:r>
    </w:p>
    <w:p w:rsidR="006A691A" w:rsidRPr="00C50B11" w:rsidRDefault="006A691A" w:rsidP="00AD7DD6">
      <w:pPr>
        <w:pStyle w:val="ListParagraph"/>
        <w:numPr>
          <w:ilvl w:val="0"/>
          <w:numId w:val="8"/>
        </w:numPr>
        <w:autoSpaceDE w:val="0"/>
        <w:ind w:left="0" w:firstLine="1069"/>
        <w:jc w:val="both"/>
        <w:rPr>
          <w:spacing w:val="-2"/>
          <w:w w:val="102"/>
          <w:sz w:val="22"/>
          <w:szCs w:val="22"/>
        </w:rPr>
      </w:pPr>
      <w:r w:rsidRPr="00C50B11">
        <w:rPr>
          <w:spacing w:val="-2"/>
          <w:w w:val="102"/>
          <w:sz w:val="22"/>
          <w:szCs w:val="22"/>
        </w:rPr>
        <w:t>Капитальный ремонт помещения мастерской электромонтажного цеха административного здания по адресу: г. Саратов, ул. Белоглинская, 40,</w:t>
      </w:r>
      <w:r>
        <w:rPr>
          <w:spacing w:val="-2"/>
          <w:w w:val="102"/>
          <w:sz w:val="22"/>
          <w:szCs w:val="22"/>
        </w:rPr>
        <w:t xml:space="preserve"> </w:t>
      </w:r>
      <w:r w:rsidRPr="003443FF">
        <w:rPr>
          <w:spacing w:val="-2"/>
          <w:w w:val="102"/>
          <w:sz w:val="22"/>
          <w:szCs w:val="22"/>
        </w:rPr>
        <w:t xml:space="preserve">в сумме </w:t>
      </w:r>
      <w:r w:rsidRPr="00C50B11">
        <w:rPr>
          <w:spacing w:val="-2"/>
          <w:w w:val="102"/>
          <w:sz w:val="22"/>
          <w:szCs w:val="22"/>
        </w:rPr>
        <w:t>155 718 (</w:t>
      </w:r>
      <w:r>
        <w:rPr>
          <w:spacing w:val="-2"/>
          <w:w w:val="102"/>
          <w:sz w:val="22"/>
          <w:szCs w:val="22"/>
        </w:rPr>
        <w:t>с</w:t>
      </w:r>
      <w:r w:rsidRPr="00C50B11">
        <w:rPr>
          <w:spacing w:val="-2"/>
          <w:w w:val="102"/>
          <w:sz w:val="22"/>
          <w:szCs w:val="22"/>
        </w:rPr>
        <w:t>то пятьдесят пять тысяч семьсот восемнадцать) рублей 29</w:t>
      </w:r>
      <w:bookmarkStart w:id="0" w:name="_GoBack"/>
      <w:bookmarkEnd w:id="0"/>
      <w:r>
        <w:rPr>
          <w:spacing w:val="-2"/>
          <w:w w:val="102"/>
          <w:sz w:val="22"/>
          <w:szCs w:val="22"/>
        </w:rPr>
        <w:t xml:space="preserve"> копеек</w:t>
      </w:r>
      <w:r w:rsidRPr="00C50B11">
        <w:rPr>
          <w:spacing w:val="-2"/>
          <w:w w:val="102"/>
          <w:sz w:val="22"/>
          <w:szCs w:val="22"/>
        </w:rPr>
        <w:t>, в том числе НДС 18 % - 23 753 (</w:t>
      </w:r>
      <w:r>
        <w:rPr>
          <w:spacing w:val="-2"/>
          <w:w w:val="102"/>
          <w:sz w:val="22"/>
          <w:szCs w:val="22"/>
        </w:rPr>
        <w:t>д</w:t>
      </w:r>
      <w:r w:rsidRPr="00C50B11">
        <w:rPr>
          <w:spacing w:val="-2"/>
          <w:w w:val="102"/>
          <w:sz w:val="22"/>
          <w:szCs w:val="22"/>
        </w:rPr>
        <w:t>вадцать три тысячи семьсот пятьдесят три) рубля 64 коп</w:t>
      </w:r>
      <w:r>
        <w:rPr>
          <w:spacing w:val="-2"/>
          <w:w w:val="102"/>
          <w:sz w:val="22"/>
          <w:szCs w:val="22"/>
        </w:rPr>
        <w:t>ейки</w:t>
      </w:r>
      <w:r w:rsidRPr="00AD7DD6">
        <w:rPr>
          <w:spacing w:val="-2"/>
          <w:w w:val="102"/>
          <w:sz w:val="22"/>
          <w:szCs w:val="22"/>
        </w:rPr>
        <w:t>.</w:t>
      </w:r>
    </w:p>
    <w:p w:rsidR="006A691A" w:rsidRPr="00AD7DD6" w:rsidRDefault="006A691A" w:rsidP="00AD7DD6">
      <w:pPr>
        <w:pStyle w:val="ListParagraph"/>
        <w:shd w:val="clear" w:color="auto" w:fill="FFFFFF"/>
        <w:autoSpaceDE w:val="0"/>
        <w:spacing w:line="200" w:lineRule="atLeast"/>
        <w:ind w:left="2487"/>
        <w:jc w:val="both"/>
        <w:rPr>
          <w:spacing w:val="-2"/>
          <w:w w:val="102"/>
          <w:sz w:val="22"/>
          <w:szCs w:val="22"/>
        </w:rPr>
      </w:pPr>
    </w:p>
    <w:p w:rsidR="006A691A" w:rsidRDefault="006A691A" w:rsidP="00E1084B">
      <w:pPr>
        <w:shd w:val="clear" w:color="auto" w:fill="FFFFFF"/>
        <w:autoSpaceDE w:val="0"/>
        <w:spacing w:line="200" w:lineRule="atLeast"/>
        <w:jc w:val="both"/>
        <w:rPr>
          <w:spacing w:val="-2"/>
          <w:w w:val="102"/>
          <w:sz w:val="22"/>
          <w:szCs w:val="22"/>
        </w:rPr>
      </w:pPr>
    </w:p>
    <w:p w:rsidR="006A691A" w:rsidRPr="00052EA6" w:rsidRDefault="006A691A" w:rsidP="00052E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r w:rsidRPr="00052EA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6A691A" w:rsidRPr="00BF38E4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Pr="00D42F0B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Pr="00BA18DD" w:rsidRDefault="006A691A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A691A" w:rsidRDefault="006A691A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6A691A" w:rsidRDefault="006A691A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6A691A" w:rsidRPr="00917E8B" w:rsidRDefault="006A691A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6A691A" w:rsidRPr="00917E8B" w:rsidRDefault="006A691A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6A691A" w:rsidRPr="00917E8B" w:rsidRDefault="006A691A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6A691A" w:rsidRPr="0062176B" w:rsidRDefault="006A691A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6A691A" w:rsidRDefault="006A691A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6A691A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91A" w:rsidRDefault="006A691A" w:rsidP="002A4B54">
      <w:r>
        <w:separator/>
      </w:r>
    </w:p>
  </w:endnote>
  <w:endnote w:type="continuationSeparator" w:id="1">
    <w:p w:rsidR="006A691A" w:rsidRDefault="006A691A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91A" w:rsidRDefault="006A691A" w:rsidP="002A4B54">
      <w:r>
        <w:separator/>
      </w:r>
    </w:p>
  </w:footnote>
  <w:footnote w:type="continuationSeparator" w:id="1">
    <w:p w:rsidR="006A691A" w:rsidRDefault="006A691A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DE"/>
    <w:multiLevelType w:val="hybridMultilevel"/>
    <w:tmpl w:val="88A80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4595227C"/>
    <w:multiLevelType w:val="hybridMultilevel"/>
    <w:tmpl w:val="6F20A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345ACA"/>
    <w:multiLevelType w:val="hybridMultilevel"/>
    <w:tmpl w:val="7E946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782E61AE"/>
    <w:multiLevelType w:val="hybridMultilevel"/>
    <w:tmpl w:val="1BF6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52EA6"/>
    <w:rsid w:val="00095943"/>
    <w:rsid w:val="0015629F"/>
    <w:rsid w:val="001760C2"/>
    <w:rsid w:val="001B07A6"/>
    <w:rsid w:val="001B746B"/>
    <w:rsid w:val="002A4B54"/>
    <w:rsid w:val="003443FF"/>
    <w:rsid w:val="00351CB4"/>
    <w:rsid w:val="003C4C69"/>
    <w:rsid w:val="003D16AD"/>
    <w:rsid w:val="004027A6"/>
    <w:rsid w:val="004204F4"/>
    <w:rsid w:val="00462A2A"/>
    <w:rsid w:val="004C3C21"/>
    <w:rsid w:val="00580A93"/>
    <w:rsid w:val="005864FC"/>
    <w:rsid w:val="005E466A"/>
    <w:rsid w:val="0062176B"/>
    <w:rsid w:val="00684060"/>
    <w:rsid w:val="0069485E"/>
    <w:rsid w:val="006A691A"/>
    <w:rsid w:val="00755317"/>
    <w:rsid w:val="00756956"/>
    <w:rsid w:val="00843C9F"/>
    <w:rsid w:val="008655DE"/>
    <w:rsid w:val="008D7F49"/>
    <w:rsid w:val="008E164A"/>
    <w:rsid w:val="008F4872"/>
    <w:rsid w:val="00917E8B"/>
    <w:rsid w:val="00926FD3"/>
    <w:rsid w:val="009509D9"/>
    <w:rsid w:val="00977C8E"/>
    <w:rsid w:val="0099367C"/>
    <w:rsid w:val="00994CE4"/>
    <w:rsid w:val="00A508F1"/>
    <w:rsid w:val="00A929F8"/>
    <w:rsid w:val="00AB1936"/>
    <w:rsid w:val="00AC2024"/>
    <w:rsid w:val="00AC2DEE"/>
    <w:rsid w:val="00AD0D4E"/>
    <w:rsid w:val="00AD7DD6"/>
    <w:rsid w:val="00B30E4D"/>
    <w:rsid w:val="00BA18DD"/>
    <w:rsid w:val="00BA7A04"/>
    <w:rsid w:val="00BD7194"/>
    <w:rsid w:val="00BF38E4"/>
    <w:rsid w:val="00C05F75"/>
    <w:rsid w:val="00C236CB"/>
    <w:rsid w:val="00C505C4"/>
    <w:rsid w:val="00C50B11"/>
    <w:rsid w:val="00C54E69"/>
    <w:rsid w:val="00C67DDA"/>
    <w:rsid w:val="00CF5A87"/>
    <w:rsid w:val="00D3545B"/>
    <w:rsid w:val="00D42F0B"/>
    <w:rsid w:val="00D6354E"/>
    <w:rsid w:val="00D80AEA"/>
    <w:rsid w:val="00DC42B8"/>
    <w:rsid w:val="00DE7DE3"/>
    <w:rsid w:val="00E050C2"/>
    <w:rsid w:val="00E1084B"/>
    <w:rsid w:val="00E708AE"/>
    <w:rsid w:val="00E87BFA"/>
    <w:rsid w:val="00EE3D62"/>
    <w:rsid w:val="00F07E6A"/>
    <w:rsid w:val="00F33131"/>
    <w:rsid w:val="00F452A1"/>
    <w:rsid w:val="00F5168D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8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394</TotalTime>
  <Pages>1</Pages>
  <Words>193</Words>
  <Characters>1101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52</cp:revision>
  <cp:lastPrinted>2013-10-29T13:06:00Z</cp:lastPrinted>
  <dcterms:created xsi:type="dcterms:W3CDTF">2012-05-23T05:28:00Z</dcterms:created>
  <dcterms:modified xsi:type="dcterms:W3CDTF">2013-11-15T10:24:00Z</dcterms:modified>
</cp:coreProperties>
</file>