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FF" w:rsidRDefault="004F57FF" w:rsidP="002A4B54">
      <w:pPr>
        <w:pStyle w:val="a"/>
        <w:tabs>
          <w:tab w:val="left" w:pos="8070"/>
        </w:tabs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4F57FF" w:rsidRPr="001F314C" w:rsidRDefault="004F57FF" w:rsidP="00057326">
      <w:pPr>
        <w:pStyle w:val="a"/>
        <w:tabs>
          <w:tab w:val="center" w:pos="5017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  <w:lang w:val="en-US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П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</w:t>
      </w:r>
    </w:p>
    <w:p w:rsidR="004F57FF" w:rsidRPr="0062176B" w:rsidRDefault="004F57FF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к договору подряда № ___ от «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__________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 xml:space="preserve"> 201</w:t>
      </w: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3</w:t>
      </w:r>
      <w:r w:rsidRPr="0062176B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г.</w:t>
      </w:r>
    </w:p>
    <w:p w:rsidR="004F57FF" w:rsidRPr="0062176B" w:rsidRDefault="004F57FF" w:rsidP="002A4B54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4F57FF" w:rsidRPr="0062176B" w:rsidRDefault="004F57FF" w:rsidP="002A4B54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4F57FF" w:rsidRPr="00C54E69" w:rsidRDefault="004F57FF" w:rsidP="002A4B54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C54E69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4F57FF" w:rsidRPr="0062176B" w:rsidRDefault="004F57FF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4F57FF" w:rsidRDefault="004F57FF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Pr="0062176B">
        <w:rPr>
          <w:spacing w:val="-2"/>
          <w:w w:val="102"/>
          <w:sz w:val="20"/>
          <w:szCs w:val="20"/>
        </w:rPr>
        <w:t>201</w:t>
      </w:r>
      <w:r>
        <w:rPr>
          <w:spacing w:val="-2"/>
          <w:w w:val="102"/>
          <w:sz w:val="20"/>
          <w:szCs w:val="20"/>
        </w:rPr>
        <w:t>3</w:t>
      </w:r>
      <w:r w:rsidRPr="0062176B">
        <w:rPr>
          <w:spacing w:val="-2"/>
          <w:w w:val="102"/>
          <w:sz w:val="20"/>
          <w:szCs w:val="20"/>
        </w:rPr>
        <w:t>г.</w:t>
      </w:r>
      <w:r w:rsidRPr="0062176B">
        <w:rPr>
          <w:spacing w:val="-2"/>
          <w:w w:val="102"/>
          <w:sz w:val="20"/>
          <w:szCs w:val="20"/>
        </w:rPr>
        <w:tab/>
      </w:r>
    </w:p>
    <w:p w:rsidR="004F57FF" w:rsidRPr="00057326" w:rsidRDefault="004F57FF" w:rsidP="002A4B54">
      <w:pPr>
        <w:suppressAutoHyphens/>
        <w:jc w:val="center"/>
        <w:rPr>
          <w:color w:val="000000"/>
          <w:spacing w:val="-2"/>
          <w:w w:val="102"/>
          <w:sz w:val="22"/>
          <w:szCs w:val="22"/>
        </w:rPr>
      </w:pPr>
    </w:p>
    <w:p w:rsidR="004F57FF" w:rsidRPr="00057326" w:rsidRDefault="004F57FF" w:rsidP="005240AF">
      <w:pPr>
        <w:autoSpaceDE w:val="0"/>
        <w:ind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057326">
        <w:rPr>
          <w:color w:val="000000"/>
          <w:spacing w:val="-2"/>
          <w:w w:val="102"/>
          <w:sz w:val="22"/>
          <w:szCs w:val="22"/>
        </w:rPr>
        <w:t>Мы, нижеподписавшиеся,от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 Доверенности № 15 от 05.11.2013 г., от лица Подрядчика                  ООО «ГорЭнергоСервис» - директор Яценко Сергей Юрьевич, действующий на основании Устава,настоящим удостоверяем, что Сторонами достигнуто соглашение о величине договорной цены по разработке и согласованию рабочего проекта (далее - проект),на следующие проектные работы:</w:t>
      </w:r>
    </w:p>
    <w:p w:rsidR="004F57FF" w:rsidRPr="00057326" w:rsidRDefault="004F57FF" w:rsidP="00F91F85">
      <w:pPr>
        <w:numPr>
          <w:ilvl w:val="0"/>
          <w:numId w:val="2"/>
        </w:numPr>
        <w:autoSpaceDE w:val="0"/>
        <w:ind w:left="0"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057326">
        <w:rPr>
          <w:color w:val="000000"/>
          <w:sz w:val="22"/>
          <w:szCs w:val="22"/>
        </w:rPr>
        <w:t>Монтаж воздушной линии изолированной напряжением 0,4кВ от распределительного пункта «Безымянный», расположенного в поселке Солнечный, 1-й микрорайон, ул. Безымянная до границ земельного участка с кадастровым номером 64:48:040425:61, расположенного на пересечение                  ул. Плодородная и ул. Топольчанская в поселке Солнечный;</w:t>
      </w:r>
    </w:p>
    <w:p w:rsidR="004F57FF" w:rsidRPr="00057326" w:rsidRDefault="004F57FF" w:rsidP="00F91F85">
      <w:pPr>
        <w:numPr>
          <w:ilvl w:val="0"/>
          <w:numId w:val="2"/>
        </w:numPr>
        <w:autoSpaceDE w:val="0"/>
        <w:ind w:left="0" w:firstLine="709"/>
        <w:jc w:val="both"/>
        <w:rPr>
          <w:color w:val="000000"/>
          <w:spacing w:val="-2"/>
          <w:w w:val="102"/>
          <w:sz w:val="22"/>
          <w:szCs w:val="22"/>
        </w:rPr>
      </w:pPr>
      <w:r w:rsidRPr="00057326">
        <w:rPr>
          <w:color w:val="000000"/>
          <w:sz w:val="22"/>
          <w:szCs w:val="22"/>
        </w:rPr>
        <w:t>Прокладка кабельного вывода от РП «Безымянный» на ближайшую опору новой В</w:t>
      </w:r>
      <w:bookmarkStart w:id="0" w:name="_GoBack"/>
      <w:bookmarkEnd w:id="0"/>
      <w:r w:rsidRPr="00057326">
        <w:rPr>
          <w:color w:val="000000"/>
          <w:sz w:val="22"/>
          <w:szCs w:val="22"/>
        </w:rPr>
        <w:t xml:space="preserve">ЛИ-0,4 кВ, в сумме </w:t>
      </w:r>
      <w:r w:rsidRPr="00057326">
        <w:rPr>
          <w:color w:val="000000"/>
          <w:spacing w:val="-2"/>
          <w:w w:val="102"/>
          <w:sz w:val="22"/>
          <w:szCs w:val="22"/>
        </w:rPr>
        <w:t xml:space="preserve">203 535 (двести три тысячи пятьсот тридцать пять) рублей 19 коп., в том числе НДС 18% - 31 047  (тридцать одна тысяча сорок семь) рублей 74 коп.  </w:t>
      </w:r>
    </w:p>
    <w:p w:rsidR="004F57FF" w:rsidRPr="00057326" w:rsidRDefault="004F57FF" w:rsidP="00F91F85">
      <w:pPr>
        <w:autoSpaceDE w:val="0"/>
        <w:jc w:val="both"/>
        <w:rPr>
          <w:color w:val="000000"/>
          <w:spacing w:val="-2"/>
          <w:w w:val="102"/>
          <w:sz w:val="22"/>
          <w:szCs w:val="22"/>
        </w:rPr>
      </w:pPr>
    </w:p>
    <w:p w:rsidR="004F57FF" w:rsidRPr="00057326" w:rsidRDefault="004F57FF" w:rsidP="00D62CF9">
      <w:pPr>
        <w:autoSpaceDE w:val="0"/>
        <w:jc w:val="both"/>
        <w:rPr>
          <w:color w:val="000000"/>
          <w:spacing w:val="-2"/>
          <w:w w:val="102"/>
          <w:sz w:val="22"/>
          <w:szCs w:val="22"/>
        </w:rPr>
      </w:pPr>
      <w:r w:rsidRPr="00057326">
        <w:rPr>
          <w:color w:val="000000"/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4F57FF" w:rsidRPr="00BC5CC3" w:rsidRDefault="004F57FF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4F57FF" w:rsidRPr="00D62CF9" w:rsidRDefault="004F57FF" w:rsidP="002A4B54">
      <w:pPr>
        <w:snapToGrid w:val="0"/>
        <w:jc w:val="both"/>
        <w:rPr>
          <w:b/>
          <w:bCs/>
          <w:color w:val="000000"/>
          <w:spacing w:val="-2"/>
          <w:w w:val="102"/>
          <w:sz w:val="22"/>
          <w:szCs w:val="22"/>
        </w:rPr>
      </w:pPr>
    </w:p>
    <w:p w:rsidR="004F57FF" w:rsidRDefault="004F57FF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</w:p>
    <w:p w:rsidR="004F57FF" w:rsidRDefault="004F57FF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</w:t>
      </w:r>
    </w:p>
    <w:p w:rsidR="004F57FF" w:rsidRDefault="004F57FF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4F57FF" w:rsidRPr="00917E8B" w:rsidRDefault="004F57FF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4F57FF" w:rsidRPr="00917E8B" w:rsidRDefault="004F57FF" w:rsidP="00C92CC2">
      <w:pPr>
        <w:snapToGrid w:val="0"/>
        <w:ind w:left="708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4F57FF" w:rsidRPr="00917E8B" w:rsidRDefault="004F57FF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</w:rPr>
      </w:pPr>
    </w:p>
    <w:p w:rsidR="004F57FF" w:rsidRPr="0062176B" w:rsidRDefault="004F57FF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 Ю. Яценко</w:t>
      </w:r>
    </w:p>
    <w:p w:rsidR="004F57FF" w:rsidRDefault="004F57FF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4F57FF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7FF" w:rsidRDefault="004F57FF" w:rsidP="002A4B54">
      <w:r>
        <w:separator/>
      </w:r>
    </w:p>
  </w:endnote>
  <w:endnote w:type="continuationSeparator" w:id="1">
    <w:p w:rsidR="004F57FF" w:rsidRDefault="004F57FF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7FF" w:rsidRDefault="004F57FF" w:rsidP="002A4B54">
      <w:r>
        <w:separator/>
      </w:r>
    </w:p>
  </w:footnote>
  <w:footnote w:type="continuationSeparator" w:id="1">
    <w:p w:rsidR="004F57FF" w:rsidRDefault="004F57FF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0" w:hanging="360"/>
      </w:pPr>
      <w:rPr>
        <w:rFonts w:ascii="Wingdings" w:hAnsi="Wingdings" w:cs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45B35"/>
    <w:rsid w:val="00057326"/>
    <w:rsid w:val="000775AD"/>
    <w:rsid w:val="00095943"/>
    <w:rsid w:val="000C2387"/>
    <w:rsid w:val="00172E8A"/>
    <w:rsid w:val="001760C2"/>
    <w:rsid w:val="001F314C"/>
    <w:rsid w:val="001F38EE"/>
    <w:rsid w:val="00220DA6"/>
    <w:rsid w:val="002A4B54"/>
    <w:rsid w:val="002C707E"/>
    <w:rsid w:val="003B648C"/>
    <w:rsid w:val="003C4C69"/>
    <w:rsid w:val="004027A6"/>
    <w:rsid w:val="00481433"/>
    <w:rsid w:val="004E155B"/>
    <w:rsid w:val="004F57FF"/>
    <w:rsid w:val="005240AF"/>
    <w:rsid w:val="00580A93"/>
    <w:rsid w:val="0062176B"/>
    <w:rsid w:val="00623826"/>
    <w:rsid w:val="00700DFA"/>
    <w:rsid w:val="00722442"/>
    <w:rsid w:val="00754DCA"/>
    <w:rsid w:val="008655DE"/>
    <w:rsid w:val="008D7F49"/>
    <w:rsid w:val="00917E8B"/>
    <w:rsid w:val="00926FD3"/>
    <w:rsid w:val="009509D9"/>
    <w:rsid w:val="00A929F8"/>
    <w:rsid w:val="00AC2DEE"/>
    <w:rsid w:val="00AD0D4E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E3D62"/>
    <w:rsid w:val="00F9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C5796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F60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067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87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284</TotalTime>
  <Pages>1</Pages>
  <Words>238</Words>
  <Characters>1359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34</cp:revision>
  <cp:lastPrinted>2013-11-19T13:48:00Z</cp:lastPrinted>
  <dcterms:created xsi:type="dcterms:W3CDTF">2012-05-23T05:28:00Z</dcterms:created>
  <dcterms:modified xsi:type="dcterms:W3CDTF">2013-11-19T13:48:00Z</dcterms:modified>
</cp:coreProperties>
</file>