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DD7" w:rsidRDefault="00916DD7" w:rsidP="002A4B54">
      <w:pPr>
        <w:pStyle w:val="a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916DD7" w:rsidRPr="001F314C" w:rsidRDefault="00916DD7" w:rsidP="00AD425B">
      <w:pPr>
        <w:pStyle w:val="a"/>
        <w:tabs>
          <w:tab w:val="center" w:pos="5017"/>
          <w:tab w:val="left" w:pos="8070"/>
          <w:tab w:val="right" w:pos="10034"/>
        </w:tabs>
        <w:suppressAutoHyphens/>
        <w:spacing w:before="0" w:after="0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ab/>
        <w:t xml:space="preserve">                                         П</w:t>
      </w:r>
      <w:r w:rsidRPr="0062176B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риложение №</w:t>
      </w: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 xml:space="preserve"> 2</w:t>
      </w:r>
    </w:p>
    <w:p w:rsidR="00916DD7" w:rsidRPr="0062176B" w:rsidRDefault="00916DD7" w:rsidP="002A4B54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  <w:r w:rsidRPr="0062176B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к договору подряда № ___ от «</w:t>
      </w: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___</w:t>
      </w:r>
      <w:r w:rsidRPr="0062176B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 xml:space="preserve">» </w:t>
      </w: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__________</w:t>
      </w:r>
      <w:r w:rsidRPr="0062176B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 xml:space="preserve"> 201</w:t>
      </w: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3</w:t>
      </w:r>
      <w:r w:rsidRPr="0062176B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г.</w:t>
      </w:r>
    </w:p>
    <w:p w:rsidR="00916DD7" w:rsidRPr="0062176B" w:rsidRDefault="00916DD7" w:rsidP="002A4B54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916DD7" w:rsidRPr="0062176B" w:rsidRDefault="00916DD7" w:rsidP="002A4B54">
      <w:pPr>
        <w:pStyle w:val="a"/>
        <w:suppressAutoHyphens/>
        <w:spacing w:before="0" w:after="0"/>
        <w:jc w:val="both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916DD7" w:rsidRPr="00C54E69" w:rsidRDefault="00916DD7" w:rsidP="002A4B54">
      <w:pPr>
        <w:suppressAutoHyphens/>
        <w:jc w:val="center"/>
        <w:rPr>
          <w:b/>
          <w:bCs/>
          <w:spacing w:val="-2"/>
          <w:w w:val="102"/>
          <w:sz w:val="20"/>
          <w:szCs w:val="20"/>
        </w:rPr>
      </w:pPr>
      <w:r w:rsidRPr="00C54E69">
        <w:rPr>
          <w:b/>
          <w:bCs/>
          <w:spacing w:val="-2"/>
          <w:w w:val="102"/>
          <w:sz w:val="20"/>
          <w:szCs w:val="20"/>
        </w:rPr>
        <w:t>ПРОТОКОЛ СОГЛАСОВАНИЯ ДОГОВОРНОЙ ЦЕНЫ</w:t>
      </w:r>
    </w:p>
    <w:p w:rsidR="00916DD7" w:rsidRPr="0062176B" w:rsidRDefault="00916DD7" w:rsidP="002A4B54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916DD7" w:rsidRDefault="00916DD7" w:rsidP="00C92CC2">
      <w:pPr>
        <w:suppressAutoHyphens/>
        <w:rPr>
          <w:spacing w:val="-2"/>
          <w:w w:val="102"/>
          <w:sz w:val="20"/>
          <w:szCs w:val="20"/>
        </w:rPr>
      </w:pPr>
      <w:r>
        <w:rPr>
          <w:spacing w:val="-2"/>
          <w:w w:val="102"/>
          <w:sz w:val="20"/>
          <w:szCs w:val="20"/>
        </w:rPr>
        <w:t>г. Саратов</w:t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 w:rsidRPr="0062176B">
        <w:rPr>
          <w:spacing w:val="-2"/>
          <w:w w:val="102"/>
          <w:sz w:val="20"/>
          <w:szCs w:val="20"/>
        </w:rPr>
        <w:t xml:space="preserve"> «</w:t>
      </w:r>
      <w:r>
        <w:rPr>
          <w:spacing w:val="-2"/>
          <w:w w:val="102"/>
          <w:sz w:val="20"/>
          <w:szCs w:val="20"/>
        </w:rPr>
        <w:t>___</w:t>
      </w:r>
      <w:r w:rsidRPr="0062176B">
        <w:rPr>
          <w:spacing w:val="-2"/>
          <w:w w:val="102"/>
          <w:sz w:val="20"/>
          <w:szCs w:val="20"/>
        </w:rPr>
        <w:t xml:space="preserve">» </w:t>
      </w:r>
      <w:r>
        <w:rPr>
          <w:spacing w:val="-2"/>
          <w:w w:val="102"/>
          <w:sz w:val="20"/>
          <w:szCs w:val="20"/>
        </w:rPr>
        <w:t>__________</w:t>
      </w:r>
      <w:r w:rsidRPr="0062176B">
        <w:rPr>
          <w:spacing w:val="-2"/>
          <w:w w:val="102"/>
          <w:sz w:val="20"/>
          <w:szCs w:val="20"/>
        </w:rPr>
        <w:t>201</w:t>
      </w:r>
      <w:r>
        <w:rPr>
          <w:spacing w:val="-2"/>
          <w:w w:val="102"/>
          <w:sz w:val="20"/>
          <w:szCs w:val="20"/>
        </w:rPr>
        <w:t>3</w:t>
      </w:r>
      <w:r w:rsidRPr="0062176B">
        <w:rPr>
          <w:spacing w:val="-2"/>
          <w:w w:val="102"/>
          <w:sz w:val="20"/>
          <w:szCs w:val="20"/>
        </w:rPr>
        <w:t>г.</w:t>
      </w:r>
      <w:r w:rsidRPr="0062176B">
        <w:rPr>
          <w:spacing w:val="-2"/>
          <w:w w:val="102"/>
          <w:sz w:val="20"/>
          <w:szCs w:val="20"/>
        </w:rPr>
        <w:tab/>
      </w:r>
    </w:p>
    <w:p w:rsidR="00916DD7" w:rsidRPr="00481433" w:rsidRDefault="00916DD7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916DD7" w:rsidRPr="00AD425B" w:rsidRDefault="00916DD7" w:rsidP="005240AF">
      <w:pPr>
        <w:autoSpaceDE w:val="0"/>
        <w:ind w:firstLine="709"/>
        <w:jc w:val="both"/>
        <w:rPr>
          <w:color w:val="000000"/>
          <w:spacing w:val="-2"/>
          <w:w w:val="102"/>
        </w:rPr>
      </w:pPr>
      <w:r w:rsidRPr="00B935A1">
        <w:rPr>
          <w:spacing w:val="-2"/>
          <w:w w:val="102"/>
        </w:rPr>
        <w:t>Мы, нижеподписавшиеся,</w:t>
      </w:r>
      <w:r>
        <w:rPr>
          <w:spacing w:val="-2"/>
          <w:w w:val="102"/>
        </w:rPr>
        <w:t xml:space="preserve"> </w:t>
      </w:r>
      <w:r w:rsidRPr="00B935A1">
        <w:rPr>
          <w:spacing w:val="-2"/>
          <w:w w:val="102"/>
        </w:rPr>
        <w:t xml:space="preserve">от лица </w:t>
      </w:r>
      <w:r w:rsidRPr="00AD425B">
        <w:rPr>
          <w:b/>
          <w:bCs/>
          <w:spacing w:val="-2"/>
          <w:w w:val="102"/>
        </w:rPr>
        <w:t>Заказчика</w:t>
      </w:r>
      <w:r w:rsidRPr="00B935A1">
        <w:rPr>
          <w:spacing w:val="-2"/>
          <w:w w:val="102"/>
        </w:rPr>
        <w:t xml:space="preserve"> ЗАО «Саратовское предприятие городских электрических сетей» –  первый заместитель генерального директора  Филимонов Александр Дмитриевич, действующий на основании Доверенности № 15 от 05.11.2013 г., от лица </w:t>
      </w:r>
      <w:r w:rsidRPr="00AD425B">
        <w:rPr>
          <w:b/>
          <w:bCs/>
          <w:spacing w:val="-2"/>
          <w:w w:val="102"/>
        </w:rPr>
        <w:t>Подрядчика</w:t>
      </w:r>
      <w:r w:rsidRPr="00B935A1">
        <w:rPr>
          <w:spacing w:val="-2"/>
          <w:w w:val="102"/>
        </w:rPr>
        <w:t xml:space="preserve"> ООО «ГорЭнергоСервис» - директор Яценко Сергей Юрьевич, действующий на </w:t>
      </w:r>
      <w:r w:rsidRPr="00AD425B">
        <w:rPr>
          <w:color w:val="000000"/>
          <w:spacing w:val="-2"/>
          <w:w w:val="102"/>
        </w:rPr>
        <w:t>основании Устава,настоящим удостоверяем, что Сторонами достигнуто соглашение о величине договорной цены по разработке и согласованию рабочего проекта (далее - проект), на следующие проектныеработы:</w:t>
      </w:r>
    </w:p>
    <w:p w:rsidR="00916DD7" w:rsidRPr="00AD425B" w:rsidRDefault="00916DD7" w:rsidP="00B935A1">
      <w:pPr>
        <w:autoSpaceDE w:val="0"/>
        <w:ind w:firstLine="709"/>
        <w:jc w:val="both"/>
        <w:rPr>
          <w:color w:val="000000"/>
        </w:rPr>
      </w:pPr>
      <w:bookmarkStart w:id="0" w:name="_GoBack"/>
      <w:r w:rsidRPr="00AD425B">
        <w:rPr>
          <w:color w:val="000000"/>
        </w:rPr>
        <w:t>Монтаж кабельного вывода 0,4кВ от РУ-0,4кВ комплексной трансформаторной подстанции (КТП) -250/6/0,4 по адресу: г. Саратов, садовое некоммерческое товарищество (СНТ) "Кировец-1" до пунктовой опоры ВЛИ-0,4кВ по адресу: г. Саратов, СНТ "Кировец-1", проезд 1;</w:t>
      </w:r>
    </w:p>
    <w:p w:rsidR="00916DD7" w:rsidRPr="00AD425B" w:rsidRDefault="00916DD7" w:rsidP="00B935A1">
      <w:pPr>
        <w:autoSpaceDE w:val="0"/>
        <w:ind w:firstLine="709"/>
        <w:jc w:val="both"/>
        <w:rPr>
          <w:color w:val="000000"/>
        </w:rPr>
      </w:pPr>
      <w:r w:rsidRPr="00AD425B">
        <w:rPr>
          <w:color w:val="000000"/>
        </w:rPr>
        <w:t xml:space="preserve"> Монтаж ВЛИ-0,4кВ от пунктовой опоры КТП-250/6/0,4кВ по адресу: г. Саратов, СНТ "Кировец-1", проезд 1 до опоры  у границ земельного участка с кадастровым номером 64:48:020366:27, СНТ "Кировец-1", д. 27; </w:t>
      </w:r>
    </w:p>
    <w:p w:rsidR="00916DD7" w:rsidRPr="00AD425B" w:rsidRDefault="00916DD7" w:rsidP="00B935A1">
      <w:pPr>
        <w:autoSpaceDE w:val="0"/>
        <w:ind w:firstLine="709"/>
        <w:jc w:val="both"/>
        <w:rPr>
          <w:color w:val="000000"/>
        </w:rPr>
      </w:pPr>
      <w:r w:rsidRPr="00AD425B">
        <w:rPr>
          <w:color w:val="000000"/>
        </w:rPr>
        <w:t xml:space="preserve">Монтаж кабельного вывода 0,4кВ от РУ-0,4кВ КТП -250/6/0,4 до пунктовой опоры ВЛИ-0,4кВ по адресу: г. Саратов, СНТ "Кировец-1", проезд 2; </w:t>
      </w:r>
    </w:p>
    <w:p w:rsidR="00916DD7" w:rsidRPr="00AD425B" w:rsidRDefault="00916DD7" w:rsidP="00B935A1">
      <w:pPr>
        <w:autoSpaceDE w:val="0"/>
        <w:ind w:firstLine="709"/>
        <w:jc w:val="both"/>
        <w:rPr>
          <w:color w:val="000000"/>
        </w:rPr>
      </w:pPr>
      <w:r w:rsidRPr="00AD425B">
        <w:rPr>
          <w:color w:val="000000"/>
        </w:rPr>
        <w:t xml:space="preserve">Монтаж ВЛИ-0,4кВ от пунктовой опоры КТП-250/6/0,4кВ по адресу: г. Саратов, СНТ "Кировец-1", проезд 2 до опоры у границ земельного участка с кадастровым номером 64:48:020366:3, СНТ "Кировец-1", д. 5;  </w:t>
      </w:r>
    </w:p>
    <w:p w:rsidR="00916DD7" w:rsidRPr="00AD425B" w:rsidRDefault="00916DD7" w:rsidP="00B935A1">
      <w:pPr>
        <w:autoSpaceDE w:val="0"/>
        <w:ind w:firstLine="709"/>
        <w:jc w:val="both"/>
        <w:rPr>
          <w:color w:val="000000"/>
          <w:spacing w:val="-2"/>
          <w:w w:val="102"/>
        </w:rPr>
      </w:pPr>
      <w:r w:rsidRPr="00AD425B">
        <w:rPr>
          <w:color w:val="000000"/>
        </w:rPr>
        <w:t>Монтаж ВЛИ-0,4кВ от опоры по адресу: г. Саратов, СНТ "Кировец-1", проезд 1 А до опоры у границ земельного участка с кадастровым номером 64:48:020369:21, СНТ "Кировец-1", д. 40,</w:t>
      </w:r>
      <w:bookmarkEnd w:id="0"/>
      <w:r w:rsidRPr="00AD425B">
        <w:rPr>
          <w:color w:val="000000"/>
        </w:rPr>
        <w:t xml:space="preserve"> в сумме </w:t>
      </w:r>
      <w:r w:rsidRPr="00AD425B">
        <w:rPr>
          <w:color w:val="000000"/>
          <w:spacing w:val="-2"/>
          <w:w w:val="102"/>
        </w:rPr>
        <w:t>272 927 (двести семьдесят две тысячи девятьсот двадцать семь) рублей 36 копеек, в том числе НДС 18% - 41 632 (сорок одна тысяча шестьсот тридцать два) рубля 99 копеек.</w:t>
      </w:r>
    </w:p>
    <w:p w:rsidR="00916DD7" w:rsidRPr="00B935A1" w:rsidRDefault="00916DD7" w:rsidP="00B935A1">
      <w:pPr>
        <w:autoSpaceDE w:val="0"/>
        <w:ind w:firstLine="708"/>
        <w:jc w:val="both"/>
        <w:rPr>
          <w:spacing w:val="-2"/>
          <w:w w:val="102"/>
        </w:rPr>
      </w:pPr>
      <w:r w:rsidRPr="00AD425B">
        <w:rPr>
          <w:color w:val="000000"/>
          <w:spacing w:val="-2"/>
          <w:w w:val="102"/>
        </w:rPr>
        <w:t>Настоящий протокол является основанием для</w:t>
      </w:r>
      <w:r w:rsidRPr="00B935A1">
        <w:rPr>
          <w:spacing w:val="-2"/>
          <w:w w:val="102"/>
        </w:rPr>
        <w:t xml:space="preserve"> проведения взаимных расчетов и платежей между Заказчиком и Подрядчиком.</w:t>
      </w:r>
    </w:p>
    <w:p w:rsidR="00916DD7" w:rsidRPr="00B935A1" w:rsidRDefault="00916DD7" w:rsidP="002A4B54">
      <w:pPr>
        <w:shd w:val="clear" w:color="auto" w:fill="FFFFFF"/>
        <w:tabs>
          <w:tab w:val="left" w:pos="912"/>
        </w:tabs>
        <w:ind w:firstLine="709"/>
        <w:jc w:val="both"/>
      </w:pPr>
    </w:p>
    <w:p w:rsidR="00916DD7" w:rsidRPr="00D62CF9" w:rsidRDefault="00916DD7" w:rsidP="002A4B54">
      <w:pPr>
        <w:snapToGrid w:val="0"/>
        <w:jc w:val="both"/>
        <w:rPr>
          <w:b/>
          <w:bCs/>
          <w:color w:val="000000"/>
          <w:spacing w:val="-2"/>
          <w:w w:val="102"/>
          <w:sz w:val="22"/>
          <w:szCs w:val="22"/>
        </w:rPr>
      </w:pPr>
    </w:p>
    <w:p w:rsidR="00916DD7" w:rsidRDefault="00916DD7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</w:p>
    <w:p w:rsidR="00916DD7" w:rsidRPr="00AD425B" w:rsidRDefault="00916DD7" w:rsidP="00C92CC2">
      <w:pPr>
        <w:snapToGrid w:val="0"/>
        <w:ind w:left="708"/>
        <w:jc w:val="both"/>
        <w:rPr>
          <w:b/>
          <w:bCs/>
          <w:color w:val="000000"/>
          <w:spacing w:val="-2"/>
          <w:w w:val="102"/>
          <w:sz w:val="22"/>
          <w:szCs w:val="22"/>
        </w:rPr>
      </w:pPr>
      <w:r w:rsidRPr="00AD425B">
        <w:rPr>
          <w:b/>
          <w:bCs/>
          <w:color w:val="000000"/>
          <w:spacing w:val="-2"/>
          <w:w w:val="102"/>
          <w:sz w:val="22"/>
          <w:szCs w:val="22"/>
        </w:rPr>
        <w:t>Заказчик:</w:t>
      </w:r>
      <w:r>
        <w:rPr>
          <w:b/>
          <w:bCs/>
          <w:color w:val="000000"/>
          <w:spacing w:val="-2"/>
          <w:w w:val="102"/>
          <w:sz w:val="22"/>
          <w:szCs w:val="22"/>
        </w:rPr>
        <w:t xml:space="preserve"> ЗАО «СПГЭС»</w:t>
      </w:r>
      <w:r w:rsidRPr="00AD425B">
        <w:rPr>
          <w:b/>
          <w:bCs/>
          <w:color w:val="000000"/>
          <w:spacing w:val="-2"/>
          <w:w w:val="102"/>
          <w:sz w:val="22"/>
          <w:szCs w:val="22"/>
        </w:rPr>
        <w:tab/>
      </w:r>
      <w:r w:rsidRPr="00AD425B">
        <w:rPr>
          <w:b/>
          <w:bCs/>
          <w:color w:val="000000"/>
          <w:spacing w:val="-2"/>
          <w:w w:val="102"/>
          <w:sz w:val="22"/>
          <w:szCs w:val="22"/>
        </w:rPr>
        <w:tab/>
      </w:r>
      <w:r w:rsidRPr="00AD425B">
        <w:rPr>
          <w:b/>
          <w:bCs/>
          <w:color w:val="000000"/>
          <w:spacing w:val="-2"/>
          <w:w w:val="102"/>
          <w:sz w:val="22"/>
          <w:szCs w:val="22"/>
        </w:rPr>
        <w:tab/>
      </w:r>
      <w:r w:rsidRPr="00AD425B">
        <w:rPr>
          <w:b/>
          <w:bCs/>
          <w:color w:val="000000"/>
          <w:spacing w:val="-2"/>
          <w:w w:val="102"/>
          <w:sz w:val="22"/>
          <w:szCs w:val="22"/>
        </w:rPr>
        <w:tab/>
      </w:r>
      <w:r w:rsidRPr="00AD425B">
        <w:rPr>
          <w:b/>
          <w:bCs/>
          <w:color w:val="000000"/>
          <w:spacing w:val="-2"/>
          <w:w w:val="102"/>
          <w:sz w:val="22"/>
          <w:szCs w:val="22"/>
        </w:rPr>
        <w:tab/>
        <w:t>Подрядчик:</w:t>
      </w:r>
      <w:r>
        <w:rPr>
          <w:b/>
          <w:bCs/>
          <w:color w:val="000000"/>
          <w:spacing w:val="-2"/>
          <w:w w:val="102"/>
          <w:sz w:val="22"/>
          <w:szCs w:val="22"/>
        </w:rPr>
        <w:t xml:space="preserve"> ООО «ГЭС»</w:t>
      </w:r>
    </w:p>
    <w:p w:rsidR="00916DD7" w:rsidRPr="00AD425B" w:rsidRDefault="00916DD7" w:rsidP="00C92CC2">
      <w:pPr>
        <w:snapToGrid w:val="0"/>
        <w:ind w:left="708"/>
        <w:jc w:val="both"/>
        <w:rPr>
          <w:b/>
          <w:bCs/>
          <w:color w:val="000000"/>
          <w:spacing w:val="-2"/>
          <w:w w:val="102"/>
          <w:sz w:val="22"/>
          <w:szCs w:val="22"/>
        </w:rPr>
      </w:pPr>
      <w:r w:rsidRPr="00AD425B">
        <w:rPr>
          <w:b/>
          <w:bCs/>
          <w:color w:val="000000"/>
          <w:spacing w:val="-2"/>
          <w:w w:val="102"/>
          <w:sz w:val="22"/>
          <w:szCs w:val="22"/>
        </w:rPr>
        <w:tab/>
      </w:r>
      <w:r w:rsidRPr="00AD425B">
        <w:rPr>
          <w:b/>
          <w:bCs/>
          <w:color w:val="000000"/>
          <w:spacing w:val="-2"/>
          <w:w w:val="102"/>
          <w:sz w:val="22"/>
          <w:szCs w:val="22"/>
        </w:rPr>
        <w:tab/>
      </w:r>
      <w:r w:rsidRPr="00AD425B">
        <w:rPr>
          <w:b/>
          <w:bCs/>
          <w:color w:val="000000"/>
          <w:spacing w:val="-2"/>
          <w:w w:val="102"/>
          <w:sz w:val="22"/>
          <w:szCs w:val="22"/>
        </w:rPr>
        <w:tab/>
      </w:r>
      <w:r w:rsidRPr="00AD425B">
        <w:rPr>
          <w:b/>
          <w:bCs/>
          <w:color w:val="000000"/>
          <w:spacing w:val="-2"/>
          <w:w w:val="102"/>
          <w:sz w:val="22"/>
          <w:szCs w:val="22"/>
        </w:rPr>
        <w:tab/>
      </w:r>
      <w:r w:rsidRPr="00AD425B">
        <w:rPr>
          <w:b/>
          <w:bCs/>
          <w:color w:val="000000"/>
          <w:spacing w:val="-2"/>
          <w:w w:val="102"/>
          <w:sz w:val="22"/>
          <w:szCs w:val="22"/>
        </w:rPr>
        <w:tab/>
      </w:r>
      <w:r w:rsidRPr="00AD425B">
        <w:rPr>
          <w:b/>
          <w:bCs/>
          <w:color w:val="000000"/>
          <w:spacing w:val="-2"/>
          <w:w w:val="102"/>
          <w:sz w:val="22"/>
          <w:szCs w:val="22"/>
        </w:rPr>
        <w:tab/>
      </w:r>
      <w:r w:rsidRPr="00AD425B">
        <w:rPr>
          <w:b/>
          <w:bCs/>
          <w:color w:val="000000"/>
          <w:spacing w:val="-2"/>
          <w:w w:val="102"/>
          <w:sz w:val="22"/>
          <w:szCs w:val="22"/>
        </w:rPr>
        <w:tab/>
      </w:r>
    </w:p>
    <w:p w:rsidR="00916DD7" w:rsidRPr="00AD425B" w:rsidRDefault="00916DD7" w:rsidP="00C92CC2">
      <w:pPr>
        <w:snapToGrid w:val="0"/>
        <w:ind w:left="708"/>
        <w:jc w:val="both"/>
        <w:rPr>
          <w:b/>
          <w:bCs/>
          <w:color w:val="000000"/>
          <w:spacing w:val="-2"/>
          <w:w w:val="102"/>
          <w:sz w:val="22"/>
          <w:szCs w:val="22"/>
        </w:rPr>
      </w:pPr>
      <w:r w:rsidRPr="00AD425B">
        <w:rPr>
          <w:b/>
          <w:bCs/>
          <w:color w:val="000000"/>
          <w:spacing w:val="-2"/>
          <w:w w:val="102"/>
          <w:sz w:val="22"/>
          <w:szCs w:val="22"/>
        </w:rPr>
        <w:t xml:space="preserve">Первый заместитель </w:t>
      </w:r>
    </w:p>
    <w:p w:rsidR="00916DD7" w:rsidRPr="00AD425B" w:rsidRDefault="00916DD7" w:rsidP="00C92CC2">
      <w:pPr>
        <w:snapToGrid w:val="0"/>
        <w:ind w:left="708"/>
        <w:jc w:val="both"/>
        <w:rPr>
          <w:b/>
          <w:bCs/>
          <w:color w:val="000000"/>
          <w:spacing w:val="-2"/>
          <w:w w:val="102"/>
          <w:sz w:val="22"/>
          <w:szCs w:val="22"/>
        </w:rPr>
      </w:pPr>
      <w:r w:rsidRPr="00AD425B">
        <w:rPr>
          <w:b/>
          <w:bCs/>
          <w:color w:val="000000"/>
          <w:spacing w:val="-2"/>
          <w:w w:val="102"/>
          <w:sz w:val="22"/>
          <w:szCs w:val="22"/>
        </w:rPr>
        <w:t>генерального директора</w:t>
      </w:r>
      <w:r w:rsidRPr="00AD425B">
        <w:rPr>
          <w:b/>
          <w:bCs/>
          <w:sz w:val="22"/>
          <w:szCs w:val="22"/>
        </w:rPr>
        <w:tab/>
      </w:r>
      <w:r w:rsidRPr="00AD425B">
        <w:rPr>
          <w:b/>
          <w:bCs/>
          <w:sz w:val="22"/>
          <w:szCs w:val="22"/>
        </w:rPr>
        <w:tab/>
      </w:r>
      <w:r w:rsidRPr="00AD425B">
        <w:rPr>
          <w:b/>
          <w:bCs/>
          <w:sz w:val="22"/>
          <w:szCs w:val="22"/>
        </w:rPr>
        <w:tab/>
      </w:r>
      <w:r w:rsidRPr="00AD425B">
        <w:rPr>
          <w:b/>
          <w:bCs/>
          <w:sz w:val="22"/>
          <w:szCs w:val="22"/>
        </w:rPr>
        <w:tab/>
      </w:r>
      <w:r w:rsidRPr="00AD425B">
        <w:rPr>
          <w:b/>
          <w:bCs/>
          <w:sz w:val="22"/>
          <w:szCs w:val="22"/>
        </w:rPr>
        <w:tab/>
        <w:t>Директор</w:t>
      </w:r>
    </w:p>
    <w:p w:rsidR="00916DD7" w:rsidRPr="00AD425B" w:rsidRDefault="00916DD7" w:rsidP="00C92CC2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ind w:left="708"/>
        <w:rPr>
          <w:b/>
          <w:bCs/>
          <w:sz w:val="22"/>
          <w:szCs w:val="22"/>
        </w:rPr>
      </w:pPr>
    </w:p>
    <w:p w:rsidR="00916DD7" w:rsidRPr="00AD425B" w:rsidRDefault="00916DD7" w:rsidP="00C92CC2">
      <w:pPr>
        <w:shd w:val="clear" w:color="auto" w:fill="FFFFFF"/>
        <w:tabs>
          <w:tab w:val="left" w:pos="912"/>
        </w:tabs>
        <w:spacing w:line="200" w:lineRule="atLeast"/>
        <w:ind w:left="708"/>
        <w:jc w:val="both"/>
        <w:rPr>
          <w:sz w:val="22"/>
          <w:szCs w:val="22"/>
        </w:rPr>
      </w:pPr>
      <w:r w:rsidRPr="00AD425B">
        <w:rPr>
          <w:b/>
          <w:bCs/>
          <w:sz w:val="22"/>
          <w:szCs w:val="22"/>
        </w:rPr>
        <w:t>_____________________ А.Д.</w:t>
      </w:r>
      <w:r w:rsidRPr="00AD425B">
        <w:rPr>
          <w:b/>
          <w:bCs/>
          <w:color w:val="000000"/>
          <w:spacing w:val="-2"/>
          <w:w w:val="102"/>
          <w:sz w:val="22"/>
          <w:szCs w:val="22"/>
        </w:rPr>
        <w:t xml:space="preserve"> Филимонов</w:t>
      </w:r>
      <w:r w:rsidRPr="00AD425B">
        <w:rPr>
          <w:b/>
          <w:bCs/>
          <w:sz w:val="22"/>
          <w:szCs w:val="22"/>
        </w:rPr>
        <w:tab/>
      </w:r>
      <w:r w:rsidRPr="00AD425B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             </w:t>
      </w:r>
      <w:r w:rsidRPr="00AD425B">
        <w:rPr>
          <w:b/>
          <w:bCs/>
          <w:sz w:val="22"/>
          <w:szCs w:val="22"/>
        </w:rPr>
        <w:t>________________ С. Ю. Яценко</w:t>
      </w:r>
    </w:p>
    <w:p w:rsidR="00916DD7" w:rsidRPr="00AD425B" w:rsidRDefault="00916DD7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 w:val="22"/>
          <w:szCs w:val="22"/>
        </w:rPr>
      </w:pPr>
    </w:p>
    <w:sectPr w:rsidR="00916DD7" w:rsidRPr="00AD425B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DD7" w:rsidRDefault="00916DD7" w:rsidP="002A4B54">
      <w:r>
        <w:separator/>
      </w:r>
    </w:p>
  </w:endnote>
  <w:endnote w:type="continuationSeparator" w:id="1">
    <w:p w:rsidR="00916DD7" w:rsidRDefault="00916DD7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DD7" w:rsidRDefault="00916DD7" w:rsidP="002A4B54">
      <w:r>
        <w:separator/>
      </w:r>
    </w:p>
  </w:footnote>
  <w:footnote w:type="continuationSeparator" w:id="1">
    <w:p w:rsidR="00916DD7" w:rsidRDefault="00916DD7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96C8B"/>
    <w:multiLevelType w:val="hybridMultilevel"/>
    <w:tmpl w:val="2CF2A5E4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0" w:hanging="360"/>
      </w:pPr>
      <w:rPr>
        <w:rFonts w:ascii="Wingdings" w:hAnsi="Wingdings" w:cs="Wingdings" w:hint="default"/>
      </w:rPr>
    </w:lvl>
  </w:abstractNum>
  <w:abstractNum w:abstractNumId="1">
    <w:nsid w:val="54E647D6"/>
    <w:multiLevelType w:val="hybridMultilevel"/>
    <w:tmpl w:val="651090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9"/>
  <w:embedSystemFonts/>
  <w:defaultTabStop w:val="708"/>
  <w:doNotHyphenateCaps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0D4E"/>
    <w:rsid w:val="00045B35"/>
    <w:rsid w:val="000775AD"/>
    <w:rsid w:val="00095943"/>
    <w:rsid w:val="00172E8A"/>
    <w:rsid w:val="001760C2"/>
    <w:rsid w:val="001C1184"/>
    <w:rsid w:val="001F314C"/>
    <w:rsid w:val="001F38EE"/>
    <w:rsid w:val="00251DA7"/>
    <w:rsid w:val="002A4B54"/>
    <w:rsid w:val="002C707E"/>
    <w:rsid w:val="003B648C"/>
    <w:rsid w:val="003C4C69"/>
    <w:rsid w:val="004027A6"/>
    <w:rsid w:val="00481433"/>
    <w:rsid w:val="004E155B"/>
    <w:rsid w:val="005240AF"/>
    <w:rsid w:val="00580A93"/>
    <w:rsid w:val="0062176B"/>
    <w:rsid w:val="00623826"/>
    <w:rsid w:val="00700DFA"/>
    <w:rsid w:val="00722442"/>
    <w:rsid w:val="00754DCA"/>
    <w:rsid w:val="008655DE"/>
    <w:rsid w:val="00891017"/>
    <w:rsid w:val="008D7F49"/>
    <w:rsid w:val="00916DD7"/>
    <w:rsid w:val="00917E8B"/>
    <w:rsid w:val="00926FD3"/>
    <w:rsid w:val="009509D9"/>
    <w:rsid w:val="00A929F8"/>
    <w:rsid w:val="00AC2DEE"/>
    <w:rsid w:val="00AD0D4E"/>
    <w:rsid w:val="00AD425B"/>
    <w:rsid w:val="00B935A1"/>
    <w:rsid w:val="00BC5CC3"/>
    <w:rsid w:val="00C05F75"/>
    <w:rsid w:val="00C16843"/>
    <w:rsid w:val="00C54E69"/>
    <w:rsid w:val="00C57963"/>
    <w:rsid w:val="00C92CC2"/>
    <w:rsid w:val="00CF5A87"/>
    <w:rsid w:val="00CF6067"/>
    <w:rsid w:val="00D53B50"/>
    <w:rsid w:val="00D62CF9"/>
    <w:rsid w:val="00DB2797"/>
    <w:rsid w:val="00DC42B8"/>
    <w:rsid w:val="00DE1E6B"/>
    <w:rsid w:val="00E708AE"/>
    <w:rsid w:val="00EE3D62"/>
    <w:rsid w:val="00F21F44"/>
    <w:rsid w:val="00F91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B5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2A4B54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WW-2">
    <w:name w:val="WW-???????? ????? 2"/>
    <w:basedOn w:val="Normal"/>
    <w:uiPriority w:val="99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0">
    <w:name w:val="Обычный с отступом Знак"/>
    <w:link w:val="a1"/>
    <w:uiPriority w:val="99"/>
    <w:locked/>
    <w:rsid w:val="002A4B54"/>
    <w:rPr>
      <w:kern w:val="24"/>
      <w:sz w:val="24"/>
      <w:szCs w:val="24"/>
    </w:rPr>
  </w:style>
  <w:style w:type="paragraph" w:customStyle="1" w:styleId="a1">
    <w:name w:val="Обычный с отступом"/>
    <w:basedOn w:val="Normal"/>
    <w:link w:val="a0"/>
    <w:uiPriority w:val="99"/>
    <w:rsid w:val="002A4B54"/>
    <w:pPr>
      <w:ind w:firstLine="567"/>
      <w:jc w:val="both"/>
    </w:pPr>
    <w:rPr>
      <w:rFonts w:ascii="Calibri" w:eastAsia="Calibri" w:hAnsi="Calibri" w:cs="Calibri"/>
      <w:kern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2A4B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ListParagraph">
    <w:name w:val="List Paragraph"/>
    <w:basedOn w:val="Normal"/>
    <w:uiPriority w:val="99"/>
    <w:qFormat/>
    <w:rsid w:val="00C5796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CF60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6067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14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302</TotalTime>
  <Pages>1</Pages>
  <Words>326</Words>
  <Characters>1864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9608</cp:lastModifiedBy>
  <cp:revision>36</cp:revision>
  <cp:lastPrinted>2013-11-19T05:15:00Z</cp:lastPrinted>
  <dcterms:created xsi:type="dcterms:W3CDTF">2012-05-23T05:28:00Z</dcterms:created>
  <dcterms:modified xsi:type="dcterms:W3CDTF">2013-11-22T12:10:00Z</dcterms:modified>
</cp:coreProperties>
</file>