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955" w:rsidRDefault="008D0955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8D0955" w:rsidRDefault="008D0955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8D0955" w:rsidRPr="00977C8E" w:rsidRDefault="008D0955" w:rsidP="002F4C14">
      <w:pPr>
        <w:pStyle w:val="a"/>
        <w:tabs>
          <w:tab w:val="center" w:pos="5017"/>
          <w:tab w:val="left" w:pos="8070"/>
          <w:tab w:val="right" w:pos="10034"/>
        </w:tabs>
        <w:suppressAutoHyphens/>
        <w:spacing w:before="0" w:after="0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ab/>
        <w:t xml:space="preserve">                                       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8D0955" w:rsidRPr="00977C8E" w:rsidRDefault="008D0955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к договору подряда № ___ от «___» __________ 201</w:t>
      </w:r>
      <w:r>
        <w:rPr>
          <w:b/>
          <w:bCs/>
          <w:spacing w:val="-2"/>
          <w:w w:val="102"/>
          <w:sz w:val="20"/>
          <w:szCs w:val="20"/>
        </w:rPr>
        <w:t>4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8D0955" w:rsidRPr="00977C8E" w:rsidRDefault="008D0955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8D0955" w:rsidRPr="00977C8E" w:rsidRDefault="008D0955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8D0955" w:rsidRPr="00977C8E" w:rsidRDefault="008D0955" w:rsidP="0015629F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8D0955" w:rsidRPr="00977C8E" w:rsidRDefault="008D0955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8D0955" w:rsidRPr="00723271" w:rsidRDefault="008D0955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8D0955" w:rsidRPr="00723271" w:rsidRDefault="008D0955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«___» _____________ 201</w:t>
      </w:r>
      <w:r>
        <w:rPr>
          <w:spacing w:val="-2"/>
          <w:w w:val="102"/>
          <w:sz w:val="22"/>
          <w:szCs w:val="22"/>
        </w:rPr>
        <w:t xml:space="preserve">4 </w:t>
      </w:r>
      <w:r w:rsidRPr="00723271">
        <w:rPr>
          <w:spacing w:val="-2"/>
          <w:w w:val="102"/>
          <w:sz w:val="22"/>
          <w:szCs w:val="22"/>
        </w:rPr>
        <w:t>г.</w:t>
      </w:r>
      <w:r w:rsidRPr="00723271">
        <w:rPr>
          <w:spacing w:val="-2"/>
          <w:w w:val="102"/>
          <w:sz w:val="22"/>
          <w:szCs w:val="22"/>
        </w:rPr>
        <w:tab/>
      </w:r>
    </w:p>
    <w:p w:rsidR="008D0955" w:rsidRPr="00C60012" w:rsidRDefault="008D0955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8D0955" w:rsidRPr="003F3046" w:rsidRDefault="008D0955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3F3046">
        <w:rPr>
          <w:spacing w:val="-2"/>
          <w:w w:val="102"/>
          <w:sz w:val="22"/>
          <w:szCs w:val="22"/>
        </w:rPr>
        <w:t>Мы, нижеподписавшиеся,</w:t>
      </w:r>
      <w:r>
        <w:rPr>
          <w:spacing w:val="-2"/>
          <w:w w:val="102"/>
          <w:sz w:val="22"/>
          <w:szCs w:val="22"/>
        </w:rPr>
        <w:t xml:space="preserve"> </w:t>
      </w:r>
      <w:r w:rsidRPr="003F3046">
        <w:rPr>
          <w:spacing w:val="-2"/>
          <w:w w:val="102"/>
          <w:sz w:val="22"/>
          <w:szCs w:val="22"/>
        </w:rPr>
        <w:t xml:space="preserve">от лица Заказчика </w:t>
      </w:r>
      <w:r w:rsidRPr="002F4C14">
        <w:rPr>
          <w:b/>
          <w:bCs/>
          <w:spacing w:val="-2"/>
          <w:w w:val="102"/>
          <w:sz w:val="22"/>
          <w:szCs w:val="22"/>
        </w:rPr>
        <w:t>ЗАО «Саратовское предприятие городских электрических сетей»</w:t>
      </w:r>
      <w:r w:rsidRPr="003F3046">
        <w:rPr>
          <w:spacing w:val="-2"/>
          <w:w w:val="102"/>
          <w:sz w:val="22"/>
          <w:szCs w:val="22"/>
        </w:rPr>
        <w:t xml:space="preserve"> – первый заместитель генерального директора  Филимонов Александр Дмитриевич, действующий на основании Доверенности </w:t>
      </w:r>
      <w:r w:rsidRPr="003F3046">
        <w:rPr>
          <w:color w:val="000000"/>
          <w:spacing w:val="-2"/>
          <w:w w:val="102"/>
          <w:sz w:val="22"/>
          <w:szCs w:val="22"/>
        </w:rPr>
        <w:t>№ 15 от 05.11.2013 г</w:t>
      </w:r>
      <w:r w:rsidRPr="003F3046">
        <w:rPr>
          <w:spacing w:val="-2"/>
          <w:w w:val="102"/>
          <w:sz w:val="22"/>
          <w:szCs w:val="22"/>
        </w:rPr>
        <w:t xml:space="preserve">., от лица Подрядчика </w:t>
      </w:r>
      <w:r w:rsidRPr="002F4C14">
        <w:rPr>
          <w:b/>
          <w:bCs/>
          <w:spacing w:val="-2"/>
          <w:w w:val="102"/>
          <w:sz w:val="22"/>
          <w:szCs w:val="22"/>
        </w:rPr>
        <w:t>ООО «ГорЭнергоСервис»</w:t>
      </w:r>
      <w:r w:rsidRPr="003F3046">
        <w:rPr>
          <w:spacing w:val="-2"/>
          <w:w w:val="102"/>
          <w:sz w:val="22"/>
          <w:szCs w:val="22"/>
        </w:rPr>
        <w:t xml:space="preserve">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</w:t>
      </w:r>
      <w:r>
        <w:rPr>
          <w:spacing w:val="-2"/>
          <w:w w:val="102"/>
          <w:sz w:val="22"/>
          <w:szCs w:val="22"/>
        </w:rPr>
        <w:t xml:space="preserve"> </w:t>
      </w:r>
      <w:r w:rsidRPr="003F3046">
        <w:rPr>
          <w:spacing w:val="-2"/>
          <w:w w:val="102"/>
          <w:sz w:val="22"/>
          <w:szCs w:val="22"/>
        </w:rPr>
        <w:t>на следующие проектные работы:</w:t>
      </w:r>
    </w:p>
    <w:p w:rsidR="008D0955" w:rsidRPr="00CA66C8" w:rsidRDefault="008D0955" w:rsidP="003F3046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CA66C8">
        <w:rPr>
          <w:sz w:val="22"/>
          <w:szCs w:val="22"/>
        </w:rPr>
        <w:t xml:space="preserve">Монтаж воздушной линии изолированной напряжением 0,4кВ от ближайшей опоры № 7 трансформаторной подстанции № 738 в Новосоколовогорском жилом районе до концевой опоры ВЛИ-0,4 кВ распределительного пункта «Юбилейный», расположенной у границ земельного участка б/н (кадастровый номер земельного участка 64:48:010117:436) в Новосоколовогорском жилом районе </w:t>
      </w:r>
      <w:r>
        <w:rPr>
          <w:sz w:val="22"/>
          <w:szCs w:val="22"/>
        </w:rPr>
        <w:t xml:space="preserve">                       </w:t>
      </w:r>
      <w:r w:rsidRPr="00CA66C8">
        <w:rPr>
          <w:sz w:val="22"/>
          <w:szCs w:val="22"/>
        </w:rPr>
        <w:t>г. Саратова</w:t>
      </w:r>
      <w:r w:rsidRPr="00CA66C8">
        <w:rPr>
          <w:spacing w:val="-2"/>
          <w:w w:val="102"/>
          <w:sz w:val="22"/>
          <w:szCs w:val="22"/>
        </w:rPr>
        <w:t>,</w:t>
      </w:r>
      <w:r>
        <w:rPr>
          <w:spacing w:val="-2"/>
          <w:w w:val="102"/>
          <w:sz w:val="22"/>
          <w:szCs w:val="22"/>
        </w:rPr>
        <w:t xml:space="preserve"> </w:t>
      </w:r>
      <w:r w:rsidRPr="00CA66C8">
        <w:rPr>
          <w:spacing w:val="-2"/>
          <w:w w:val="102"/>
          <w:sz w:val="22"/>
          <w:szCs w:val="22"/>
        </w:rPr>
        <w:t>в сумме110 381 (сто десять тысяч триста восемьдесят один) рубль 58 коп</w:t>
      </w:r>
      <w:r>
        <w:rPr>
          <w:spacing w:val="-2"/>
          <w:w w:val="102"/>
          <w:sz w:val="22"/>
          <w:szCs w:val="22"/>
        </w:rPr>
        <w:t>еек</w:t>
      </w:r>
      <w:r w:rsidRPr="00CA66C8">
        <w:rPr>
          <w:spacing w:val="-2"/>
          <w:w w:val="102"/>
          <w:sz w:val="22"/>
          <w:szCs w:val="22"/>
        </w:rPr>
        <w:t>, в том числе НДС 18% - 16 837 (шестнадцать тысяч восемьсот тридцать семь) рублей 87 коп</w:t>
      </w:r>
      <w:r>
        <w:rPr>
          <w:spacing w:val="-2"/>
          <w:w w:val="102"/>
          <w:sz w:val="22"/>
          <w:szCs w:val="22"/>
        </w:rPr>
        <w:t>еек</w:t>
      </w:r>
      <w:r w:rsidRPr="00CA66C8">
        <w:rPr>
          <w:spacing w:val="-2"/>
          <w:w w:val="102"/>
          <w:sz w:val="22"/>
          <w:szCs w:val="22"/>
        </w:rPr>
        <w:t>.</w:t>
      </w:r>
    </w:p>
    <w:p w:rsidR="008D0955" w:rsidRPr="003F3046" w:rsidRDefault="008D0955" w:rsidP="006F6E69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</w:p>
    <w:p w:rsidR="008D0955" w:rsidRPr="003F3046" w:rsidRDefault="008D0955" w:rsidP="001F37A3">
      <w:pPr>
        <w:pStyle w:val="ListParagraph"/>
        <w:shd w:val="clear" w:color="auto" w:fill="FFFFFF"/>
        <w:tabs>
          <w:tab w:val="left" w:pos="912"/>
        </w:tabs>
        <w:jc w:val="both"/>
        <w:rPr>
          <w:spacing w:val="-2"/>
          <w:w w:val="102"/>
          <w:sz w:val="22"/>
          <w:szCs w:val="22"/>
        </w:rPr>
      </w:pPr>
    </w:p>
    <w:p w:rsidR="008D0955" w:rsidRPr="003F3046" w:rsidRDefault="008D0955" w:rsidP="002F4C14">
      <w:pPr>
        <w:pStyle w:val="ListParagraph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3F3046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</w:t>
      </w:r>
      <w:r>
        <w:rPr>
          <w:spacing w:val="-2"/>
          <w:w w:val="102"/>
          <w:sz w:val="22"/>
          <w:szCs w:val="22"/>
        </w:rPr>
        <w:t xml:space="preserve"> </w:t>
      </w:r>
      <w:r w:rsidRPr="003F3046">
        <w:rPr>
          <w:spacing w:val="-2"/>
          <w:w w:val="102"/>
          <w:sz w:val="22"/>
          <w:szCs w:val="22"/>
        </w:rPr>
        <w:t>Заказчиком и Подрядчиком.</w:t>
      </w:r>
    </w:p>
    <w:p w:rsidR="008D0955" w:rsidRPr="003F3046" w:rsidRDefault="008D0955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8D0955" w:rsidRPr="003F3046" w:rsidRDefault="008D0955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8D0955" w:rsidRPr="00B723FF" w:rsidRDefault="008D0955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8D0955" w:rsidRDefault="008D0955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8D0955" w:rsidRDefault="008D0955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8D0955" w:rsidRDefault="008D0955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8D0955" w:rsidRDefault="008D0955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8D0955" w:rsidRDefault="008D0955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8D0955" w:rsidRDefault="008D0955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8D0955" w:rsidRPr="00BA18DD" w:rsidRDefault="008D0955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8D0955" w:rsidRDefault="008D0955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8D0955" w:rsidRDefault="008D0955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8D0955" w:rsidRPr="00917E8B" w:rsidRDefault="008D0955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8D0955" w:rsidRPr="00917E8B" w:rsidRDefault="008D0955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8D0955" w:rsidRPr="00917E8B" w:rsidRDefault="008D0955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8D0955" w:rsidRPr="0062176B" w:rsidRDefault="008D0955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8D0955" w:rsidRDefault="008D0955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  <w:bookmarkStart w:id="0" w:name="_GoBack"/>
      <w:bookmarkEnd w:id="0"/>
    </w:p>
    <w:sectPr w:rsidR="008D0955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955" w:rsidRDefault="008D0955" w:rsidP="002A4B54">
      <w:r>
        <w:separator/>
      </w:r>
    </w:p>
  </w:endnote>
  <w:endnote w:type="continuationSeparator" w:id="1">
    <w:p w:rsidR="008D0955" w:rsidRDefault="008D0955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955" w:rsidRDefault="008D0955" w:rsidP="002A4B54">
      <w:r>
        <w:separator/>
      </w:r>
    </w:p>
  </w:footnote>
  <w:footnote w:type="continuationSeparator" w:id="1">
    <w:p w:rsidR="008D0955" w:rsidRDefault="008D0955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A4B54"/>
    <w:rsid w:val="002F4C14"/>
    <w:rsid w:val="00333A13"/>
    <w:rsid w:val="00351CB4"/>
    <w:rsid w:val="003C4C69"/>
    <w:rsid w:val="003D5A00"/>
    <w:rsid w:val="003E2D16"/>
    <w:rsid w:val="003F3046"/>
    <w:rsid w:val="004027A6"/>
    <w:rsid w:val="004204F4"/>
    <w:rsid w:val="004C3C21"/>
    <w:rsid w:val="00580A93"/>
    <w:rsid w:val="005864FC"/>
    <w:rsid w:val="00591A5D"/>
    <w:rsid w:val="0059309B"/>
    <w:rsid w:val="005E466A"/>
    <w:rsid w:val="0062176B"/>
    <w:rsid w:val="0066112E"/>
    <w:rsid w:val="00667B68"/>
    <w:rsid w:val="00684060"/>
    <w:rsid w:val="00685A4A"/>
    <w:rsid w:val="0069485E"/>
    <w:rsid w:val="006D769A"/>
    <w:rsid w:val="006F6E69"/>
    <w:rsid w:val="00723271"/>
    <w:rsid w:val="00755317"/>
    <w:rsid w:val="0079665D"/>
    <w:rsid w:val="008655DE"/>
    <w:rsid w:val="00886D47"/>
    <w:rsid w:val="008D0955"/>
    <w:rsid w:val="008D7F49"/>
    <w:rsid w:val="008E164A"/>
    <w:rsid w:val="008F4872"/>
    <w:rsid w:val="008F751F"/>
    <w:rsid w:val="00917E8B"/>
    <w:rsid w:val="00926FD3"/>
    <w:rsid w:val="009509D9"/>
    <w:rsid w:val="0095699B"/>
    <w:rsid w:val="00977C8E"/>
    <w:rsid w:val="0099367C"/>
    <w:rsid w:val="00A75674"/>
    <w:rsid w:val="00A929F8"/>
    <w:rsid w:val="00AB1936"/>
    <w:rsid w:val="00AC2DEE"/>
    <w:rsid w:val="00AD0D4E"/>
    <w:rsid w:val="00B020B6"/>
    <w:rsid w:val="00B02CC6"/>
    <w:rsid w:val="00B04A1A"/>
    <w:rsid w:val="00B4529D"/>
    <w:rsid w:val="00B723FF"/>
    <w:rsid w:val="00BA18DD"/>
    <w:rsid w:val="00BA7A04"/>
    <w:rsid w:val="00BD6760"/>
    <w:rsid w:val="00C05F75"/>
    <w:rsid w:val="00C54E69"/>
    <w:rsid w:val="00C60012"/>
    <w:rsid w:val="00C67DDA"/>
    <w:rsid w:val="00CA66C8"/>
    <w:rsid w:val="00CF5A87"/>
    <w:rsid w:val="00D3545B"/>
    <w:rsid w:val="00D55A62"/>
    <w:rsid w:val="00D6354E"/>
    <w:rsid w:val="00DC42B8"/>
    <w:rsid w:val="00DE6A56"/>
    <w:rsid w:val="00DE7DE3"/>
    <w:rsid w:val="00E708AE"/>
    <w:rsid w:val="00E87BFA"/>
    <w:rsid w:val="00EB61FA"/>
    <w:rsid w:val="00EE3D62"/>
    <w:rsid w:val="00EF0901"/>
    <w:rsid w:val="00F07E6A"/>
    <w:rsid w:val="00F556A6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83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425</TotalTime>
  <Pages>1</Pages>
  <Words>235</Words>
  <Characters>1341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62</cp:revision>
  <cp:lastPrinted>2013-12-18T10:13:00Z</cp:lastPrinted>
  <dcterms:created xsi:type="dcterms:W3CDTF">2012-05-23T05:28:00Z</dcterms:created>
  <dcterms:modified xsi:type="dcterms:W3CDTF">2014-01-13T04:44:00Z</dcterms:modified>
</cp:coreProperties>
</file>