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8" w:type="dxa"/>
        <w:tblInd w:w="-106" w:type="dxa"/>
        <w:tblLook w:val="0000"/>
      </w:tblPr>
      <w:tblGrid>
        <w:gridCol w:w="4788"/>
        <w:gridCol w:w="5040"/>
      </w:tblGrid>
      <w:tr w:rsidR="00FD0B0E" w:rsidRPr="00E12A63">
        <w:tc>
          <w:tcPr>
            <w:tcW w:w="4788" w:type="dxa"/>
          </w:tcPr>
          <w:p w:rsidR="00FD0B0E" w:rsidRPr="00E12A63" w:rsidRDefault="00FD0B0E" w:rsidP="004F4F96">
            <w:pPr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FD0B0E" w:rsidRPr="00E12A63" w:rsidRDefault="00FD0B0E" w:rsidP="004F4F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E12A63">
              <w:rPr>
                <w:sz w:val="28"/>
                <w:szCs w:val="28"/>
              </w:rPr>
              <w:t>УТВЕРЖДАЮ</w:t>
            </w:r>
            <w:r>
              <w:rPr>
                <w:sz w:val="28"/>
                <w:szCs w:val="28"/>
              </w:rPr>
              <w:t>»</w:t>
            </w:r>
          </w:p>
          <w:p w:rsidR="00FD0B0E" w:rsidRDefault="00FD0B0E" w:rsidP="004F4F96">
            <w:pPr>
              <w:rPr>
                <w:sz w:val="28"/>
                <w:szCs w:val="28"/>
              </w:rPr>
            </w:pPr>
            <w:r w:rsidRPr="00E12A63">
              <w:rPr>
                <w:sz w:val="28"/>
                <w:szCs w:val="28"/>
              </w:rPr>
              <w:t xml:space="preserve">Генеральный  директор ЗАО </w:t>
            </w:r>
            <w:r>
              <w:rPr>
                <w:sz w:val="28"/>
                <w:szCs w:val="28"/>
              </w:rPr>
              <w:t>«</w:t>
            </w:r>
            <w:r w:rsidRPr="00E12A63">
              <w:rPr>
                <w:sz w:val="28"/>
                <w:szCs w:val="28"/>
              </w:rPr>
              <w:t xml:space="preserve">СПГЭС» </w:t>
            </w:r>
          </w:p>
          <w:p w:rsidR="00FD0B0E" w:rsidRPr="00E12A63" w:rsidRDefault="00FD0B0E" w:rsidP="004F4F96">
            <w:pPr>
              <w:rPr>
                <w:sz w:val="28"/>
                <w:szCs w:val="28"/>
              </w:rPr>
            </w:pPr>
          </w:p>
          <w:p w:rsidR="00FD0B0E" w:rsidRDefault="00FD0B0E" w:rsidP="004F4F96">
            <w:pPr>
              <w:rPr>
                <w:sz w:val="28"/>
                <w:szCs w:val="28"/>
              </w:rPr>
            </w:pPr>
            <w:r w:rsidRPr="00E12A63">
              <w:rPr>
                <w:sz w:val="28"/>
                <w:szCs w:val="28"/>
              </w:rPr>
              <w:t>______________________ С. В. Козин</w:t>
            </w:r>
          </w:p>
          <w:p w:rsidR="00FD0B0E" w:rsidRPr="00E12A63" w:rsidRDefault="00FD0B0E" w:rsidP="004F4F96">
            <w:pPr>
              <w:rPr>
                <w:sz w:val="28"/>
                <w:szCs w:val="28"/>
              </w:rPr>
            </w:pPr>
          </w:p>
          <w:p w:rsidR="00FD0B0E" w:rsidRPr="00E12A63" w:rsidRDefault="00FD0B0E" w:rsidP="004F4F96">
            <w:pPr>
              <w:rPr>
                <w:sz w:val="28"/>
                <w:szCs w:val="28"/>
              </w:rPr>
            </w:pPr>
            <w:r w:rsidRPr="00E12A63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23</w:t>
            </w:r>
            <w:r w:rsidRPr="00E12A63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>января</w:t>
            </w:r>
            <w:r w:rsidRPr="00E12A63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4</w:t>
            </w:r>
            <w:r w:rsidRPr="00E12A63">
              <w:rPr>
                <w:sz w:val="28"/>
                <w:szCs w:val="28"/>
              </w:rPr>
              <w:t xml:space="preserve"> г.</w:t>
            </w:r>
          </w:p>
        </w:tc>
      </w:tr>
    </w:tbl>
    <w:p w:rsidR="00FD0B0E" w:rsidRPr="00E12A63" w:rsidRDefault="00FD0B0E" w:rsidP="00DA0C8A">
      <w:pPr>
        <w:jc w:val="center"/>
        <w:rPr>
          <w:sz w:val="28"/>
          <w:szCs w:val="28"/>
        </w:rPr>
      </w:pPr>
    </w:p>
    <w:p w:rsidR="00FD0B0E" w:rsidRPr="00E12A63" w:rsidRDefault="00FD0B0E" w:rsidP="00DA0C8A">
      <w:pPr>
        <w:ind w:left="2832"/>
        <w:jc w:val="center"/>
        <w:rPr>
          <w:sz w:val="28"/>
          <w:szCs w:val="28"/>
        </w:rPr>
      </w:pPr>
      <w:r w:rsidRPr="00E12A63">
        <w:rPr>
          <w:sz w:val="28"/>
          <w:szCs w:val="28"/>
        </w:rPr>
        <w:t xml:space="preserve">         </w:t>
      </w:r>
    </w:p>
    <w:p w:rsidR="00FD0B0E" w:rsidRDefault="00FD0B0E" w:rsidP="00DA0C8A">
      <w:pPr>
        <w:ind w:firstLine="708"/>
        <w:jc w:val="both"/>
        <w:rPr>
          <w:u w:val="single"/>
        </w:rPr>
      </w:pPr>
      <w:r w:rsidRPr="009C035D">
        <w:rPr>
          <w:b/>
          <w:bCs/>
        </w:rPr>
        <w:t>Закрытое акционерное общество «Саратовское предприятие городских электрических сетей»</w:t>
      </w:r>
      <w:r w:rsidRPr="00D83C09">
        <w:t xml:space="preserve"> </w:t>
      </w:r>
      <w:r w:rsidRPr="001476CB">
        <w:rPr>
          <w:b/>
          <w:bCs/>
          <w:u w:val="single"/>
        </w:rPr>
        <w:t>вносит следующие изменения</w:t>
      </w:r>
      <w:r w:rsidRPr="00D83C09">
        <w:t xml:space="preserve"> </w:t>
      </w:r>
      <w:r w:rsidRPr="001476CB">
        <w:t>в документацию на проведение открытого одноэтапного конкурса на право заключения договора</w:t>
      </w:r>
      <w:r>
        <w:t xml:space="preserve"> подряда</w:t>
      </w:r>
      <w:r w:rsidRPr="001476CB">
        <w:t xml:space="preserve"> на выполнение </w:t>
      </w:r>
      <w:r>
        <w:t>ремонтных</w:t>
      </w:r>
      <w:r w:rsidRPr="001476CB">
        <w:t xml:space="preserve"> работ</w:t>
      </w:r>
      <w:r>
        <w:t xml:space="preserve"> помещений ЗАО «СПГЭС» </w:t>
      </w:r>
      <w:r w:rsidRPr="00303E16">
        <w:rPr>
          <w:u w:val="single"/>
        </w:rPr>
        <w:t>(</w:t>
      </w:r>
      <w:r>
        <w:rPr>
          <w:u w:val="single"/>
        </w:rPr>
        <w:t xml:space="preserve">на официальном общероссийском сайте: </w:t>
      </w:r>
      <w:hyperlink r:id="rId7" w:history="1">
        <w:r w:rsidRPr="00303E16">
          <w:rPr>
            <w:rStyle w:val="Hyperlink"/>
            <w:lang w:val="en-US"/>
          </w:rPr>
          <w:t>www</w:t>
        </w:r>
        <w:r w:rsidRPr="00303E16">
          <w:rPr>
            <w:rStyle w:val="Hyperlink"/>
          </w:rPr>
          <w:t>.</w:t>
        </w:r>
        <w:r w:rsidRPr="00303E16">
          <w:rPr>
            <w:rStyle w:val="Hyperlink"/>
            <w:lang w:val="en-US"/>
          </w:rPr>
          <w:t>zakupki</w:t>
        </w:r>
        <w:r w:rsidRPr="00303E16">
          <w:rPr>
            <w:rStyle w:val="Hyperlink"/>
          </w:rPr>
          <w:t>.</w:t>
        </w:r>
        <w:r w:rsidRPr="00303E16">
          <w:rPr>
            <w:rStyle w:val="Hyperlink"/>
            <w:lang w:val="en-US"/>
          </w:rPr>
          <w:t>gov</w:t>
        </w:r>
        <w:r w:rsidRPr="00303E16">
          <w:rPr>
            <w:rStyle w:val="Hyperlink"/>
          </w:rPr>
          <w:t>.</w:t>
        </w:r>
        <w:r w:rsidRPr="00303E16">
          <w:rPr>
            <w:rStyle w:val="Hyperlink"/>
            <w:lang w:val="en-US"/>
          </w:rPr>
          <w:t>ru</w:t>
        </w:r>
      </w:hyperlink>
      <w:r w:rsidRPr="00303E16">
        <w:rPr>
          <w:u w:val="single"/>
        </w:rPr>
        <w:t xml:space="preserve"> </w:t>
      </w:r>
      <w:r>
        <w:rPr>
          <w:u w:val="single"/>
        </w:rPr>
        <w:t xml:space="preserve"> </w:t>
      </w:r>
      <w:r w:rsidRPr="00303E16">
        <w:rPr>
          <w:u w:val="single"/>
        </w:rPr>
        <w:t>№ 31</w:t>
      </w:r>
      <w:r>
        <w:rPr>
          <w:u w:val="single"/>
        </w:rPr>
        <w:t>400820877</w:t>
      </w:r>
      <w:r w:rsidRPr="00303E16">
        <w:rPr>
          <w:u w:val="single"/>
        </w:rPr>
        <w:t xml:space="preserve">, на сайте ЗАО «СПГЭС»: </w:t>
      </w:r>
      <w:hyperlink r:id="rId8" w:history="1">
        <w:r w:rsidRPr="00303E16">
          <w:rPr>
            <w:rStyle w:val="Hyperlink"/>
            <w:lang w:val="en-US"/>
          </w:rPr>
          <w:t>www</w:t>
        </w:r>
        <w:r w:rsidRPr="00303E16">
          <w:rPr>
            <w:rStyle w:val="Hyperlink"/>
          </w:rPr>
          <w:t>.</w:t>
        </w:r>
        <w:r w:rsidRPr="00303E16">
          <w:rPr>
            <w:rStyle w:val="Hyperlink"/>
            <w:lang w:val="en-US"/>
          </w:rPr>
          <w:t>spgs</w:t>
        </w:r>
        <w:r w:rsidRPr="00303E16">
          <w:rPr>
            <w:rStyle w:val="Hyperlink"/>
          </w:rPr>
          <w:t>.</w:t>
        </w:r>
        <w:r w:rsidRPr="00303E16">
          <w:rPr>
            <w:rStyle w:val="Hyperlink"/>
            <w:lang w:val="en-US"/>
          </w:rPr>
          <w:t>ru</w:t>
        </w:r>
      </w:hyperlink>
      <w:r>
        <w:rPr>
          <w:u w:val="single"/>
        </w:rPr>
        <w:t xml:space="preserve"> № 11-14</w:t>
      </w:r>
      <w:r w:rsidRPr="00303E16">
        <w:rPr>
          <w:u w:val="single"/>
        </w:rPr>
        <w:t>):</w:t>
      </w:r>
    </w:p>
    <w:p w:rsidR="00FD0B0E" w:rsidRDefault="00FD0B0E" w:rsidP="00DA0C8A">
      <w:pPr>
        <w:ind w:firstLine="708"/>
        <w:jc w:val="both"/>
        <w:rPr>
          <w:u w:val="single"/>
        </w:rPr>
      </w:pPr>
    </w:p>
    <w:p w:rsidR="00FD0B0E" w:rsidRPr="00D83C09" w:rsidRDefault="00FD0B0E" w:rsidP="00DA0C8A">
      <w:pPr>
        <w:jc w:val="both"/>
        <w:rPr>
          <w:b/>
          <w:bCs/>
        </w:rPr>
      </w:pPr>
      <w:r>
        <w:rPr>
          <w:b/>
          <w:bCs/>
        </w:rPr>
        <w:t>1</w:t>
      </w:r>
      <w:r w:rsidRPr="00D83C09">
        <w:rPr>
          <w:b/>
          <w:bCs/>
        </w:rPr>
        <w:t xml:space="preserve">. </w:t>
      </w:r>
      <w:r>
        <w:rPr>
          <w:b/>
          <w:bCs/>
        </w:rPr>
        <w:t>В извещении</w:t>
      </w:r>
      <w:r w:rsidRPr="00D83C09">
        <w:rPr>
          <w:b/>
          <w:bCs/>
        </w:rPr>
        <w:t xml:space="preserve"> о проведении открытого </w:t>
      </w:r>
      <w:r>
        <w:rPr>
          <w:b/>
          <w:bCs/>
        </w:rPr>
        <w:t xml:space="preserve">одноэтапного конкурса </w:t>
      </w:r>
      <w:r w:rsidRPr="001476CB">
        <w:t xml:space="preserve">на право </w:t>
      </w:r>
      <w:r>
        <w:t xml:space="preserve">заключения договора подряда на </w:t>
      </w:r>
      <w:r w:rsidRPr="001476CB">
        <w:t xml:space="preserve">выполнение </w:t>
      </w:r>
      <w:r>
        <w:t xml:space="preserve">ремонтных </w:t>
      </w:r>
      <w:r w:rsidRPr="001476CB">
        <w:t xml:space="preserve"> работ</w:t>
      </w:r>
      <w:r>
        <w:t xml:space="preserve"> помещений ЗАО «СПГЭС»</w:t>
      </w:r>
      <w:r w:rsidRPr="001476CB">
        <w:t xml:space="preserve"> </w:t>
      </w:r>
      <w:r>
        <w:t xml:space="preserve"> абзац</w:t>
      </w:r>
      <w:r w:rsidRPr="009D2ACF">
        <w:t>:</w:t>
      </w:r>
      <w:r w:rsidRPr="00D83C09"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  <w:gridCol w:w="6043"/>
      </w:tblGrid>
      <w:tr w:rsidR="00FD0B0E" w:rsidRPr="00D83C09">
        <w:tc>
          <w:tcPr>
            <w:tcW w:w="3528" w:type="dxa"/>
            <w:vAlign w:val="center"/>
          </w:tcPr>
          <w:p w:rsidR="00FD0B0E" w:rsidRPr="007C6CB3" w:rsidRDefault="00FD0B0E" w:rsidP="004F4F9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Место выполнения работ</w:t>
            </w:r>
          </w:p>
        </w:tc>
        <w:tc>
          <w:tcPr>
            <w:tcW w:w="6043" w:type="dxa"/>
            <w:vAlign w:val="center"/>
          </w:tcPr>
          <w:p w:rsidR="00FD0B0E" w:rsidRDefault="00FD0B0E" w:rsidP="00011AAA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</w:rPr>
            </w:pPr>
            <w:r w:rsidRPr="00302096">
              <w:t xml:space="preserve">Российская Федерация, </w:t>
            </w:r>
            <w:r>
              <w:rPr>
                <w:spacing w:val="-2"/>
                <w:w w:val="102"/>
              </w:rPr>
              <w:t>г. Саратов:</w:t>
            </w:r>
          </w:p>
          <w:p w:rsidR="00FD0B0E" w:rsidRPr="00324EDF" w:rsidRDefault="00FD0B0E" w:rsidP="00011AAA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  <w:r w:rsidRPr="00324EDF">
              <w:t>кабинет №326</w:t>
            </w:r>
            <w:r>
              <w:t>,</w:t>
            </w:r>
            <w:r>
              <w:rPr>
                <w:spacing w:val="-2"/>
                <w:w w:val="102"/>
              </w:rPr>
              <w:t xml:space="preserve"> ул. Белоглинская, 40;</w:t>
            </w:r>
          </w:p>
          <w:p w:rsidR="00FD0B0E" w:rsidRPr="00324EDF" w:rsidRDefault="00FD0B0E" w:rsidP="00011AAA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  <w:r w:rsidRPr="00324EDF">
              <w:t>кабинет №404</w:t>
            </w:r>
            <w:r>
              <w:t>,</w:t>
            </w:r>
            <w:r>
              <w:rPr>
                <w:spacing w:val="-2"/>
                <w:w w:val="102"/>
              </w:rPr>
              <w:t xml:space="preserve"> ул. Белоглинская, 40</w:t>
            </w:r>
            <w:r>
              <w:t>;</w:t>
            </w:r>
          </w:p>
          <w:p w:rsidR="00FD0B0E" w:rsidRPr="00324EDF" w:rsidRDefault="00FD0B0E" w:rsidP="00011AAA">
            <w:pPr>
              <w:widowControl w:val="0"/>
              <w:autoSpaceDE w:val="0"/>
              <w:autoSpaceDN w:val="0"/>
              <w:adjustRightInd w:val="0"/>
            </w:pPr>
            <w:r>
              <w:t>-кабинет №215,</w:t>
            </w:r>
            <w:r>
              <w:rPr>
                <w:spacing w:val="-2"/>
                <w:w w:val="102"/>
              </w:rPr>
              <w:t xml:space="preserve"> ул. Белоглинская, 40;</w:t>
            </w:r>
          </w:p>
          <w:p w:rsidR="00FD0B0E" w:rsidRPr="00324EDF" w:rsidRDefault="00FD0B0E" w:rsidP="00011AAA">
            <w:pPr>
              <w:widowControl w:val="0"/>
              <w:autoSpaceDE w:val="0"/>
              <w:autoSpaceDN w:val="0"/>
              <w:adjustRightInd w:val="0"/>
            </w:pPr>
            <w:r w:rsidRPr="00324EDF">
              <w:t xml:space="preserve"> </w:t>
            </w:r>
            <w:r>
              <w:t>-кабинет №306,</w:t>
            </w:r>
            <w:r w:rsidRPr="00324EDF">
              <w:t xml:space="preserve"> </w:t>
            </w:r>
            <w:r>
              <w:rPr>
                <w:spacing w:val="-2"/>
                <w:w w:val="102"/>
              </w:rPr>
              <w:t>ул.Белоглинская, 40;</w:t>
            </w:r>
          </w:p>
          <w:p w:rsidR="00FD0B0E" w:rsidRPr="00324EDF" w:rsidRDefault="00FD0B0E" w:rsidP="00011AAA">
            <w:pPr>
              <w:widowControl w:val="0"/>
              <w:autoSpaceDE w:val="0"/>
              <w:autoSpaceDN w:val="0"/>
              <w:adjustRightInd w:val="0"/>
            </w:pPr>
            <w:r>
              <w:t xml:space="preserve">-кабинет №221, </w:t>
            </w:r>
            <w:r>
              <w:rPr>
                <w:spacing w:val="-2"/>
                <w:w w:val="102"/>
              </w:rPr>
              <w:t xml:space="preserve"> ул.Белоглинская, 40;</w:t>
            </w:r>
          </w:p>
          <w:p w:rsidR="00FD0B0E" w:rsidRPr="00324EDF" w:rsidRDefault="00FD0B0E" w:rsidP="00011AAA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  <w:r w:rsidRPr="00324EDF">
              <w:t>сторожка склада по ул. Лунная, 43;</w:t>
            </w:r>
          </w:p>
          <w:p w:rsidR="00FD0B0E" w:rsidRPr="00324EDF" w:rsidRDefault="00FD0B0E" w:rsidP="00011AAA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  <w:r w:rsidRPr="00324EDF">
              <w:t xml:space="preserve">сторожка склада по ул. Маркина; </w:t>
            </w:r>
          </w:p>
          <w:p w:rsidR="00FD0B0E" w:rsidRPr="00324EDF" w:rsidRDefault="00FD0B0E" w:rsidP="00011AAA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  <w:r w:rsidRPr="00324EDF">
              <w:t>сторожка склада по ул. Актюбинская, 1;</w:t>
            </w:r>
          </w:p>
          <w:p w:rsidR="00FD0B0E" w:rsidRPr="00324EDF" w:rsidRDefault="00FD0B0E" w:rsidP="00011AAA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  <w:r w:rsidRPr="00324EDF">
              <w:t>сторожка склада по ул. Меловая, 7.</w:t>
            </w:r>
          </w:p>
          <w:p w:rsidR="00FD0B0E" w:rsidRPr="007C6CB3" w:rsidRDefault="00FD0B0E" w:rsidP="007C6CB3">
            <w:pPr>
              <w:jc w:val="both"/>
              <w:rPr>
                <w:sz w:val="23"/>
                <w:szCs w:val="23"/>
              </w:rPr>
            </w:pPr>
          </w:p>
        </w:tc>
      </w:tr>
    </w:tbl>
    <w:p w:rsidR="00FD0B0E" w:rsidRDefault="00FD0B0E" w:rsidP="00DA0C8A">
      <w:pPr>
        <w:ind w:firstLine="708"/>
        <w:jc w:val="both"/>
        <w:rPr>
          <w:b/>
          <w:bCs/>
        </w:rPr>
      </w:pPr>
      <w:r w:rsidRPr="00011AAA">
        <w:rPr>
          <w:b/>
          <w:bCs/>
        </w:rPr>
        <w:t xml:space="preserve">Заменить </w:t>
      </w:r>
      <w:r>
        <w:rPr>
          <w:b/>
          <w:bCs/>
        </w:rPr>
        <w:t>на</w:t>
      </w:r>
      <w:r w:rsidRPr="00011AAA">
        <w:rPr>
          <w:b/>
          <w:bCs/>
        </w:rPr>
        <w:t>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32"/>
        <w:gridCol w:w="6039"/>
      </w:tblGrid>
      <w:tr w:rsidR="00FD0B0E">
        <w:tc>
          <w:tcPr>
            <w:tcW w:w="3544" w:type="dxa"/>
          </w:tcPr>
          <w:p w:rsidR="00FD0B0E" w:rsidRPr="00747F2E" w:rsidRDefault="00FD0B0E" w:rsidP="00747F2E">
            <w:pPr>
              <w:jc w:val="both"/>
              <w:rPr>
                <w:b/>
                <w:bCs/>
              </w:rPr>
            </w:pPr>
            <w:r w:rsidRPr="00747F2E">
              <w:rPr>
                <w:sz w:val="23"/>
                <w:szCs w:val="23"/>
              </w:rPr>
              <w:t>Место выполнения работ</w:t>
            </w:r>
          </w:p>
        </w:tc>
        <w:tc>
          <w:tcPr>
            <w:tcW w:w="6061" w:type="dxa"/>
          </w:tcPr>
          <w:p w:rsidR="00FD0B0E" w:rsidRPr="00747F2E" w:rsidRDefault="00FD0B0E" w:rsidP="00747F2E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</w:rPr>
            </w:pPr>
            <w:r w:rsidRPr="00302096">
              <w:t xml:space="preserve">Российская Федерация, </w:t>
            </w:r>
            <w:r w:rsidRPr="00747F2E">
              <w:rPr>
                <w:spacing w:val="-2"/>
                <w:w w:val="102"/>
              </w:rPr>
              <w:t>г. Саратов:</w:t>
            </w:r>
          </w:p>
          <w:p w:rsidR="00FD0B0E" w:rsidRPr="00324EDF" w:rsidRDefault="00FD0B0E" w:rsidP="00747F2E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  <w:r w:rsidRPr="00324EDF">
              <w:t>кабинет №326</w:t>
            </w:r>
            <w:r>
              <w:t>,</w:t>
            </w:r>
            <w:r w:rsidRPr="00747F2E">
              <w:rPr>
                <w:spacing w:val="-2"/>
                <w:w w:val="102"/>
              </w:rPr>
              <w:t xml:space="preserve"> ул. Белоглинская, 40;</w:t>
            </w:r>
          </w:p>
          <w:p w:rsidR="00FD0B0E" w:rsidRPr="00324EDF" w:rsidRDefault="00FD0B0E" w:rsidP="00747F2E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  <w:r w:rsidRPr="00324EDF">
              <w:t>кабинет №404</w:t>
            </w:r>
            <w:r>
              <w:t>,</w:t>
            </w:r>
            <w:r w:rsidRPr="00747F2E">
              <w:rPr>
                <w:spacing w:val="-2"/>
                <w:w w:val="102"/>
              </w:rPr>
              <w:t xml:space="preserve"> ул. Белоглинская, 40</w:t>
            </w:r>
            <w:r>
              <w:t>;</w:t>
            </w:r>
          </w:p>
          <w:p w:rsidR="00FD0B0E" w:rsidRPr="00324EDF" w:rsidRDefault="00FD0B0E" w:rsidP="00747F2E">
            <w:pPr>
              <w:widowControl w:val="0"/>
              <w:autoSpaceDE w:val="0"/>
              <w:autoSpaceDN w:val="0"/>
              <w:adjustRightInd w:val="0"/>
            </w:pPr>
            <w:r>
              <w:t>-кабинет №215,</w:t>
            </w:r>
            <w:r w:rsidRPr="00747F2E">
              <w:rPr>
                <w:spacing w:val="-2"/>
                <w:w w:val="102"/>
              </w:rPr>
              <w:t xml:space="preserve"> ул. Белоглинская, 40;</w:t>
            </w:r>
          </w:p>
          <w:p w:rsidR="00FD0B0E" w:rsidRPr="00324EDF" w:rsidRDefault="00FD0B0E" w:rsidP="00747F2E">
            <w:pPr>
              <w:widowControl w:val="0"/>
              <w:autoSpaceDE w:val="0"/>
              <w:autoSpaceDN w:val="0"/>
              <w:adjustRightInd w:val="0"/>
            </w:pPr>
            <w:r w:rsidRPr="00324EDF">
              <w:t xml:space="preserve"> </w:t>
            </w:r>
            <w:r>
              <w:t>-кабинет №306,</w:t>
            </w:r>
            <w:r w:rsidRPr="00324EDF">
              <w:t xml:space="preserve"> </w:t>
            </w:r>
            <w:r w:rsidRPr="00747F2E">
              <w:rPr>
                <w:spacing w:val="-2"/>
                <w:w w:val="102"/>
              </w:rPr>
              <w:t>ул.Белоглинская, 40;</w:t>
            </w:r>
          </w:p>
          <w:p w:rsidR="00FD0B0E" w:rsidRPr="00324EDF" w:rsidRDefault="00FD0B0E" w:rsidP="00747F2E">
            <w:pPr>
              <w:widowControl w:val="0"/>
              <w:autoSpaceDE w:val="0"/>
              <w:autoSpaceDN w:val="0"/>
              <w:adjustRightInd w:val="0"/>
            </w:pPr>
            <w:r>
              <w:t xml:space="preserve">-кабинет №221, </w:t>
            </w:r>
            <w:r w:rsidRPr="00747F2E">
              <w:rPr>
                <w:spacing w:val="-2"/>
                <w:w w:val="102"/>
              </w:rPr>
              <w:t xml:space="preserve"> ул.Белоглинская, 40;</w:t>
            </w:r>
          </w:p>
          <w:p w:rsidR="00FD0B0E" w:rsidRPr="00747F2E" w:rsidRDefault="00FD0B0E" w:rsidP="00747F2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>
              <w:t>-</w:t>
            </w:r>
            <w:r w:rsidRPr="009714E1">
              <w:t>сторожка склада по ул. Лунная, б/н;</w:t>
            </w:r>
          </w:p>
          <w:p w:rsidR="00FD0B0E" w:rsidRPr="00324EDF" w:rsidRDefault="00FD0B0E" w:rsidP="00747F2E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  <w:r w:rsidRPr="009714E1">
              <w:t>сторожка склада по Ново-Астраханскому Шоссе, д 119</w:t>
            </w:r>
            <w:r w:rsidRPr="00324EDF">
              <w:t xml:space="preserve">; </w:t>
            </w:r>
          </w:p>
          <w:p w:rsidR="00FD0B0E" w:rsidRPr="00324EDF" w:rsidRDefault="00FD0B0E" w:rsidP="00747F2E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  <w:r w:rsidRPr="00324EDF">
              <w:t>сторожка склада по ул. Актюбинская, 1;</w:t>
            </w:r>
          </w:p>
          <w:p w:rsidR="00FD0B0E" w:rsidRPr="00324EDF" w:rsidRDefault="00FD0B0E" w:rsidP="00747F2E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  <w:r w:rsidRPr="00324EDF">
              <w:t xml:space="preserve">сторожка склада по </w:t>
            </w:r>
            <w:r>
              <w:t>просп. Энтузиастов</w:t>
            </w:r>
            <w:r w:rsidRPr="00324EDF">
              <w:t>,</w:t>
            </w:r>
            <w:r>
              <w:t xml:space="preserve"> б/н</w:t>
            </w:r>
            <w:r w:rsidRPr="00324EDF">
              <w:t>.</w:t>
            </w:r>
          </w:p>
          <w:p w:rsidR="00FD0B0E" w:rsidRPr="00747F2E" w:rsidRDefault="00FD0B0E" w:rsidP="00747F2E">
            <w:pPr>
              <w:jc w:val="both"/>
              <w:rPr>
                <w:b/>
                <w:bCs/>
              </w:rPr>
            </w:pPr>
          </w:p>
        </w:tc>
      </w:tr>
    </w:tbl>
    <w:p w:rsidR="00FD0B0E" w:rsidRPr="00011AAA" w:rsidRDefault="00FD0B0E" w:rsidP="00DA0C8A">
      <w:pPr>
        <w:ind w:firstLine="708"/>
        <w:jc w:val="both"/>
        <w:rPr>
          <w:b/>
          <w:bCs/>
        </w:rPr>
      </w:pPr>
    </w:p>
    <w:p w:rsidR="00FD0B0E" w:rsidRPr="001476CB" w:rsidRDefault="00FD0B0E" w:rsidP="00DA0C8A">
      <w:pPr>
        <w:jc w:val="both"/>
        <w:rPr>
          <w:u w:val="single"/>
        </w:rPr>
      </w:pPr>
      <w:r>
        <w:rPr>
          <w:b/>
          <w:bCs/>
        </w:rPr>
        <w:t>2</w:t>
      </w:r>
      <w:r w:rsidRPr="00D83C09">
        <w:rPr>
          <w:b/>
          <w:bCs/>
        </w:rPr>
        <w:t xml:space="preserve">. Конкурсная документация </w:t>
      </w:r>
      <w:r w:rsidRPr="00AE627F">
        <w:rPr>
          <w:b/>
          <w:bCs/>
        </w:rPr>
        <w:t xml:space="preserve">на </w:t>
      </w:r>
      <w:r w:rsidRPr="009D2ACF">
        <w:rPr>
          <w:b/>
          <w:bCs/>
        </w:rPr>
        <w:t>проведения открытого одноэтапного конкурса на</w:t>
      </w:r>
      <w:r>
        <w:rPr>
          <w:b/>
          <w:bCs/>
        </w:rPr>
        <w:t xml:space="preserve"> право заключения договора подряда на выполнение </w:t>
      </w:r>
      <w:r w:rsidRPr="009D2ACF">
        <w:rPr>
          <w:b/>
          <w:bCs/>
        </w:rPr>
        <w:t>ремонтных работ</w:t>
      </w:r>
      <w:r>
        <w:rPr>
          <w:b/>
          <w:bCs/>
        </w:rPr>
        <w:t xml:space="preserve"> помещений ЗАО «СПГЭС» </w:t>
      </w:r>
      <w:r w:rsidRPr="001476CB">
        <w:rPr>
          <w:u w:val="single"/>
        </w:rPr>
        <w:t>изложить в следующей редакции:</w:t>
      </w:r>
    </w:p>
    <w:p w:rsidR="00FD0B0E" w:rsidRPr="009424FD" w:rsidRDefault="00FD0B0E" w:rsidP="00DA0C8A">
      <w:pPr>
        <w:jc w:val="both"/>
        <w:rPr>
          <w:u w:val="single"/>
        </w:rPr>
      </w:pPr>
      <w:r w:rsidRPr="009424FD">
        <w:rPr>
          <w:u w:val="single"/>
        </w:rPr>
        <w:t xml:space="preserve">- </w:t>
      </w:r>
      <w:r w:rsidRPr="009424FD">
        <w:rPr>
          <w:i/>
          <w:iCs/>
          <w:u w:val="single"/>
        </w:rPr>
        <w:t xml:space="preserve">раздел </w:t>
      </w:r>
      <w:r w:rsidRPr="009424FD">
        <w:rPr>
          <w:i/>
          <w:iCs/>
          <w:u w:val="single"/>
          <w:lang w:val="en-US"/>
        </w:rPr>
        <w:t>I</w:t>
      </w:r>
      <w:r w:rsidRPr="009424FD">
        <w:rPr>
          <w:i/>
          <w:iCs/>
          <w:u w:val="single"/>
        </w:rPr>
        <w:t>. «Инструкция участникам конкурса»</w:t>
      </w:r>
      <w:r>
        <w:rPr>
          <w:i/>
          <w:iCs/>
          <w:u w:val="single"/>
        </w:rPr>
        <w:t>:</w:t>
      </w:r>
    </w:p>
    <w:p w:rsidR="00FD0B0E" w:rsidRDefault="00FD0B0E" w:rsidP="00AC124E">
      <w:pPr>
        <w:ind w:firstLine="708"/>
        <w:jc w:val="both"/>
      </w:pPr>
      <w:r w:rsidRPr="00B06663">
        <w:t>1.</w:t>
      </w:r>
      <w:r>
        <w:t>6</w:t>
      </w:r>
      <w:r w:rsidRPr="00B06663">
        <w:t>.2 Участник закупки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порядке).</w:t>
      </w:r>
    </w:p>
    <w:p w:rsidR="00FD0B0E" w:rsidRPr="00FB27E8" w:rsidRDefault="00FD0B0E" w:rsidP="00DA0C8A">
      <w:r w:rsidRPr="009424FD">
        <w:rPr>
          <w:i/>
          <w:iCs/>
          <w:u w:val="single"/>
        </w:rPr>
        <w:t xml:space="preserve">Раздел </w:t>
      </w:r>
      <w:r w:rsidRPr="009424FD">
        <w:rPr>
          <w:i/>
          <w:iCs/>
          <w:u w:val="single"/>
          <w:lang w:val="en-US"/>
        </w:rPr>
        <w:t>II</w:t>
      </w:r>
      <w:r w:rsidRPr="009424FD">
        <w:rPr>
          <w:i/>
          <w:iCs/>
          <w:u w:val="single"/>
        </w:rPr>
        <w:t>. «Информационная карта конкурса»</w:t>
      </w:r>
      <w:r w:rsidRPr="00A73741">
        <w:t>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3060"/>
        <w:gridCol w:w="5863"/>
      </w:tblGrid>
      <w:tr w:rsidR="00FD0B0E" w:rsidTr="00AC124E">
        <w:tc>
          <w:tcPr>
            <w:tcW w:w="648" w:type="dxa"/>
          </w:tcPr>
          <w:p w:rsidR="00FD0B0E" w:rsidRDefault="00FD0B0E" w:rsidP="009424FD">
            <w:pPr>
              <w:jc w:val="center"/>
            </w:pPr>
            <w:r>
              <w:t>№ п/п</w:t>
            </w:r>
          </w:p>
        </w:tc>
        <w:tc>
          <w:tcPr>
            <w:tcW w:w="3060" w:type="dxa"/>
          </w:tcPr>
          <w:p w:rsidR="00FD0B0E" w:rsidRDefault="00FD0B0E" w:rsidP="009424FD">
            <w:pPr>
              <w:jc w:val="center"/>
            </w:pPr>
            <w:r>
              <w:t>Пункт Раздела I</w:t>
            </w:r>
          </w:p>
        </w:tc>
        <w:tc>
          <w:tcPr>
            <w:tcW w:w="5863" w:type="dxa"/>
          </w:tcPr>
          <w:p w:rsidR="00FD0B0E" w:rsidRDefault="00FD0B0E" w:rsidP="009424FD">
            <w:pPr>
              <w:jc w:val="center"/>
            </w:pPr>
            <w:r w:rsidRPr="00A73741">
              <w:t>Текст пояснений</w:t>
            </w:r>
          </w:p>
        </w:tc>
      </w:tr>
      <w:tr w:rsidR="00FD0B0E" w:rsidTr="00AC124E">
        <w:tc>
          <w:tcPr>
            <w:tcW w:w="648" w:type="dxa"/>
          </w:tcPr>
          <w:p w:rsidR="00FD0B0E" w:rsidRDefault="00FD0B0E" w:rsidP="004F4F96">
            <w:r>
              <w:t>3</w:t>
            </w:r>
          </w:p>
        </w:tc>
        <w:tc>
          <w:tcPr>
            <w:tcW w:w="3060" w:type="dxa"/>
          </w:tcPr>
          <w:p w:rsidR="00FD0B0E" w:rsidRDefault="00FD0B0E" w:rsidP="009714E1">
            <w:r>
              <w:t>Наименование и место расположения объектов и сроки выполнения работ</w:t>
            </w:r>
          </w:p>
        </w:tc>
        <w:tc>
          <w:tcPr>
            <w:tcW w:w="5863" w:type="dxa"/>
          </w:tcPr>
          <w:p w:rsidR="00FD0B0E" w:rsidRPr="00011AAA" w:rsidRDefault="00FD0B0E" w:rsidP="00FB27E8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</w:rPr>
            </w:pPr>
            <w:r w:rsidRPr="00302096">
              <w:t xml:space="preserve">Российская Федерация, </w:t>
            </w:r>
            <w:r w:rsidRPr="00011AAA">
              <w:rPr>
                <w:spacing w:val="-2"/>
                <w:w w:val="102"/>
              </w:rPr>
              <w:t>г. Саратов:</w:t>
            </w:r>
          </w:p>
          <w:p w:rsidR="00FD0B0E" w:rsidRPr="00324EDF" w:rsidRDefault="00FD0B0E" w:rsidP="00FB27E8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  <w:r w:rsidRPr="00324EDF">
              <w:t>кабинет №326</w:t>
            </w:r>
            <w:r>
              <w:t>,</w:t>
            </w:r>
            <w:r w:rsidRPr="00011AAA">
              <w:rPr>
                <w:spacing w:val="-2"/>
                <w:w w:val="102"/>
              </w:rPr>
              <w:t xml:space="preserve"> ул. Белоглинская, 40;</w:t>
            </w:r>
          </w:p>
          <w:p w:rsidR="00FD0B0E" w:rsidRPr="00324EDF" w:rsidRDefault="00FD0B0E" w:rsidP="00FB27E8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  <w:r w:rsidRPr="00324EDF">
              <w:t>кабинет №404</w:t>
            </w:r>
            <w:r>
              <w:t>,</w:t>
            </w:r>
            <w:r w:rsidRPr="00011AAA">
              <w:rPr>
                <w:spacing w:val="-2"/>
                <w:w w:val="102"/>
              </w:rPr>
              <w:t xml:space="preserve"> ул. Белоглинская, 40</w:t>
            </w:r>
            <w:r>
              <w:t>;</w:t>
            </w:r>
          </w:p>
          <w:p w:rsidR="00FD0B0E" w:rsidRPr="00324EDF" w:rsidRDefault="00FD0B0E" w:rsidP="00FB27E8">
            <w:pPr>
              <w:widowControl w:val="0"/>
              <w:autoSpaceDE w:val="0"/>
              <w:autoSpaceDN w:val="0"/>
              <w:adjustRightInd w:val="0"/>
            </w:pPr>
            <w:r>
              <w:t>-кабинет №215,</w:t>
            </w:r>
            <w:r w:rsidRPr="00011AAA">
              <w:rPr>
                <w:spacing w:val="-2"/>
                <w:w w:val="102"/>
              </w:rPr>
              <w:t xml:space="preserve"> ул. Белоглинская, 40;</w:t>
            </w:r>
          </w:p>
          <w:p w:rsidR="00FD0B0E" w:rsidRPr="00324EDF" w:rsidRDefault="00FD0B0E" w:rsidP="00FB27E8">
            <w:pPr>
              <w:widowControl w:val="0"/>
              <w:autoSpaceDE w:val="0"/>
              <w:autoSpaceDN w:val="0"/>
              <w:adjustRightInd w:val="0"/>
            </w:pPr>
            <w:r w:rsidRPr="00324EDF">
              <w:t xml:space="preserve"> </w:t>
            </w:r>
            <w:r>
              <w:t>-кабинет №306,</w:t>
            </w:r>
            <w:r w:rsidRPr="00324EDF">
              <w:t xml:space="preserve"> </w:t>
            </w:r>
            <w:r w:rsidRPr="00011AAA">
              <w:rPr>
                <w:spacing w:val="-2"/>
                <w:w w:val="102"/>
              </w:rPr>
              <w:t>ул.Белоглинская, 40;</w:t>
            </w:r>
          </w:p>
          <w:p w:rsidR="00FD0B0E" w:rsidRPr="00324EDF" w:rsidRDefault="00FD0B0E" w:rsidP="00FB27E8">
            <w:pPr>
              <w:widowControl w:val="0"/>
              <w:autoSpaceDE w:val="0"/>
              <w:autoSpaceDN w:val="0"/>
              <w:adjustRightInd w:val="0"/>
            </w:pPr>
            <w:r>
              <w:t xml:space="preserve">-кабинет №221, </w:t>
            </w:r>
            <w:r w:rsidRPr="00011AAA">
              <w:rPr>
                <w:spacing w:val="-2"/>
                <w:w w:val="102"/>
              </w:rPr>
              <w:t xml:space="preserve"> ул.Белоглинская, 40;</w:t>
            </w:r>
          </w:p>
          <w:p w:rsidR="00FD0B0E" w:rsidRPr="009714E1" w:rsidRDefault="00FD0B0E" w:rsidP="00FB27E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>
              <w:t>-</w:t>
            </w:r>
            <w:r w:rsidRPr="009714E1">
              <w:t>сторожка склада по ул. Лунная, б/н;</w:t>
            </w:r>
          </w:p>
          <w:p w:rsidR="00FD0B0E" w:rsidRPr="00324EDF" w:rsidRDefault="00FD0B0E" w:rsidP="00FB27E8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  <w:r w:rsidRPr="009714E1">
              <w:t>сторожка склада по Ново-Астраханскому Шоссе, д 119</w:t>
            </w:r>
            <w:r w:rsidRPr="00324EDF">
              <w:t xml:space="preserve">; </w:t>
            </w:r>
          </w:p>
          <w:p w:rsidR="00FD0B0E" w:rsidRPr="00324EDF" w:rsidRDefault="00FD0B0E" w:rsidP="00FB27E8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  <w:r w:rsidRPr="00324EDF">
              <w:t>сторожка склада по ул. Актюбинская, 1;</w:t>
            </w:r>
          </w:p>
          <w:p w:rsidR="00FD0B0E" w:rsidRDefault="00FD0B0E" w:rsidP="00FB27E8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  <w:r w:rsidRPr="00324EDF">
              <w:t xml:space="preserve">сторожка склада по </w:t>
            </w:r>
            <w:r>
              <w:t>просп. Энтузиастов</w:t>
            </w:r>
            <w:r w:rsidRPr="00324EDF">
              <w:t>,</w:t>
            </w:r>
            <w:r>
              <w:t xml:space="preserve"> б/н</w:t>
            </w:r>
            <w:r w:rsidRPr="00324EDF">
              <w:t>.</w:t>
            </w:r>
          </w:p>
          <w:p w:rsidR="00FD0B0E" w:rsidRPr="00324EDF" w:rsidRDefault="00FD0B0E" w:rsidP="00FB27E8">
            <w:pPr>
              <w:widowControl w:val="0"/>
              <w:autoSpaceDE w:val="0"/>
              <w:autoSpaceDN w:val="0"/>
              <w:adjustRightInd w:val="0"/>
            </w:pPr>
          </w:p>
          <w:p w:rsidR="00FD0B0E" w:rsidRDefault="00FD0B0E" w:rsidP="00FB27E8">
            <w:pPr>
              <w:jc w:val="both"/>
            </w:pPr>
            <w:r>
              <w:rPr>
                <w:b/>
                <w:bCs/>
              </w:rPr>
              <w:t>с 01</w:t>
            </w:r>
            <w:r w:rsidRPr="007C6CB3">
              <w:rPr>
                <w:b/>
                <w:bCs/>
              </w:rPr>
              <w:t>.0</w:t>
            </w:r>
            <w:r>
              <w:rPr>
                <w:b/>
                <w:bCs/>
              </w:rPr>
              <w:t>4</w:t>
            </w:r>
            <w:r w:rsidRPr="007C6CB3">
              <w:rPr>
                <w:b/>
                <w:bCs/>
              </w:rPr>
              <w:t>.2014 г. - 3</w:t>
            </w:r>
            <w:r>
              <w:rPr>
                <w:b/>
                <w:bCs/>
              </w:rPr>
              <w:t>1.10</w:t>
            </w:r>
            <w:r w:rsidRPr="007C6CB3">
              <w:rPr>
                <w:b/>
                <w:bCs/>
              </w:rPr>
              <w:t>.2014 г.</w:t>
            </w:r>
          </w:p>
        </w:tc>
      </w:tr>
      <w:tr w:rsidR="00FD0B0E" w:rsidTr="00AC124E">
        <w:tc>
          <w:tcPr>
            <w:tcW w:w="648" w:type="dxa"/>
          </w:tcPr>
          <w:p w:rsidR="00FD0B0E" w:rsidRDefault="00FD0B0E" w:rsidP="004F4F96">
            <w:r>
              <w:t>18</w:t>
            </w:r>
          </w:p>
        </w:tc>
        <w:tc>
          <w:tcPr>
            <w:tcW w:w="3060" w:type="dxa"/>
          </w:tcPr>
          <w:p w:rsidR="00FD0B0E" w:rsidRDefault="00FD0B0E" w:rsidP="004F4F96">
            <w:r>
              <w:t>Обязательные требования к участникам закупки</w:t>
            </w:r>
          </w:p>
        </w:tc>
        <w:tc>
          <w:tcPr>
            <w:tcW w:w="5863" w:type="dxa"/>
          </w:tcPr>
          <w:p w:rsidR="00FD0B0E" w:rsidRDefault="00FD0B0E" w:rsidP="007C6CB3">
            <w:pPr>
              <w:jc w:val="both"/>
            </w:pPr>
            <w:r>
              <w:t xml:space="preserve">1) </w:t>
            </w:r>
            <w:r w:rsidRPr="00B06663">
              <w:t>соответствие участников зак</w:t>
            </w:r>
            <w:r>
              <w:t>упки</w:t>
            </w:r>
            <w:r w:rsidRPr="00B06663">
              <w:t xml:space="preserve"> требованиям, устанавливаемым в соответствии с законодательством Российской Федерации к лицам, осуществляющим выполнение работ</w:t>
            </w:r>
            <w:r>
              <w:t>;</w:t>
            </w:r>
          </w:p>
          <w:p w:rsidR="00FD0B0E" w:rsidRDefault="00FD0B0E" w:rsidP="007C6CB3">
            <w:pPr>
              <w:jc w:val="both"/>
            </w:pPr>
            <w:r>
              <w:t xml:space="preserve">5) </w:t>
            </w:r>
            <w:r w:rsidRPr="00B06663">
              <w:t>Участник закупки должен обладать гражданской</w:t>
            </w:r>
            <w:r>
              <w:t xml:space="preserve"> </w:t>
            </w:r>
            <w:r w:rsidRPr="00B06663">
              <w:t>правоспособностью в полном объеме для заключения</w:t>
            </w:r>
            <w:r>
              <w:t xml:space="preserve"> </w:t>
            </w:r>
            <w:r w:rsidRPr="00B06663">
              <w:t>и исполнения Договора (должен быть зарегистрирован</w:t>
            </w:r>
            <w:r>
              <w:t xml:space="preserve"> </w:t>
            </w:r>
            <w:r w:rsidRPr="00B06663">
              <w:t>в установленном порядке)</w:t>
            </w:r>
          </w:p>
        </w:tc>
      </w:tr>
      <w:tr w:rsidR="00FD0B0E" w:rsidTr="00AC124E">
        <w:tc>
          <w:tcPr>
            <w:tcW w:w="648" w:type="dxa"/>
          </w:tcPr>
          <w:p w:rsidR="00FD0B0E" w:rsidRDefault="00FD0B0E" w:rsidP="004F4F96">
            <w:r>
              <w:t>22</w:t>
            </w:r>
          </w:p>
        </w:tc>
        <w:tc>
          <w:tcPr>
            <w:tcW w:w="3060" w:type="dxa"/>
          </w:tcPr>
          <w:p w:rsidR="00FD0B0E" w:rsidRPr="00B06663" w:rsidRDefault="00FD0B0E" w:rsidP="004F4F96">
            <w:r w:rsidRPr="00B06663">
              <w:t>Документы,</w:t>
            </w:r>
            <w:r>
              <w:t xml:space="preserve"> </w:t>
            </w:r>
            <w:r w:rsidRPr="00B06663">
              <w:t>входящие в</w:t>
            </w:r>
            <w:r>
              <w:t xml:space="preserve"> </w:t>
            </w:r>
            <w:r w:rsidRPr="00B06663">
              <w:t>состав заявки на</w:t>
            </w:r>
            <w:r>
              <w:t xml:space="preserve"> </w:t>
            </w:r>
            <w:r w:rsidRPr="00B06663">
              <w:t>участие в конкурсе</w:t>
            </w:r>
          </w:p>
        </w:tc>
        <w:tc>
          <w:tcPr>
            <w:tcW w:w="5863" w:type="dxa"/>
          </w:tcPr>
          <w:p w:rsidR="00FD0B0E" w:rsidRPr="001476CB" w:rsidRDefault="00FD0B0E" w:rsidP="001476CB">
            <w:pPr>
              <w:jc w:val="both"/>
            </w:pPr>
            <w:r w:rsidRPr="001476CB">
              <w:t>7. Исключить;</w:t>
            </w:r>
          </w:p>
          <w:p w:rsidR="00FD0B0E" w:rsidRPr="001476CB" w:rsidRDefault="00FD0B0E" w:rsidP="001476CB">
            <w:pPr>
              <w:jc w:val="both"/>
            </w:pPr>
            <w:r w:rsidRPr="001476CB">
              <w:t>8. Справку о несчастных случаях на производстве ФСС РФ за последний год  или копии отчетов, заверенные печатью фирмы по форме 4-ФСС за последний</w:t>
            </w:r>
            <w:r>
              <w:t xml:space="preserve"> год</w:t>
            </w:r>
          </w:p>
        </w:tc>
      </w:tr>
    </w:tbl>
    <w:p w:rsidR="00FD0B0E" w:rsidRPr="00172438" w:rsidRDefault="00FD0B0E" w:rsidP="00DA0C8A">
      <w:pPr>
        <w:jc w:val="both"/>
      </w:pPr>
    </w:p>
    <w:p w:rsidR="00FD0B0E" w:rsidRPr="009424FD" w:rsidRDefault="00FD0B0E" w:rsidP="00DA0C8A">
      <w:pPr>
        <w:jc w:val="both"/>
        <w:rPr>
          <w:u w:val="single"/>
        </w:rPr>
      </w:pPr>
      <w:r w:rsidRPr="009424FD">
        <w:rPr>
          <w:i/>
          <w:iCs/>
          <w:u w:val="single"/>
        </w:rPr>
        <w:t xml:space="preserve">-  раздел </w:t>
      </w:r>
      <w:r w:rsidRPr="009424FD">
        <w:rPr>
          <w:i/>
          <w:iCs/>
          <w:u w:val="single"/>
          <w:lang w:val="en-US"/>
        </w:rPr>
        <w:t>III</w:t>
      </w:r>
      <w:r>
        <w:rPr>
          <w:i/>
          <w:iCs/>
          <w:u w:val="single"/>
        </w:rPr>
        <w:t>.</w:t>
      </w:r>
      <w:r w:rsidRPr="009424FD">
        <w:rPr>
          <w:i/>
          <w:iCs/>
          <w:u w:val="single"/>
        </w:rPr>
        <w:t xml:space="preserve"> «Образцы форм для заполнения»</w:t>
      </w:r>
      <w:r w:rsidRPr="009424FD">
        <w:rPr>
          <w:u w:val="single"/>
        </w:rPr>
        <w:t>:</w:t>
      </w:r>
    </w:p>
    <w:p w:rsidR="00FD0B0E" w:rsidRPr="0089444A" w:rsidRDefault="00FD0B0E" w:rsidP="009424FD">
      <w:pPr>
        <w:numPr>
          <w:ilvl w:val="0"/>
          <w:numId w:val="2"/>
        </w:numPr>
        <w:tabs>
          <w:tab w:val="center" w:pos="4677"/>
        </w:tabs>
      </w:pPr>
      <w:r>
        <w:tab/>
      </w:r>
      <w:r w:rsidRPr="0089444A">
        <w:t>ОПИСЬ ДОКУМЕНТОВ,</w:t>
      </w:r>
    </w:p>
    <w:p w:rsidR="00FD0B0E" w:rsidRPr="00B06663" w:rsidRDefault="00FD0B0E" w:rsidP="001476CB">
      <w:pPr>
        <w:jc w:val="center"/>
      </w:pPr>
      <w:r w:rsidRPr="00B06663">
        <w:t>представляемых для участия в открытом одноэтапном конкурсе</w:t>
      </w:r>
    </w:p>
    <w:p w:rsidR="00FD0B0E" w:rsidRDefault="00FD0B0E" w:rsidP="001476CB">
      <w:pPr>
        <w:jc w:val="center"/>
      </w:pPr>
      <w:r w:rsidRPr="005C224A">
        <w:rPr>
          <w:u w:val="single"/>
        </w:rPr>
        <w:t xml:space="preserve">на право заключения договора подряда на выполнение </w:t>
      </w:r>
      <w:r>
        <w:rPr>
          <w:u w:val="single"/>
        </w:rPr>
        <w:t>ремонтных</w:t>
      </w:r>
      <w:r w:rsidRPr="005C224A">
        <w:rPr>
          <w:u w:val="single"/>
        </w:rPr>
        <w:t xml:space="preserve"> работ</w:t>
      </w:r>
      <w:r>
        <w:rPr>
          <w:u w:val="single"/>
        </w:rPr>
        <w:t xml:space="preserve">                           помещений ЗАО «СПГЭС»</w:t>
      </w:r>
    </w:p>
    <w:tbl>
      <w:tblPr>
        <w:tblW w:w="978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9317"/>
      </w:tblGrid>
      <w:tr w:rsidR="00FD0B0E">
        <w:tc>
          <w:tcPr>
            <w:tcW w:w="468" w:type="dxa"/>
          </w:tcPr>
          <w:p w:rsidR="00FD0B0E" w:rsidRDefault="00FD0B0E" w:rsidP="007C6CB3">
            <w:pPr>
              <w:jc w:val="both"/>
            </w:pPr>
            <w:r>
              <w:t>6</w:t>
            </w:r>
          </w:p>
        </w:tc>
        <w:tc>
          <w:tcPr>
            <w:tcW w:w="9317" w:type="dxa"/>
          </w:tcPr>
          <w:p w:rsidR="00FD0B0E" w:rsidRDefault="00FD0B0E" w:rsidP="007C6CB3">
            <w:pPr>
              <w:jc w:val="both"/>
            </w:pPr>
            <w:r w:rsidRPr="001476CB">
              <w:t>Исключить</w:t>
            </w:r>
            <w:r w:rsidRPr="00CE3919">
              <w:t xml:space="preserve">  </w:t>
            </w:r>
          </w:p>
        </w:tc>
      </w:tr>
      <w:tr w:rsidR="00FD0B0E">
        <w:tc>
          <w:tcPr>
            <w:tcW w:w="468" w:type="dxa"/>
          </w:tcPr>
          <w:p w:rsidR="00FD0B0E" w:rsidRDefault="00FD0B0E" w:rsidP="007C6CB3">
            <w:pPr>
              <w:jc w:val="both"/>
            </w:pPr>
            <w:r>
              <w:t>12</w:t>
            </w:r>
          </w:p>
        </w:tc>
        <w:tc>
          <w:tcPr>
            <w:tcW w:w="9317" w:type="dxa"/>
          </w:tcPr>
          <w:p w:rsidR="00FD0B0E" w:rsidRDefault="00FD0B0E" w:rsidP="007C6CB3">
            <w:pPr>
              <w:jc w:val="both"/>
            </w:pPr>
            <w:r w:rsidRPr="00B11FF7">
              <w:t>Справку о несчастных случаях на производстве из ФСС РФ за последний год или копии отчетов, заверенные печатью фирмы по форме 4-ФСС за последний год</w:t>
            </w:r>
          </w:p>
        </w:tc>
      </w:tr>
    </w:tbl>
    <w:p w:rsidR="00FD0B0E" w:rsidRDefault="00FD0B0E" w:rsidP="001476CB">
      <w:pPr>
        <w:tabs>
          <w:tab w:val="left" w:pos="6667"/>
          <w:tab w:val="left" w:pos="6764"/>
        </w:tabs>
        <w:jc w:val="both"/>
      </w:pPr>
      <w:r>
        <w:tab/>
      </w:r>
    </w:p>
    <w:p w:rsidR="00FD0B0E" w:rsidRDefault="00FD0B0E" w:rsidP="001476CB">
      <w:pPr>
        <w:tabs>
          <w:tab w:val="left" w:pos="6667"/>
          <w:tab w:val="left" w:pos="6764"/>
        </w:tabs>
        <w:jc w:val="both"/>
      </w:pPr>
    </w:p>
    <w:p w:rsidR="00FD0B0E" w:rsidRDefault="00FD0B0E" w:rsidP="009424FD">
      <w:pPr>
        <w:numPr>
          <w:ilvl w:val="0"/>
          <w:numId w:val="2"/>
        </w:numPr>
        <w:tabs>
          <w:tab w:val="left" w:pos="6667"/>
          <w:tab w:val="left" w:pos="6764"/>
        </w:tabs>
        <w:jc w:val="both"/>
      </w:pPr>
      <w:r>
        <w:t xml:space="preserve">                                                                                                   Приложение № 3 к заявке</w:t>
      </w:r>
    </w:p>
    <w:p w:rsidR="00FD0B0E" w:rsidRDefault="00FD0B0E" w:rsidP="001476CB">
      <w:pPr>
        <w:tabs>
          <w:tab w:val="left" w:pos="6667"/>
        </w:tabs>
        <w:jc w:val="both"/>
      </w:pPr>
      <w:r>
        <w:tab/>
        <w:t>на участие в конкурсе</w:t>
      </w:r>
    </w:p>
    <w:p w:rsidR="00FD0B0E" w:rsidRPr="009424FD" w:rsidRDefault="00FD0B0E" w:rsidP="009424FD">
      <w:pPr>
        <w:jc w:val="center"/>
        <w:rPr>
          <w:b/>
          <w:bCs/>
        </w:rPr>
      </w:pPr>
      <w:r w:rsidRPr="009424FD">
        <w:rPr>
          <w:b/>
          <w:bCs/>
        </w:rPr>
        <w:t>ПРЕДЛОЖЕНИЕ О КВАЛИФИКАЦИИ УЧАСТНИКА ЗАКУПКИ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28"/>
        <w:gridCol w:w="3249"/>
        <w:gridCol w:w="1560"/>
        <w:gridCol w:w="3934"/>
      </w:tblGrid>
      <w:tr w:rsidR="00FD0B0E">
        <w:tc>
          <w:tcPr>
            <w:tcW w:w="828" w:type="dxa"/>
          </w:tcPr>
          <w:p w:rsidR="00FD0B0E" w:rsidRDefault="00FD0B0E" w:rsidP="007C6CB3">
            <w:pPr>
              <w:jc w:val="both"/>
            </w:pPr>
            <w:r w:rsidRPr="007C6CB3">
              <w:rPr>
                <w:b/>
                <w:bCs/>
                <w:i/>
                <w:iCs/>
              </w:rPr>
              <w:t>№п/п</w:t>
            </w:r>
          </w:p>
        </w:tc>
        <w:tc>
          <w:tcPr>
            <w:tcW w:w="3249" w:type="dxa"/>
          </w:tcPr>
          <w:p w:rsidR="00FD0B0E" w:rsidRDefault="00FD0B0E" w:rsidP="007C6CB3">
            <w:pPr>
              <w:jc w:val="both"/>
            </w:pPr>
            <w:r w:rsidRPr="007C6CB3">
              <w:rPr>
                <w:b/>
                <w:bCs/>
                <w:i/>
                <w:iCs/>
              </w:rPr>
              <w:t>Подкритерии</w:t>
            </w:r>
          </w:p>
        </w:tc>
        <w:tc>
          <w:tcPr>
            <w:tcW w:w="1560" w:type="dxa"/>
          </w:tcPr>
          <w:p w:rsidR="00FD0B0E" w:rsidRDefault="00FD0B0E" w:rsidP="007C6CB3">
            <w:pPr>
              <w:jc w:val="both"/>
            </w:pPr>
            <w:r w:rsidRPr="007C6CB3">
              <w:rPr>
                <w:b/>
                <w:bCs/>
                <w:i/>
                <w:iCs/>
              </w:rPr>
              <w:t>Количество</w:t>
            </w:r>
          </w:p>
        </w:tc>
        <w:tc>
          <w:tcPr>
            <w:tcW w:w="3934" w:type="dxa"/>
          </w:tcPr>
          <w:p w:rsidR="00FD0B0E" w:rsidRDefault="00FD0B0E" w:rsidP="007C6CB3">
            <w:pPr>
              <w:jc w:val="both"/>
            </w:pPr>
            <w:r w:rsidRPr="007C6CB3">
              <w:rPr>
                <w:b/>
                <w:bCs/>
                <w:i/>
                <w:iCs/>
              </w:rPr>
              <w:t>Подтверждающие документы</w:t>
            </w:r>
          </w:p>
        </w:tc>
      </w:tr>
      <w:tr w:rsidR="00FD0B0E">
        <w:trPr>
          <w:trHeight w:val="1192"/>
        </w:trPr>
        <w:tc>
          <w:tcPr>
            <w:tcW w:w="828" w:type="dxa"/>
          </w:tcPr>
          <w:p w:rsidR="00FD0B0E" w:rsidRDefault="00FD0B0E" w:rsidP="007C6CB3">
            <w:pPr>
              <w:jc w:val="both"/>
            </w:pPr>
          </w:p>
          <w:p w:rsidR="00FD0B0E" w:rsidRDefault="00FD0B0E" w:rsidP="007C6CB3">
            <w:pPr>
              <w:jc w:val="both"/>
            </w:pPr>
          </w:p>
          <w:p w:rsidR="00FD0B0E" w:rsidRDefault="00FD0B0E" w:rsidP="007C6CB3">
            <w:pPr>
              <w:jc w:val="both"/>
            </w:pPr>
          </w:p>
          <w:p w:rsidR="00FD0B0E" w:rsidRDefault="00FD0B0E" w:rsidP="007C6CB3">
            <w:pPr>
              <w:jc w:val="both"/>
            </w:pPr>
            <w:r>
              <w:t>3</w:t>
            </w:r>
          </w:p>
          <w:p w:rsidR="00FD0B0E" w:rsidRDefault="00FD0B0E" w:rsidP="007C6CB3">
            <w:pPr>
              <w:jc w:val="both"/>
            </w:pPr>
            <w:r>
              <w:t xml:space="preserve">              </w:t>
            </w:r>
          </w:p>
        </w:tc>
        <w:tc>
          <w:tcPr>
            <w:tcW w:w="3249" w:type="dxa"/>
          </w:tcPr>
          <w:p w:rsidR="00FD0B0E" w:rsidRDefault="00FD0B0E" w:rsidP="007C6CB3">
            <w:pPr>
              <w:jc w:val="both"/>
            </w:pPr>
            <w:r w:rsidRPr="00B06663">
              <w:t>Соблюдение техники</w:t>
            </w:r>
            <w:r>
              <w:t xml:space="preserve"> </w:t>
            </w:r>
            <w:r w:rsidRPr="00B06663">
              <w:t xml:space="preserve"> безопасности (количество</w:t>
            </w:r>
            <w:r>
              <w:t xml:space="preserve"> </w:t>
            </w:r>
            <w:r w:rsidRPr="00B06663">
              <w:t xml:space="preserve"> несчастных случаев при</w:t>
            </w:r>
            <w:r>
              <w:t xml:space="preserve"> </w:t>
            </w:r>
            <w:r w:rsidRPr="00B06663">
              <w:t>производстве работ за последни</w:t>
            </w:r>
            <w:r>
              <w:t>й</w:t>
            </w:r>
            <w:r w:rsidRPr="00B06663">
              <w:t xml:space="preserve"> год)</w:t>
            </w:r>
          </w:p>
        </w:tc>
        <w:tc>
          <w:tcPr>
            <w:tcW w:w="1560" w:type="dxa"/>
          </w:tcPr>
          <w:p w:rsidR="00FD0B0E" w:rsidRDefault="00FD0B0E" w:rsidP="007C6CB3">
            <w:pPr>
              <w:jc w:val="both"/>
            </w:pPr>
          </w:p>
        </w:tc>
        <w:tc>
          <w:tcPr>
            <w:tcW w:w="3934" w:type="dxa"/>
          </w:tcPr>
          <w:p w:rsidR="00FD0B0E" w:rsidRDefault="00FD0B0E" w:rsidP="007C6CB3">
            <w:pPr>
              <w:jc w:val="both"/>
            </w:pPr>
            <w:r w:rsidRPr="00B06663">
              <w:t>Справку о несчастных случаях на</w:t>
            </w:r>
            <w:r>
              <w:t xml:space="preserve"> производстве из </w:t>
            </w:r>
            <w:r w:rsidRPr="00B06663">
              <w:t>ФСС РФ за</w:t>
            </w:r>
            <w:r>
              <w:t xml:space="preserve"> </w:t>
            </w:r>
            <w:r w:rsidRPr="00B06663">
              <w:t>последни</w:t>
            </w:r>
            <w:r>
              <w:t xml:space="preserve">й </w:t>
            </w:r>
            <w:r w:rsidRPr="00B06663">
              <w:t>год или копии отчетов,</w:t>
            </w:r>
            <w:r>
              <w:t xml:space="preserve"> </w:t>
            </w:r>
            <w:r w:rsidRPr="00B06663">
              <w:t>заверенные печатью фирмы по форме 4-ФСС за последни</w:t>
            </w:r>
            <w:r>
              <w:t>й</w:t>
            </w:r>
            <w:r w:rsidRPr="00B06663">
              <w:t xml:space="preserve"> год</w:t>
            </w:r>
          </w:p>
        </w:tc>
      </w:tr>
    </w:tbl>
    <w:p w:rsidR="00FD0B0E" w:rsidRDefault="00FD0B0E" w:rsidP="00DA0C8A">
      <w:pPr>
        <w:jc w:val="both"/>
      </w:pPr>
    </w:p>
    <w:p w:rsidR="00FD0B0E" w:rsidRDefault="00FD0B0E" w:rsidP="009424FD">
      <w:pPr>
        <w:numPr>
          <w:ilvl w:val="0"/>
          <w:numId w:val="2"/>
        </w:numPr>
        <w:tabs>
          <w:tab w:val="left" w:pos="6800"/>
        </w:tabs>
      </w:pPr>
      <w:r>
        <w:tab/>
      </w:r>
      <w:r>
        <w:tab/>
      </w:r>
      <w:r>
        <w:tab/>
        <w:t>Форма № 2</w:t>
      </w:r>
    </w:p>
    <w:p w:rsidR="00FD0B0E" w:rsidRDefault="00FD0B0E" w:rsidP="00DA0C8A">
      <w:pPr>
        <w:tabs>
          <w:tab w:val="left" w:pos="6800"/>
        </w:tabs>
        <w:jc w:val="center"/>
        <w:rPr>
          <w:b/>
          <w:bCs/>
        </w:rPr>
      </w:pPr>
      <w:r w:rsidRPr="00426DAB">
        <w:rPr>
          <w:b/>
          <w:bCs/>
        </w:rPr>
        <w:t>Анкета участника</w:t>
      </w:r>
    </w:p>
    <w:p w:rsidR="00FD0B0E" w:rsidRPr="00426DAB" w:rsidRDefault="00FD0B0E" w:rsidP="00DA0C8A"/>
    <w:p w:rsidR="00FD0B0E" w:rsidRPr="00426DAB" w:rsidRDefault="00FD0B0E" w:rsidP="009424FD">
      <w:r w:rsidRPr="009424FD">
        <w:t>Исключить:</w:t>
      </w:r>
      <w:r>
        <w:tab/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08"/>
        <w:gridCol w:w="3163"/>
      </w:tblGrid>
      <w:tr w:rsidR="00FD0B0E" w:rsidRPr="00A77E6A">
        <w:tc>
          <w:tcPr>
            <w:tcW w:w="6408" w:type="dxa"/>
          </w:tcPr>
          <w:p w:rsidR="00FD0B0E" w:rsidRPr="00A77E6A" w:rsidRDefault="00FD0B0E" w:rsidP="004F4F96">
            <w:r w:rsidRPr="00B06663">
              <w:t xml:space="preserve">7. Свидетельство СРО о допуске к </w:t>
            </w:r>
            <w:r>
              <w:t xml:space="preserve">строительно-монтажным </w:t>
            </w:r>
            <w:r w:rsidRPr="00B06663">
              <w:t>работам</w:t>
            </w:r>
          </w:p>
        </w:tc>
        <w:tc>
          <w:tcPr>
            <w:tcW w:w="3163" w:type="dxa"/>
          </w:tcPr>
          <w:p w:rsidR="00FD0B0E" w:rsidRPr="00A77E6A" w:rsidRDefault="00FD0B0E" w:rsidP="004F4F96"/>
        </w:tc>
      </w:tr>
    </w:tbl>
    <w:p w:rsidR="00FD0B0E" w:rsidRPr="00D83C09" w:rsidRDefault="00FD0B0E" w:rsidP="00DA0C8A">
      <w:pPr>
        <w:jc w:val="both"/>
      </w:pPr>
    </w:p>
    <w:p w:rsidR="00FD0B0E" w:rsidRDefault="00FD0B0E" w:rsidP="00C7067E">
      <w:pPr>
        <w:jc w:val="both"/>
        <w:rPr>
          <w:u w:val="single"/>
        </w:rPr>
      </w:pPr>
      <w:r>
        <w:rPr>
          <w:b/>
          <w:bCs/>
        </w:rPr>
        <w:t>3</w:t>
      </w:r>
      <w:r w:rsidRPr="00D83C09">
        <w:rPr>
          <w:b/>
          <w:bCs/>
        </w:rPr>
        <w:t xml:space="preserve">. </w:t>
      </w:r>
      <w:r>
        <w:rPr>
          <w:b/>
          <w:bCs/>
        </w:rPr>
        <w:t xml:space="preserve">Договор подряда на выполнение ремонтных работ </w:t>
      </w:r>
      <w:r w:rsidRPr="001476CB">
        <w:rPr>
          <w:u w:val="single"/>
        </w:rPr>
        <w:t>изложить в следующей редакции:</w:t>
      </w:r>
    </w:p>
    <w:p w:rsidR="00FD0B0E" w:rsidRPr="001476CB" w:rsidRDefault="00FD0B0E" w:rsidP="00C7067E">
      <w:pPr>
        <w:jc w:val="both"/>
        <w:rPr>
          <w:u w:val="single"/>
        </w:rPr>
      </w:pPr>
    </w:p>
    <w:p w:rsidR="00FD0B0E" w:rsidRPr="00AC124E" w:rsidRDefault="00FD0B0E" w:rsidP="00AC124E">
      <w:pPr>
        <w:numPr>
          <w:ilvl w:val="0"/>
          <w:numId w:val="2"/>
        </w:numPr>
        <w:rPr>
          <w:b/>
          <w:bCs/>
        </w:rPr>
      </w:pPr>
      <w:r>
        <w:rPr>
          <w:b/>
          <w:bCs/>
          <w:i/>
          <w:iCs/>
        </w:rPr>
        <w:t xml:space="preserve">                           </w:t>
      </w:r>
      <w:r w:rsidRPr="00AC124E">
        <w:rPr>
          <w:b/>
          <w:bCs/>
        </w:rPr>
        <w:t>1. Предмет и основные положения договора</w:t>
      </w:r>
    </w:p>
    <w:p w:rsidR="00FD0B0E" w:rsidRPr="00163C87" w:rsidRDefault="00FD0B0E" w:rsidP="00C7067E">
      <w:pPr>
        <w:numPr>
          <w:ilvl w:val="1"/>
          <w:numId w:val="3"/>
        </w:numPr>
        <w:autoSpaceDE w:val="0"/>
        <w:ind w:left="0" w:firstLine="709"/>
        <w:jc w:val="both"/>
        <w:rPr>
          <w:spacing w:val="-2"/>
          <w:w w:val="102"/>
        </w:rPr>
      </w:pPr>
      <w:r w:rsidRPr="008B21F2">
        <w:rPr>
          <w:spacing w:val="-2"/>
          <w:w w:val="102"/>
        </w:rPr>
        <w:t>Заказчик поручает и оплачивает, а Подрядчик об</w:t>
      </w:r>
      <w:r>
        <w:rPr>
          <w:spacing w:val="-2"/>
          <w:w w:val="102"/>
        </w:rPr>
        <w:t xml:space="preserve">язуется в сроки, установленные </w:t>
      </w:r>
      <w:r w:rsidRPr="008B21F2">
        <w:rPr>
          <w:spacing w:val="-2"/>
          <w:w w:val="102"/>
        </w:rPr>
        <w:t>п. 3.1 договора, выполнить работы</w:t>
      </w:r>
      <w:r>
        <w:rPr>
          <w:spacing w:val="-2"/>
          <w:w w:val="102"/>
        </w:rPr>
        <w:t xml:space="preserve"> по</w:t>
      </w:r>
      <w:r w:rsidRPr="00EC1330">
        <w:rPr>
          <w:spacing w:val="-2"/>
          <w:w w:val="102"/>
          <w:sz w:val="20"/>
          <w:szCs w:val="20"/>
        </w:rPr>
        <w:t xml:space="preserve"> </w:t>
      </w:r>
      <w:r>
        <w:rPr>
          <w:spacing w:val="-2"/>
          <w:w w:val="102"/>
        </w:rPr>
        <w:t>к</w:t>
      </w:r>
      <w:r w:rsidRPr="00EC1330">
        <w:rPr>
          <w:spacing w:val="-2"/>
          <w:w w:val="102"/>
        </w:rPr>
        <w:t>апитальн</w:t>
      </w:r>
      <w:r>
        <w:rPr>
          <w:spacing w:val="-2"/>
          <w:w w:val="102"/>
        </w:rPr>
        <w:t>ому</w:t>
      </w:r>
      <w:r w:rsidRPr="00EC1330">
        <w:rPr>
          <w:spacing w:val="-2"/>
          <w:w w:val="102"/>
        </w:rPr>
        <w:t xml:space="preserve"> ремонт</w:t>
      </w:r>
      <w:r>
        <w:rPr>
          <w:spacing w:val="-2"/>
          <w:w w:val="102"/>
        </w:rPr>
        <w:t>у</w:t>
      </w:r>
      <w:r w:rsidRPr="00EC1330">
        <w:rPr>
          <w:spacing w:val="-2"/>
          <w:w w:val="102"/>
        </w:rPr>
        <w:t xml:space="preserve"> строительной части помещений ЗАО «СПГЭС»</w:t>
      </w:r>
      <w:r>
        <w:rPr>
          <w:spacing w:val="-2"/>
          <w:w w:val="102"/>
        </w:rPr>
        <w:t>, расположенных по адресу: г. Саратов</w:t>
      </w:r>
    </w:p>
    <w:p w:rsidR="00FD0B0E" w:rsidRPr="00E05D82" w:rsidRDefault="00FD0B0E" w:rsidP="00C7067E">
      <w:pPr>
        <w:autoSpaceDE w:val="0"/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 - ул. Белоглинская, 40</w:t>
      </w:r>
      <w:r w:rsidRPr="00EC1330">
        <w:rPr>
          <w:spacing w:val="-2"/>
          <w:w w:val="102"/>
        </w:rPr>
        <w:t>:</w:t>
      </w:r>
      <w:r w:rsidRPr="00163C87">
        <w:rPr>
          <w:color w:val="FF0000"/>
          <w:spacing w:val="-2"/>
          <w:w w:val="102"/>
        </w:rPr>
        <w:t xml:space="preserve"> </w:t>
      </w:r>
      <w:r w:rsidRPr="00E05D82">
        <w:rPr>
          <w:spacing w:val="-2"/>
          <w:w w:val="102"/>
        </w:rPr>
        <w:t>кабинет №326; кабинет №404; кабинет №215; кабинет № 306; кабинет № 221;</w:t>
      </w:r>
    </w:p>
    <w:p w:rsidR="00FD0B0E" w:rsidRPr="00E05D82" w:rsidRDefault="00FD0B0E" w:rsidP="00C7067E">
      <w:pPr>
        <w:autoSpaceDE w:val="0"/>
        <w:jc w:val="both"/>
        <w:rPr>
          <w:spacing w:val="-2"/>
          <w:w w:val="102"/>
        </w:rPr>
      </w:pPr>
      <w:r w:rsidRPr="00E05D82">
        <w:rPr>
          <w:spacing w:val="-2"/>
          <w:w w:val="102"/>
        </w:rPr>
        <w:t xml:space="preserve"> - ул. Лунная, </w:t>
      </w:r>
      <w:r>
        <w:rPr>
          <w:spacing w:val="-2"/>
          <w:w w:val="102"/>
        </w:rPr>
        <w:t>б/н,</w:t>
      </w:r>
      <w:r w:rsidRPr="00E05D82">
        <w:rPr>
          <w:spacing w:val="-2"/>
          <w:w w:val="102"/>
        </w:rPr>
        <w:t xml:space="preserve"> сторожка склада;</w:t>
      </w:r>
    </w:p>
    <w:p w:rsidR="00FD0B0E" w:rsidRPr="00E05D82" w:rsidRDefault="00FD0B0E" w:rsidP="00C7067E">
      <w:pPr>
        <w:autoSpaceDE w:val="0"/>
        <w:jc w:val="both"/>
        <w:rPr>
          <w:spacing w:val="-2"/>
          <w:w w:val="102"/>
        </w:rPr>
      </w:pPr>
      <w:r w:rsidRPr="00E05D82">
        <w:rPr>
          <w:spacing w:val="-2"/>
          <w:w w:val="102"/>
        </w:rPr>
        <w:t xml:space="preserve"> - </w:t>
      </w:r>
      <w:r w:rsidRPr="009714E1">
        <w:t>Ново-Астраханскому Шоссе, д 119</w:t>
      </w:r>
      <w:r>
        <w:t xml:space="preserve">, </w:t>
      </w:r>
      <w:r w:rsidRPr="00E05D82">
        <w:rPr>
          <w:spacing w:val="-2"/>
          <w:w w:val="102"/>
        </w:rPr>
        <w:t>сторожка склада;</w:t>
      </w:r>
    </w:p>
    <w:p w:rsidR="00FD0B0E" w:rsidRPr="00E05D82" w:rsidRDefault="00FD0B0E" w:rsidP="00C7067E">
      <w:pPr>
        <w:autoSpaceDE w:val="0"/>
        <w:jc w:val="both"/>
        <w:rPr>
          <w:spacing w:val="-2"/>
          <w:w w:val="102"/>
        </w:rPr>
      </w:pPr>
      <w:r w:rsidRPr="00E05D82">
        <w:rPr>
          <w:spacing w:val="-2"/>
          <w:w w:val="102"/>
        </w:rPr>
        <w:t xml:space="preserve"> - ул. Актюбинская, 1</w:t>
      </w:r>
      <w:r>
        <w:rPr>
          <w:spacing w:val="-2"/>
          <w:w w:val="102"/>
        </w:rPr>
        <w:t>,</w:t>
      </w:r>
      <w:r w:rsidRPr="00E05D82">
        <w:rPr>
          <w:spacing w:val="-2"/>
          <w:w w:val="102"/>
        </w:rPr>
        <w:t xml:space="preserve"> сторожка склада;</w:t>
      </w:r>
    </w:p>
    <w:p w:rsidR="00FD0B0E" w:rsidRDefault="00FD0B0E" w:rsidP="00C7067E">
      <w:pPr>
        <w:autoSpaceDE w:val="0"/>
        <w:jc w:val="both"/>
        <w:rPr>
          <w:spacing w:val="-2"/>
          <w:w w:val="102"/>
        </w:rPr>
      </w:pPr>
      <w:r w:rsidRPr="00E05D82">
        <w:rPr>
          <w:spacing w:val="-2"/>
          <w:w w:val="102"/>
        </w:rPr>
        <w:t xml:space="preserve"> - </w:t>
      </w:r>
      <w:r>
        <w:t>просп. Энтузиастов</w:t>
      </w:r>
      <w:r w:rsidRPr="00324EDF">
        <w:t>,</w:t>
      </w:r>
      <w:r>
        <w:t xml:space="preserve"> б/н,</w:t>
      </w:r>
      <w:r w:rsidRPr="00E05D82">
        <w:rPr>
          <w:spacing w:val="-2"/>
          <w:w w:val="102"/>
        </w:rPr>
        <w:t xml:space="preserve"> сторожка склада</w:t>
      </w:r>
      <w:r w:rsidRPr="00B51490">
        <w:rPr>
          <w:spacing w:val="-2"/>
          <w:w w:val="102"/>
        </w:rPr>
        <w:t>, а Заказчик обязуется принять их результат</w:t>
      </w:r>
      <w:r w:rsidRPr="008B21F2">
        <w:rPr>
          <w:spacing w:val="-2"/>
          <w:w w:val="102"/>
        </w:rPr>
        <w:t xml:space="preserve"> и уплатить их стоимость.</w:t>
      </w:r>
    </w:p>
    <w:p w:rsidR="00FD0B0E" w:rsidRPr="00C7067E" w:rsidRDefault="00FD0B0E" w:rsidP="00C7067E">
      <w:pPr>
        <w:autoSpaceDE w:val="0"/>
        <w:jc w:val="both"/>
        <w:rPr>
          <w:spacing w:val="-2"/>
          <w:w w:val="102"/>
        </w:rPr>
      </w:pPr>
    </w:p>
    <w:p w:rsidR="00FD0B0E" w:rsidRDefault="00FD0B0E" w:rsidP="00C7067E">
      <w:pPr>
        <w:numPr>
          <w:ilvl w:val="0"/>
          <w:numId w:val="2"/>
        </w:numPr>
        <w:tabs>
          <w:tab w:val="clear" w:pos="720"/>
        </w:tabs>
        <w:ind w:left="5529" w:hanging="5169"/>
      </w:pPr>
      <w:r>
        <w:t xml:space="preserve">                                                                                Приложение № 1 к договору подряда                     на выполнение ремонтных работ</w:t>
      </w:r>
    </w:p>
    <w:p w:rsidR="00FD0B0E" w:rsidRDefault="00FD0B0E" w:rsidP="00C7067E"/>
    <w:p w:rsidR="00FD0B0E" w:rsidRDefault="00FD0B0E" w:rsidP="00C7067E">
      <w:pPr>
        <w:keepNext/>
        <w:spacing w:before="120" w:after="120"/>
        <w:ind w:left="1848"/>
        <w:outlineLvl w:val="0"/>
        <w:rPr>
          <w:b/>
          <w:bCs/>
          <w:caps/>
          <w:kern w:val="28"/>
        </w:rPr>
      </w:pPr>
      <w:r>
        <w:rPr>
          <w:b/>
          <w:bCs/>
          <w:caps/>
          <w:kern w:val="28"/>
        </w:rPr>
        <w:t xml:space="preserve">             </w:t>
      </w:r>
      <w:r w:rsidRPr="00AF0777">
        <w:rPr>
          <w:b/>
          <w:bCs/>
          <w:caps/>
          <w:kern w:val="28"/>
        </w:rPr>
        <w:t>ТЕХНИЧЕСКОЕ ЗАДАНИЕ</w:t>
      </w:r>
    </w:p>
    <w:p w:rsidR="00FD0B0E" w:rsidRPr="00EC1330" w:rsidRDefault="00FD0B0E" w:rsidP="00C7067E">
      <w:pPr>
        <w:keepNext/>
        <w:spacing w:before="120" w:after="120"/>
        <w:jc w:val="center"/>
        <w:outlineLvl w:val="0"/>
      </w:pPr>
      <w:r w:rsidRPr="00AF0777">
        <w:t>на выполнение работ</w:t>
      </w:r>
      <w:r>
        <w:t xml:space="preserve"> по ремонту помещений ЗАО «СПГЭС»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54"/>
        <w:gridCol w:w="6617"/>
      </w:tblGrid>
      <w:tr w:rsidR="00FD0B0E" w:rsidRPr="00AF6EEB">
        <w:trPr>
          <w:trHeight w:val="60"/>
        </w:trPr>
        <w:tc>
          <w:tcPr>
            <w:tcW w:w="2954" w:type="dxa"/>
          </w:tcPr>
          <w:p w:rsidR="00FD0B0E" w:rsidRPr="00EC1330" w:rsidRDefault="00FD0B0E" w:rsidP="00C7067E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</w:rPr>
            </w:pPr>
            <w:r w:rsidRPr="00EC1330">
              <w:rPr>
                <w:spacing w:val="-2"/>
                <w:w w:val="102"/>
              </w:rPr>
              <w:t>Наименование и место</w:t>
            </w:r>
            <w:r>
              <w:rPr>
                <w:spacing w:val="-2"/>
                <w:w w:val="102"/>
              </w:rPr>
              <w:t xml:space="preserve"> </w:t>
            </w:r>
            <w:r w:rsidRPr="00EC1330">
              <w:rPr>
                <w:spacing w:val="-2"/>
                <w:w w:val="102"/>
              </w:rPr>
              <w:t>расположение объекта</w:t>
            </w:r>
          </w:p>
        </w:tc>
        <w:tc>
          <w:tcPr>
            <w:tcW w:w="6617" w:type="dxa"/>
          </w:tcPr>
          <w:p w:rsidR="00FD0B0E" w:rsidRPr="00940B02" w:rsidRDefault="00FD0B0E" w:rsidP="002E4DC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2"/>
                <w:w w:val="102"/>
              </w:rPr>
            </w:pPr>
            <w:r w:rsidRPr="00940B02">
              <w:rPr>
                <w:spacing w:val="-2"/>
                <w:w w:val="102"/>
              </w:rPr>
              <w:t>Капитальный ремонт строительной части – ремонт помещений ЗАО «СПГЭС»: кабинет №</w:t>
            </w:r>
            <w:r>
              <w:rPr>
                <w:spacing w:val="-2"/>
                <w:w w:val="102"/>
              </w:rPr>
              <w:t xml:space="preserve"> </w:t>
            </w:r>
            <w:r w:rsidRPr="00940B02">
              <w:rPr>
                <w:spacing w:val="-2"/>
                <w:w w:val="102"/>
              </w:rPr>
              <w:t>326; кабинет №</w:t>
            </w:r>
            <w:r>
              <w:rPr>
                <w:spacing w:val="-2"/>
                <w:w w:val="102"/>
              </w:rPr>
              <w:t xml:space="preserve"> 404; кабинет </w:t>
            </w:r>
            <w:r w:rsidRPr="00940B02">
              <w:rPr>
                <w:spacing w:val="-2"/>
                <w:w w:val="102"/>
              </w:rPr>
              <w:t>№</w:t>
            </w:r>
            <w:r>
              <w:rPr>
                <w:spacing w:val="-2"/>
                <w:w w:val="102"/>
              </w:rPr>
              <w:t xml:space="preserve"> </w:t>
            </w:r>
            <w:r w:rsidRPr="00940B02">
              <w:rPr>
                <w:spacing w:val="-2"/>
                <w:w w:val="102"/>
              </w:rPr>
              <w:t>215; кабинет №</w:t>
            </w:r>
            <w:r>
              <w:rPr>
                <w:spacing w:val="-2"/>
                <w:w w:val="102"/>
              </w:rPr>
              <w:t xml:space="preserve"> </w:t>
            </w:r>
            <w:r w:rsidRPr="00940B02">
              <w:rPr>
                <w:spacing w:val="-2"/>
                <w:w w:val="102"/>
              </w:rPr>
              <w:t>306, кабинет №</w:t>
            </w:r>
            <w:r>
              <w:rPr>
                <w:spacing w:val="-2"/>
                <w:w w:val="102"/>
              </w:rPr>
              <w:t xml:space="preserve"> 221; сторожка склада по ул. Лунная, б/н</w:t>
            </w:r>
            <w:r w:rsidRPr="00940B02">
              <w:rPr>
                <w:spacing w:val="-2"/>
                <w:w w:val="102"/>
              </w:rPr>
              <w:t xml:space="preserve">; сторожка склада по </w:t>
            </w:r>
            <w:r w:rsidRPr="009714E1">
              <w:t>Ново-Астраханскому Шоссе, д 119</w:t>
            </w:r>
            <w:r w:rsidRPr="00940B02">
              <w:rPr>
                <w:spacing w:val="-2"/>
                <w:w w:val="102"/>
              </w:rPr>
              <w:t xml:space="preserve">; сторожка склада по ул. Актюбинская, 1; сторожка склада по </w:t>
            </w:r>
            <w:r>
              <w:t>просп. Энтузиастов</w:t>
            </w:r>
            <w:r w:rsidRPr="00324EDF">
              <w:t>,</w:t>
            </w:r>
            <w:r>
              <w:t xml:space="preserve"> б/н</w:t>
            </w:r>
            <w:r w:rsidRPr="00940B02">
              <w:rPr>
                <w:spacing w:val="-2"/>
                <w:w w:val="102"/>
              </w:rPr>
              <w:t>.</w:t>
            </w:r>
          </w:p>
        </w:tc>
      </w:tr>
    </w:tbl>
    <w:p w:rsidR="00FD0B0E" w:rsidRPr="002E4DC1" w:rsidRDefault="00FD0B0E" w:rsidP="002E4DC1">
      <w:pPr>
        <w:ind w:left="5529"/>
      </w:pPr>
    </w:p>
    <w:p w:rsidR="00FD0B0E" w:rsidRDefault="00FD0B0E" w:rsidP="002E4DC1">
      <w:pPr>
        <w:numPr>
          <w:ilvl w:val="0"/>
          <w:numId w:val="2"/>
        </w:numPr>
        <w:tabs>
          <w:tab w:val="clear" w:pos="720"/>
        </w:tabs>
        <w:ind w:left="5529" w:hanging="5169"/>
      </w:pPr>
      <w:r>
        <w:t xml:space="preserve">                                                                                Приложение № 7 к договору подряда                     на выполнение ремонтных работ</w:t>
      </w:r>
    </w:p>
    <w:p w:rsidR="00FD0B0E" w:rsidRDefault="00FD0B0E" w:rsidP="00C7067E"/>
    <w:p w:rsidR="00FD0B0E" w:rsidRDefault="00FD0B0E" w:rsidP="002E4DC1">
      <w:pPr>
        <w:tabs>
          <w:tab w:val="left" w:pos="2580"/>
        </w:tabs>
        <w:rPr>
          <w:b/>
          <w:bCs/>
          <w:caps/>
          <w:kern w:val="28"/>
        </w:rPr>
      </w:pPr>
      <w:r>
        <w:rPr>
          <w:b/>
          <w:bCs/>
          <w:caps/>
          <w:kern w:val="28"/>
        </w:rPr>
        <w:t xml:space="preserve">                                             </w:t>
      </w:r>
      <w:r w:rsidRPr="007E688C">
        <w:rPr>
          <w:b/>
          <w:bCs/>
          <w:caps/>
          <w:kern w:val="28"/>
        </w:rPr>
        <w:t>Дефектная ведомость</w:t>
      </w:r>
    </w:p>
    <w:p w:rsidR="00FD0B0E" w:rsidRDefault="00FD0B0E" w:rsidP="002E4DC1">
      <w:pPr>
        <w:tabs>
          <w:tab w:val="left" w:pos="2580"/>
        </w:tabs>
        <w:rPr>
          <w:b/>
          <w:bCs/>
        </w:rPr>
      </w:pPr>
      <w:r>
        <w:rPr>
          <w:b/>
          <w:bCs/>
        </w:rPr>
        <w:t xml:space="preserve">                                Ремонт сторожки склада по ул. Лунная, б/н</w:t>
      </w:r>
    </w:p>
    <w:p w:rsidR="00FD0B0E" w:rsidRDefault="00FD0B0E" w:rsidP="002E4DC1">
      <w:pPr>
        <w:tabs>
          <w:tab w:val="left" w:pos="2580"/>
        </w:tabs>
        <w:rPr>
          <w:b/>
          <w:bCs/>
          <w:caps/>
          <w:kern w:val="28"/>
        </w:rPr>
      </w:pPr>
    </w:p>
    <w:p w:rsidR="00FD0B0E" w:rsidRDefault="00FD0B0E" w:rsidP="002E4DC1">
      <w:pPr>
        <w:numPr>
          <w:ilvl w:val="0"/>
          <w:numId w:val="2"/>
        </w:numPr>
        <w:tabs>
          <w:tab w:val="clear" w:pos="720"/>
        </w:tabs>
        <w:ind w:left="5529" w:hanging="5169"/>
      </w:pPr>
      <w:r>
        <w:t xml:space="preserve">                                                                                Приложение № 8 к договору подряда                     на выполнение ремонтных работ</w:t>
      </w:r>
    </w:p>
    <w:p w:rsidR="00FD0B0E" w:rsidRDefault="00FD0B0E" w:rsidP="002E4DC1"/>
    <w:p w:rsidR="00FD0B0E" w:rsidRDefault="00FD0B0E" w:rsidP="002E4DC1">
      <w:pPr>
        <w:tabs>
          <w:tab w:val="left" w:pos="2580"/>
        </w:tabs>
        <w:rPr>
          <w:b/>
          <w:bCs/>
          <w:caps/>
          <w:kern w:val="28"/>
        </w:rPr>
      </w:pPr>
      <w:r>
        <w:tab/>
      </w:r>
      <w:r w:rsidRPr="007E688C">
        <w:rPr>
          <w:b/>
          <w:bCs/>
          <w:caps/>
          <w:kern w:val="28"/>
        </w:rPr>
        <w:t>Дефектная ведомость</w:t>
      </w:r>
    </w:p>
    <w:p w:rsidR="00FD0B0E" w:rsidRPr="00C20720" w:rsidRDefault="00FD0B0E" w:rsidP="002E4DC1">
      <w:pPr>
        <w:tabs>
          <w:tab w:val="left" w:pos="5505"/>
        </w:tabs>
        <w:rPr>
          <w:b/>
          <w:bCs/>
        </w:rPr>
      </w:pPr>
      <w:r>
        <w:rPr>
          <w:b/>
          <w:bCs/>
        </w:rPr>
        <w:t xml:space="preserve">                        Ремонт сторожки склада по </w:t>
      </w:r>
      <w:r w:rsidRPr="00C20720">
        <w:rPr>
          <w:b/>
          <w:bCs/>
        </w:rPr>
        <w:t>Ново-Астраханскому Шоссе, д 119</w:t>
      </w:r>
    </w:p>
    <w:p w:rsidR="00FD0B0E" w:rsidRDefault="00FD0B0E" w:rsidP="002E4DC1">
      <w:pPr>
        <w:tabs>
          <w:tab w:val="left" w:pos="5505"/>
        </w:tabs>
        <w:rPr>
          <w:sz w:val="20"/>
          <w:szCs w:val="20"/>
        </w:rPr>
      </w:pPr>
    </w:p>
    <w:p w:rsidR="00FD0B0E" w:rsidRDefault="00FD0B0E" w:rsidP="00C20720">
      <w:pPr>
        <w:numPr>
          <w:ilvl w:val="0"/>
          <w:numId w:val="2"/>
        </w:numPr>
        <w:tabs>
          <w:tab w:val="clear" w:pos="720"/>
        </w:tabs>
        <w:ind w:left="5387" w:hanging="5169"/>
      </w:pPr>
      <w:r>
        <w:t xml:space="preserve">                                                                              Приложение № 10 к договору подряда                  на выполнение ремонтных работ</w:t>
      </w:r>
    </w:p>
    <w:p w:rsidR="00FD0B0E" w:rsidRDefault="00FD0B0E" w:rsidP="002E4DC1">
      <w:pPr>
        <w:tabs>
          <w:tab w:val="left" w:pos="1227"/>
        </w:tabs>
      </w:pPr>
    </w:p>
    <w:p w:rsidR="00FD0B0E" w:rsidRDefault="00FD0B0E" w:rsidP="00C20720">
      <w:pPr>
        <w:tabs>
          <w:tab w:val="left" w:pos="2580"/>
        </w:tabs>
        <w:rPr>
          <w:b/>
          <w:bCs/>
          <w:caps/>
          <w:kern w:val="28"/>
        </w:rPr>
      </w:pPr>
      <w:r>
        <w:tab/>
      </w:r>
      <w:r w:rsidRPr="007E688C">
        <w:rPr>
          <w:b/>
          <w:bCs/>
          <w:caps/>
          <w:kern w:val="28"/>
        </w:rPr>
        <w:t>Дефектная ведомость</w:t>
      </w:r>
    </w:p>
    <w:p w:rsidR="00FD0B0E" w:rsidRPr="00C20720" w:rsidRDefault="00FD0B0E" w:rsidP="00C20720">
      <w:pPr>
        <w:tabs>
          <w:tab w:val="left" w:pos="2170"/>
        </w:tabs>
      </w:pPr>
      <w:r>
        <w:rPr>
          <w:b/>
          <w:bCs/>
        </w:rPr>
        <w:t xml:space="preserve">                       Ремонт сторожки склада по просп. </w:t>
      </w:r>
      <w:r w:rsidRPr="00C20720">
        <w:rPr>
          <w:b/>
          <w:bCs/>
        </w:rPr>
        <w:t>Энтузиастов, б/н</w:t>
      </w:r>
      <w:r>
        <w:rPr>
          <w:sz w:val="20"/>
          <w:szCs w:val="20"/>
        </w:rPr>
        <w:tab/>
      </w:r>
    </w:p>
    <w:sectPr w:rsidR="00FD0B0E" w:rsidRPr="00C20720" w:rsidSect="00952E3E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0B0E" w:rsidRDefault="00FD0B0E" w:rsidP="00952E3E">
      <w:r>
        <w:separator/>
      </w:r>
    </w:p>
  </w:endnote>
  <w:endnote w:type="continuationSeparator" w:id="1">
    <w:p w:rsidR="00FD0B0E" w:rsidRDefault="00FD0B0E" w:rsidP="00952E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B0E" w:rsidRDefault="00FD0B0E" w:rsidP="001972D9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FD0B0E" w:rsidRDefault="00FD0B0E" w:rsidP="00434165">
    <w:pPr>
      <w:pStyle w:val="Footer"/>
      <w:framePr w:wrap="auto" w:vAnchor="text" w:hAnchor="margin" w:xAlign="center" w:y="1"/>
      <w:ind w:right="360"/>
      <w:rPr>
        <w:rStyle w:val="PageNumber"/>
      </w:rPr>
    </w:pPr>
  </w:p>
  <w:p w:rsidR="00FD0B0E" w:rsidRDefault="00FD0B0E" w:rsidP="00920A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0B0E" w:rsidRDefault="00FD0B0E" w:rsidP="00952E3E">
      <w:r>
        <w:separator/>
      </w:r>
    </w:p>
  </w:footnote>
  <w:footnote w:type="continuationSeparator" w:id="1">
    <w:p w:rsidR="00FD0B0E" w:rsidRDefault="00FD0B0E" w:rsidP="00952E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47333"/>
    <w:multiLevelType w:val="hybridMultilevel"/>
    <w:tmpl w:val="F528BB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423A5A32"/>
    <w:multiLevelType w:val="hybridMultilevel"/>
    <w:tmpl w:val="DB3293E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2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4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9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C8A"/>
    <w:rsid w:val="00011AAA"/>
    <w:rsid w:val="00145077"/>
    <w:rsid w:val="001476CB"/>
    <w:rsid w:val="00163C87"/>
    <w:rsid w:val="00172438"/>
    <w:rsid w:val="001972D9"/>
    <w:rsid w:val="00280B9E"/>
    <w:rsid w:val="002B3E92"/>
    <w:rsid w:val="002E4DC1"/>
    <w:rsid w:val="00302096"/>
    <w:rsid w:val="00303E16"/>
    <w:rsid w:val="00324EDF"/>
    <w:rsid w:val="00356467"/>
    <w:rsid w:val="00367826"/>
    <w:rsid w:val="00426DAB"/>
    <w:rsid w:val="00434165"/>
    <w:rsid w:val="00484304"/>
    <w:rsid w:val="004F4F96"/>
    <w:rsid w:val="005859FE"/>
    <w:rsid w:val="005C1BBF"/>
    <w:rsid w:val="005C224A"/>
    <w:rsid w:val="00627BF1"/>
    <w:rsid w:val="00675D60"/>
    <w:rsid w:val="006B0378"/>
    <w:rsid w:val="00747F2E"/>
    <w:rsid w:val="00752828"/>
    <w:rsid w:val="007C6CB3"/>
    <w:rsid w:val="007D7867"/>
    <w:rsid w:val="007E688C"/>
    <w:rsid w:val="0089444A"/>
    <w:rsid w:val="008B21F2"/>
    <w:rsid w:val="00920A66"/>
    <w:rsid w:val="00940B02"/>
    <w:rsid w:val="009424FD"/>
    <w:rsid w:val="00952E3E"/>
    <w:rsid w:val="009714E1"/>
    <w:rsid w:val="009C035D"/>
    <w:rsid w:val="009D2ACF"/>
    <w:rsid w:val="00A73741"/>
    <w:rsid w:val="00A77E6A"/>
    <w:rsid w:val="00A843ED"/>
    <w:rsid w:val="00AC124E"/>
    <w:rsid w:val="00AE627F"/>
    <w:rsid w:val="00AF0777"/>
    <w:rsid w:val="00AF6EEB"/>
    <w:rsid w:val="00B06663"/>
    <w:rsid w:val="00B11FF7"/>
    <w:rsid w:val="00B233EC"/>
    <w:rsid w:val="00B51490"/>
    <w:rsid w:val="00C20720"/>
    <w:rsid w:val="00C7067E"/>
    <w:rsid w:val="00CE3919"/>
    <w:rsid w:val="00D83C09"/>
    <w:rsid w:val="00D871E7"/>
    <w:rsid w:val="00DA0C8A"/>
    <w:rsid w:val="00E05D82"/>
    <w:rsid w:val="00E06230"/>
    <w:rsid w:val="00E12A63"/>
    <w:rsid w:val="00E8077B"/>
    <w:rsid w:val="00E852CF"/>
    <w:rsid w:val="00E93FA1"/>
    <w:rsid w:val="00EC1330"/>
    <w:rsid w:val="00FB27E8"/>
    <w:rsid w:val="00FD0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C8A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A0C8A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DA0C8A"/>
    <w:rPr>
      <w:color w:val="0000FF"/>
      <w:u w:val="single"/>
    </w:rPr>
  </w:style>
  <w:style w:type="paragraph" w:customStyle="1" w:styleId="a">
    <w:name w:val="Обычный с отступом"/>
    <w:basedOn w:val="Normal"/>
    <w:link w:val="a0"/>
    <w:uiPriority w:val="99"/>
    <w:rsid w:val="00DA0C8A"/>
    <w:pPr>
      <w:ind w:firstLine="567"/>
      <w:jc w:val="both"/>
    </w:pPr>
    <w:rPr>
      <w:kern w:val="24"/>
    </w:rPr>
  </w:style>
  <w:style w:type="character" w:customStyle="1" w:styleId="a0">
    <w:name w:val="Обычный с отступом Знак"/>
    <w:link w:val="a"/>
    <w:uiPriority w:val="99"/>
    <w:locked/>
    <w:rsid w:val="00DA0C8A"/>
    <w:rPr>
      <w:rFonts w:ascii="Times New Roman" w:hAnsi="Times New Roman" w:cs="Times New Roman"/>
      <w:kern w:val="24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DA0C8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A0C8A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DA0C8A"/>
  </w:style>
  <w:style w:type="paragraph" w:styleId="BalloonText">
    <w:name w:val="Balloon Text"/>
    <w:basedOn w:val="Normal"/>
    <w:link w:val="BalloonTextChar"/>
    <w:uiPriority w:val="99"/>
    <w:semiHidden/>
    <w:rsid w:val="009424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gs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224</TotalTime>
  <Pages>3</Pages>
  <Words>947</Words>
  <Characters>5401</Characters>
  <Application>Microsoft Office Outlook</Application>
  <DocSecurity>0</DocSecurity>
  <Lines>0</Lines>
  <Paragraphs>0</Paragraphs>
  <ScaleCrop>false</ScaleCrop>
  <Company>SPGS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SPGS</dc:creator>
  <cp:keywords/>
  <dc:description/>
  <cp:lastModifiedBy>9608</cp:lastModifiedBy>
  <cp:revision>5</cp:revision>
  <cp:lastPrinted>2014-01-23T11:45:00Z</cp:lastPrinted>
  <dcterms:created xsi:type="dcterms:W3CDTF">2014-01-22T13:25:00Z</dcterms:created>
  <dcterms:modified xsi:type="dcterms:W3CDTF">2014-01-23T11:46:00Z</dcterms:modified>
</cp:coreProperties>
</file>