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A2" w:rsidRDefault="005310A2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310A2" w:rsidRPr="00977C8E" w:rsidRDefault="005310A2" w:rsidP="007B1E9D">
      <w:pPr>
        <w:pStyle w:val="a"/>
        <w:tabs>
          <w:tab w:val="left" w:pos="7191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5310A2" w:rsidRDefault="005310A2" w:rsidP="007B1E9D">
      <w:pPr>
        <w:shd w:val="clear" w:color="auto" w:fill="FFFFFF"/>
        <w:tabs>
          <w:tab w:val="left" w:pos="912"/>
          <w:tab w:val="left" w:pos="7218"/>
          <w:tab w:val="right" w:pos="10034"/>
        </w:tabs>
        <w:ind w:firstLine="709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ab/>
      </w:r>
      <w:r>
        <w:rPr>
          <w:b/>
          <w:bCs/>
          <w:spacing w:val="-2"/>
          <w:w w:val="102"/>
          <w:sz w:val="20"/>
          <w:szCs w:val="20"/>
        </w:rPr>
        <w:tab/>
      </w: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___ </w:t>
      </w:r>
    </w:p>
    <w:p w:rsidR="005310A2" w:rsidRPr="00977C8E" w:rsidRDefault="005310A2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от «___» _____________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310A2" w:rsidRPr="00977C8E" w:rsidRDefault="005310A2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310A2" w:rsidRPr="00977C8E" w:rsidRDefault="005310A2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310A2" w:rsidRDefault="005310A2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310A2" w:rsidRDefault="005310A2" w:rsidP="001B746B">
      <w:pPr>
        <w:pStyle w:val="BodyText"/>
      </w:pPr>
    </w:p>
    <w:p w:rsidR="005310A2" w:rsidRPr="001B746B" w:rsidRDefault="005310A2" w:rsidP="001B746B">
      <w:pPr>
        <w:pStyle w:val="BodyText"/>
      </w:pPr>
    </w:p>
    <w:p w:rsidR="005310A2" w:rsidRPr="00977C8E" w:rsidRDefault="005310A2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5310A2" w:rsidRPr="00977C8E" w:rsidRDefault="005310A2" w:rsidP="0015629F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310A2" w:rsidRPr="00977C8E" w:rsidRDefault="005310A2" w:rsidP="0015629F">
      <w:pPr>
        <w:suppressAutoHyphens/>
        <w:jc w:val="center"/>
        <w:rPr>
          <w:spacing w:val="-2"/>
          <w:w w:val="102"/>
          <w:sz w:val="20"/>
          <w:szCs w:val="20"/>
        </w:rPr>
      </w:pPr>
      <w:r w:rsidRPr="00977C8E">
        <w:rPr>
          <w:spacing w:val="-2"/>
          <w:w w:val="102"/>
          <w:sz w:val="20"/>
          <w:szCs w:val="20"/>
        </w:rPr>
        <w:t>г. Саратов</w:t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</w:r>
      <w:r w:rsidRPr="00977C8E">
        <w:rPr>
          <w:spacing w:val="-2"/>
          <w:w w:val="102"/>
          <w:sz w:val="20"/>
          <w:szCs w:val="20"/>
        </w:rPr>
        <w:tab/>
        <w:t xml:space="preserve">      «___» _____________ 201__г.</w:t>
      </w:r>
      <w:r w:rsidRPr="00977C8E">
        <w:rPr>
          <w:spacing w:val="-2"/>
          <w:w w:val="102"/>
          <w:sz w:val="20"/>
          <w:szCs w:val="20"/>
        </w:rPr>
        <w:tab/>
      </w:r>
    </w:p>
    <w:p w:rsidR="005310A2" w:rsidRDefault="005310A2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5310A2" w:rsidRPr="007B1E9D" w:rsidRDefault="005310A2" w:rsidP="007B1E9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AD7DD6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AD7DD6">
        <w:rPr>
          <w:spacing w:val="-2"/>
          <w:w w:val="102"/>
          <w:sz w:val="22"/>
          <w:szCs w:val="22"/>
        </w:rPr>
        <w:t xml:space="preserve">от лица Заказчика </w:t>
      </w:r>
      <w:r w:rsidRPr="007E659B">
        <w:rPr>
          <w:b/>
          <w:bCs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AD7DD6">
        <w:rPr>
          <w:spacing w:val="-2"/>
          <w:w w:val="102"/>
          <w:sz w:val="22"/>
          <w:szCs w:val="22"/>
        </w:rPr>
        <w:t xml:space="preserve"> – первый заместитель генерального директора Филимонов Александр Дмитриевич, действующий </w:t>
      </w:r>
      <w:r>
        <w:rPr>
          <w:spacing w:val="-2"/>
          <w:w w:val="102"/>
          <w:sz w:val="22"/>
          <w:szCs w:val="22"/>
        </w:rPr>
        <w:t>на основании Доверенности № 15 от 05.11.2013</w:t>
      </w:r>
      <w:r w:rsidRPr="00AD7DD6">
        <w:rPr>
          <w:spacing w:val="-2"/>
          <w:w w:val="102"/>
          <w:sz w:val="22"/>
          <w:szCs w:val="22"/>
        </w:rPr>
        <w:t xml:space="preserve"> г., от лица Подрядчика </w:t>
      </w:r>
      <w:r>
        <w:rPr>
          <w:spacing w:val="-2"/>
          <w:w w:val="102"/>
          <w:sz w:val="22"/>
          <w:szCs w:val="22"/>
        </w:rPr>
        <w:t xml:space="preserve">             </w:t>
      </w:r>
      <w:r w:rsidRPr="007B1E9D">
        <w:rPr>
          <w:b/>
          <w:bCs/>
          <w:spacing w:val="-2"/>
          <w:w w:val="102"/>
          <w:sz w:val="22"/>
          <w:szCs w:val="22"/>
        </w:rPr>
        <w:t>ООО «ГорЭнергоСервис»</w:t>
      </w:r>
      <w:r w:rsidRPr="00AD7DD6">
        <w:rPr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на следующие </w:t>
      </w:r>
      <w:r w:rsidRPr="007B1E9D">
        <w:rPr>
          <w:spacing w:val="-2"/>
          <w:w w:val="102"/>
          <w:sz w:val="22"/>
          <w:szCs w:val="22"/>
        </w:rPr>
        <w:t>работы:</w:t>
      </w:r>
    </w:p>
    <w:p w:rsidR="005310A2" w:rsidRPr="007B1E9D" w:rsidRDefault="005310A2" w:rsidP="007B1E9D">
      <w:pPr>
        <w:pStyle w:val="ListParagraph"/>
        <w:numPr>
          <w:ilvl w:val="0"/>
          <w:numId w:val="8"/>
        </w:numPr>
        <w:ind w:left="0" w:firstLine="1069"/>
        <w:jc w:val="both"/>
        <w:rPr>
          <w:spacing w:val="-2"/>
          <w:w w:val="102"/>
          <w:sz w:val="22"/>
          <w:szCs w:val="22"/>
        </w:rPr>
      </w:pPr>
      <w:r w:rsidRPr="007B1E9D">
        <w:rPr>
          <w:spacing w:val="-2"/>
          <w:w w:val="102"/>
          <w:sz w:val="22"/>
          <w:szCs w:val="22"/>
        </w:rPr>
        <w:t>Капитальный ремонт строительной части – ремонт дверей ТП - 1781 (Соколовая, 335), ТП - 1634 (Крайняя, 129), ТП - 1243 (Железнодорожная, 70В), РП Геофизика/ТП-26 (Железнодорожная, 148), ТП - 625 (Перспективная, 2), ТП – 311 (пр. Строителей, 54), ТП – 190 (пр. Строителей, 5А), ТП – 284 (Производственная, 7), ТП – 1316 (Уфимцева, 2), ТП – 1247 (2-я Электронная, 4), ТП – 830 (Зыбина, 4), ТП – 1339 (Московская, 34), ТП – 422 (Радищева, 18), ТП – 356 (Чернышевского, 169), ТП – 1472 (Аллейная, уг. Юбилейной), ТП – 1473 (Аллейная, уг. Шахматной), ТП – 250 (Мясницкая, 73), ТП – 607 (Бакинская, 7), ТП - 915 (7-й Динамовский пр-д, 49/53), ТП – 324А (8-й Динамовский пр-д, б/н), ТП - 1062 (Тульская, 39), ТП - 1305 (Азина, 21), ТП – 1356 (Усиевича, 33)</w:t>
      </w:r>
      <w:r>
        <w:rPr>
          <w:spacing w:val="-2"/>
          <w:w w:val="102"/>
          <w:sz w:val="22"/>
          <w:szCs w:val="22"/>
        </w:rPr>
        <w:t xml:space="preserve"> </w:t>
      </w:r>
      <w:r w:rsidRPr="007B1E9D">
        <w:rPr>
          <w:spacing w:val="-2"/>
          <w:w w:val="102"/>
          <w:sz w:val="22"/>
          <w:szCs w:val="22"/>
        </w:rPr>
        <w:t>в сумме 382 295 (Триста восемьдесят две тысячи двести девяносто пять) рублей 91 копейка, в том числе НДС 18 % - 58 316 (Пятьдесят восемь тысяч триста шестнадцать) рублей 33 копейки.</w:t>
      </w:r>
    </w:p>
    <w:p w:rsidR="005310A2" w:rsidRPr="007B1E9D" w:rsidRDefault="005310A2" w:rsidP="007B1E9D">
      <w:pPr>
        <w:shd w:val="clear" w:color="auto" w:fill="FFFFFF"/>
        <w:autoSpaceDE w:val="0"/>
        <w:spacing w:line="200" w:lineRule="atLeast"/>
        <w:jc w:val="both"/>
        <w:rPr>
          <w:spacing w:val="-2"/>
          <w:w w:val="102"/>
          <w:sz w:val="22"/>
          <w:szCs w:val="22"/>
        </w:rPr>
      </w:pPr>
    </w:p>
    <w:p w:rsidR="005310A2" w:rsidRPr="00052EA6" w:rsidRDefault="005310A2" w:rsidP="00052EA6">
      <w:pPr>
        <w:shd w:val="clear" w:color="auto" w:fill="FFFFFF"/>
        <w:autoSpaceDE w:val="0"/>
        <w:spacing w:line="200" w:lineRule="atLeast"/>
        <w:ind w:firstLine="709"/>
        <w:jc w:val="both"/>
        <w:rPr>
          <w:spacing w:val="-2"/>
          <w:w w:val="102"/>
          <w:sz w:val="22"/>
          <w:szCs w:val="22"/>
        </w:rPr>
      </w:pPr>
      <w:r w:rsidRPr="00052EA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5310A2" w:rsidRPr="00BF38E4" w:rsidRDefault="005310A2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310A2" w:rsidRPr="00D42F0B" w:rsidRDefault="005310A2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310A2" w:rsidRDefault="005310A2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310A2" w:rsidRDefault="005310A2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  <w:bookmarkStart w:id="0" w:name="_GoBack"/>
      <w:bookmarkEnd w:id="0"/>
    </w:p>
    <w:p w:rsidR="005310A2" w:rsidRPr="00BA18DD" w:rsidRDefault="005310A2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310A2" w:rsidRDefault="005310A2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5310A2" w:rsidRDefault="005310A2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5310A2" w:rsidRPr="00917E8B" w:rsidRDefault="005310A2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5310A2" w:rsidRPr="00917E8B" w:rsidRDefault="005310A2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5310A2" w:rsidRPr="00917E8B" w:rsidRDefault="005310A2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5310A2" w:rsidRPr="0062176B" w:rsidRDefault="005310A2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5310A2" w:rsidRDefault="005310A2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5310A2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0A2" w:rsidRDefault="005310A2" w:rsidP="002A4B54">
      <w:r>
        <w:separator/>
      </w:r>
    </w:p>
  </w:endnote>
  <w:endnote w:type="continuationSeparator" w:id="1">
    <w:p w:rsidR="005310A2" w:rsidRDefault="005310A2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0A2" w:rsidRDefault="005310A2" w:rsidP="002A4B54">
      <w:r>
        <w:separator/>
      </w:r>
    </w:p>
  </w:footnote>
  <w:footnote w:type="continuationSeparator" w:id="1">
    <w:p w:rsidR="005310A2" w:rsidRDefault="005310A2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DE"/>
    <w:multiLevelType w:val="hybridMultilevel"/>
    <w:tmpl w:val="88A80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4595227C"/>
    <w:multiLevelType w:val="hybridMultilevel"/>
    <w:tmpl w:val="6F20A1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8345ACA"/>
    <w:multiLevelType w:val="hybridMultilevel"/>
    <w:tmpl w:val="7E9468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782E61AE"/>
    <w:multiLevelType w:val="hybridMultilevel"/>
    <w:tmpl w:val="1BF61F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52EA6"/>
    <w:rsid w:val="00056274"/>
    <w:rsid w:val="00095943"/>
    <w:rsid w:val="000C0C25"/>
    <w:rsid w:val="0015629F"/>
    <w:rsid w:val="001760C2"/>
    <w:rsid w:val="001B07A6"/>
    <w:rsid w:val="001B746B"/>
    <w:rsid w:val="002A4B54"/>
    <w:rsid w:val="00324097"/>
    <w:rsid w:val="003419B8"/>
    <w:rsid w:val="003443FF"/>
    <w:rsid w:val="00351CB4"/>
    <w:rsid w:val="003C4C69"/>
    <w:rsid w:val="003D16AD"/>
    <w:rsid w:val="004027A6"/>
    <w:rsid w:val="004204F4"/>
    <w:rsid w:val="00453F89"/>
    <w:rsid w:val="004C3C21"/>
    <w:rsid w:val="005310A2"/>
    <w:rsid w:val="00580A93"/>
    <w:rsid w:val="005864FC"/>
    <w:rsid w:val="005E466A"/>
    <w:rsid w:val="0062176B"/>
    <w:rsid w:val="00684060"/>
    <w:rsid w:val="0069485E"/>
    <w:rsid w:val="00755317"/>
    <w:rsid w:val="00756956"/>
    <w:rsid w:val="007B1E9D"/>
    <w:rsid w:val="007E659B"/>
    <w:rsid w:val="00843C9F"/>
    <w:rsid w:val="008655DE"/>
    <w:rsid w:val="008D7F49"/>
    <w:rsid w:val="008E164A"/>
    <w:rsid w:val="008F4872"/>
    <w:rsid w:val="00917E8B"/>
    <w:rsid w:val="00926FD3"/>
    <w:rsid w:val="009509D9"/>
    <w:rsid w:val="00977C8E"/>
    <w:rsid w:val="0099367C"/>
    <w:rsid w:val="00994CE4"/>
    <w:rsid w:val="00A508F1"/>
    <w:rsid w:val="00A929F8"/>
    <w:rsid w:val="00AB1936"/>
    <w:rsid w:val="00AC2024"/>
    <w:rsid w:val="00AC2DEE"/>
    <w:rsid w:val="00AD0D4E"/>
    <w:rsid w:val="00AD7DD6"/>
    <w:rsid w:val="00B30E4D"/>
    <w:rsid w:val="00BA18DD"/>
    <w:rsid w:val="00BA7A04"/>
    <w:rsid w:val="00BD7194"/>
    <w:rsid w:val="00BF38E4"/>
    <w:rsid w:val="00C05F75"/>
    <w:rsid w:val="00C236CB"/>
    <w:rsid w:val="00C335FA"/>
    <w:rsid w:val="00C505C4"/>
    <w:rsid w:val="00C50B11"/>
    <w:rsid w:val="00C54E69"/>
    <w:rsid w:val="00C67DDA"/>
    <w:rsid w:val="00CF5A87"/>
    <w:rsid w:val="00D3545B"/>
    <w:rsid w:val="00D42F0B"/>
    <w:rsid w:val="00D6354E"/>
    <w:rsid w:val="00D80AEA"/>
    <w:rsid w:val="00DC42B8"/>
    <w:rsid w:val="00DE7DE3"/>
    <w:rsid w:val="00E1084B"/>
    <w:rsid w:val="00E3044C"/>
    <w:rsid w:val="00E708AE"/>
    <w:rsid w:val="00E87BFA"/>
    <w:rsid w:val="00EE3D62"/>
    <w:rsid w:val="00F07E6A"/>
    <w:rsid w:val="00F33131"/>
    <w:rsid w:val="00F5168D"/>
    <w:rsid w:val="00F832F0"/>
    <w:rsid w:val="00F9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408</TotalTime>
  <Pages>1</Pages>
  <Words>276</Words>
  <Characters>1578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57</cp:revision>
  <cp:lastPrinted>2014-01-27T05:49:00Z</cp:lastPrinted>
  <dcterms:created xsi:type="dcterms:W3CDTF">2012-05-23T05:28:00Z</dcterms:created>
  <dcterms:modified xsi:type="dcterms:W3CDTF">2014-02-06T13:02:00Z</dcterms:modified>
</cp:coreProperties>
</file>