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D0A" w:rsidRDefault="00A0234B">
      <w:pPr>
        <w:pStyle w:val="11"/>
      </w:pPr>
      <w:r>
        <w:t xml:space="preserve">            ДОГОВОР ПОСТАВКИ №</w:t>
      </w:r>
      <w:r>
        <w:rPr>
          <w:bCs/>
        </w:rPr>
        <w:t xml:space="preserve"> ____</w:t>
      </w:r>
    </w:p>
    <w:p w:rsidR="00182D0A" w:rsidRDefault="00182D0A">
      <w:pPr>
        <w:pStyle w:val="Standard"/>
        <w:jc w:val="center"/>
        <w:rPr>
          <w:b/>
          <w:sz w:val="22"/>
        </w:rPr>
      </w:pPr>
    </w:p>
    <w:p w:rsidR="00182D0A" w:rsidRDefault="00A0234B">
      <w:pPr>
        <w:pStyle w:val="a4"/>
        <w:rPr>
          <w:i w:val="0"/>
        </w:rPr>
      </w:pPr>
      <w:r>
        <w:rPr>
          <w:i w:val="0"/>
        </w:rPr>
        <w:t xml:space="preserve">г. Саратов                                                                                        </w:t>
      </w:r>
      <w:r>
        <w:rPr>
          <w:i w:val="0"/>
        </w:rPr>
        <w:tab/>
        <w:t xml:space="preserve">                       « ___» __________ 2022 г.</w:t>
      </w:r>
    </w:p>
    <w:p w:rsidR="00182D0A" w:rsidRDefault="00182D0A">
      <w:pPr>
        <w:pStyle w:val="a4"/>
        <w:rPr>
          <w:i w:val="0"/>
        </w:rPr>
      </w:pPr>
    </w:p>
    <w:p w:rsidR="00182D0A" w:rsidRDefault="00A0234B">
      <w:pPr>
        <w:pStyle w:val="a4"/>
        <w:ind w:firstLine="360"/>
      </w:pPr>
      <w:r>
        <w:rPr>
          <w:b/>
          <w:i w:val="0"/>
          <w:szCs w:val="24"/>
        </w:rPr>
        <w:t>Закрытое акционерное общество «Саратовское предприятие городских электрических сетей»</w:t>
      </w:r>
      <w:r>
        <w:rPr>
          <w:i w:val="0"/>
          <w:szCs w:val="24"/>
        </w:rPr>
        <w:t xml:space="preserve">, именуемое в дальнейшем </w:t>
      </w:r>
      <w:r>
        <w:rPr>
          <w:b/>
          <w:i w:val="0"/>
          <w:szCs w:val="24"/>
        </w:rPr>
        <w:t>Покупатель</w:t>
      </w:r>
      <w:r>
        <w:rPr>
          <w:i w:val="0"/>
          <w:szCs w:val="24"/>
        </w:rPr>
        <w:t xml:space="preserve">, в лице первого заместителя генерального директора </w:t>
      </w:r>
      <w:r>
        <w:rPr>
          <w:b/>
          <w:i w:val="0"/>
          <w:szCs w:val="24"/>
        </w:rPr>
        <w:t>Стрелина Е.Н.</w:t>
      </w:r>
      <w:r>
        <w:rPr>
          <w:i w:val="0"/>
          <w:szCs w:val="24"/>
        </w:rPr>
        <w:t>, действующего на основании доверенности № 2 от 12.01.2018 года, с од</w:t>
      </w:r>
      <w:r>
        <w:rPr>
          <w:i w:val="0"/>
          <w:szCs w:val="24"/>
        </w:rPr>
        <w:t xml:space="preserve">ной стороны, и </w:t>
      </w:r>
      <w:r>
        <w:rPr>
          <w:b/>
          <w:i w:val="0"/>
          <w:szCs w:val="24"/>
        </w:rPr>
        <w:t>Общество с ограниченной ответственностью «Сфера-Авто»</w:t>
      </w:r>
      <w:r>
        <w:rPr>
          <w:i w:val="0"/>
          <w:szCs w:val="24"/>
        </w:rPr>
        <w:t xml:space="preserve">, именуемое в дальнейшем </w:t>
      </w:r>
      <w:r>
        <w:rPr>
          <w:b/>
          <w:i w:val="0"/>
          <w:szCs w:val="24"/>
        </w:rPr>
        <w:t>Поставщик,</w:t>
      </w:r>
      <w:r>
        <w:rPr>
          <w:i w:val="0"/>
          <w:szCs w:val="24"/>
        </w:rPr>
        <w:t xml:space="preserve"> в лице генерального директора </w:t>
      </w:r>
      <w:r>
        <w:rPr>
          <w:b/>
          <w:i w:val="0"/>
          <w:szCs w:val="24"/>
        </w:rPr>
        <w:t>Алиева А.В.</w:t>
      </w:r>
      <w:r>
        <w:rPr>
          <w:i w:val="0"/>
          <w:szCs w:val="24"/>
        </w:rPr>
        <w:t>, действующего на основании Устава, с другой стороны (именуемые совместно – «Стороны»), заключили настоящий дог</w:t>
      </w:r>
      <w:r>
        <w:rPr>
          <w:i w:val="0"/>
          <w:szCs w:val="24"/>
        </w:rPr>
        <w:t>овор о нижеследующем:</w:t>
      </w:r>
    </w:p>
    <w:p w:rsidR="00182D0A" w:rsidRDefault="00182D0A">
      <w:pPr>
        <w:pStyle w:val="Textbody"/>
        <w:rPr>
          <w:sz w:val="24"/>
          <w:szCs w:val="24"/>
        </w:rPr>
      </w:pPr>
    </w:p>
    <w:p w:rsidR="00182D0A" w:rsidRDefault="00A0234B">
      <w:pPr>
        <w:pStyle w:val="Standard"/>
        <w:numPr>
          <w:ilvl w:val="0"/>
          <w:numId w:val="1"/>
        </w:numPr>
        <w:spacing w:after="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182D0A" w:rsidRDefault="00A0234B">
      <w:pPr>
        <w:pStyle w:val="a7"/>
        <w:numPr>
          <w:ilvl w:val="1"/>
          <w:numId w:val="2"/>
        </w:numPr>
        <w:tabs>
          <w:tab w:val="left" w:pos="653"/>
          <w:tab w:val="left" w:pos="851"/>
        </w:tabs>
        <w:spacing w:before="0" w:after="60"/>
        <w:ind w:left="0"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обязуется по Заявкам (Приложение № 1) Покупателя поставлять запасные части к   автомобилям грузовым марки «КАМАЗ» (далее «Товар») исходя из Перечня (Приложение № 3), а Покупатель принимать и оплачивать Това</w:t>
      </w:r>
      <w:r>
        <w:rPr>
          <w:rFonts w:ascii="Times New Roman" w:hAnsi="Times New Roman" w:cs="Times New Roman"/>
          <w:sz w:val="24"/>
          <w:szCs w:val="24"/>
        </w:rPr>
        <w:t>р на условиях и в сроки, предусмотренные настоящим Договором.</w:t>
      </w:r>
    </w:p>
    <w:p w:rsidR="00182D0A" w:rsidRDefault="00A0234B">
      <w:pPr>
        <w:pStyle w:val="a7"/>
        <w:numPr>
          <w:ilvl w:val="1"/>
          <w:numId w:val="2"/>
        </w:numPr>
        <w:tabs>
          <w:tab w:val="left" w:pos="653"/>
          <w:tab w:val="left" w:pos="851"/>
        </w:tabs>
        <w:spacing w:before="0" w:after="60"/>
        <w:ind w:left="0"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Заявки Покупателя Поставщик формирует и направляет на согласование Покупателю Спецификацию на партию Товара (Приложение № 2), отражающую ассортимент, количество, срок поставки, стои</w:t>
      </w:r>
      <w:r>
        <w:rPr>
          <w:rFonts w:ascii="Times New Roman" w:hAnsi="Times New Roman" w:cs="Times New Roman"/>
          <w:sz w:val="24"/>
          <w:szCs w:val="24"/>
        </w:rPr>
        <w:t>мость и другие условия.</w:t>
      </w:r>
    </w:p>
    <w:p w:rsidR="00182D0A" w:rsidRDefault="00A0234B">
      <w:pPr>
        <w:pStyle w:val="a7"/>
        <w:numPr>
          <w:ilvl w:val="1"/>
          <w:numId w:val="2"/>
        </w:numPr>
        <w:tabs>
          <w:tab w:val="left" w:pos="653"/>
          <w:tab w:val="left" w:pos="851"/>
        </w:tabs>
        <w:spacing w:before="0" w:after="60"/>
        <w:ind w:left="0"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обязан передать Товар Покупателю свободным от прав третьих лиц, не находящимся в залоге, под арестом и свободным от любых других обременений.</w:t>
      </w:r>
    </w:p>
    <w:p w:rsidR="00182D0A" w:rsidRDefault="00A0234B">
      <w:pPr>
        <w:pStyle w:val="a7"/>
        <w:numPr>
          <w:ilvl w:val="1"/>
          <w:numId w:val="2"/>
        </w:numPr>
        <w:tabs>
          <w:tab w:val="left" w:pos="653"/>
          <w:tab w:val="left" w:pos="851"/>
        </w:tabs>
        <w:spacing w:before="0" w:after="60"/>
        <w:ind w:left="0"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соглашению Сторон Сумма настоящего договора ограничена и не может превышать 4</w:t>
      </w:r>
      <w:r>
        <w:rPr>
          <w:rFonts w:ascii="Times New Roman" w:hAnsi="Times New Roman" w:cs="Times New Roman"/>
          <w:sz w:val="24"/>
          <w:szCs w:val="24"/>
        </w:rPr>
        <w:t>90 000 (четыреста девяносто тысяч) рублей в том числе НДС 20%.</w:t>
      </w:r>
    </w:p>
    <w:p w:rsidR="00182D0A" w:rsidRDefault="00A0234B">
      <w:pPr>
        <w:pStyle w:val="a7"/>
        <w:numPr>
          <w:ilvl w:val="1"/>
          <w:numId w:val="2"/>
        </w:numPr>
        <w:tabs>
          <w:tab w:val="left" w:pos="653"/>
          <w:tab w:val="left" w:pos="851"/>
        </w:tabs>
        <w:spacing w:before="0" w:after="60"/>
        <w:ind w:left="0" w:righ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заключен Заказчиком в соответствии с Федеральным законом от 18 июля 2011 года № 223-ФЗ «О закупках товаров, работ, услуг отдельными видами юридических лиц» и п. п. 2.1.15 п.2.</w:t>
      </w:r>
      <w:r>
        <w:rPr>
          <w:rFonts w:ascii="Times New Roman" w:hAnsi="Times New Roman" w:cs="Times New Roman"/>
          <w:sz w:val="24"/>
          <w:szCs w:val="24"/>
        </w:rPr>
        <w:t>1 р.2 гл.17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</w:t>
      </w:r>
      <w:r>
        <w:rPr>
          <w:rFonts w:ascii="Times New Roman" w:hAnsi="Times New Roman" w:cs="Times New Roman"/>
          <w:sz w:val="24"/>
          <w:szCs w:val="24"/>
        </w:rPr>
        <w:t xml:space="preserve"> сетей» (Протокол № 11/21 от 23.06.2021 года).</w:t>
      </w:r>
    </w:p>
    <w:p w:rsidR="00182D0A" w:rsidRDefault="00182D0A">
      <w:pPr>
        <w:pStyle w:val="Standard"/>
        <w:spacing w:before="60"/>
        <w:ind w:firstLine="540"/>
        <w:rPr>
          <w:sz w:val="24"/>
          <w:szCs w:val="24"/>
        </w:rPr>
      </w:pPr>
    </w:p>
    <w:p w:rsidR="00182D0A" w:rsidRDefault="00A0234B">
      <w:pPr>
        <w:pStyle w:val="Standard"/>
        <w:numPr>
          <w:ilvl w:val="0"/>
          <w:numId w:val="1"/>
        </w:numPr>
        <w:spacing w:after="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СРОК, ПОРЯДОК И УСЛОВИЯ ПОСТАВКИ</w:t>
      </w:r>
    </w:p>
    <w:p w:rsidR="00182D0A" w:rsidRDefault="00A0234B">
      <w:pPr>
        <w:pStyle w:val="a7"/>
        <w:numPr>
          <w:ilvl w:val="1"/>
          <w:numId w:val="3"/>
        </w:numPr>
        <w:tabs>
          <w:tab w:val="left" w:pos="1080"/>
        </w:tabs>
        <w:spacing w:before="0" w:after="60"/>
        <w:ind w:left="0" w:right="0" w:firstLine="540"/>
      </w:pPr>
      <w:r>
        <w:rPr>
          <w:rFonts w:ascii="Times New Roman" w:hAnsi="Times New Roman" w:cs="Times New Roman"/>
          <w:sz w:val="24"/>
          <w:szCs w:val="24"/>
        </w:rPr>
        <w:t xml:space="preserve">Поставка Товара осуществляется партиями, формируемыми по отдельным Заявкам, направляемым Покупателем посредством факсимильной и/или электронной связи Поставщику или лично в </w:t>
      </w:r>
      <w:r>
        <w:rPr>
          <w:rFonts w:ascii="Times New Roman" w:hAnsi="Times New Roman" w:cs="Times New Roman"/>
          <w:sz w:val="24"/>
          <w:szCs w:val="24"/>
        </w:rPr>
        <w:t xml:space="preserve">течение срока действия настоящего Договора. Заявка должна содержать информацию о количестве и ассортименте Товара. Заявка должна быть направлена на телефонный номер 34-84-86 (для факсимильного Заказа) или на электронную почту: </w:t>
      </w:r>
      <w:r>
        <w:rPr>
          <w:rFonts w:ascii="Times New Roman" w:hAnsi="Times New Roman" w:cs="Times New Roman"/>
          <w:sz w:val="24"/>
          <w:szCs w:val="24"/>
          <w:lang w:val="en-US"/>
        </w:rPr>
        <w:t>sfera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avto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inbox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. В течени</w:t>
      </w:r>
      <w:r>
        <w:rPr>
          <w:rFonts w:ascii="Times New Roman" w:hAnsi="Times New Roman" w:cs="Times New Roman"/>
          <w:sz w:val="24"/>
          <w:szCs w:val="24"/>
        </w:rPr>
        <w:t>е 5 (пяти) рабочих дней со дня направления Заявки Поставщик обязан составить и согласовать с Покупателем Спецификацию на партию Товара, отражающую ассортимент, количество, срок поставки, стоимость и другие условия.</w:t>
      </w:r>
    </w:p>
    <w:p w:rsidR="00182D0A" w:rsidRDefault="00A0234B">
      <w:pPr>
        <w:pStyle w:val="a7"/>
        <w:numPr>
          <w:ilvl w:val="1"/>
          <w:numId w:val="3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действительными Заказы, </w:t>
      </w:r>
      <w:r>
        <w:rPr>
          <w:rFonts w:ascii="Times New Roman" w:hAnsi="Times New Roman" w:cs="Times New Roman"/>
          <w:sz w:val="24"/>
          <w:szCs w:val="24"/>
        </w:rPr>
        <w:t>полученные посредством телеграфной и факсимильной связи при условии, что они были направлены на телефонный номер 34-84-86 (для факсимильного Заказа) или переданы Поставщику лично.</w:t>
      </w:r>
    </w:p>
    <w:p w:rsidR="00182D0A" w:rsidRDefault="00A0234B">
      <w:pPr>
        <w:pStyle w:val="a7"/>
        <w:numPr>
          <w:ilvl w:val="1"/>
          <w:numId w:val="3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Поставка Товара производится на условиях, согласованных в соответствующей </w:t>
      </w:r>
      <w:r>
        <w:rPr>
          <w:rFonts w:ascii="Times New Roman" w:hAnsi="Times New Roman" w:cs="Times New Roman"/>
          <w:sz w:val="24"/>
          <w:szCs w:val="24"/>
        </w:rPr>
        <w:t>Спецификации (п. 1.2.), путем передачи Поставщиком Товара на складе Поставщика. Товар должен быть упакован способом, исключающим его повреждение при транспортировке и приемке. При этом должны учитываться продолжительность и способы транспортировки, а также</w:t>
      </w:r>
      <w:r>
        <w:rPr>
          <w:rFonts w:ascii="Times New Roman" w:hAnsi="Times New Roman" w:cs="Times New Roman"/>
          <w:sz w:val="24"/>
          <w:szCs w:val="24"/>
        </w:rPr>
        <w:t xml:space="preserve"> требования, предъявляемые к перевозимому грузу различными видами транспорта.</w:t>
      </w:r>
    </w:p>
    <w:p w:rsidR="00182D0A" w:rsidRDefault="00A0234B">
      <w:pPr>
        <w:pStyle w:val="a7"/>
        <w:numPr>
          <w:ilvl w:val="1"/>
          <w:numId w:val="3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поставки Товара определяется Поставщиком исходя из наличия Товара на складах. Срок поставки указываются Поставщиком в согласованных Спецификациях (Приложение № 2). Допускает</w:t>
      </w:r>
      <w:r>
        <w:rPr>
          <w:rFonts w:ascii="Times New Roman" w:hAnsi="Times New Roman" w:cs="Times New Roman"/>
          <w:sz w:val="24"/>
          <w:szCs w:val="24"/>
        </w:rPr>
        <w:t>ся досрочная поставка Товара по согласованию с Покупателем.</w:t>
      </w:r>
    </w:p>
    <w:p w:rsidR="00182D0A" w:rsidRDefault="00A0234B">
      <w:pPr>
        <w:pStyle w:val="a7"/>
        <w:numPr>
          <w:ilvl w:val="1"/>
          <w:numId w:val="3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Поставщик несет ответственность за любые потери и/или повреждения Товара, связанные с неправильной упаковкой.</w:t>
      </w:r>
    </w:p>
    <w:p w:rsidR="00182D0A" w:rsidRDefault="00A0234B">
      <w:pPr>
        <w:pStyle w:val="a7"/>
        <w:numPr>
          <w:ilvl w:val="1"/>
          <w:numId w:val="3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Датой поставки считается дата приемки товара, указанная в универсально передаточном до</w:t>
      </w:r>
      <w:r>
        <w:rPr>
          <w:rFonts w:ascii="Times New Roman" w:hAnsi="Times New Roman" w:cs="Times New Roman"/>
          <w:sz w:val="24"/>
          <w:szCs w:val="24"/>
        </w:rPr>
        <w:t>кументе по форме рекомендованной письмом ФНС России от 21 октября 2013 г. № ММВ-20-3/96@ (далее УПД). Право собственности на поставляемый Товар и риски его утраты переходят к Покупателю на складе Поставщика в момент подписания УПД доверенным лицом при прие</w:t>
      </w:r>
      <w:r>
        <w:rPr>
          <w:rFonts w:ascii="Times New Roman" w:hAnsi="Times New Roman" w:cs="Times New Roman"/>
          <w:sz w:val="24"/>
          <w:szCs w:val="24"/>
        </w:rPr>
        <w:t>мке Товара.</w:t>
      </w:r>
    </w:p>
    <w:p w:rsidR="00182D0A" w:rsidRDefault="00A0234B">
      <w:pPr>
        <w:pStyle w:val="a7"/>
        <w:numPr>
          <w:ilvl w:val="1"/>
          <w:numId w:val="3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установленного срока поставки Поставщик обязан приготовить Товар к передаче в месте поставки и известить Покупателя о готовности Товара к передаче. Такое извещение должно быть направлено в письменном виде по факсу или электронной почт</w:t>
      </w:r>
      <w:r>
        <w:rPr>
          <w:rFonts w:ascii="Times New Roman" w:hAnsi="Times New Roman" w:cs="Times New Roman"/>
          <w:sz w:val="24"/>
          <w:szCs w:val="24"/>
        </w:rPr>
        <w:t>е. Покупатель обязан принять Товар в течение 10 (десяти) рабочих дней, с момента получения извещения от Поставщика о готовности Товара к передаче.</w:t>
      </w:r>
    </w:p>
    <w:p w:rsidR="00182D0A" w:rsidRDefault="00A0234B">
      <w:pPr>
        <w:pStyle w:val="a7"/>
        <w:numPr>
          <w:ilvl w:val="1"/>
          <w:numId w:val="3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просрочка принятия Товара превысит 10 (десять) рабочих дней, Поставщик имеет право отказаться о</w:t>
      </w:r>
      <w:r>
        <w:rPr>
          <w:rFonts w:ascii="Times New Roman" w:hAnsi="Times New Roman" w:cs="Times New Roman"/>
          <w:sz w:val="24"/>
          <w:szCs w:val="24"/>
        </w:rPr>
        <w:t>т исполнения заявки Покупателя либо изменить срок поставки и/или цену Товара в одностороннем порядке.</w:t>
      </w:r>
    </w:p>
    <w:p w:rsidR="00182D0A" w:rsidRDefault="00A0234B">
      <w:pPr>
        <w:pStyle w:val="a7"/>
        <w:numPr>
          <w:ilvl w:val="1"/>
          <w:numId w:val="3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партия Товара сопровождается документами, подтверждающими его количество, ассортимент и стоимость (по формам, установленным унифицированными альбом</w:t>
      </w:r>
      <w:r>
        <w:rPr>
          <w:rFonts w:ascii="Times New Roman" w:hAnsi="Times New Roman" w:cs="Times New Roman"/>
          <w:sz w:val="24"/>
          <w:szCs w:val="24"/>
        </w:rPr>
        <w:t>ами первичной учетной документации).</w:t>
      </w:r>
    </w:p>
    <w:p w:rsidR="00182D0A" w:rsidRDefault="00182D0A">
      <w:pPr>
        <w:pStyle w:val="a7"/>
        <w:tabs>
          <w:tab w:val="left" w:pos="1080"/>
        </w:tabs>
        <w:spacing w:before="0" w:after="6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D0A" w:rsidRDefault="00A0234B">
      <w:pPr>
        <w:pStyle w:val="Standard"/>
        <w:numPr>
          <w:ilvl w:val="0"/>
          <w:numId w:val="1"/>
        </w:numPr>
        <w:spacing w:after="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 И УСЛОВИЯ ПЛАТЕЖА</w:t>
      </w:r>
    </w:p>
    <w:p w:rsidR="00182D0A" w:rsidRDefault="00A0234B">
      <w:pPr>
        <w:pStyle w:val="Standard"/>
        <w:numPr>
          <w:ilvl w:val="1"/>
          <w:numId w:val="4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Стоимость Товара устанавливается в рублях и указывается в Спецификациях на партию Товара (Приложение № 2) к настоящему Договору, счетам на оплату, выставленных на каждую конкретную поставку в соо</w:t>
      </w:r>
      <w:r>
        <w:rPr>
          <w:sz w:val="24"/>
          <w:szCs w:val="24"/>
        </w:rPr>
        <w:t>тветствии со Спецификацией (Приложение № 1), и включает в себя НДС 20%. При этом общая стоимость Товара за период действия настоящего договора не должна превышать 490 000 (четыреста девяноста тысяч) рублей в том числе НДС 20%, в случае превышения указанной</w:t>
      </w:r>
      <w:r>
        <w:rPr>
          <w:sz w:val="24"/>
          <w:szCs w:val="24"/>
        </w:rPr>
        <w:t xml:space="preserve"> суммы Товар по настоящему договору не поставляется и платежи не производятся.</w:t>
      </w:r>
    </w:p>
    <w:p w:rsidR="00182D0A" w:rsidRDefault="00A0234B">
      <w:pPr>
        <w:pStyle w:val="a7"/>
        <w:numPr>
          <w:ilvl w:val="1"/>
          <w:numId w:val="4"/>
        </w:numPr>
        <w:tabs>
          <w:tab w:val="left" w:pos="1080"/>
        </w:tabs>
        <w:spacing w:before="0" w:after="60" w:line="276" w:lineRule="auto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Счет должен быть подписан уполномоченным лицом Поставщика и отправлен Покупателю по факсу или вручен лично.</w:t>
      </w:r>
    </w:p>
    <w:p w:rsidR="00182D0A" w:rsidRDefault="00A0234B">
      <w:pPr>
        <w:pStyle w:val="a7"/>
        <w:numPr>
          <w:ilvl w:val="1"/>
          <w:numId w:val="4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Покупатель обязан оплатить Товар в течение в течение 10 (десяти) </w:t>
      </w:r>
      <w:r>
        <w:rPr>
          <w:rFonts w:ascii="Times New Roman" w:hAnsi="Times New Roman" w:cs="Times New Roman"/>
          <w:sz w:val="24"/>
          <w:szCs w:val="24"/>
        </w:rPr>
        <w:t>рабочих дней после даты выставления счета. Цена, указанная в счете, является твердой и не подлежит изменению на период оплаты. Датой осуществления платежа считается дата зачисления денежных средств на расчетный счет Поставщика.</w:t>
      </w:r>
    </w:p>
    <w:p w:rsidR="00182D0A" w:rsidRDefault="00A0234B">
      <w:pPr>
        <w:pStyle w:val="a7"/>
        <w:numPr>
          <w:ilvl w:val="1"/>
          <w:numId w:val="4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приступает к проце</w:t>
      </w:r>
      <w:r>
        <w:rPr>
          <w:rFonts w:ascii="Times New Roman" w:hAnsi="Times New Roman" w:cs="Times New Roman"/>
          <w:sz w:val="24"/>
          <w:szCs w:val="24"/>
        </w:rPr>
        <w:t>дуре поставки Товара только после оплаты Покупателем полной стоимости (100 процентов) партии Товара.</w:t>
      </w:r>
    </w:p>
    <w:p w:rsidR="00182D0A" w:rsidRDefault="00A0234B">
      <w:pPr>
        <w:pStyle w:val="a7"/>
        <w:numPr>
          <w:ilvl w:val="1"/>
          <w:numId w:val="4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обязан сопроводить каждую партию товара оформленными в соответствии с требованиями действующего на момент поставки законодательства товаросопрово</w:t>
      </w:r>
      <w:r>
        <w:rPr>
          <w:rFonts w:ascii="Times New Roman" w:hAnsi="Times New Roman" w:cs="Times New Roman"/>
          <w:sz w:val="24"/>
          <w:szCs w:val="24"/>
        </w:rPr>
        <w:t>дительными документами и счетом-фактурой.</w:t>
      </w:r>
    </w:p>
    <w:p w:rsidR="00182D0A" w:rsidRDefault="00A0234B">
      <w:pPr>
        <w:pStyle w:val="a7"/>
        <w:numPr>
          <w:ilvl w:val="1"/>
          <w:numId w:val="4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обязуются проводить сверку расчетов с последующим составлением Актов сверки взаиморасчетов не реже, чем один раз каждые 6 (шесть) месяцев.</w:t>
      </w:r>
    </w:p>
    <w:p w:rsidR="00182D0A" w:rsidRDefault="00182D0A">
      <w:pPr>
        <w:pStyle w:val="Standard"/>
        <w:ind w:firstLine="540"/>
        <w:jc w:val="both"/>
        <w:rPr>
          <w:iCs/>
          <w:sz w:val="24"/>
          <w:szCs w:val="24"/>
        </w:rPr>
      </w:pPr>
    </w:p>
    <w:p w:rsidR="00182D0A" w:rsidRDefault="00A0234B">
      <w:pPr>
        <w:pStyle w:val="Standard"/>
        <w:numPr>
          <w:ilvl w:val="0"/>
          <w:numId w:val="1"/>
        </w:numPr>
        <w:spacing w:after="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ДОПОЛНИТЕЛЬНЫЕ ОБЯЗАННОСТИ СТОРОН</w:t>
      </w:r>
    </w:p>
    <w:p w:rsidR="00182D0A" w:rsidRDefault="00A0234B">
      <w:pPr>
        <w:pStyle w:val="a7"/>
        <w:numPr>
          <w:ilvl w:val="1"/>
          <w:numId w:val="5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вместе с Товаром обязу</w:t>
      </w:r>
      <w:r>
        <w:rPr>
          <w:rFonts w:ascii="Times New Roman" w:hAnsi="Times New Roman" w:cs="Times New Roman"/>
          <w:sz w:val="24"/>
          <w:szCs w:val="24"/>
        </w:rPr>
        <w:t>ется передать Покупателю документы, необходимые для эксплуатации Товара, а также документы, свидетельствующие о соответствии качества Товара требованиям, установленным нормативно-правовыми актами РФ.</w:t>
      </w:r>
    </w:p>
    <w:p w:rsidR="00182D0A" w:rsidRDefault="00A0234B">
      <w:pPr>
        <w:pStyle w:val="a7"/>
        <w:numPr>
          <w:ilvl w:val="1"/>
          <w:numId w:val="5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 производит приемку продукции по качеству (явн</w:t>
      </w:r>
      <w:r>
        <w:rPr>
          <w:rFonts w:ascii="Times New Roman" w:hAnsi="Times New Roman" w:cs="Times New Roman"/>
          <w:sz w:val="24"/>
          <w:szCs w:val="24"/>
        </w:rPr>
        <w:t>ые дефекты), ассортименту и количеству Товара на складе Поставщика.</w:t>
      </w:r>
    </w:p>
    <w:p w:rsidR="00182D0A" w:rsidRDefault="00A0234B">
      <w:pPr>
        <w:pStyle w:val="a7"/>
        <w:numPr>
          <w:ilvl w:val="1"/>
          <w:numId w:val="5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Претензии в отношении качества Товара (скрытые дефекты) принимаются Поставщиком от Покупателя в течение всего срока гарантии в соответствии с условиями настоящего договора.</w:t>
      </w:r>
    </w:p>
    <w:p w:rsidR="00182D0A" w:rsidRDefault="00A0234B">
      <w:pPr>
        <w:pStyle w:val="a7"/>
        <w:numPr>
          <w:ilvl w:val="1"/>
          <w:numId w:val="5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обяза</w:t>
      </w:r>
      <w:r>
        <w:rPr>
          <w:rFonts w:ascii="Times New Roman" w:hAnsi="Times New Roman" w:cs="Times New Roman"/>
          <w:sz w:val="24"/>
          <w:szCs w:val="24"/>
        </w:rPr>
        <w:t xml:space="preserve">н рассмотреть претензию в течение 7 календарных дней с момента </w:t>
      </w:r>
      <w:r>
        <w:rPr>
          <w:rFonts w:ascii="Times New Roman" w:hAnsi="Times New Roman" w:cs="Times New Roman"/>
          <w:sz w:val="24"/>
          <w:szCs w:val="24"/>
        </w:rPr>
        <w:lastRenderedPageBreak/>
        <w:t>получения претензии.</w:t>
      </w:r>
    </w:p>
    <w:p w:rsidR="00182D0A" w:rsidRDefault="00A0234B">
      <w:pPr>
        <w:pStyle w:val="a7"/>
        <w:numPr>
          <w:ilvl w:val="1"/>
          <w:numId w:val="5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вправе согласовать иной порядок приемки Товаров по качеству, количеству и комплектности, который должен быть изложен в дополнительном соглашении к настоящему Догово</w:t>
      </w:r>
      <w:r>
        <w:rPr>
          <w:rFonts w:ascii="Times New Roman" w:hAnsi="Times New Roman" w:cs="Times New Roman"/>
          <w:sz w:val="24"/>
          <w:szCs w:val="24"/>
        </w:rPr>
        <w:t>ру, подписываемом обеими Сторонами.</w:t>
      </w:r>
    </w:p>
    <w:p w:rsidR="00182D0A" w:rsidRDefault="00182D0A">
      <w:pPr>
        <w:pStyle w:val="Standard"/>
        <w:spacing w:after="60"/>
        <w:ind w:firstLine="540"/>
        <w:rPr>
          <w:sz w:val="24"/>
          <w:szCs w:val="24"/>
        </w:rPr>
      </w:pPr>
    </w:p>
    <w:p w:rsidR="00182D0A" w:rsidRDefault="00A0234B">
      <w:pPr>
        <w:pStyle w:val="Standard"/>
        <w:numPr>
          <w:ilvl w:val="0"/>
          <w:numId w:val="1"/>
        </w:numPr>
        <w:spacing w:after="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ОТВЕТСТВЕННОСТЬ</w:t>
      </w:r>
    </w:p>
    <w:p w:rsidR="00182D0A" w:rsidRDefault="00A0234B">
      <w:pPr>
        <w:pStyle w:val="a7"/>
        <w:numPr>
          <w:ilvl w:val="1"/>
          <w:numId w:val="6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 при каких обстоятельствах Стороны не возмещают упущенную выгоду.</w:t>
      </w:r>
    </w:p>
    <w:p w:rsidR="00182D0A" w:rsidRDefault="00A0234B">
      <w:pPr>
        <w:pStyle w:val="a7"/>
        <w:numPr>
          <w:ilvl w:val="1"/>
          <w:numId w:val="6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нарушение договорных обязательств виновная Сторона несет ответственность в порядке, предусмотренном действующим законодательством РФ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2D0A" w:rsidRDefault="00182D0A">
      <w:pPr>
        <w:pStyle w:val="a7"/>
        <w:tabs>
          <w:tab w:val="left" w:pos="1080"/>
        </w:tabs>
        <w:spacing w:before="0" w:after="6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D0A" w:rsidRDefault="00A0234B">
      <w:pPr>
        <w:pStyle w:val="Standard"/>
        <w:numPr>
          <w:ilvl w:val="0"/>
          <w:numId w:val="1"/>
        </w:numPr>
        <w:spacing w:after="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КАЧЕСТВО И ГАРАНТИЯ</w:t>
      </w:r>
    </w:p>
    <w:p w:rsidR="00182D0A" w:rsidRDefault="00A0234B">
      <w:pPr>
        <w:pStyle w:val="a7"/>
        <w:numPr>
          <w:ilvl w:val="1"/>
          <w:numId w:val="7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Поставляемый по настоящему Договору Товар должен соответствовать по качеству, комплектности нормативным документам, регламентирующим качество данного вида продукции и при необходимости подтверждаться сертификатом качества </w:t>
      </w:r>
      <w:r>
        <w:rPr>
          <w:rFonts w:ascii="Times New Roman" w:hAnsi="Times New Roman" w:cs="Times New Roman"/>
          <w:sz w:val="24"/>
          <w:szCs w:val="24"/>
        </w:rPr>
        <w:t>предприятия-изготовителя.</w:t>
      </w:r>
    </w:p>
    <w:p w:rsidR="00182D0A" w:rsidRDefault="00A0234B">
      <w:pPr>
        <w:pStyle w:val="a7"/>
        <w:numPr>
          <w:ilvl w:val="1"/>
          <w:numId w:val="7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отвечает за качество поставленного по настоящему Договору Товара в течение всего срока гарантии в соответствии с условиями гарантии производителя. Гарантийный срок на Товар составляет 12 месяцев, если больший гарантийный</w:t>
      </w:r>
      <w:r>
        <w:rPr>
          <w:rFonts w:ascii="Times New Roman" w:hAnsi="Times New Roman" w:cs="Times New Roman"/>
          <w:sz w:val="24"/>
          <w:szCs w:val="24"/>
        </w:rPr>
        <w:t xml:space="preserve"> срок не установлен Производителем Товара.</w:t>
      </w:r>
    </w:p>
    <w:p w:rsidR="00182D0A" w:rsidRDefault="00A0234B">
      <w:pPr>
        <w:pStyle w:val="a7"/>
        <w:numPr>
          <w:ilvl w:val="1"/>
          <w:numId w:val="7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выхода Товара из строя до истечения срока гарантии при отсутствии вины Покупателя, а также при наличии явных или скрытых дефектов, Поставщик в сроки, согласованные с Покупателем, обязуется поставить новый</w:t>
      </w:r>
      <w:r>
        <w:rPr>
          <w:rFonts w:ascii="Times New Roman" w:hAnsi="Times New Roman" w:cs="Times New Roman"/>
          <w:sz w:val="24"/>
          <w:szCs w:val="24"/>
        </w:rPr>
        <w:t xml:space="preserve"> Товар, аналогичный Товару ненадлежащего качества или вернуть уплаченные за него денежные средства, по выбору Покупателя.</w:t>
      </w:r>
    </w:p>
    <w:p w:rsidR="00182D0A" w:rsidRDefault="00182D0A">
      <w:pPr>
        <w:pStyle w:val="Standard"/>
        <w:spacing w:before="60"/>
        <w:ind w:firstLine="540"/>
        <w:jc w:val="center"/>
        <w:rPr>
          <w:b/>
          <w:bCs/>
          <w:sz w:val="24"/>
          <w:szCs w:val="24"/>
        </w:rPr>
      </w:pPr>
    </w:p>
    <w:p w:rsidR="00182D0A" w:rsidRDefault="00A0234B">
      <w:pPr>
        <w:pStyle w:val="Standard"/>
        <w:numPr>
          <w:ilvl w:val="0"/>
          <w:numId w:val="1"/>
        </w:numPr>
        <w:spacing w:after="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АРБИТРАЖ</w:t>
      </w:r>
    </w:p>
    <w:p w:rsidR="00182D0A" w:rsidRDefault="00A0234B">
      <w:pPr>
        <w:pStyle w:val="a7"/>
        <w:numPr>
          <w:ilvl w:val="1"/>
          <w:numId w:val="8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возникновения любых споров, разногласий или претензий, вытекающих из/или в связи с настоящим Договором, либо его на</w:t>
      </w:r>
      <w:r>
        <w:rPr>
          <w:rFonts w:ascii="Times New Roman" w:hAnsi="Times New Roman" w:cs="Times New Roman"/>
          <w:sz w:val="24"/>
          <w:szCs w:val="24"/>
        </w:rPr>
        <w:t>рушением, прекращением или недействительностью, Стороны будут стремиться урегулировать их путем переговоров.</w:t>
      </w:r>
    </w:p>
    <w:p w:rsidR="00182D0A" w:rsidRDefault="00A0234B">
      <w:pPr>
        <w:pStyle w:val="a7"/>
        <w:numPr>
          <w:ilvl w:val="1"/>
          <w:numId w:val="8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споры, разногласия и претензии, вытекающие из данного Договора, либо в связи с его приостановкой, расторжением или признанием недействительным,</w:t>
      </w:r>
      <w:r>
        <w:rPr>
          <w:rFonts w:ascii="Times New Roman" w:hAnsi="Times New Roman" w:cs="Times New Roman"/>
          <w:sz w:val="24"/>
          <w:szCs w:val="24"/>
        </w:rPr>
        <w:t xml:space="preserve"> неурегулированные путем переговоров, передаются на рассмотрение Арбитражного суда Саратовской области в порядке, предусмотренном действующим законодательством РФ.</w:t>
      </w:r>
    </w:p>
    <w:p w:rsidR="00182D0A" w:rsidRDefault="00182D0A">
      <w:pPr>
        <w:pStyle w:val="Standard"/>
        <w:spacing w:after="60"/>
        <w:ind w:firstLine="540"/>
        <w:jc w:val="center"/>
        <w:rPr>
          <w:b/>
          <w:bCs/>
          <w:sz w:val="24"/>
          <w:szCs w:val="24"/>
        </w:rPr>
      </w:pPr>
    </w:p>
    <w:p w:rsidR="00182D0A" w:rsidRDefault="00A0234B">
      <w:pPr>
        <w:pStyle w:val="Standard"/>
        <w:numPr>
          <w:ilvl w:val="0"/>
          <w:numId w:val="1"/>
        </w:numPr>
        <w:spacing w:after="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ФОРС-МАЖОР</w:t>
      </w:r>
    </w:p>
    <w:p w:rsidR="00182D0A" w:rsidRDefault="00A0234B">
      <w:pPr>
        <w:pStyle w:val="a7"/>
        <w:numPr>
          <w:ilvl w:val="1"/>
          <w:numId w:val="9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наступлении обстоятельств невозможности полного или частичного исполнения од</w:t>
      </w:r>
      <w:r>
        <w:rPr>
          <w:rFonts w:ascii="Times New Roman" w:hAnsi="Times New Roman" w:cs="Times New Roman"/>
          <w:sz w:val="24"/>
          <w:szCs w:val="24"/>
        </w:rPr>
        <w:t>ной из Сторон обязательств по настоящему Договору, если они явились следствием непреодолимой силы, а именно: пожара, наводнения, землетрясения и др. стихийных бедствий, запрещение</w:t>
      </w:r>
      <w:bookmarkStart w:id="0" w:name="OCRUncertain021"/>
      <w:r>
        <w:rPr>
          <w:rFonts w:ascii="Times New Roman" w:hAnsi="Times New Roman" w:cs="Times New Roman"/>
          <w:sz w:val="24"/>
          <w:szCs w:val="24"/>
        </w:rPr>
        <w:t>/</w:t>
      </w:r>
      <w:bookmarkEnd w:id="0"/>
      <w:r>
        <w:rPr>
          <w:rFonts w:ascii="Times New Roman" w:hAnsi="Times New Roman" w:cs="Times New Roman"/>
          <w:sz w:val="24"/>
          <w:szCs w:val="24"/>
        </w:rPr>
        <w:t>приостановление нормативными актами правительства экспорта</w:t>
      </w:r>
      <w:bookmarkStart w:id="1" w:name="OCRUncertain022"/>
      <w:r>
        <w:rPr>
          <w:rFonts w:ascii="Times New Roman" w:hAnsi="Times New Roman" w:cs="Times New Roman"/>
          <w:sz w:val="24"/>
          <w:szCs w:val="24"/>
        </w:rPr>
        <w:t>/</w:t>
      </w:r>
      <w:bookmarkEnd w:id="1"/>
      <w:r>
        <w:rPr>
          <w:rFonts w:ascii="Times New Roman" w:hAnsi="Times New Roman" w:cs="Times New Roman"/>
          <w:sz w:val="24"/>
          <w:szCs w:val="24"/>
        </w:rPr>
        <w:t>импорта, валютных</w:t>
      </w:r>
      <w:r>
        <w:rPr>
          <w:rFonts w:ascii="Times New Roman" w:hAnsi="Times New Roman" w:cs="Times New Roman"/>
          <w:sz w:val="24"/>
          <w:szCs w:val="24"/>
        </w:rPr>
        <w:t xml:space="preserve"> операций, срок исполнения обязательств отодвигается во времени, в течение которого будут действовать такие обстоятельства.</w:t>
      </w:r>
    </w:p>
    <w:p w:rsidR="00182D0A" w:rsidRDefault="00A0234B">
      <w:pPr>
        <w:pStyle w:val="a7"/>
        <w:numPr>
          <w:ilvl w:val="1"/>
          <w:numId w:val="9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Сторона, для которой создалась невозможность исполнения обязательств по настоящему Договору, обязана в течение 5 дней известить друг</w:t>
      </w:r>
      <w:r>
        <w:rPr>
          <w:rFonts w:ascii="Times New Roman" w:hAnsi="Times New Roman" w:cs="Times New Roman"/>
          <w:sz w:val="24"/>
          <w:szCs w:val="24"/>
        </w:rPr>
        <w:t>ую Сторону о наступлении вышеупомянутых обстоятельств.</w:t>
      </w:r>
    </w:p>
    <w:p w:rsidR="00182D0A" w:rsidRDefault="00A0234B">
      <w:pPr>
        <w:pStyle w:val="a7"/>
        <w:numPr>
          <w:ilvl w:val="1"/>
          <w:numId w:val="9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Надлежащим доказательством наличия и продолжительности таких обстоятельств будут служить справки, выдаваемые Торгово-Промышленной Палатой.</w:t>
      </w:r>
    </w:p>
    <w:p w:rsidR="00182D0A" w:rsidRDefault="00A0234B">
      <w:pPr>
        <w:pStyle w:val="a7"/>
        <w:numPr>
          <w:ilvl w:val="1"/>
          <w:numId w:val="9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Неуведомление или несвоевременное уведомление о наступлении </w:t>
      </w:r>
      <w:r>
        <w:rPr>
          <w:rFonts w:ascii="Times New Roman" w:hAnsi="Times New Roman" w:cs="Times New Roman"/>
          <w:sz w:val="24"/>
          <w:szCs w:val="24"/>
        </w:rPr>
        <w:t>или прекращении форс-мажорных обязательств лишают Сторону права ссылаться на них.</w:t>
      </w:r>
    </w:p>
    <w:p w:rsidR="00182D0A" w:rsidRDefault="00182D0A">
      <w:pPr>
        <w:pStyle w:val="4"/>
        <w:tabs>
          <w:tab w:val="left" w:pos="360"/>
        </w:tabs>
        <w:spacing w:before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82D0A" w:rsidRDefault="00A0234B">
      <w:pPr>
        <w:pStyle w:val="Standard"/>
        <w:numPr>
          <w:ilvl w:val="0"/>
          <w:numId w:val="1"/>
        </w:numPr>
        <w:spacing w:after="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УСЛОВИЯ</w:t>
      </w:r>
    </w:p>
    <w:p w:rsidR="00182D0A" w:rsidRDefault="00A0234B">
      <w:pPr>
        <w:pStyle w:val="a7"/>
        <w:numPr>
          <w:ilvl w:val="1"/>
          <w:numId w:val="10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каждая из сторон гарантирует другой стороне, что на дату настоящего Договора она является организацией, надлежащим образом зарегистрированной в </w:t>
      </w:r>
      <w:r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 РФ, обладает полными правами и полномочиями на право выполнять условия настоящего Договора, а лица, подписавшие настоящий Договор, должным образом уполномочены и наделены юридической силой для работы в рамках да</w:t>
      </w:r>
      <w:r>
        <w:rPr>
          <w:rFonts w:ascii="Times New Roman" w:hAnsi="Times New Roman" w:cs="Times New Roman"/>
          <w:sz w:val="24"/>
          <w:szCs w:val="24"/>
        </w:rPr>
        <w:t>нного Договора.</w:t>
      </w:r>
    </w:p>
    <w:p w:rsidR="00182D0A" w:rsidRDefault="00A0234B">
      <w:pPr>
        <w:pStyle w:val="a7"/>
        <w:numPr>
          <w:ilvl w:val="1"/>
          <w:numId w:val="10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не могут передавать свои права и обязанности по настоящему Договору какой-либо третьей Стороне без письменного согласия другой стороны.</w:t>
      </w:r>
    </w:p>
    <w:p w:rsidR="00182D0A" w:rsidRDefault="00A0234B">
      <w:pPr>
        <w:pStyle w:val="a7"/>
        <w:numPr>
          <w:ilvl w:val="1"/>
          <w:numId w:val="10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изменения, приложения и дополнения к настоящему Договору действительны лишь в том случае, ес</w:t>
      </w:r>
      <w:r>
        <w:rPr>
          <w:rFonts w:ascii="Times New Roman" w:hAnsi="Times New Roman" w:cs="Times New Roman"/>
          <w:sz w:val="24"/>
          <w:szCs w:val="24"/>
        </w:rPr>
        <w:t>ли составлены в письменной форме и подписаны уполномоченными представителями обеих Сторон, и являются неотъемлемой частью настоящего Договора.</w:t>
      </w:r>
    </w:p>
    <w:p w:rsidR="00182D0A" w:rsidRDefault="00A0234B">
      <w:pPr>
        <w:pStyle w:val="a7"/>
        <w:numPr>
          <w:ilvl w:val="1"/>
          <w:numId w:val="10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подписания настоящего Договора все предыдущие переговоры и переписка между Сторонами по данному Договору сч</w:t>
      </w:r>
      <w:r>
        <w:rPr>
          <w:rFonts w:ascii="Times New Roman" w:hAnsi="Times New Roman" w:cs="Times New Roman"/>
          <w:sz w:val="24"/>
          <w:szCs w:val="24"/>
        </w:rPr>
        <w:t>итаются недействительными.</w:t>
      </w:r>
    </w:p>
    <w:p w:rsidR="00182D0A" w:rsidRDefault="00A0234B">
      <w:pPr>
        <w:pStyle w:val="a7"/>
        <w:numPr>
          <w:ilvl w:val="1"/>
          <w:numId w:val="10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экземплярах. Один экземпляр находится у Поставщика, один – у Покупателя. Тексты экземпляров идентичны и имеют одинаковую юридическую силу.</w:t>
      </w:r>
    </w:p>
    <w:p w:rsidR="00182D0A" w:rsidRDefault="00A0234B">
      <w:pPr>
        <w:pStyle w:val="a7"/>
        <w:numPr>
          <w:ilvl w:val="1"/>
          <w:numId w:val="10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уведомления (извещения) по данному Договору должны </w:t>
      </w:r>
      <w:r>
        <w:rPr>
          <w:rFonts w:ascii="Times New Roman" w:hAnsi="Times New Roman" w:cs="Times New Roman"/>
          <w:sz w:val="24"/>
          <w:szCs w:val="24"/>
        </w:rPr>
        <w:t>быть подготовлены в письменном виде и должны быть доставлены курьером, почтой или факсом соответствующим сторонам по адресам, указанным ниже. Уведомление считается полученным соответственно в день доставки курьером по дате на расписке о получении, или в де</w:t>
      </w:r>
      <w:r>
        <w:rPr>
          <w:rFonts w:ascii="Times New Roman" w:hAnsi="Times New Roman" w:cs="Times New Roman"/>
          <w:sz w:val="24"/>
          <w:szCs w:val="24"/>
        </w:rPr>
        <w:t>нь, обозначенный на подписанном почтовом уведомлении о вручении корреспонденции, или в день, указанный на правильно оформленном электронном подтверждении в случае пересылки уведомления факсом. Любая из сторон может изменить свой адрес для получения уведомл</w:t>
      </w:r>
      <w:r>
        <w:rPr>
          <w:rFonts w:ascii="Times New Roman" w:hAnsi="Times New Roman" w:cs="Times New Roman"/>
          <w:sz w:val="24"/>
          <w:szCs w:val="24"/>
        </w:rPr>
        <w:t>ений, известив об этом другую сторону соответствующим уведомлением, отправленным вышеуказанным образом.</w:t>
      </w:r>
    </w:p>
    <w:p w:rsidR="00182D0A" w:rsidRDefault="00A0234B">
      <w:pPr>
        <w:pStyle w:val="a7"/>
        <w:numPr>
          <w:ilvl w:val="1"/>
          <w:numId w:val="10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подписания и действует до 31 января 2023 года.</w:t>
      </w:r>
    </w:p>
    <w:p w:rsidR="00182D0A" w:rsidRDefault="00A0234B">
      <w:pPr>
        <w:pStyle w:val="a7"/>
        <w:numPr>
          <w:ilvl w:val="1"/>
          <w:numId w:val="10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может быть расторгнут по взаимному согл</w:t>
      </w:r>
      <w:r>
        <w:rPr>
          <w:rFonts w:ascii="Times New Roman" w:hAnsi="Times New Roman" w:cs="Times New Roman"/>
          <w:sz w:val="24"/>
          <w:szCs w:val="24"/>
        </w:rPr>
        <w:t>ашению сторон, оформленному дополнительным соглашением, или по иным основаниям, предусмотренным договором или законодательством. При этом Стороны обязаны произвести окончательный взаиморасчет по обязательствам настоящего Договора.</w:t>
      </w:r>
    </w:p>
    <w:p w:rsidR="00182D0A" w:rsidRDefault="00A0234B">
      <w:pPr>
        <w:pStyle w:val="a7"/>
        <w:numPr>
          <w:ilvl w:val="1"/>
          <w:numId w:val="10"/>
        </w:numPr>
        <w:tabs>
          <w:tab w:val="left" w:pos="1080"/>
        </w:tabs>
        <w:spacing w:before="0" w:after="60"/>
        <w:ind w:left="0"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обязаны сообщать </w:t>
      </w:r>
      <w:r>
        <w:rPr>
          <w:rFonts w:ascii="Times New Roman" w:hAnsi="Times New Roman" w:cs="Times New Roman"/>
          <w:sz w:val="24"/>
          <w:szCs w:val="24"/>
        </w:rPr>
        <w:t>друг другу об изменении своего местонахождения и почтового адреса, банковских реквизитов, номеров телефонов, телефаксов в трехдневный срок.</w:t>
      </w:r>
    </w:p>
    <w:p w:rsidR="00182D0A" w:rsidRDefault="00182D0A">
      <w:pPr>
        <w:pStyle w:val="4"/>
        <w:ind w:left="1800"/>
        <w:rPr>
          <w:rFonts w:ascii="Times New Roman" w:hAnsi="Times New Roman"/>
          <w:sz w:val="24"/>
          <w:szCs w:val="24"/>
        </w:rPr>
      </w:pPr>
    </w:p>
    <w:p w:rsidR="00182D0A" w:rsidRDefault="00A0234B">
      <w:pPr>
        <w:pStyle w:val="Standard"/>
        <w:numPr>
          <w:ilvl w:val="0"/>
          <w:numId w:val="1"/>
        </w:numPr>
        <w:spacing w:after="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ЮРИДИЧЕСКИЕ АДРЕСА И ПОДПИСИ СТОРОН</w:t>
      </w:r>
      <w:r>
        <w:rPr>
          <w:b/>
          <w:bCs/>
          <w:sz w:val="24"/>
          <w:szCs w:val="24"/>
        </w:rPr>
        <w:br/>
      </w:r>
    </w:p>
    <w:tbl>
      <w:tblPr>
        <w:tblW w:w="1056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4"/>
        <w:gridCol w:w="5066"/>
      </w:tblGrid>
      <w:tr w:rsidR="00182D0A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4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pStyle w:val="a4"/>
              <w:rPr>
                <w:b/>
                <w:szCs w:val="24"/>
              </w:rPr>
            </w:pPr>
            <w:r>
              <w:rPr>
                <w:b/>
                <w:szCs w:val="24"/>
              </w:rPr>
              <w:t>Поставщик:</w:t>
            </w:r>
          </w:p>
        </w:tc>
        <w:tc>
          <w:tcPr>
            <w:tcW w:w="50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pStyle w:val="a4"/>
              <w:rPr>
                <w:b/>
                <w:szCs w:val="24"/>
              </w:rPr>
            </w:pPr>
            <w:r>
              <w:rPr>
                <w:b/>
                <w:szCs w:val="24"/>
              </w:rPr>
              <w:t>Покупатель: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4278"/>
        </w:trPr>
        <w:tc>
          <w:tcPr>
            <w:tcW w:w="54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pStyle w:val="Standard"/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«Сфера-Авто»</w:t>
            </w:r>
          </w:p>
          <w:p w:rsidR="00182D0A" w:rsidRDefault="00A0234B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410007, г. Саратов, ул. </w:t>
            </w:r>
            <w:r>
              <w:rPr>
                <w:sz w:val="24"/>
                <w:szCs w:val="24"/>
              </w:rPr>
              <w:t>Днепропетровская 2/33</w:t>
            </w:r>
          </w:p>
          <w:p w:rsidR="00182D0A" w:rsidRDefault="00A0234B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6453123964 КПП 645301001</w:t>
            </w:r>
          </w:p>
          <w:p w:rsidR="00182D0A" w:rsidRDefault="00A0234B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 40702810300820302139</w:t>
            </w:r>
          </w:p>
          <w:p w:rsidR="00182D0A" w:rsidRDefault="00A0234B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«Экономбанк»</w:t>
            </w:r>
          </w:p>
          <w:p w:rsidR="00182D0A" w:rsidRDefault="00A0234B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30101810100000000722</w:t>
            </w:r>
          </w:p>
          <w:p w:rsidR="00182D0A" w:rsidRDefault="00A0234B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046311722</w:t>
            </w:r>
          </w:p>
          <w:p w:rsidR="00182D0A" w:rsidRDefault="00A0234B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1126453005117</w:t>
            </w:r>
          </w:p>
          <w:p w:rsidR="00182D0A" w:rsidRDefault="00A0234B">
            <w:pPr>
              <w:pStyle w:val="a4"/>
              <w:jc w:val="left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Тел. 8-8452-34-84-86</w:t>
            </w:r>
          </w:p>
          <w:p w:rsidR="00182D0A" w:rsidRDefault="00182D0A">
            <w:pPr>
              <w:pStyle w:val="Textbody"/>
              <w:rPr>
                <w:sz w:val="24"/>
                <w:szCs w:val="24"/>
              </w:rPr>
            </w:pPr>
          </w:p>
          <w:p w:rsidR="00182D0A" w:rsidRDefault="00A0234B">
            <w:pPr>
              <w:pStyle w:val="a4"/>
              <w:jc w:val="left"/>
              <w:rPr>
                <w:b/>
                <w:i w:val="0"/>
                <w:szCs w:val="24"/>
              </w:rPr>
            </w:pPr>
            <w:r>
              <w:rPr>
                <w:b/>
                <w:i w:val="0"/>
                <w:szCs w:val="24"/>
              </w:rPr>
              <w:t>Генеральный директор</w:t>
            </w:r>
          </w:p>
          <w:p w:rsidR="00182D0A" w:rsidRDefault="00182D0A">
            <w:pPr>
              <w:pStyle w:val="Textbody"/>
              <w:rPr>
                <w:sz w:val="24"/>
                <w:szCs w:val="24"/>
              </w:rPr>
            </w:pPr>
          </w:p>
          <w:p w:rsidR="00182D0A" w:rsidRDefault="00182D0A">
            <w:pPr>
              <w:pStyle w:val="Textbody"/>
              <w:rPr>
                <w:sz w:val="24"/>
                <w:szCs w:val="24"/>
              </w:rPr>
            </w:pPr>
          </w:p>
          <w:p w:rsidR="00182D0A" w:rsidRDefault="00A0234B">
            <w:pPr>
              <w:pStyle w:val="a4"/>
              <w:jc w:val="left"/>
            </w:pPr>
            <w:r>
              <w:rPr>
                <w:i w:val="0"/>
                <w:szCs w:val="24"/>
              </w:rPr>
              <w:t>______________</w:t>
            </w:r>
            <w:r>
              <w:rPr>
                <w:b/>
                <w:i w:val="0"/>
                <w:szCs w:val="24"/>
              </w:rPr>
              <w:t>/Алиев А.В./</w:t>
            </w:r>
          </w:p>
        </w:tc>
        <w:tc>
          <w:tcPr>
            <w:tcW w:w="50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widowControl/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ЗАО «СПГЭС»</w:t>
            </w:r>
          </w:p>
          <w:p w:rsidR="00182D0A" w:rsidRDefault="00A0234B">
            <w:pPr>
              <w:widowControl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410017, г. Саратов, </w:t>
            </w:r>
            <w:r>
              <w:rPr>
                <w:iCs/>
                <w:sz w:val="24"/>
                <w:szCs w:val="24"/>
              </w:rPr>
              <w:t>ул. Белоглинская, 40</w:t>
            </w:r>
          </w:p>
          <w:p w:rsidR="00182D0A" w:rsidRDefault="00A0234B">
            <w:pPr>
              <w:widowControl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р/с 40702810656020101710</w:t>
            </w:r>
          </w:p>
          <w:p w:rsidR="00182D0A" w:rsidRDefault="00A0234B">
            <w:pPr>
              <w:widowControl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Поволжский банк ПАО Сбербанк г. Саратов</w:t>
            </w:r>
          </w:p>
          <w:p w:rsidR="00182D0A" w:rsidRDefault="00A0234B">
            <w:pPr>
              <w:widowControl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к/с 30101810200000000607</w:t>
            </w:r>
          </w:p>
          <w:p w:rsidR="00182D0A" w:rsidRDefault="00A0234B">
            <w:pPr>
              <w:widowControl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БИК 043601607 </w:t>
            </w:r>
          </w:p>
          <w:p w:rsidR="00182D0A" w:rsidRDefault="00A0234B">
            <w:pPr>
              <w:widowControl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ИНН 6454006283 КПП 6454010001</w:t>
            </w:r>
          </w:p>
          <w:p w:rsidR="00182D0A" w:rsidRDefault="00A0234B">
            <w:pPr>
              <w:widowControl/>
              <w:spacing w:after="120"/>
              <w:textAlignment w:val="auto"/>
            </w:pPr>
            <w:r>
              <w:rPr>
                <w:iCs/>
                <w:sz w:val="24"/>
                <w:szCs w:val="24"/>
              </w:rPr>
              <w:t>Тел. 8-8452-24-76-20</w:t>
            </w:r>
          </w:p>
          <w:p w:rsidR="00182D0A" w:rsidRDefault="00182D0A">
            <w:pPr>
              <w:widowControl/>
              <w:spacing w:after="120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</w:p>
          <w:p w:rsidR="00182D0A" w:rsidRDefault="00A0234B">
            <w:pPr>
              <w:widowControl/>
              <w:spacing w:after="120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>Первый заместитель</w:t>
            </w:r>
          </w:p>
          <w:p w:rsidR="00182D0A" w:rsidRDefault="00A0234B">
            <w:pPr>
              <w:widowControl/>
              <w:jc w:val="both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>генерального директора</w:t>
            </w:r>
          </w:p>
          <w:p w:rsidR="00182D0A" w:rsidRDefault="00182D0A">
            <w:pPr>
              <w:widowControl/>
              <w:spacing w:after="120"/>
              <w:textAlignment w:val="auto"/>
              <w:rPr>
                <w:kern w:val="0"/>
                <w:sz w:val="24"/>
                <w:szCs w:val="24"/>
                <w:lang w:eastAsia="ar-SA"/>
              </w:rPr>
            </w:pPr>
          </w:p>
          <w:p w:rsidR="00182D0A" w:rsidRDefault="00A0234B">
            <w:pPr>
              <w:pStyle w:val="a4"/>
            </w:pPr>
            <w:r>
              <w:rPr>
                <w:i w:val="0"/>
                <w:kern w:val="0"/>
                <w:szCs w:val="24"/>
                <w:lang w:eastAsia="ar-SA"/>
              </w:rPr>
              <w:t>_______________/</w:t>
            </w:r>
            <w:r>
              <w:rPr>
                <w:b/>
                <w:bCs/>
                <w:i w:val="0"/>
                <w:kern w:val="0"/>
                <w:szCs w:val="24"/>
                <w:lang w:eastAsia="ar-SA"/>
              </w:rPr>
              <w:t>Стрелин Е.Н.</w:t>
            </w:r>
            <w:r>
              <w:rPr>
                <w:i w:val="0"/>
                <w:kern w:val="0"/>
                <w:szCs w:val="24"/>
                <w:lang w:eastAsia="ar-SA"/>
              </w:rPr>
              <w:t>/</w:t>
            </w:r>
            <w:r>
              <w:rPr>
                <w:i w:val="0"/>
                <w:iCs w:val="0"/>
                <w:szCs w:val="24"/>
              </w:rPr>
              <w:t xml:space="preserve"> </w:t>
            </w:r>
            <w:r>
              <w:rPr>
                <w:i w:val="0"/>
                <w:szCs w:val="24"/>
              </w:rPr>
              <w:t xml:space="preserve">     </w:t>
            </w:r>
            <w:r>
              <w:rPr>
                <w:i w:val="0"/>
                <w:szCs w:val="24"/>
              </w:rPr>
              <w:t xml:space="preserve">              </w:t>
            </w:r>
          </w:p>
        </w:tc>
      </w:tr>
    </w:tbl>
    <w:p w:rsidR="00182D0A" w:rsidRDefault="00182D0A">
      <w:pPr>
        <w:pStyle w:val="Textbody"/>
      </w:pPr>
    </w:p>
    <w:p w:rsidR="00182D0A" w:rsidRDefault="00182D0A">
      <w:pPr>
        <w:pStyle w:val="Textbody"/>
      </w:pPr>
    </w:p>
    <w:p w:rsidR="00182D0A" w:rsidRDefault="00A0234B">
      <w:pPr>
        <w:pStyle w:val="Standard"/>
        <w:ind w:firstLine="540"/>
        <w:jc w:val="right"/>
        <w:rPr>
          <w:b/>
        </w:rPr>
      </w:pPr>
      <w:r>
        <w:rPr>
          <w:b/>
        </w:rPr>
        <w:t>Приложение № 1 к договору поставки</w:t>
      </w:r>
    </w:p>
    <w:p w:rsidR="00182D0A" w:rsidRDefault="00A0234B">
      <w:pPr>
        <w:pStyle w:val="Standard"/>
        <w:ind w:firstLine="540"/>
        <w:jc w:val="right"/>
        <w:rPr>
          <w:b/>
        </w:rPr>
      </w:pPr>
      <w:r>
        <w:rPr>
          <w:b/>
        </w:rPr>
        <w:t>№___ от «___» ____________2022 года</w:t>
      </w:r>
    </w:p>
    <w:p w:rsidR="00182D0A" w:rsidRDefault="00182D0A">
      <w:pPr>
        <w:pStyle w:val="Standard"/>
        <w:jc w:val="center"/>
        <w:rPr>
          <w:b/>
          <w:bCs/>
          <w:color w:val="000000"/>
          <w:spacing w:val="-5"/>
          <w:sz w:val="24"/>
          <w:szCs w:val="24"/>
        </w:rPr>
      </w:pPr>
    </w:p>
    <w:p w:rsidR="00182D0A" w:rsidRDefault="00182D0A">
      <w:pPr>
        <w:pStyle w:val="Standard"/>
        <w:jc w:val="center"/>
        <w:rPr>
          <w:b/>
          <w:bCs/>
          <w:color w:val="000000"/>
          <w:spacing w:val="-5"/>
          <w:sz w:val="24"/>
          <w:szCs w:val="24"/>
        </w:rPr>
      </w:pPr>
    </w:p>
    <w:p w:rsidR="00182D0A" w:rsidRDefault="00A0234B">
      <w:pPr>
        <w:pStyle w:val="Standard"/>
        <w:jc w:val="center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182D0A" w:rsidRDefault="00A0234B">
      <w:pPr>
        <w:pStyle w:val="Standard"/>
        <w:jc w:val="center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>Заявки на поставку партии Товара</w:t>
      </w:r>
    </w:p>
    <w:p w:rsidR="00182D0A" w:rsidRDefault="00A0234B">
      <w:pPr>
        <w:pStyle w:val="Standard"/>
        <w:jc w:val="center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>Начало формы</w:t>
      </w:r>
    </w:p>
    <w:p w:rsidR="00182D0A" w:rsidRDefault="00182D0A">
      <w:pPr>
        <w:pStyle w:val="Standard"/>
        <w:jc w:val="center"/>
        <w:rPr>
          <w:b/>
          <w:bCs/>
          <w:color w:val="000000"/>
          <w:spacing w:val="-5"/>
          <w:sz w:val="24"/>
          <w:szCs w:val="24"/>
        </w:rPr>
      </w:pPr>
    </w:p>
    <w:p w:rsidR="00182D0A" w:rsidRDefault="00A0234B">
      <w:pPr>
        <w:pStyle w:val="Standard"/>
        <w:jc w:val="center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>Заявка</w:t>
      </w:r>
    </w:p>
    <w:p w:rsidR="00182D0A" w:rsidRDefault="00A0234B">
      <w:pPr>
        <w:pStyle w:val="Standard"/>
        <w:jc w:val="center"/>
      </w:pPr>
      <w:r>
        <w:rPr>
          <w:b/>
          <w:bCs/>
          <w:color w:val="000000"/>
          <w:spacing w:val="-5"/>
          <w:sz w:val="24"/>
          <w:szCs w:val="24"/>
        </w:rPr>
        <w:t xml:space="preserve"> н</w:t>
      </w:r>
      <w:r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182D0A" w:rsidRDefault="00A0234B">
      <w:pPr>
        <w:pStyle w:val="Standard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договору поставки № ____ от «___» ___________2022 г.</w:t>
      </w:r>
    </w:p>
    <w:p w:rsidR="00182D0A" w:rsidRDefault="00182D0A">
      <w:pPr>
        <w:pStyle w:val="Standard"/>
        <w:ind w:firstLine="540"/>
        <w:jc w:val="center"/>
        <w:rPr>
          <w:b/>
          <w:sz w:val="24"/>
          <w:szCs w:val="24"/>
        </w:rPr>
      </w:pPr>
    </w:p>
    <w:p w:rsidR="00182D0A" w:rsidRDefault="00182D0A">
      <w:pPr>
        <w:pStyle w:val="Standard"/>
        <w:ind w:firstLine="540"/>
        <w:jc w:val="center"/>
        <w:rPr>
          <w:sz w:val="24"/>
          <w:szCs w:val="24"/>
        </w:rPr>
      </w:pPr>
    </w:p>
    <w:p w:rsidR="00182D0A" w:rsidRDefault="00A0234B">
      <w:pPr>
        <w:pStyle w:val="Standard"/>
        <w:ind w:firstLine="540"/>
      </w:pPr>
      <w:r>
        <w:rPr>
          <w:sz w:val="24"/>
          <w:szCs w:val="24"/>
        </w:rPr>
        <w:t xml:space="preserve">заключенному между </w:t>
      </w:r>
      <w:r>
        <w:rPr>
          <w:b/>
          <w:sz w:val="24"/>
          <w:szCs w:val="24"/>
        </w:rPr>
        <w:t>ООО «Сфера-Авто»</w:t>
      </w:r>
      <w:r>
        <w:rPr>
          <w:sz w:val="24"/>
          <w:szCs w:val="24"/>
        </w:rPr>
        <w:t xml:space="preserve"> (Поставщик) и </w:t>
      </w:r>
      <w:r>
        <w:rPr>
          <w:b/>
          <w:sz w:val="24"/>
          <w:szCs w:val="24"/>
        </w:rPr>
        <w:t>ЗАО «СПГЭС»</w:t>
      </w:r>
      <w:r>
        <w:rPr>
          <w:sz w:val="24"/>
          <w:szCs w:val="24"/>
        </w:rPr>
        <w:t xml:space="preserve"> (Покупатель)</w:t>
      </w:r>
    </w:p>
    <w:p w:rsidR="00182D0A" w:rsidRDefault="00182D0A">
      <w:pPr>
        <w:pStyle w:val="Standard"/>
        <w:rPr>
          <w:sz w:val="24"/>
          <w:szCs w:val="24"/>
        </w:rPr>
      </w:pPr>
    </w:p>
    <w:p w:rsidR="00182D0A" w:rsidRDefault="00A0234B">
      <w:pPr>
        <w:pStyle w:val="Standard"/>
        <w:tabs>
          <w:tab w:val="left" w:pos="59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Саратов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«___» _______________ 20__г.</w:t>
      </w:r>
    </w:p>
    <w:p w:rsidR="00182D0A" w:rsidRDefault="00182D0A">
      <w:pPr>
        <w:pStyle w:val="Standard"/>
        <w:rPr>
          <w:sz w:val="24"/>
          <w:szCs w:val="24"/>
        </w:rPr>
      </w:pPr>
    </w:p>
    <w:p w:rsidR="00182D0A" w:rsidRDefault="00A0234B">
      <w:pPr>
        <w:pStyle w:val="Standard"/>
        <w:jc w:val="both"/>
      </w:pPr>
      <w:r>
        <w:rPr>
          <w:color w:val="000000"/>
          <w:spacing w:val="5"/>
          <w:sz w:val="24"/>
          <w:szCs w:val="24"/>
        </w:rPr>
        <w:t>Во исполнение договора поставки №___от «___» ___________ 2021 г.</w:t>
      </w:r>
      <w:r>
        <w:rPr>
          <w:color w:val="000000"/>
          <w:sz w:val="24"/>
          <w:szCs w:val="24"/>
        </w:rPr>
        <w:t xml:space="preserve"> прошу Вас</w:t>
      </w:r>
      <w:r>
        <w:rPr>
          <w:color w:val="000000"/>
          <w:spacing w:val="-1"/>
          <w:sz w:val="24"/>
          <w:szCs w:val="24"/>
        </w:rPr>
        <w:t xml:space="preserve"> поставить Товар:</w:t>
      </w:r>
    </w:p>
    <w:p w:rsidR="00182D0A" w:rsidRDefault="00182D0A">
      <w:pPr>
        <w:pStyle w:val="Standard"/>
        <w:jc w:val="both"/>
      </w:pPr>
    </w:p>
    <w:tbl>
      <w:tblPr>
        <w:tblW w:w="10632" w:type="dxa"/>
        <w:tblInd w:w="-2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961"/>
        <w:gridCol w:w="4961"/>
      </w:tblGrid>
      <w:tr w:rsidR="00182D0A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A0234B">
            <w:pPr>
              <w:pStyle w:val="Standard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№ п/п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A0234B">
            <w:pPr>
              <w:pStyle w:val="Standard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Наименование Товара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A0234B">
            <w:pPr>
              <w:pStyle w:val="Standard"/>
              <w:shd w:val="clear" w:color="auto" w:fill="FFFFFF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Количество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</w:tr>
      <w:tr w:rsidR="00182D0A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</w:tr>
      <w:tr w:rsidR="00182D0A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</w:tr>
      <w:tr w:rsidR="00182D0A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</w:tr>
      <w:tr w:rsidR="00182D0A">
        <w:tblPrEx>
          <w:tblCellMar>
            <w:top w:w="0" w:type="dxa"/>
            <w:bottom w:w="0" w:type="dxa"/>
          </w:tblCellMar>
        </w:tblPrEx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</w:pPr>
          </w:p>
        </w:tc>
      </w:tr>
    </w:tbl>
    <w:p w:rsidR="00182D0A" w:rsidRDefault="00182D0A">
      <w:pPr>
        <w:pStyle w:val="Standard"/>
        <w:jc w:val="both"/>
        <w:rPr>
          <w:color w:val="000000"/>
          <w:spacing w:val="-1"/>
          <w:sz w:val="24"/>
          <w:szCs w:val="24"/>
        </w:rPr>
      </w:pPr>
    </w:p>
    <w:p w:rsidR="00182D0A" w:rsidRDefault="00A0234B">
      <w:pPr>
        <w:pStyle w:val="Standard"/>
        <w:spacing w:before="250" w:line="274" w:lineRule="exact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 xml:space="preserve">От </w:t>
      </w:r>
      <w:r>
        <w:rPr>
          <w:b/>
          <w:bCs/>
          <w:color w:val="000000"/>
          <w:spacing w:val="1"/>
          <w:sz w:val="24"/>
          <w:szCs w:val="24"/>
        </w:rPr>
        <w:t>Покупателя</w:t>
      </w:r>
    </w:p>
    <w:p w:rsidR="00182D0A" w:rsidRDefault="00182D0A">
      <w:pPr>
        <w:pStyle w:val="Standard"/>
        <w:ind w:left="5"/>
      </w:pPr>
    </w:p>
    <w:p w:rsidR="00182D0A" w:rsidRDefault="00182D0A">
      <w:pPr>
        <w:pStyle w:val="Standard"/>
        <w:ind w:left="5"/>
      </w:pPr>
    </w:p>
    <w:p w:rsidR="00182D0A" w:rsidRDefault="00A0234B">
      <w:pPr>
        <w:pStyle w:val="Standard"/>
        <w:ind w:left="5"/>
      </w:pPr>
      <w:r>
        <w:t>___________________________________________       ________________     ___________________________</w:t>
      </w:r>
    </w:p>
    <w:p w:rsidR="00182D0A" w:rsidRDefault="00A0234B">
      <w:pPr>
        <w:pStyle w:val="Standard"/>
        <w:ind w:left="5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 xml:space="preserve">        должность                                                   подпись                          ФИО    </w:t>
      </w:r>
    </w:p>
    <w:p w:rsidR="00182D0A" w:rsidRDefault="00A0234B">
      <w:pPr>
        <w:pStyle w:val="Standard"/>
        <w:ind w:left="5"/>
        <w:rPr>
          <w:bCs/>
          <w:color w:val="000000"/>
          <w:spacing w:val="4"/>
          <w:sz w:val="24"/>
          <w:szCs w:val="24"/>
        </w:rPr>
      </w:pPr>
      <w:r>
        <w:rPr>
          <w:bCs/>
          <w:color w:val="000000"/>
          <w:spacing w:val="4"/>
          <w:sz w:val="24"/>
          <w:szCs w:val="24"/>
        </w:rPr>
        <w:t>МП</w:t>
      </w:r>
    </w:p>
    <w:p w:rsidR="00182D0A" w:rsidRDefault="00182D0A">
      <w:pPr>
        <w:pStyle w:val="Standard"/>
        <w:rPr>
          <w:bCs/>
          <w:color w:val="000000"/>
          <w:spacing w:val="4"/>
          <w:sz w:val="24"/>
          <w:szCs w:val="24"/>
        </w:rPr>
      </w:pPr>
    </w:p>
    <w:p w:rsidR="00182D0A" w:rsidRDefault="00A0234B">
      <w:pPr>
        <w:pStyle w:val="Standard"/>
        <w:rPr>
          <w:bCs/>
          <w:color w:val="000000"/>
          <w:spacing w:val="4"/>
          <w:sz w:val="24"/>
          <w:szCs w:val="24"/>
        </w:rPr>
      </w:pPr>
      <w:r>
        <w:rPr>
          <w:bCs/>
          <w:color w:val="000000"/>
          <w:spacing w:val="4"/>
          <w:sz w:val="24"/>
          <w:szCs w:val="24"/>
        </w:rPr>
        <w:t xml:space="preserve">                               </w:t>
      </w:r>
      <w:r>
        <w:rPr>
          <w:bCs/>
          <w:color w:val="000000"/>
          <w:spacing w:val="4"/>
          <w:sz w:val="24"/>
          <w:szCs w:val="24"/>
        </w:rPr>
        <w:t xml:space="preserve">                                                                      </w:t>
      </w:r>
    </w:p>
    <w:p w:rsidR="00182D0A" w:rsidRDefault="00A0234B">
      <w:pPr>
        <w:pStyle w:val="Standard"/>
        <w:ind w:left="5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 xml:space="preserve">Отметка о получении Заявки                                                                       </w:t>
      </w:r>
    </w:p>
    <w:p w:rsidR="00182D0A" w:rsidRDefault="00A0234B">
      <w:pPr>
        <w:pStyle w:val="Standard"/>
        <w:ind w:left="5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«Поставщик» ООО «Сфера-Авто»</w:t>
      </w:r>
    </w:p>
    <w:p w:rsidR="00182D0A" w:rsidRDefault="00182D0A">
      <w:pPr>
        <w:pStyle w:val="Standard"/>
        <w:ind w:left="5"/>
        <w:rPr>
          <w:b/>
          <w:bCs/>
          <w:color w:val="000000"/>
          <w:spacing w:val="4"/>
          <w:sz w:val="24"/>
          <w:szCs w:val="24"/>
        </w:rPr>
      </w:pPr>
    </w:p>
    <w:p w:rsidR="00182D0A" w:rsidRDefault="00A0234B">
      <w:pPr>
        <w:pStyle w:val="Standard"/>
        <w:ind w:left="5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Получил: _________________</w:t>
      </w:r>
    </w:p>
    <w:p w:rsidR="00182D0A" w:rsidRDefault="00182D0A">
      <w:pPr>
        <w:pStyle w:val="Standard"/>
        <w:ind w:left="5"/>
        <w:rPr>
          <w:b/>
          <w:bCs/>
          <w:color w:val="000000"/>
          <w:spacing w:val="4"/>
          <w:sz w:val="24"/>
          <w:szCs w:val="24"/>
        </w:rPr>
      </w:pPr>
    </w:p>
    <w:p w:rsidR="00182D0A" w:rsidRDefault="00A0234B">
      <w:pPr>
        <w:pStyle w:val="Standard"/>
        <w:ind w:left="5"/>
      </w:pPr>
      <w:r>
        <w:rPr>
          <w:b/>
          <w:bCs/>
          <w:color w:val="000000"/>
          <w:spacing w:val="4"/>
          <w:sz w:val="24"/>
          <w:szCs w:val="24"/>
        </w:rPr>
        <w:t>«____» _______________20__ г</w:t>
      </w:r>
      <w:r>
        <w:rPr>
          <w:bCs/>
          <w:color w:val="000000"/>
          <w:spacing w:val="4"/>
        </w:rPr>
        <w:t>.</w:t>
      </w:r>
      <w:r>
        <w:rPr>
          <w:bCs/>
          <w:color w:val="000000"/>
          <w:spacing w:val="4"/>
        </w:rPr>
        <w:t xml:space="preserve">                                                        </w:t>
      </w:r>
    </w:p>
    <w:p w:rsidR="00182D0A" w:rsidRDefault="00182D0A">
      <w:pPr>
        <w:pStyle w:val="Standard"/>
        <w:ind w:left="5"/>
        <w:jc w:val="center"/>
      </w:pPr>
    </w:p>
    <w:p w:rsidR="00182D0A" w:rsidRDefault="00182D0A">
      <w:pPr>
        <w:pStyle w:val="Standard"/>
        <w:rPr>
          <w:b/>
        </w:rPr>
      </w:pPr>
    </w:p>
    <w:p w:rsidR="00182D0A" w:rsidRDefault="00A0234B">
      <w:pPr>
        <w:widowControl/>
        <w:shd w:val="clear" w:color="auto" w:fill="FFFFFF"/>
        <w:ind w:left="5"/>
        <w:jc w:val="center"/>
        <w:textAlignment w:val="auto"/>
        <w:rPr>
          <w:b/>
          <w:bCs/>
          <w:i/>
          <w:color w:val="000000"/>
          <w:spacing w:val="4"/>
          <w:kern w:val="0"/>
          <w:sz w:val="24"/>
          <w:szCs w:val="24"/>
          <w:u w:val="single"/>
          <w:lang w:eastAsia="ar-SA"/>
        </w:rPr>
      </w:pPr>
      <w:r>
        <w:rPr>
          <w:b/>
          <w:bCs/>
          <w:i/>
          <w:color w:val="000000"/>
          <w:spacing w:val="4"/>
          <w:kern w:val="0"/>
          <w:sz w:val="24"/>
          <w:szCs w:val="24"/>
          <w:u w:val="single"/>
          <w:lang w:eastAsia="ar-SA"/>
        </w:rPr>
        <w:t>Конец Формы</w:t>
      </w:r>
    </w:p>
    <w:p w:rsidR="00182D0A" w:rsidRDefault="00182D0A">
      <w:pPr>
        <w:widowControl/>
        <w:shd w:val="clear" w:color="auto" w:fill="FFFFFF"/>
        <w:ind w:left="5"/>
        <w:jc w:val="center"/>
        <w:textAlignment w:val="auto"/>
        <w:rPr>
          <w:bCs/>
          <w:color w:val="000000"/>
          <w:spacing w:val="4"/>
          <w:kern w:val="0"/>
          <w:sz w:val="24"/>
          <w:szCs w:val="24"/>
          <w:lang w:eastAsia="ar-SA"/>
        </w:rPr>
      </w:pPr>
    </w:p>
    <w:tbl>
      <w:tblPr>
        <w:tblW w:w="103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2"/>
        <w:gridCol w:w="5162"/>
      </w:tblGrid>
      <w:tr w:rsidR="00182D0A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5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widowControl/>
              <w:shd w:val="clear" w:color="auto" w:fill="FFFFFF"/>
              <w:ind w:left="5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 xml:space="preserve">Покупатель: ЗАО «СПГЭС»  </w:t>
            </w:r>
          </w:p>
          <w:p w:rsidR="00182D0A" w:rsidRDefault="00A0234B">
            <w:pPr>
              <w:widowControl/>
              <w:shd w:val="clear" w:color="auto" w:fill="FFFFFF"/>
              <w:ind w:left="5"/>
              <w:textAlignment w:val="auto"/>
              <w:rPr>
                <w:b/>
                <w:bCs/>
                <w:color w:val="000000"/>
                <w:spacing w:val="4"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bCs/>
                <w:color w:val="000000"/>
                <w:spacing w:val="4"/>
                <w:kern w:val="0"/>
                <w:sz w:val="24"/>
                <w:szCs w:val="24"/>
                <w:lang w:eastAsia="ar-SA"/>
              </w:rPr>
              <w:t>Форму заявки подтверждаю</w:t>
            </w:r>
          </w:p>
          <w:p w:rsidR="00182D0A" w:rsidRDefault="00A0234B">
            <w:pPr>
              <w:widowControl/>
              <w:shd w:val="clear" w:color="auto" w:fill="FFFFFF"/>
              <w:ind w:left="5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>Первый заместитель</w:t>
            </w:r>
          </w:p>
          <w:p w:rsidR="00182D0A" w:rsidRDefault="00A0234B">
            <w:pPr>
              <w:widowControl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>генерального директора</w:t>
            </w:r>
          </w:p>
          <w:p w:rsidR="00182D0A" w:rsidRDefault="00182D0A">
            <w:pPr>
              <w:widowControl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</w:p>
          <w:p w:rsidR="00182D0A" w:rsidRDefault="00A0234B">
            <w:pPr>
              <w:widowControl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>___________________ /Стрелин Е.Н./</w:t>
            </w:r>
          </w:p>
          <w:p w:rsidR="00182D0A" w:rsidRDefault="00182D0A">
            <w:pPr>
              <w:widowControl/>
              <w:shd w:val="clear" w:color="auto" w:fill="FFFFFF"/>
              <w:ind w:left="5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5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widowControl/>
              <w:shd w:val="clear" w:color="auto" w:fill="FFFFFF"/>
              <w:ind w:left="5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>Поставщик: ООО «Сфера-Авто»</w:t>
            </w:r>
          </w:p>
          <w:p w:rsidR="00182D0A" w:rsidRDefault="00A0234B">
            <w:pPr>
              <w:widowControl/>
              <w:shd w:val="clear" w:color="auto" w:fill="FFFFFF"/>
              <w:ind w:left="5"/>
              <w:textAlignment w:val="auto"/>
            </w:pPr>
            <w:r>
              <w:rPr>
                <w:b/>
                <w:bCs/>
                <w:color w:val="000000"/>
                <w:spacing w:val="4"/>
                <w:kern w:val="0"/>
                <w:sz w:val="24"/>
                <w:szCs w:val="24"/>
                <w:lang w:eastAsia="ar-SA"/>
              </w:rPr>
              <w:t>Форму заявки подтверждаю</w:t>
            </w:r>
          </w:p>
          <w:p w:rsidR="00182D0A" w:rsidRDefault="00182D0A">
            <w:pPr>
              <w:widowControl/>
              <w:shd w:val="clear" w:color="auto" w:fill="FFFFFF"/>
              <w:ind w:left="5"/>
              <w:textAlignment w:val="auto"/>
              <w:rPr>
                <w:b/>
                <w:kern w:val="0"/>
                <w:sz w:val="24"/>
                <w:szCs w:val="24"/>
                <w:shd w:val="clear" w:color="auto" w:fill="FFFF00"/>
                <w:lang w:eastAsia="ar-SA"/>
              </w:rPr>
            </w:pPr>
          </w:p>
          <w:p w:rsidR="00182D0A" w:rsidRDefault="00A0234B">
            <w:pPr>
              <w:widowControl/>
              <w:shd w:val="clear" w:color="auto" w:fill="FFFFFF"/>
              <w:ind w:left="5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>Генеральный директор</w:t>
            </w:r>
          </w:p>
          <w:p w:rsidR="00182D0A" w:rsidRDefault="00182D0A">
            <w:pPr>
              <w:widowControl/>
              <w:shd w:val="clear" w:color="auto" w:fill="FFFFFF"/>
              <w:ind w:left="5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</w:p>
          <w:p w:rsidR="00182D0A" w:rsidRDefault="00A0234B">
            <w:pPr>
              <w:widowControl/>
              <w:snapToGrid w:val="0"/>
              <w:jc w:val="both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>______________/Алиев А.В./</w:t>
            </w:r>
          </w:p>
        </w:tc>
      </w:tr>
    </w:tbl>
    <w:p w:rsidR="00182D0A" w:rsidRDefault="00182D0A">
      <w:pPr>
        <w:pStyle w:val="Standard"/>
        <w:rPr>
          <w:b/>
        </w:rPr>
      </w:pPr>
    </w:p>
    <w:p w:rsidR="00182D0A" w:rsidRDefault="00182D0A">
      <w:pPr>
        <w:pStyle w:val="Standard"/>
        <w:ind w:firstLine="540"/>
        <w:jc w:val="right"/>
        <w:rPr>
          <w:b/>
        </w:rPr>
      </w:pPr>
    </w:p>
    <w:p w:rsidR="00182D0A" w:rsidRDefault="00A0234B">
      <w:pPr>
        <w:pStyle w:val="Standard"/>
        <w:ind w:firstLine="540"/>
        <w:jc w:val="right"/>
        <w:rPr>
          <w:b/>
        </w:rPr>
      </w:pPr>
      <w:r>
        <w:rPr>
          <w:b/>
        </w:rPr>
        <w:t>Приложение № 2 к договору поставки</w:t>
      </w:r>
    </w:p>
    <w:p w:rsidR="00182D0A" w:rsidRDefault="00A0234B">
      <w:pPr>
        <w:pStyle w:val="Standard"/>
        <w:ind w:firstLine="540"/>
        <w:jc w:val="right"/>
        <w:rPr>
          <w:b/>
        </w:rPr>
      </w:pPr>
      <w:r>
        <w:rPr>
          <w:b/>
        </w:rPr>
        <w:t>№___ от «___» ____________2022 года</w:t>
      </w:r>
    </w:p>
    <w:p w:rsidR="00182D0A" w:rsidRDefault="00182D0A">
      <w:pPr>
        <w:pStyle w:val="Standard"/>
        <w:ind w:firstLine="540"/>
        <w:rPr>
          <w:sz w:val="22"/>
          <w:szCs w:val="22"/>
        </w:rPr>
      </w:pPr>
    </w:p>
    <w:p w:rsidR="00182D0A" w:rsidRDefault="00182D0A">
      <w:pPr>
        <w:pStyle w:val="Standard"/>
        <w:ind w:firstLine="540"/>
        <w:jc w:val="center"/>
        <w:rPr>
          <w:b/>
          <w:sz w:val="22"/>
          <w:szCs w:val="22"/>
        </w:rPr>
      </w:pPr>
    </w:p>
    <w:p w:rsidR="00182D0A" w:rsidRDefault="00182D0A">
      <w:pPr>
        <w:pStyle w:val="Standard"/>
        <w:ind w:firstLine="540"/>
        <w:jc w:val="center"/>
        <w:rPr>
          <w:b/>
          <w:sz w:val="22"/>
          <w:szCs w:val="22"/>
        </w:rPr>
      </w:pPr>
    </w:p>
    <w:p w:rsidR="00182D0A" w:rsidRDefault="00182D0A">
      <w:pPr>
        <w:pStyle w:val="Standard"/>
        <w:ind w:firstLine="540"/>
        <w:jc w:val="center"/>
        <w:rPr>
          <w:b/>
          <w:sz w:val="22"/>
          <w:szCs w:val="22"/>
        </w:rPr>
      </w:pPr>
    </w:p>
    <w:p w:rsidR="00182D0A" w:rsidRDefault="00A0234B">
      <w:pPr>
        <w:pStyle w:val="Standard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 на поставку партии Товара № ____</w:t>
      </w:r>
    </w:p>
    <w:p w:rsidR="00182D0A" w:rsidRDefault="00A0234B">
      <w:pPr>
        <w:pStyle w:val="Standard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договору поставки № ____ от «___» ___________2022 г.</w:t>
      </w:r>
    </w:p>
    <w:p w:rsidR="00182D0A" w:rsidRDefault="00182D0A">
      <w:pPr>
        <w:pStyle w:val="Standard"/>
        <w:ind w:firstLine="540"/>
        <w:jc w:val="center"/>
        <w:rPr>
          <w:sz w:val="24"/>
          <w:szCs w:val="24"/>
        </w:rPr>
      </w:pPr>
    </w:p>
    <w:p w:rsidR="00182D0A" w:rsidRDefault="00A0234B">
      <w:pPr>
        <w:pStyle w:val="Standard"/>
        <w:ind w:firstLine="540"/>
      </w:pPr>
      <w:r>
        <w:rPr>
          <w:sz w:val="24"/>
          <w:szCs w:val="24"/>
        </w:rPr>
        <w:t xml:space="preserve">заключенному между </w:t>
      </w:r>
      <w:r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«Сфера-Авто»</w:t>
      </w:r>
      <w:r>
        <w:rPr>
          <w:sz w:val="24"/>
          <w:szCs w:val="24"/>
        </w:rPr>
        <w:t xml:space="preserve"> (Поставщик) и </w:t>
      </w:r>
      <w:r>
        <w:rPr>
          <w:b/>
          <w:sz w:val="24"/>
          <w:szCs w:val="24"/>
        </w:rPr>
        <w:t>ЗАО «СПГЭС»</w:t>
      </w:r>
      <w:r>
        <w:rPr>
          <w:sz w:val="24"/>
          <w:szCs w:val="24"/>
        </w:rPr>
        <w:t xml:space="preserve"> (Покупатель)</w:t>
      </w:r>
    </w:p>
    <w:p w:rsidR="00182D0A" w:rsidRDefault="00182D0A">
      <w:pPr>
        <w:pStyle w:val="Standard"/>
        <w:ind w:firstLine="540"/>
        <w:jc w:val="center"/>
        <w:rPr>
          <w:sz w:val="24"/>
          <w:szCs w:val="24"/>
        </w:rPr>
      </w:pPr>
    </w:p>
    <w:p w:rsidR="00182D0A" w:rsidRDefault="00A0234B">
      <w:pPr>
        <w:pStyle w:val="Standard"/>
        <w:tabs>
          <w:tab w:val="left" w:pos="59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Саратов </w:t>
      </w:r>
      <w:r>
        <w:rPr>
          <w:sz w:val="24"/>
          <w:szCs w:val="24"/>
        </w:rPr>
        <w:tab/>
        <w:t xml:space="preserve">                     «___» _______________ 2022 г.</w:t>
      </w:r>
    </w:p>
    <w:p w:rsidR="00182D0A" w:rsidRDefault="00182D0A">
      <w:pPr>
        <w:pStyle w:val="Standard"/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D0A" w:rsidRDefault="00A0234B">
      <w:pPr>
        <w:pStyle w:val="Standard"/>
        <w:tabs>
          <w:tab w:val="left" w:pos="594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заявкой Покупателя Стороны пришли к соглашению, что в рамках исполнения вышеуказанного договора Поставщик поставляет, а </w:t>
      </w:r>
      <w:r>
        <w:rPr>
          <w:sz w:val="24"/>
          <w:szCs w:val="24"/>
        </w:rPr>
        <w:t>Покупатель принимает и оплачивает следующий товар, далее именуемый как Партия товара:</w:t>
      </w:r>
    </w:p>
    <w:p w:rsidR="00182D0A" w:rsidRDefault="00182D0A">
      <w:pPr>
        <w:pStyle w:val="Standard"/>
        <w:tabs>
          <w:tab w:val="left" w:pos="5940"/>
        </w:tabs>
        <w:ind w:firstLine="540"/>
        <w:jc w:val="both"/>
        <w:rPr>
          <w:sz w:val="22"/>
          <w:szCs w:val="22"/>
        </w:rPr>
      </w:pPr>
    </w:p>
    <w:tbl>
      <w:tblPr>
        <w:tblW w:w="10489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8"/>
        <w:gridCol w:w="1748"/>
        <w:gridCol w:w="1334"/>
        <w:gridCol w:w="2162"/>
        <w:gridCol w:w="1748"/>
        <w:gridCol w:w="1749"/>
      </w:tblGrid>
      <w:tr w:rsidR="00182D0A">
        <w:tblPrEx>
          <w:tblCellMar>
            <w:top w:w="0" w:type="dxa"/>
            <w:bottom w:w="0" w:type="dxa"/>
          </w:tblCellMar>
        </w:tblPrEx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A0234B">
            <w:pPr>
              <w:pStyle w:val="Standard"/>
              <w:tabs>
                <w:tab w:val="left" w:pos="5940"/>
              </w:tabs>
              <w:ind w:firstLine="5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A0234B">
            <w:pPr>
              <w:pStyle w:val="Standard"/>
              <w:tabs>
                <w:tab w:val="left" w:pos="59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Standard"/>
              <w:tabs>
                <w:tab w:val="left" w:pos="5940"/>
              </w:tabs>
              <w:ind w:firstLine="22"/>
              <w:rPr>
                <w:b/>
                <w:sz w:val="22"/>
                <w:szCs w:val="22"/>
              </w:rPr>
            </w:pPr>
          </w:p>
          <w:p w:rsidR="00182D0A" w:rsidRDefault="00A0234B">
            <w:pPr>
              <w:pStyle w:val="Standard"/>
              <w:tabs>
                <w:tab w:val="left" w:pos="5940"/>
              </w:tabs>
              <w:ind w:firstLine="2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A0234B">
            <w:pPr>
              <w:pStyle w:val="Standard"/>
              <w:tabs>
                <w:tab w:val="left" w:pos="5940"/>
              </w:tabs>
              <w:ind w:firstLine="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Стоимость единицы товара</w:t>
            </w:r>
          </w:p>
          <w:p w:rsidR="00182D0A" w:rsidRDefault="00A0234B">
            <w:pPr>
              <w:pStyle w:val="Standard"/>
              <w:tabs>
                <w:tab w:val="left" w:pos="5940"/>
              </w:tabs>
              <w:ind w:firstLine="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 НДС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A0234B">
            <w:pPr>
              <w:pStyle w:val="Standard"/>
              <w:tabs>
                <w:tab w:val="left" w:pos="59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Стоимость с учетом НДС</w:t>
            </w: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Standard"/>
              <w:tabs>
                <w:tab w:val="left" w:pos="5940"/>
              </w:tabs>
              <w:rPr>
                <w:b/>
                <w:sz w:val="22"/>
                <w:szCs w:val="22"/>
              </w:rPr>
            </w:pPr>
          </w:p>
          <w:p w:rsidR="00182D0A" w:rsidRDefault="00A0234B">
            <w:pPr>
              <w:pStyle w:val="Standard"/>
              <w:tabs>
                <w:tab w:val="left" w:pos="59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c>
          <w:tcPr>
            <w:tcW w:w="17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  <w:tc>
          <w:tcPr>
            <w:tcW w:w="17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  <w:tc>
          <w:tcPr>
            <w:tcW w:w="17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2D0A" w:rsidRDefault="00182D0A">
            <w:pPr>
              <w:pStyle w:val="TableContents"/>
              <w:jc w:val="both"/>
              <w:rPr>
                <w:sz w:val="22"/>
                <w:szCs w:val="22"/>
              </w:rPr>
            </w:pPr>
          </w:p>
        </w:tc>
      </w:tr>
    </w:tbl>
    <w:p w:rsidR="00182D0A" w:rsidRDefault="00182D0A">
      <w:pPr>
        <w:pStyle w:val="Standard"/>
        <w:tabs>
          <w:tab w:val="left" w:pos="5940"/>
        </w:tabs>
        <w:ind w:firstLine="540"/>
        <w:jc w:val="both"/>
        <w:rPr>
          <w:sz w:val="22"/>
          <w:szCs w:val="22"/>
        </w:rPr>
      </w:pPr>
    </w:p>
    <w:p w:rsidR="00182D0A" w:rsidRDefault="00A0234B">
      <w:pPr>
        <w:pStyle w:val="Standard"/>
        <w:tabs>
          <w:tab w:val="left" w:pos="5940"/>
        </w:tabs>
        <w:jc w:val="both"/>
        <w:rPr>
          <w:sz w:val="24"/>
          <w:szCs w:val="24"/>
        </w:rPr>
      </w:pPr>
      <w:r>
        <w:rPr>
          <w:sz w:val="24"/>
          <w:szCs w:val="24"/>
        </w:rPr>
        <w:t>Дата поставки Партии товара – «___» _____________ 2022</w:t>
      </w:r>
      <w:r>
        <w:rPr>
          <w:sz w:val="24"/>
          <w:szCs w:val="24"/>
        </w:rPr>
        <w:t xml:space="preserve"> г.</w:t>
      </w:r>
    </w:p>
    <w:p w:rsidR="00182D0A" w:rsidRDefault="00A0234B">
      <w:pPr>
        <w:pStyle w:val="Standard"/>
        <w:tabs>
          <w:tab w:val="left" w:pos="5940"/>
        </w:tabs>
        <w:jc w:val="both"/>
        <w:rPr>
          <w:sz w:val="24"/>
          <w:szCs w:val="24"/>
        </w:rPr>
      </w:pPr>
      <w:r>
        <w:rPr>
          <w:sz w:val="24"/>
          <w:szCs w:val="24"/>
        </w:rPr>
        <w:t>Место поставки Партии товара – самовывоз со склада Поставщика.</w:t>
      </w:r>
    </w:p>
    <w:p w:rsidR="00182D0A" w:rsidRDefault="00182D0A">
      <w:pPr>
        <w:pStyle w:val="Standard"/>
        <w:tabs>
          <w:tab w:val="left" w:pos="5940"/>
        </w:tabs>
        <w:jc w:val="both"/>
        <w:rPr>
          <w:sz w:val="24"/>
          <w:szCs w:val="24"/>
        </w:rPr>
      </w:pPr>
    </w:p>
    <w:p w:rsidR="00182D0A" w:rsidRDefault="00A0234B">
      <w:pPr>
        <w:pStyle w:val="Standard"/>
        <w:tabs>
          <w:tab w:val="left" w:pos="5940"/>
        </w:tabs>
        <w:jc w:val="both"/>
        <w:rPr>
          <w:sz w:val="24"/>
          <w:szCs w:val="24"/>
        </w:rPr>
      </w:pPr>
      <w:r>
        <w:rPr>
          <w:sz w:val="24"/>
          <w:szCs w:val="24"/>
        </w:rPr>
        <w:t>Итого сумма, подлежащая оплате Поставщику: _____________________________ руб., в т.ч. НДС 20%</w:t>
      </w:r>
    </w:p>
    <w:p w:rsidR="00182D0A" w:rsidRDefault="00182D0A">
      <w:pPr>
        <w:pStyle w:val="Standard"/>
        <w:tabs>
          <w:tab w:val="left" w:pos="5940"/>
        </w:tabs>
        <w:ind w:firstLine="540"/>
        <w:jc w:val="both"/>
        <w:rPr>
          <w:sz w:val="22"/>
          <w:szCs w:val="22"/>
        </w:rPr>
      </w:pPr>
    </w:p>
    <w:p w:rsidR="00182D0A" w:rsidRDefault="00182D0A">
      <w:pPr>
        <w:pStyle w:val="Standard"/>
        <w:tabs>
          <w:tab w:val="left" w:pos="5940"/>
        </w:tabs>
        <w:ind w:firstLine="540"/>
        <w:jc w:val="both"/>
        <w:rPr>
          <w:sz w:val="22"/>
          <w:szCs w:val="22"/>
        </w:rPr>
      </w:pPr>
    </w:p>
    <w:p w:rsidR="00182D0A" w:rsidRDefault="00182D0A">
      <w:pPr>
        <w:pStyle w:val="Standard"/>
        <w:tabs>
          <w:tab w:val="left" w:pos="5940"/>
        </w:tabs>
        <w:ind w:firstLine="540"/>
        <w:jc w:val="both"/>
        <w:rPr>
          <w:sz w:val="22"/>
          <w:szCs w:val="22"/>
        </w:rPr>
      </w:pPr>
    </w:p>
    <w:p w:rsidR="00182D0A" w:rsidRDefault="00182D0A">
      <w:pPr>
        <w:pStyle w:val="Standard"/>
        <w:tabs>
          <w:tab w:val="left" w:pos="5940"/>
        </w:tabs>
        <w:ind w:firstLine="540"/>
        <w:jc w:val="both"/>
        <w:rPr>
          <w:sz w:val="22"/>
          <w:szCs w:val="22"/>
        </w:rPr>
      </w:pPr>
    </w:p>
    <w:tbl>
      <w:tblPr>
        <w:tblW w:w="9922" w:type="dxa"/>
        <w:tblInd w:w="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5"/>
        <w:gridCol w:w="4537"/>
      </w:tblGrid>
      <w:tr w:rsidR="00182D0A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pStyle w:val="Standard"/>
              <w:ind w:firstLine="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Поставщик:</w:t>
            </w:r>
          </w:p>
          <w:p w:rsidR="00182D0A" w:rsidRDefault="00A0234B">
            <w:pPr>
              <w:pStyle w:val="Standard"/>
              <w:ind w:firstLine="6"/>
            </w:pPr>
            <w:r>
              <w:rPr>
                <w:b/>
                <w:bCs/>
                <w:sz w:val="24"/>
                <w:szCs w:val="24"/>
              </w:rPr>
              <w:t xml:space="preserve">ООО </w:t>
            </w:r>
            <w:r>
              <w:rPr>
                <w:b/>
                <w:sz w:val="24"/>
                <w:szCs w:val="24"/>
              </w:rPr>
              <w:t>«Сфера-Авто»</w:t>
            </w:r>
          </w:p>
        </w:tc>
        <w:tc>
          <w:tcPr>
            <w:tcW w:w="45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pStyle w:val="Standar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Покупатель:</w:t>
            </w:r>
          </w:p>
          <w:p w:rsidR="00182D0A" w:rsidRDefault="00A0234B">
            <w:pPr>
              <w:pStyle w:val="Standard"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ЗАО «СПГЭС»</w:t>
            </w:r>
          </w:p>
          <w:p w:rsidR="00182D0A" w:rsidRDefault="00A0234B">
            <w:pPr>
              <w:pStyle w:val="Standard"/>
              <w:ind w:left="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992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pStyle w:val="9"/>
              <w:tabs>
                <w:tab w:val="left" w:pos="1320"/>
                <w:tab w:val="center" w:pos="471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Подписи сторон</w:t>
            </w:r>
          </w:p>
          <w:p w:rsidR="00182D0A" w:rsidRDefault="00182D0A">
            <w:pPr>
              <w:pStyle w:val="Standard"/>
              <w:rPr>
                <w:sz w:val="24"/>
                <w:szCs w:val="24"/>
              </w:rPr>
            </w:pP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1865"/>
        </w:trPr>
        <w:tc>
          <w:tcPr>
            <w:tcW w:w="53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pStyle w:val="Standar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 Поставщика:</w:t>
            </w:r>
          </w:p>
          <w:p w:rsidR="00182D0A" w:rsidRDefault="00182D0A">
            <w:pPr>
              <w:pStyle w:val="Standard"/>
              <w:rPr>
                <w:b/>
                <w:bCs/>
                <w:sz w:val="24"/>
                <w:szCs w:val="24"/>
              </w:rPr>
            </w:pPr>
          </w:p>
          <w:p w:rsidR="00182D0A" w:rsidRDefault="00A0234B">
            <w:pPr>
              <w:pStyle w:val="Standard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182D0A" w:rsidRDefault="00182D0A">
            <w:pPr>
              <w:pStyle w:val="Standard"/>
              <w:rPr>
                <w:b/>
                <w:bCs/>
                <w:color w:val="000000"/>
                <w:sz w:val="24"/>
                <w:szCs w:val="24"/>
              </w:rPr>
            </w:pPr>
          </w:p>
          <w:p w:rsidR="00182D0A" w:rsidRDefault="00182D0A">
            <w:pPr>
              <w:pStyle w:val="Standard"/>
              <w:rPr>
                <w:b/>
                <w:bCs/>
                <w:color w:val="000000"/>
                <w:sz w:val="24"/>
                <w:szCs w:val="24"/>
              </w:rPr>
            </w:pPr>
          </w:p>
          <w:p w:rsidR="00182D0A" w:rsidRDefault="00182D0A">
            <w:pPr>
              <w:pStyle w:val="Standard"/>
              <w:rPr>
                <w:b/>
                <w:bCs/>
                <w:color w:val="000000"/>
                <w:sz w:val="24"/>
                <w:szCs w:val="24"/>
              </w:rPr>
            </w:pPr>
          </w:p>
          <w:p w:rsidR="00182D0A" w:rsidRDefault="00182D0A">
            <w:pPr>
              <w:pStyle w:val="Standard"/>
              <w:rPr>
                <w:b/>
                <w:bCs/>
                <w:color w:val="000000"/>
                <w:sz w:val="24"/>
                <w:szCs w:val="24"/>
              </w:rPr>
            </w:pPr>
          </w:p>
          <w:p w:rsidR="00182D0A" w:rsidRDefault="00A0234B">
            <w:pPr>
              <w:pStyle w:val="Standard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_____________/Алиев А.В./</w:t>
            </w:r>
          </w:p>
          <w:p w:rsidR="00182D0A" w:rsidRDefault="00182D0A">
            <w:pPr>
              <w:pStyle w:val="Standard"/>
              <w:ind w:firstLine="5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pStyle w:val="Standard"/>
            </w:pPr>
            <w:r>
              <w:rPr>
                <w:b/>
                <w:bCs/>
                <w:color w:val="000000"/>
                <w:sz w:val="24"/>
                <w:szCs w:val="24"/>
              </w:rPr>
              <w:t>от Покупателя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</w:t>
            </w:r>
          </w:p>
          <w:p w:rsidR="00182D0A" w:rsidRDefault="00182D0A">
            <w:pPr>
              <w:widowControl/>
              <w:spacing w:after="120"/>
              <w:textAlignment w:val="auto"/>
              <w:rPr>
                <w:b/>
                <w:i/>
                <w:kern w:val="0"/>
                <w:sz w:val="24"/>
                <w:szCs w:val="24"/>
                <w:lang w:eastAsia="ar-SA"/>
              </w:rPr>
            </w:pPr>
          </w:p>
          <w:p w:rsidR="00182D0A" w:rsidRDefault="00A0234B">
            <w:pPr>
              <w:widowControl/>
              <w:spacing w:after="120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>Первый заместитель</w:t>
            </w:r>
          </w:p>
          <w:p w:rsidR="00182D0A" w:rsidRDefault="00A0234B">
            <w:pPr>
              <w:widowControl/>
              <w:jc w:val="both"/>
              <w:textAlignment w:val="auto"/>
              <w:rPr>
                <w:b/>
                <w:kern w:val="0"/>
                <w:sz w:val="24"/>
                <w:szCs w:val="24"/>
                <w:lang w:eastAsia="ar-SA"/>
              </w:rPr>
            </w:pPr>
            <w:r>
              <w:rPr>
                <w:b/>
                <w:kern w:val="0"/>
                <w:sz w:val="24"/>
                <w:szCs w:val="24"/>
                <w:lang w:eastAsia="ar-SA"/>
              </w:rPr>
              <w:t>генерального директора</w:t>
            </w:r>
          </w:p>
          <w:p w:rsidR="00182D0A" w:rsidRDefault="00182D0A">
            <w:pPr>
              <w:widowControl/>
              <w:spacing w:after="120"/>
              <w:textAlignment w:val="auto"/>
              <w:rPr>
                <w:i/>
                <w:kern w:val="0"/>
                <w:sz w:val="24"/>
                <w:szCs w:val="24"/>
                <w:lang w:eastAsia="ar-SA"/>
              </w:rPr>
            </w:pPr>
          </w:p>
          <w:p w:rsidR="00182D0A" w:rsidRDefault="00A0234B">
            <w:pPr>
              <w:pStyle w:val="Standard"/>
            </w:pPr>
            <w:r>
              <w:rPr>
                <w:kern w:val="0"/>
                <w:sz w:val="24"/>
                <w:szCs w:val="24"/>
              </w:rPr>
              <w:t>_______________/</w:t>
            </w:r>
            <w:r>
              <w:rPr>
                <w:b/>
                <w:bCs/>
                <w:kern w:val="0"/>
                <w:sz w:val="24"/>
                <w:szCs w:val="24"/>
              </w:rPr>
              <w:t>Стрелин Е.Н.</w:t>
            </w:r>
            <w:r>
              <w:rPr>
                <w:kern w:val="0"/>
                <w:sz w:val="24"/>
                <w:szCs w:val="24"/>
              </w:rPr>
              <w:t>/</w:t>
            </w:r>
            <w:r>
              <w:rPr>
                <w:iCs/>
                <w:sz w:val="24"/>
                <w:szCs w:val="24"/>
              </w:rPr>
              <w:t xml:space="preserve"> </w:t>
            </w:r>
          </w:p>
        </w:tc>
      </w:tr>
    </w:tbl>
    <w:p w:rsidR="00182D0A" w:rsidRDefault="00182D0A">
      <w:pPr>
        <w:pStyle w:val="Textbody"/>
      </w:pPr>
    </w:p>
    <w:p w:rsidR="00182D0A" w:rsidRDefault="00182D0A">
      <w:pPr>
        <w:pStyle w:val="Textbody"/>
      </w:pPr>
    </w:p>
    <w:p w:rsidR="00182D0A" w:rsidRDefault="00A0234B">
      <w:pPr>
        <w:pStyle w:val="Textbody"/>
      </w:pPr>
      <w:r>
        <w:t xml:space="preserve"> </w:t>
      </w:r>
    </w:p>
    <w:p w:rsidR="00182D0A" w:rsidRDefault="00182D0A">
      <w:pPr>
        <w:pStyle w:val="Textbody"/>
      </w:pPr>
    </w:p>
    <w:p w:rsidR="00182D0A" w:rsidRDefault="00182D0A">
      <w:pPr>
        <w:pStyle w:val="Textbody"/>
      </w:pPr>
    </w:p>
    <w:p w:rsidR="00182D0A" w:rsidRDefault="00A0234B">
      <w:pPr>
        <w:pStyle w:val="Standard"/>
        <w:ind w:firstLine="540"/>
        <w:jc w:val="right"/>
        <w:rPr>
          <w:b/>
        </w:rPr>
      </w:pPr>
      <w:r>
        <w:rPr>
          <w:b/>
        </w:rPr>
        <w:t>Приложение № 3 к договору поставки</w:t>
      </w:r>
    </w:p>
    <w:p w:rsidR="00182D0A" w:rsidRDefault="00A0234B">
      <w:pPr>
        <w:pStyle w:val="Standard"/>
        <w:ind w:firstLine="540"/>
        <w:jc w:val="right"/>
        <w:rPr>
          <w:b/>
        </w:rPr>
      </w:pPr>
      <w:r>
        <w:rPr>
          <w:b/>
        </w:rPr>
        <w:t>№___ от «___» ____________202</w:t>
      </w:r>
      <w:r w:rsidR="008057FA">
        <w:rPr>
          <w:b/>
        </w:rPr>
        <w:t>2</w:t>
      </w:r>
      <w:r>
        <w:rPr>
          <w:b/>
        </w:rPr>
        <w:t xml:space="preserve"> года</w:t>
      </w:r>
    </w:p>
    <w:p w:rsidR="00182D0A" w:rsidRDefault="00182D0A">
      <w:pPr>
        <w:pStyle w:val="Standard"/>
        <w:jc w:val="right"/>
      </w:pPr>
    </w:p>
    <w:p w:rsidR="00182D0A" w:rsidRDefault="00A0234B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Перечень автомобильных запасных </w:t>
      </w:r>
      <w:r>
        <w:rPr>
          <w:b/>
          <w:sz w:val="32"/>
          <w:szCs w:val="32"/>
        </w:rPr>
        <w:t>деталей</w:t>
      </w:r>
    </w:p>
    <w:p w:rsidR="00182D0A" w:rsidRDefault="00A0234B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на автомашины марки «КАМАЗ»</w:t>
      </w:r>
    </w:p>
    <w:p w:rsidR="00182D0A" w:rsidRDefault="00182D0A">
      <w:pPr>
        <w:pStyle w:val="Standard"/>
        <w:jc w:val="center"/>
        <w:rPr>
          <w:b/>
          <w:sz w:val="32"/>
          <w:szCs w:val="32"/>
        </w:rPr>
      </w:pPr>
    </w:p>
    <w:tbl>
      <w:tblPr>
        <w:tblW w:w="104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5"/>
        <w:gridCol w:w="6051"/>
        <w:gridCol w:w="1853"/>
        <w:gridCol w:w="1260"/>
      </w:tblGrid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         </w:t>
            </w:r>
          </w:p>
          <w:p w:rsidR="00182D0A" w:rsidRDefault="00A0234B">
            <w:pPr>
              <w:pStyle w:val="Standard"/>
              <w:ind w:right="5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запасных деталей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ind w:right="51"/>
              <w:rPr>
                <w:bCs/>
                <w:sz w:val="16"/>
                <w:szCs w:val="16"/>
              </w:rPr>
            </w:pPr>
          </w:p>
          <w:p w:rsidR="00182D0A" w:rsidRDefault="00A0234B">
            <w:pPr>
              <w:pStyle w:val="Standard"/>
              <w:ind w:right="5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Цена за единицу товара с НДС 20%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балка поддерживающей опоры 5320-1001171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балка поддерживающей опоры 6460-1001171-24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башмак задней опоры  5320-1001063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7482-1005158 0091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EX7406.1003261СБ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H150А2284АZF3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вып.коллект. С3944593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крепления 740.1004062-11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</w:t>
            </w:r>
            <w:r>
              <w:rPr>
                <w:sz w:val="16"/>
                <w:szCs w:val="16"/>
              </w:rPr>
              <w:t>крышки 7406.1003261СБ головки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маховика 7406-1005127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стартера С3903834 (М10х1.50х35)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шатуна нов.обр. с гайкой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ведущий шестерни привода топл.насоса 7405.1029154-10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 </w:t>
            </w:r>
            <w:r>
              <w:rPr>
                <w:sz w:val="16"/>
                <w:szCs w:val="16"/>
              </w:rPr>
              <w:t>отбора мощности 740.30-1005540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отбора мощности 740.62- 1005535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отбора мощности 7406.1005535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5 206,00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привода агр. 7406-1005550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распределительный 740-1006015 0439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 </w:t>
            </w:r>
            <w:r>
              <w:rPr>
                <w:sz w:val="16"/>
                <w:szCs w:val="16"/>
              </w:rPr>
              <w:t>555,00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распределительный 740.21-1006015 ЕВРО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14 772,00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ввертыш головки блока 7403-1003548 (вып. коллектора)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ввертыш на головку цилиндра 740-1003348 (водяной трубы)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регулировочный коромысла 740-1007148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 руководству по экспл. КАМАЗ 6520 ВЭ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корен. к-т 740.71Д-1000102 подшипника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6 670,00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корен. к-т 740.71Д-1000102Р01 подшипника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корен. Р0  740.60Д-1000102   (95.00)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вкладыш </w:t>
            </w:r>
            <w:r>
              <w:rPr>
                <w:sz w:val="16"/>
                <w:szCs w:val="16"/>
              </w:rPr>
              <w:t>корен. Р01 7405-1000102-Р01   (94.75)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корен. Р02 7405-1000102-Р02   (94.25)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корен. Р1 7405-1000102-01   (94.50)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корен. Р2 7405-1000102-02   (94.00)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вкладыш корен. Р3 </w:t>
            </w:r>
            <w:r>
              <w:rPr>
                <w:sz w:val="16"/>
                <w:szCs w:val="16"/>
              </w:rPr>
              <w:t>7405-1000102-03   (95.00)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корен. Р4 7405-1000102-04   (94.50)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корен. Р5 7405-1000102-05   (94.00)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корен. Р6 7405-1000102-06   (93.50)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вкладыш корен. Р7 7405-1000102-07   </w:t>
            </w:r>
            <w:r>
              <w:rPr>
                <w:sz w:val="16"/>
                <w:szCs w:val="16"/>
              </w:rPr>
              <w:t>(93.00)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шатун. к-т 740.71Д-1000104 подшипника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10 677,00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шатун. к-т 740.71Д-1000104Р01 подшипника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шатун. Р0 7405-1000104-00   (80.00)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шатун. Р1 7405-1000104-01   (79,50)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  <w:r>
              <w:rPr>
                <w:sz w:val="16"/>
                <w:szCs w:val="16"/>
              </w:rPr>
              <w:t>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шатун. Р2 7405-1000104-02   (79.00)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шатун. Р3 7405-1000104-03   (80.00)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шатун. Р4 7405-1000104-04   (79.50)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шатун. Р6 7405-1000104-06   (78.50)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вкладыш шатун. </w:t>
            </w:r>
            <w:r>
              <w:rPr>
                <w:sz w:val="16"/>
                <w:szCs w:val="16"/>
              </w:rPr>
              <w:t>Р7 7405-1000104-07   (78.00)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вкладыши (кор.+шат.) 3969562(12шт.)+3978822(1шт.)+3978818(6шт.)+3978820(7шт.) Ев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вкладыши С3978818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вкладыши С3978820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вкладыши шатунные 0,25 к/т 3901171,3939860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740-1005540 коленвала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башмака опорная 5320-1001128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болта коллектора K3.30.0258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головки цилиндра 740-1003214 (бел.)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головки цилиндра 740-1003214 (бел.)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втулка </w:t>
            </w:r>
            <w:r>
              <w:rPr>
                <w:sz w:val="16"/>
                <w:szCs w:val="16"/>
              </w:rPr>
              <w:t>коромысла 740-1007118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маховика 740-1005133 установочная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направляющая 740-1007032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направляющая 740-1007032-03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распред. вала 740-1006026 зад.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втулка распред. вала </w:t>
            </w:r>
            <w:r>
              <w:rPr>
                <w:sz w:val="16"/>
                <w:szCs w:val="16"/>
              </w:rPr>
              <w:t>740-1006037-01 (широкая) 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распред. вала 740.21-1006037 0094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соединит вып. коллектора 740-1008038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шатуна 740-1004052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шестерни привода ТНВД 7405.1029032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гаситель кр.колебаний Z035899 (HE014005008)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гаситель крутильных колебаний HE0270034105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13 215,00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с поршнем 740-1000128-1838 (из6-и) 41гр..б/р,з/д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с поршнем 740.1000128-02К Камаз Эконом (10 гр.поршень)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</w:t>
            </w:r>
            <w:r>
              <w:rPr>
                <w:sz w:val="16"/>
                <w:szCs w:val="16"/>
              </w:rPr>
              <w:t>050,00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с поршнем 740.1000128-07 (замена 740.1000128-09) (10 гр. поршень)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с поршнем 740.1000128-10 (аналог 740.1000128-06,740.1000128-08)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с поршнем 740.1000128-Э Камаз Эконом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гильза с поршнем </w:t>
            </w:r>
            <w:r>
              <w:rPr>
                <w:sz w:val="16"/>
                <w:szCs w:val="16"/>
              </w:rPr>
              <w:t>740.1000128КМЗ к двигателю а/м Камаз "Дальнобойщик PREMIUM" (с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с поршнем 740.30-1000128 05 ЕВРО (замена на 07) ( 10гр.порш.)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12 438,00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с поршнем 740.30-1000128-01К (кострома) Камаз Эконом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гильза с поршнем </w:t>
            </w:r>
            <w:r>
              <w:rPr>
                <w:sz w:val="16"/>
                <w:szCs w:val="16"/>
              </w:rPr>
              <w:t>740.60-1000128-08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11 588,00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с поршнем 740.602-1000128-01(Евро-4,5 (на дв. 740622,740662, 74073, 74074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12 915,00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с поршнем 7403-1000128 0100 КМЗ ТУРБО "Дальнобойщик PREMIUM"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гильза с поршнем 7403-1000128 0100 ТУРБО </w:t>
            </w:r>
            <w:r>
              <w:rPr>
                <w:sz w:val="16"/>
                <w:szCs w:val="16"/>
              </w:rPr>
              <w:t>завод.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8 760,00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цилиндров 740.30-1002021 0038 (К000918292)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цилиндров 740.30-1002021 КМЗ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гильза цилиндров 740.51-1002021 0038 (К000919002)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блока цилиндров 740-1003010-2039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</w:t>
            </w:r>
            <w:r>
              <w:rPr>
                <w:sz w:val="16"/>
                <w:szCs w:val="16"/>
              </w:rPr>
              <w:t>865,00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блока цилиндров 740.30-1003010 0039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10 763,00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блока цилиндров 740.90-1003010 с клап.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15 951,00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масл.фильтра в сб. С4934217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масл.фильтра С3918954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заглушка водяной </w:t>
            </w:r>
            <w:r>
              <w:rPr>
                <w:sz w:val="16"/>
                <w:szCs w:val="16"/>
              </w:rPr>
              <w:t>полости 740-1002404 0039 (замена 740.1002084-10)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коленвала 740-1005086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картриджей газовых фильтров GDS-5490-DC (замена 180/800047/А)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9 953,00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поршневые кольца 740.60-1000106-02 (из 3-х) пр-во Федерал Могул 3мм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поршневых колец 740-1000106-0039 ч/б на двиг.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13 018,00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поршневых колец 740.1000106-01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поршневых колец 740.1000106-01К из 3-х Кострома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поршневых колец 740.1000106-02 с/о 5мм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к-т </w:t>
            </w:r>
            <w:r>
              <w:rPr>
                <w:sz w:val="16"/>
                <w:szCs w:val="16"/>
              </w:rPr>
              <w:t>поршневых колец 740.13-1000106-0039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поршневых колец 820.60-1000106 (газ)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прокладок головки блока цилиндра (8шт., стальной каркас) 740.30-1003213У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картер масл. блока цил.740-1009010 0039 (поддон)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7 288,00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картер масляный бл.цил. 740-1009010-10 (поддон) 4310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картер маховика 740.70-1002310-30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51 787,00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картер маховика 740.70-1002310-40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52 685,00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катридж фильтра масляного, HU12 110 26600079800 (аналог А0001802909, код 6024)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>
              <w:rPr>
                <w:sz w:val="16"/>
                <w:szCs w:val="16"/>
              </w:rPr>
              <w:t>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впускной 3802924 (С3940735)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впускной ГБЦ 7406.1007010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впускной/выпускной 740-1007010/015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выпускной 3802967 (С3940734)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выпускной ГБЦ 7406.1007015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>
              <w:rPr>
                <w:sz w:val="16"/>
                <w:szCs w:val="16"/>
              </w:rPr>
              <w:t>026,00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охлаждения поршня 7405.1004066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электромагн.740.1022810 24В (на свечу ЭФУ 1102.3741)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740.13-1005008 0039 ЕВРО (740.11,740.13)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136 460,00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740.13-1005008-02 (рем. кор.Р0, шат.Р1)+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82 917,00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740.13-1005008-1039 ЕВРО (740.30,740.31)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136 459,00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740.13-1005008-2039 стандарт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139 946,00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740.30-1005008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139 907,00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740.30-1005008-02 (рем. кор.Р0, шат.Р1)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89 191,00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коленвал </w:t>
            </w:r>
            <w:r>
              <w:rPr>
                <w:sz w:val="16"/>
                <w:szCs w:val="16"/>
              </w:rPr>
              <w:t>740.55-1005008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138 244,00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740.62-1005008-00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144 476,00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740.62-1005008-02 (кор.Р0,шат Р1)*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79 994,00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740.63-1005008 0039 (замена 740.62) Евро 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149 175,00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740.71-1005008 0039 (до 400 л.с.) (замена</w:t>
            </w:r>
            <w:r>
              <w:rPr>
                <w:sz w:val="16"/>
                <w:szCs w:val="16"/>
              </w:rPr>
              <w:t xml:space="preserve"> 820.70)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149 573,00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коленвал 820.70-1005008 0039 (до 320л.с.)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155 364,00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коллектор выпускной 740-1008023 0039 (сплош.)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7 836,00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коллектор выпускной 740.60-1008024-20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10 172,00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коллектор выпускной 7403-1008024 0039 прав.ТУРБО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</w:t>
            </w:r>
            <w:r>
              <w:rPr>
                <w:sz w:val="16"/>
                <w:szCs w:val="16"/>
              </w:rPr>
              <w:t>706,00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коллектор выпускной 7403-1008025 0039 лев.ТУРБО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7 913,00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соед задн. фонаря "Газель" сб.6 пров. АХ502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колпак защитный 5320-1001075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колпак масл.фильтра 740.20-1012068 00-39 б. с болт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колпак </w:t>
            </w:r>
            <w:r>
              <w:rPr>
                <w:sz w:val="16"/>
                <w:szCs w:val="16"/>
              </w:rPr>
              <w:t>масл.фильтра 740.20-1012070-0039 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колпак фильтра грубой очистки масла 740.1012076-010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406-1003262-10 фтор ВРТ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740.50-1014512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газ.стыка 740.1003466-1139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</w:t>
            </w:r>
            <w:r>
              <w:rPr>
                <w:sz w:val="16"/>
                <w:szCs w:val="16"/>
              </w:rPr>
              <w:t>гильзы фторопластовое 1003460-01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маслосъемное 740-1003040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теплообменника 7406-1013274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толкателя 740-1007260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 7406-1003261-01 КАМАЗ-ЕВРО 3,4 крышки клапанной(пластик)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2101-1012266 (на 1-ц.компр.)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2108.1003284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740-1002024 на гильзу толст.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740-1002031 на гильзу тонкое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</w:t>
            </w:r>
            <w:r>
              <w:rPr>
                <w:sz w:val="16"/>
                <w:szCs w:val="16"/>
              </w:rPr>
              <w:t>уплотнительное 740-1002523 блока цилиндров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740-1003439 ВК гидромуфты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740-1012085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740.1014494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7406-1013288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</w:t>
            </w:r>
            <w:r>
              <w:rPr>
                <w:sz w:val="16"/>
                <w:szCs w:val="16"/>
              </w:rPr>
              <w:t>упорное пружинное 740-1005135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упороное 740.1029034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коромысло  7406-1007140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заднего подшипника (крышка) 740.51-1029175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передн. подшипн. 740-1029170 0039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передн. подшипн. 740.37-1029170  ЕВРО-2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подшипника 7482-1006036-0039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фильтра груб. очист. масла 7406-1012010 гол.ЕВРО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фильтра груб. очист. масла 7406-1012020 в сб.ЕВРО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5320-1015384 ПЖД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масляной системы 5320-1013095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 крепления с/а 54901-1001007-30 передний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5320-1001014 0039 (гидромуфты прав.)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6520-1001013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 </w:t>
            </w:r>
            <w:r>
              <w:rPr>
                <w:sz w:val="16"/>
                <w:szCs w:val="16"/>
              </w:rPr>
              <w:t>863,00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балки подд. опоры 5320-1001173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задней опоры правый  65115-1001048-17 (4308)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задний 5320-1001048 0039 опоры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передней опоры 5320-1001010 (рама)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передней опоры 5320-1001011 (рама)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передней опоры 53205-1001015 0039 сил.агр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поддерживающей опоры 5320-1001133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силового агрегата 5320-1001125-1006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силового агрегата 53205-1001125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силового агрегата 54115-1001125 0006 н/о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силового агрегата 65115-1001125-03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головки цилиндра 7406.1003264 0039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крышка </w:t>
            </w:r>
            <w:r>
              <w:rPr>
                <w:sz w:val="16"/>
                <w:szCs w:val="16"/>
              </w:rPr>
              <w:t>головки цилиндра ЕХ7406.1003264 (пласт.)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задней опоры 5320-1001109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клапанная 740.1003264-21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корпуса задн.подш. 740.51-1029176-10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маслозаливной горловины С3901895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подшипника 740-1005140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теплообменника 740.11-1013244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120*155*19/23 (12,16) (5509971247)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5509971447 (76*130) NBAC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6 187,00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80*105*13/18.5 Турция 410458V/1802011-90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VA 0310-2013-2 (колпачок маслоотражающий)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к/в 120*150*12 С8002714 с войлоком Турция (603147)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маслоотражатель коленвала задний 740.1005042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маховик 740-1005115-9439 замена на (-94)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 </w:t>
            </w:r>
            <w:r>
              <w:rPr>
                <w:sz w:val="16"/>
                <w:szCs w:val="16"/>
              </w:rPr>
              <w:t>337,00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маховик 740.30-1005115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34 561,00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маховик 740.60-1005115-30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27 291,00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КС135.00.000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подушки 5320-1001187 0039 (поддерж.опоры)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насос водяной 750.10-1307010 0039 (8 руч.) (шкив </w:t>
            </w:r>
            <w:r>
              <w:rPr>
                <w:sz w:val="16"/>
                <w:szCs w:val="16"/>
              </w:rPr>
              <w:t>750.10-1307216)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16 843,00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водяной 750.10-1307010-10 (шкив 750.10-1307216-10)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18 680,00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масляный 740-1011011 0039 в сб.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17 479,00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масляный 740.11-1011010 00-39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16 562,00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масляный С4939588,5291050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</w:t>
            </w:r>
            <w:r>
              <w:rPr>
                <w:sz w:val="16"/>
                <w:szCs w:val="16"/>
              </w:rPr>
              <w:t>760,00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обод маховика 740-1005125-1039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6 141,00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обод маховика 7406-1005125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обойма подушки поддерж. опоры 54112-1001185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силового агрегата задняя 3297-1001348-40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9 865,00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ось 740.1029128 0039 </w:t>
            </w:r>
            <w:r>
              <w:rPr>
                <w:sz w:val="16"/>
                <w:szCs w:val="16"/>
              </w:rPr>
              <w:t>(параз.шестерни)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вед. шестерни 740.30-1029125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поршневой 7406-1004020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7403-1008030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7406-1008031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патрубок маслозаливной 7406-1009138 0039 </w:t>
            </w:r>
            <w:r>
              <w:rPr>
                <w:sz w:val="16"/>
                <w:szCs w:val="16"/>
              </w:rPr>
              <w:t>(изогнутый)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маслоналивной 740-1009135-10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переходной 740-1014138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системы охлаж. 7405-1013292-01 D-32 L-115, силикон РТИкомплект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угловой 7405-1013292 масл.фильт.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пластина вед.зад. 740-1029272 0039 (малая)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пластина вед.пер. 740-1029274 (большая)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задней опоры 5320-1001051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пер.опоры 4308-1001020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пер.опоры 5320-1001020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пер.опоры 5320-1001020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пер.опоры 53205-1001020 н/о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поддер. опоры 5320-1001179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поддер. опоры 5320-1001179 Э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7317А-6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шатунный </w:t>
            </w:r>
            <w:r>
              <w:rPr>
                <w:sz w:val="16"/>
                <w:szCs w:val="16"/>
              </w:rPr>
              <w:t>верх. 3969562,4932376,3901172,3939860,3938861 (0,5мм)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подшипники 4955853 к/т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полукольцо к/в Р0 (омедн) 740.1005183-01 нижнее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полукольцо к/в Р0 (омедн) 740.1005184-01 верхнее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полукольцо к/в Р1 (омедн.) </w:t>
            </w:r>
            <w:r>
              <w:rPr>
                <w:sz w:val="16"/>
                <w:szCs w:val="16"/>
              </w:rPr>
              <w:t>740.1005184/83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полумуфта отбора мощности 740.1005534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3802561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740-1004015-1139 (со вст.,б/расс.) 10 гр. (замена 7.12094Е201-10 )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поршень 740-1004015-4139(со вст.,б/расс.) 41 </w:t>
            </w:r>
            <w:r>
              <w:rPr>
                <w:sz w:val="16"/>
                <w:szCs w:val="16"/>
              </w:rPr>
              <w:t>гр.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7403-1004015-1039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7403-1004015-40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в сб. 4955337 (4939181, 4376349)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в сб. R4376347 ЕВРО 4,5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привод агрегата 740.70-1005500-20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23 247,00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привод </w:t>
            </w:r>
            <w:r>
              <w:rPr>
                <w:sz w:val="16"/>
                <w:szCs w:val="16"/>
              </w:rPr>
              <w:t>агрегата 7406.1005500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23 555,00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приспособление для проворота коленвала 3824591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3930906 клап.крышки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740.-1012122-10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740.37-1029174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блока 740-1002406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блока 740-1002406М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выпус.коллектора 6768-1008050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выпус.коллектора 740-1008050 (метал)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выпускного коллектора 610800110005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выхлопного коллектора С3937479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ГБЦ 4932209 (4946620)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6 988,00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ГБЦ 4932210 (С 4946619, С5289047)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головки блока цилиндра (стальной каркас) 740.30-1003213 зеленый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головки блока цилиндра (стальной каркас) </w:t>
            </w:r>
            <w:r>
              <w:rPr>
                <w:sz w:val="16"/>
                <w:szCs w:val="16"/>
              </w:rPr>
              <w:t>740.30-1003213 синий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головки цилиндров 12471125 (45104100310490)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головки цилиндров 740-1003213-20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головки цилиндров 740-1003213-20 КАМРТИ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головки цилиндров </w:t>
            </w:r>
            <w:r>
              <w:rPr>
                <w:sz w:val="16"/>
                <w:szCs w:val="16"/>
              </w:rPr>
              <w:t>740-1003213-24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картера агрегатов 7406-1002316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картера маховика  740-1002314-10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картера маховика  740-1002314-10М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кл. крышки 740.1003270-11 (красн.)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кл. крышки 740.1003270-11 БРТ (черн.)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кл. крышки 7406.1003270-01 (фтор)ВРТ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кл. крышки 7406.1003270-01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кл. крышки 7406.1003270-01 ЕВРО Строймаш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кл. крышки </w:t>
            </w:r>
            <w:r>
              <w:rPr>
                <w:sz w:val="16"/>
                <w:szCs w:val="16"/>
              </w:rPr>
              <w:t>7406.1003270-02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кл. крышки EX7406.1003270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кл.крышки С3959798, L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корп.центробеж.фильтра 740-1017024-10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корпуса 740.51-1029174 задняя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</w:t>
            </w:r>
            <w:r>
              <w:rPr>
                <w:sz w:val="16"/>
                <w:szCs w:val="16"/>
              </w:rPr>
              <w:t>корпуса 740.51-1029174-М задняя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корпуса масл.фильтра 740.1012100 паронит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корпуса масл.фильтра 7406-1012100-20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корпуса подшипника картера 740-1029178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крышки ГБЦ А4570160221 </w:t>
            </w:r>
            <w:r>
              <w:rPr>
                <w:sz w:val="16"/>
                <w:szCs w:val="16"/>
              </w:rPr>
              <w:t>64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масляного патрубка 7406-1009145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масляного фильтра 740.1012083 кольцоБРТ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масляного фильтра 7406.1012086 кольцо ВРТ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патрубка коллектора 7403.1008064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</w:t>
            </w:r>
            <w:r>
              <w:rPr>
                <w:sz w:val="16"/>
                <w:szCs w:val="16"/>
              </w:rPr>
              <w:t xml:space="preserve"> перед.крышки 740-1002265 гидр.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передней крышки блока 740.70-1002265 аналог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передней крышки блока 740.70-1002265 пар.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передней крышки блока 740.70-1002265М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поддона </w:t>
            </w:r>
            <w:r>
              <w:rPr>
                <w:sz w:val="16"/>
                <w:szCs w:val="16"/>
              </w:rPr>
              <w:t>4934344 (4897861) на 6-ти цил.ор.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поддона 740-1009040 (пробка) Кинель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поддона 740-1009040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поддона 740.1009040-10 (Урал)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поддона 7406.1009040-01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поддона с металлическим желобом ЕВРО 7405-1009017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поддона С3959052, 4337616 (6 ВТ)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поддона стальной каркас  740-1009031-02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740-1011200 0039 масл.нас.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740-1011200 0039 масл.нас.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С3919369 турбокомпрессора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С3938156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С4899226 клапанной крышки (оригинал)(5309255)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теплообменника 7405-1013255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трубки масл.насоса 740.1011091 задн.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трубки масл.насоса 740.1011544 перед.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фланца 7405-1013298 паронит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фланца всасывающей трубки 740-1011296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фланца </w:t>
            </w:r>
            <w:r>
              <w:rPr>
                <w:sz w:val="16"/>
                <w:szCs w:val="16"/>
              </w:rPr>
              <w:t>всасывающей трубки 7406-1011296 паронит 1,0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проставка 740.30-3701788 генератора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клапана внутренняя 740-1007021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клапана наружняя 740-1007020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колпака масл. фильтра740-101204810-90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штока фикс. маховика 740-1005446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радиатор масляный  5320-1013010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9 246,00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РТИ гол.бл. из 2-х наим. (синий ) 740.30-1003000У (металлический каркас)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53205-1015295 масляный (d32,L80)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рукав </w:t>
            </w:r>
            <w:r>
              <w:rPr>
                <w:sz w:val="16"/>
                <w:szCs w:val="16"/>
              </w:rPr>
              <w:t>гофрированный 5320-1015151 (на ПЖД)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рым-болт 740.1002053 0039 перед.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рым-болт 740.1002358 0039 задн.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140*170*14,5/16 CASET14 (уплотнение) 415219 SKT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140*170*14,5/16 Tokez (касетное </w:t>
            </w:r>
            <w:r>
              <w:rPr>
                <w:sz w:val="16"/>
                <w:szCs w:val="16"/>
              </w:rPr>
              <w:t>уплотнение) чёрн.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155х190х15 бортового редуктора Венгрия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155х190х17,54 в мет.обойме IHHI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70*92*13/18,5 хвостовика ресвесивный Турция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клапана (БРТ)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клапана </w:t>
            </w:r>
            <w:r>
              <w:rPr>
                <w:sz w:val="16"/>
                <w:szCs w:val="16"/>
              </w:rPr>
              <w:t>(резерв)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клапана (силикон)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клапана 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клапанов С3957912 (маслосъёмный колпачек)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коленвала 105х130х12 (Германия)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коленвала 105х130х12 (фтор черн.)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коленвала 105х130х13 (Венгрия, дв.7403, 740.11,13)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коленвала 3968562 (3921927, 3921976)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коленвала ЕВРО 120х150х12 (7406)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коленвала ЕВРО 120х150х12 (7406)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</w:t>
            </w:r>
            <w:r>
              <w:rPr>
                <w:sz w:val="16"/>
                <w:szCs w:val="16"/>
              </w:rPr>
              <w:t>коленвала ЕВРО 120х150х12 (7406) Резерв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коленвала ЕВРО 120х150х13 (Венгрия дв.740.50,51,740.30,31)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КПП 154 ЕВРО 90х120х13 (крышки втор. вала) Венгрия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ТНВД и карт. мах. 20х42х10 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сапун 410-4852-380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сапун 740 (вентиляции картера в сб)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свеча факельная штифтовая 740.1022820 (на ЭФУ)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седло впускного клапана 7406-1003108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сетка маслозаливного патрубка 740-1009144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сетка масляного насоса 740-1011310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стекло фары 36.3775 (гладкое)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стойка 740-1007091 коромысла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стойка 7406-1007091 0039 коромысла (завод)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стяжка кронштейнов пер. опоры  5320-1001032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клапана 740-1007028 00-43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теплообменник масляный 740.60-1013200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17 053,00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теплообменник масляный 740.90-1013200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16 375,00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толкатель клапана 740-1007184-0329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топливопровод 740.70-1022826-11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труба </w:t>
            </w:r>
            <w:r>
              <w:rPr>
                <w:sz w:val="16"/>
                <w:szCs w:val="16"/>
              </w:rPr>
              <w:t>740.20-1013262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всасывающая масл. насоса 7406.1011398 0039 в сб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всасывающая масл. насоса740-1011398 0039 в сб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740-1014498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наливная 5320-1015050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переходная </w:t>
            </w:r>
            <w:r>
              <w:rPr>
                <w:sz w:val="16"/>
                <w:szCs w:val="16"/>
              </w:rPr>
              <w:t>7406.1013280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подачи масла ТКР С4899794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слива масла 740.30-1014048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740.70-1022826-50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эл. магн.клапана 740-1022826 в сб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топливная эл. </w:t>
            </w:r>
            <w:r>
              <w:rPr>
                <w:sz w:val="16"/>
                <w:szCs w:val="16"/>
              </w:rPr>
              <w:t>магн.клапана 7406-1022826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эл.магн.клапана 740-1022840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указателя уровня масла 740-1009048-40 ЕВРО (с кольцом)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угольник 5320-1015615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угольник сапуна 740-1014504-10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угольник сапуна картера двиг.7406-1014504 в сб.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уров.масла (щуп) 740-1009050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уров.масла (щуп) 740-1009050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уровня масла 740.11-1009050 0192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уплотнение водяного насоса </w:t>
            </w:r>
            <w:r>
              <w:rPr>
                <w:sz w:val="16"/>
                <w:szCs w:val="16"/>
              </w:rPr>
              <w:t>С3906698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6522-3919662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фиксатор маховика 740-1005440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Pre Line PL270 с подогрев.+датч.воды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воздушный основной А594 Флидгард (ан.4466269)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дизельный </w:t>
            </w:r>
            <w:r>
              <w:rPr>
                <w:sz w:val="16"/>
                <w:szCs w:val="16"/>
              </w:rPr>
              <w:t>6W.55.487.20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9 808,00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масляный 6W.23.288.01,ЕВРО 5 UFI Италия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масляный 6W.23.614.00, ЕВРО5 UFI Италия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масляный 6W.65.173.20 в сб.(6W.23.288.01+6W.23.614.00) ,ЕВРО5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масляный </w:t>
            </w:r>
            <w:r>
              <w:rPr>
                <w:sz w:val="16"/>
                <w:szCs w:val="16"/>
              </w:rPr>
              <w:t>76316011453401 ГУР (аналог), Турция,5913914336, OGH 1074, ОМ512/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масляный LF 16015 (4897898) Флидгард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масляный LF 3349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масляный LF 3806 (394430) Флидгард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масляный LF 9009 </w:t>
            </w:r>
            <w:r>
              <w:rPr>
                <w:sz w:val="16"/>
                <w:szCs w:val="16"/>
              </w:rPr>
              <w:t>Флидгард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очистки масла 740-1012010-01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20 994,00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очистки масла 7406-1012010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10 452,00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FS1067 Флидгард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WDK962/12 MHRU  6650559180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топливный </w:t>
            </w:r>
            <w:r>
              <w:rPr>
                <w:sz w:val="16"/>
                <w:szCs w:val="16"/>
              </w:rPr>
              <w:t>Р550774,FF5767,5301448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центробежный  740-1017010-30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11 836,00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ведущей полумуфты ТНВД 740-1029270 0039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отбора мощности 740.11-1005534 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форсунка охлажд. поршня в сб. 7405-1004065 </w:t>
            </w:r>
            <w:r>
              <w:rPr>
                <w:sz w:val="16"/>
                <w:szCs w:val="16"/>
              </w:rPr>
              <w:t>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48-51 SV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60-63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чашка уплотнительная 740.1012045-30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406-1003262-10  виброизоляционная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53205-1001071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маховика </w:t>
            </w:r>
            <w:r>
              <w:rPr>
                <w:sz w:val="16"/>
                <w:szCs w:val="16"/>
              </w:rPr>
              <w:t>740.1005130 0039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стопорная 740-1007134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стопорная 7403-1008078 (выпуск. колл.)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сферическая 7403.1008076-01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упорная 7406.1029142 0025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шатун 4943979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шатун </w:t>
            </w:r>
            <w:r>
              <w:rPr>
                <w:sz w:val="16"/>
                <w:szCs w:val="16"/>
              </w:rPr>
              <w:t>740.1004045 0039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9 258,00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шатун С4944670 ор.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шатун С5257364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 740.1005030 0139 коленвала мал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7406-1005030 0039 коленвала Евро-2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шестерня ведомая масл.насоса </w:t>
            </w:r>
            <w:r>
              <w:rPr>
                <w:sz w:val="16"/>
                <w:szCs w:val="16"/>
              </w:rPr>
              <w:t>740-1011230-3039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ведомая привода 740-1029120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ведомая привода 7405-1029120 ЕВРО(Ф30)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11 054,00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ведущ. прив. масл.насоса 740-1011240 0039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шестерня ведущ. прив. масл.насоса </w:t>
            </w:r>
            <w:r>
              <w:rPr>
                <w:sz w:val="16"/>
                <w:szCs w:val="16"/>
              </w:rPr>
              <w:t>740-1011240-1039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ведущая 7406.1029115 0039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13 114,00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коленвала 7406.1005031 0039  ЕВРО-2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7 902,00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масляного насоса 740-1011030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распред.вала 740-1006214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шестерня </w:t>
            </w:r>
            <w:r>
              <w:rPr>
                <w:sz w:val="16"/>
                <w:szCs w:val="16"/>
              </w:rPr>
              <w:t>распред.вала 740-1029114 0039 ведущ.в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10 193,00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шкив к/в 5255204, 5365943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шкив коленвала 7406-1005061 0039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6460-1001151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М10х92 крепления стойки коромысла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штанга толкателя </w:t>
            </w:r>
            <w:r>
              <w:rPr>
                <w:sz w:val="16"/>
                <w:szCs w:val="16"/>
              </w:rPr>
              <w:t>740-1007176 0050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толкателя 740.21-1007176 0050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толкателя С3941253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топливный 740.70-1104234 ТНВД М16х1,5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экран головки цилиндра 740-1003216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эл. фильтра  PL420х 0000 </w:t>
            </w:r>
            <w:r>
              <w:rPr>
                <w:sz w:val="16"/>
                <w:szCs w:val="16"/>
              </w:rPr>
              <w:t>420 (Прилайн ЕВРО 2) МАН (FS20071MX ,R420PL)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PL270х 0000 270 (6W.24.021.00) UFI Италия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PL270х 0000 270 (Прилайн ЕВРО 2) МАН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DIFA 43109 (аналог С25710/3) внешн.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возд.внешний  AF25962 (46922) "WIX"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возд.внутренний  AF25963 (46923)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масл. 740-1012.040 ЭФМ001(сет.) г.Энгельс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масл. 7405-1012040 Седан (нит)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эл. </w:t>
            </w:r>
            <w:r>
              <w:rPr>
                <w:sz w:val="16"/>
                <w:szCs w:val="16"/>
              </w:rPr>
              <w:t>фильтра масл. 7405-1012040 ЭФМ702 ЕВРО(сетка) бол. Ливны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масл. 7405-1017040 ЭФМ703 ЕВРО(сетка) Ливны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масл. 7405-1017040-02 ЕВРО (нит.,метал.)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0636 015 684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калибровочный </w:t>
            </w:r>
            <w:r>
              <w:rPr>
                <w:sz w:val="16"/>
                <w:szCs w:val="16"/>
              </w:rPr>
              <w:t>6060.368.075,1983123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7 170,00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вторичный 1315 304 131, ZF,Т17608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28 556,00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вторичный 1324 304 005 ZF (95534780), 103.275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19 818,00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1315 202 037, ZF,Т17692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18 481,00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1316202025, 95534972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22 070,00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1324 202 014, ZF (95535141), К20.00971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22 938,00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1346 302 047,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1355.302.002,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12 776,00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переключения 1324.307.134,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11 571,00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промежуточный в сб. 1324.303.001,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 </w:t>
            </w:r>
            <w:r>
              <w:rPr>
                <w:sz w:val="16"/>
                <w:szCs w:val="16"/>
              </w:rPr>
              <w:t>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0636 015 685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0636 102 270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установочный 1315.312.047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0730.260.330,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1304 304 050 ZF (1324 304 070), Т22223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1315.304.132, ZF (Т19190)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25*30*29, 0735295223,Т78294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HD90009410358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подшипника 0750 119 125 ZF(95532623)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0501219856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давления масла 0501323627, ZF 4213559462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датчик </w:t>
            </w:r>
            <w:r>
              <w:rPr>
                <w:sz w:val="16"/>
                <w:szCs w:val="16"/>
              </w:rPr>
              <w:t>переключения передач 0501 216 474, 0501215297,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деталь стопорная 1324.307.116,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синхронизатора 1268 304 424, T15059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синхронизатора 1316.233.029, ZF (1316233015)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8 494,00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клапан переключения 6038 </w:t>
            </w:r>
            <w:r>
              <w:rPr>
                <w:sz w:val="16"/>
                <w:szCs w:val="16"/>
              </w:rPr>
              <w:t>202 043, ZF(6038202035), (092.099)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0630 501 067  (60х2,4мм)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0630 501 156 (толщ. 2,3 мм) 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0634.303.332 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0634.313.338 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0769.151.011,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0769.174.313 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разрезное 1312 204 040 (1499298025,0730107021,1499298027, 026)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разрезное 1499 298 027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резиновое 0634303053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 двойным конусом 1368.304.494,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синхронизатора 1296.333.045, 95531084 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синхронизатора 1297 304 484, ZF (95531072),1297304402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синхронизатора 1316 304 189,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0630 501 040,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0630 501 157 (толщ. 2,0 мм) 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0630 501 197,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0630 531 076,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0730 303 168,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0730 303 182,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</w:t>
            </w:r>
            <w:r>
              <w:rPr>
                <w:sz w:val="16"/>
                <w:szCs w:val="16"/>
              </w:rPr>
              <w:t>стопорное 0730 303 183,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0750 008 604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0750 008 637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0750 111 341 ZF (105*130*13),95532542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HD90009410360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синхронизатора 1316233022 (95531988),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31 016,00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конус синхронизатора  1304 233 006, ZF 9S1310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15 755,00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конус синхронизатора  1316 304 159, ZF (95534409),1316304145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конус синхронизатора  1324 304 013 ZF, Т20867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</w:t>
            </w:r>
            <w:r>
              <w:rPr>
                <w:sz w:val="16"/>
                <w:szCs w:val="16"/>
              </w:rPr>
              <w:t>981,00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насоса 1315 302 121,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сцепления 1324 204 009, ZF (Т20711),95534786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сцепления 1324 233 001,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11 081,00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сцепления 1324 304 011 ZF (Т20716) 95534784 ,109.801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манжета 0750 </w:t>
            </w:r>
            <w:r>
              <w:rPr>
                <w:sz w:val="16"/>
                <w:szCs w:val="16"/>
              </w:rPr>
              <w:t>112 047, ZF (22*36*14,5)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0750 112 253 (0750 112 131), 5.50231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синхронизатора 1316.304.162,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синхронизатора 3/4 пер. 1310.304.202, ZF(z=57) (95570219),0012621823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12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набор прокладок и </w:t>
            </w:r>
            <w:r>
              <w:rPr>
                <w:sz w:val="16"/>
                <w:szCs w:val="16"/>
              </w:rPr>
              <w:t>сальников 1315 298 001 (КПП 16S151) ZF (N19441)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169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прокладок и сальников 1324 298 001 (КПП 9S) ,ZF (N51899) 95535206, Т51899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8 788,00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ограничитель 1324 207 005,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палец роликовый отключающего клапана 0501 209 188, ZF </w:t>
            </w:r>
            <w:r>
              <w:rPr>
                <w:sz w:val="16"/>
                <w:szCs w:val="16"/>
              </w:rPr>
              <w:t>(7220337100, 10130020/2301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переключатель 0501 210 058 ( 0501 331 660) ZF, 317.075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поводок включения 1-2 передач 1324.307.073,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поводок мех.переключения передач 1324.307.074(287),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7 150,00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0735 320 </w:t>
            </w:r>
            <w:r>
              <w:rPr>
                <w:sz w:val="16"/>
                <w:szCs w:val="16"/>
              </w:rPr>
              <w:t>816 ZF (замена 0750 115 971)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0735 321 087 ZF (F17038K)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0750 115 324 ZF (F17040K)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0750 115 325 ZF (1905330*17039)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0750 117 009  ZF ( 0735 372 156)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0750 117 677 ZF (F15246)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0750 117 732  ZF (А30217) (30217F) (F15104), (041.213)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0750 117 881  ZF, JF4049/4010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игольчатый 0750 115 969 ZF (98530468) 60х68х25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игольчатый 75х88х35, 0750115972,7220672100, 722040610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игольчатый D30х50х29,8 0735 358 346, 98531878,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конический роликовый 0750 117 083 ZF 33889/33822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конический роликовый </w:t>
            </w:r>
            <w:r>
              <w:rPr>
                <w:sz w:val="16"/>
                <w:szCs w:val="16"/>
              </w:rPr>
              <w:t>0750 117 232  ZF 42.070х81х40.386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конический роликовый 0750 117 518  ZF, AAS47490/47420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рол.иголь. 0735 371 599 ZF(замена 0750 117 844) НМ 807046/807010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шариковый 60х130х31 0735 330 </w:t>
            </w:r>
            <w:r>
              <w:rPr>
                <w:sz w:val="16"/>
                <w:szCs w:val="16"/>
              </w:rPr>
              <w:t>801 ZF, 98531877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7 288,00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ползун 1297 306 120, ZF, Т17901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0501 324 670,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предохранитель 1324 307 096 (194),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1315.307.013,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1315.307.201,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</w:t>
            </w:r>
            <w:r>
              <w:rPr>
                <w:sz w:val="16"/>
                <w:szCs w:val="16"/>
              </w:rPr>
              <w:t>1315.331.001,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1316.301.042,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корп. сцепления 1315.301.233,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уплотнительная 1290.301.140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0732 040 385 ZF, Т08950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0732 040 386 ZF(95530284),Т08951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0732 041 571,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синхронизатора 0732 040 409 ZF (95570470) (0732040436)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синхронизатора КПП (к-т из 6 сухарей и пружин),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0735.470.115,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0501 314 108, ZF, </w:t>
            </w:r>
            <w:r>
              <w:rPr>
                <w:sz w:val="16"/>
                <w:szCs w:val="16"/>
              </w:rPr>
              <w:t>82026867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0634.307.367,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0734 310 111, ZF (55*75*12) (T20838), 79113, 4.20169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0734 319 782, 48*65*7,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0734.300.196,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0734.319.459, ZF (105х125х12/9,5</w:t>
            </w:r>
            <w:r>
              <w:rPr>
                <w:sz w:val="16"/>
                <w:szCs w:val="16"/>
              </w:rPr>
              <w:t xml:space="preserve"> мм), К20.01022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0734.319.833,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25*35*7, 0634.300.302,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85х105х10, 07501111004,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90х120х13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сегмент 1312 304 159,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синхрон делителя </w:t>
            </w:r>
            <w:r>
              <w:rPr>
                <w:sz w:val="16"/>
                <w:szCs w:val="16"/>
              </w:rPr>
              <w:t>1315.298.030, К20.00524,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23 688,00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синхронизатор 1-2 передачи 1312 298 911 (1315204006) ZF (Т18625)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43 969,00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синхронизатор 1324 204 003/007 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20 188,00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синхронизатор 3-4 пер. 1324 204 008  ZF (N22288) 298.806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26 331,00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синхронизатор 3/4 1315.298.061 (1316 204 016), ZF (T17865),1325298008,Т38897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27 300,00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стойка 53205-5713021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ступица синхронизатора 1312 304 027, ZF (95570220)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ступица синхронизатора 1312 304 106, ZF 95570642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1290 306 066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1296.334.004,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синхронизатора 1297 304 436 ZF (T15096)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1315 302 196,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6007 202 079, ZF Т22315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маслоперепускная 1324 304 014 ZF </w:t>
            </w:r>
            <w:r>
              <w:rPr>
                <w:sz w:val="16"/>
                <w:szCs w:val="16"/>
              </w:rPr>
              <w:t>(N20946)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масляная  вторичного вала 1312 304 150, ZF (T19997)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уплотнение 0634.801.062,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уплотнение 1238.308.201, ZF (Т21176)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установочная пластина  6060 201 221 под ПГУ, ZF 45104-6060201221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5293131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9 800,00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0630 501 073 (58х2,5)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0630.100.284,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0730 006 181,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0730 007 483, ZF, 7421317411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0730 007 488,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0730.100.800,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0730.106.913,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0730.106.916,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0730105766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0750 101 158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регул. 0730 007 133,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регул. 0730 007 134,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регул. 0730</w:t>
            </w:r>
            <w:r>
              <w:rPr>
                <w:sz w:val="16"/>
                <w:szCs w:val="16"/>
              </w:rPr>
              <w:t xml:space="preserve"> 007 135,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регул. 0730 007 479,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регулировочная 0730 002 935,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уплотнительная 0634.801.217,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уплотнительная 6060.306.087,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упорная 0750.101.158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упорная 1315 304 048, ZF (кольцо рег.8,0)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упорная 1315.304.086, ZF (85)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шарнир 0501. 204. 714, ZF SK-39501001-01(04),3590.20.20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1 передачи Z=33 1324 304 030 ZF,95534781, 1324 304 001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9 219,00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2 передачи 1324 304 015 , ZF Т20717 (z30)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9 742,00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2 передачи z=38 1315 304 025 ZF.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11 859,00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3 пер., Z=34, 1315 304 027 ZF, Т18062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4 пер., Z=30. 1324 303 003, 95534907,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4 передачи 1324 304 003  ZF (z=27) (95534783) , 132430408012,Т20713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7 213,00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4 передачи z=32 1315 304 089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понижающая 1304 304 543, ZF Т22231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11 291,00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шестерня постоянного зацепления 1324 303 004, </w:t>
            </w:r>
            <w:r>
              <w:rPr>
                <w:sz w:val="16"/>
                <w:szCs w:val="16"/>
              </w:rPr>
              <w:t>ZF (T22304)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9 054,00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промвала (35Z) косозубая 1315 302 158,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шплинт разрезной 0631.329.167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разрезной 0631.329.051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трубчатый 0631.329.049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трубчатый 0631.329.073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трубчатый 0631.329.101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трубчатый 0631.329.175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цилиндрический 0731.201.765,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125л. 5410-1101010-12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бак топл. 250л 5320-1100009 1360х492х520 в сб. п/о завод (полная </w:t>
            </w:r>
            <w:r>
              <w:rPr>
                <w:sz w:val="16"/>
                <w:szCs w:val="16"/>
              </w:rPr>
              <w:t>комплектация)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13 578,00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250л 5320-1101010-10 1360х405х498 отк. Бакор гол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250л 5320-1101010-10 1360х405х498 п/о в сб. Бакор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14 844,00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350л 53215-1101010-12 1150х530х650 откид. Бакор гол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11 723,00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350л 53215-1101010-12 1150х530х650 п/о Бакор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17 167,00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350л 53215-1101010-14 (2 выхода) крышка п/о 1200х650х530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12 943,00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350л 53215-1101010-15 ЕВРО 1150х650х530 (с объедин. заборн.и датчиком)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12 425,00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350л 54112-1101010 950х650х650 отк. тип 2 гол. Бакор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420л 5320-1101010 1380х530х650 отк.в сб. Бакор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21 229,00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420л 5320-1101010 1380х530х650 п/о.в сб. Бакор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20 281,00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бак топл. 500л 53215-1101010-22 </w:t>
            </w:r>
            <w:r>
              <w:rPr>
                <w:sz w:val="16"/>
                <w:szCs w:val="16"/>
              </w:rPr>
              <w:t>1630х530х650 отк. в сб. Бакор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24 959,00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500л 53215-1101010-22 1630х530х650 п/о.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24 959,00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500л 53215-1101010-25 1680х650х530  (с объедин. заборн. и датч)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15 531,00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 топл. 500л 541121-1101010-20 1325х650х650</w:t>
            </w:r>
            <w:r>
              <w:rPr>
                <w:sz w:val="16"/>
                <w:szCs w:val="16"/>
              </w:rPr>
              <w:t xml:space="preserve"> отк. в сб. Бакор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20 135,00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Pr="008057FA" w:rsidRDefault="00A0234B">
            <w:pPr>
              <w:pStyle w:val="Standard"/>
              <w:ind w:right="51"/>
              <w:rPr>
                <w:lang w:val="en-US"/>
              </w:rPr>
            </w:pPr>
            <w:r>
              <w:rPr>
                <w:sz w:val="16"/>
                <w:szCs w:val="16"/>
              </w:rPr>
              <w:t>болт</w:t>
            </w:r>
            <w:r>
              <w:rPr>
                <w:sz w:val="16"/>
                <w:szCs w:val="16"/>
                <w:lang w:val="en-US"/>
              </w:rPr>
              <w:t xml:space="preserve"> 740.70-1104368-10 (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lang w:val="en-US"/>
              </w:rPr>
              <w:t>8</w:t>
            </w:r>
            <w:r>
              <w:rPr>
                <w:sz w:val="16"/>
                <w:szCs w:val="16"/>
              </w:rPr>
              <w:t>х</w:t>
            </w:r>
            <w:r>
              <w:rPr>
                <w:sz w:val="16"/>
                <w:szCs w:val="16"/>
                <w:lang w:val="en-US"/>
              </w:rPr>
              <w:t>1-6gx21) COMMON RAIL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ведущей полумуфты 740.51-1111084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ведущей полумуфты 740.51-1111084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крепления топл.фильтра С3901249 (М12х1,75х25)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крышки ФТОТ 740-1117122-10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М14*95 бугельный 740.60-1005159-009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с шестигранной головкой с фланцем R3922863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болт-штуцер 740.70-1104368 (М8х1-6gx21) ЕВРО 3 к сливной трубке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 L/H </w:t>
            </w:r>
            <w:r>
              <w:rPr>
                <w:sz w:val="16"/>
                <w:szCs w:val="16"/>
              </w:rPr>
              <w:t>кулачковый Л1/А3816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R/H кулачковый Л1/А3815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кулачковый 33.1111172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привода ТНВД БОШ 7482.1111053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привода ТНВД в сб. 7406.1111050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ввёртыш 740.1115152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водосборный стакан BL1/BK без ключа (ан. Прилайн) Китай 45104-100000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водосборный стакан BL1/BK без ключа для системы Прилайн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водосборный стакан BL1/BK+ ключ LS 7/4 для системы Прилайн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воздухозаборник СТА-4308405-10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воздухопровод 43085-1109410-01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воздухопровод 65116-1109360-30 (аналог GO848, код 5802)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воздухопровод 65116-1109360-31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воздухопровод 65116-1109361-20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воздухопровод G0848 (аналог </w:t>
            </w:r>
            <w:r>
              <w:rPr>
                <w:sz w:val="16"/>
                <w:szCs w:val="16"/>
              </w:rPr>
              <w:t>65116-1109360-30, код 9973)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740.1108040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центр. 7406-1111066 0044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цетрирующая 740.90-1111067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740.50-1112167 сферическая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кр.турбокомпрессора (М10х1,50) С3818824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давления топлива (актуатор) 4903523 (ан. БОШ 0928400617), 0928400712,0928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державка 33.1110040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нажимной 5320-1109355 0039 (на возд.фильтр)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зажим 5320-1108143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индикатор засоренности </w:t>
            </w:r>
            <w:r>
              <w:rPr>
                <w:sz w:val="16"/>
                <w:szCs w:val="16"/>
              </w:rPr>
              <w:t>возд.фильтра Х770771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дренажных трубок 740.1104370/346 из 2-х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дренажных трубок 7403.1104346/370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поршневых колец С4955169(С3971297,С3976339,С4932801)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к-т трубок выс.давл. 740-1104310 (из </w:t>
            </w:r>
            <w:r>
              <w:rPr>
                <w:sz w:val="16"/>
                <w:szCs w:val="16"/>
              </w:rPr>
              <w:t>8)от фор кТНВД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трубок низк.давл. 740.1104422/384/426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трубок низк.давл. 740.1104422/384/426 ЕВРО (метал.)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трубок топл. бака 500л. 53212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эл. фильтра возд. KF-AE.0003 (C25710/3+CF710) Кострома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масляный 393-6365000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нагнетательный 323-1111220-10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нагнетательный 33-1111102-10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нагнетательный 337.1111220-40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нагнетательный 901-1111102-01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перепускной 1 417 413 047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перепускной 33-1111282-01в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перепускной 338-1111140-30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топливный 740.21-1104020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топливный 740.51-1104020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клапан-жиклер 740-1117155 ФТОТ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кляммер трубопровода 740.70-1104876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коллектор впускной 740.90-1115014-10 правый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13 575,00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коллектор впускной 740.90-1115020-20 правый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8 883,00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колодка тормозная 8979500-00 (4308) (4 колодки на </w:t>
            </w:r>
            <w:r>
              <w:rPr>
                <w:sz w:val="16"/>
                <w:szCs w:val="16"/>
              </w:rPr>
              <w:t>ось "FRASLE" Бразилия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колпак трубы возд фильтра 5320-1109384-0139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колпак ФТОТ (корпус) 740.1117078-10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ТНВД 33.1111196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трубки отв. масла 740.1111578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упл. 40*3,55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740.13-1118237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740.70-1118274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секции 175-1111169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ТНВД 33-1111069 Строймаш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ТНВД 33-1111259 Строймаш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фильтра груб.очист.топлива,центрифуги  740.1105075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форсунки 33-1112342 резин.БРТ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форсунки уплотнительное F 00R J01 605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коромысло в сб. С4995602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корпус воздушного фильтра </w:t>
            </w:r>
            <w:r>
              <w:rPr>
                <w:sz w:val="16"/>
                <w:szCs w:val="16"/>
              </w:rPr>
              <w:t>54901-1109519  в сборе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15 235,00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заднего подшипника 740.30-1111058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передн. подшипн. 7406-1111040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корректор 333.1110700-30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9 460,00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распр. 5410-1104160 бронз.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крестовина PCN </w:t>
            </w:r>
            <w:r>
              <w:rPr>
                <w:sz w:val="16"/>
                <w:szCs w:val="16"/>
              </w:rPr>
              <w:t>6-L-MUPK (45104-5004028-90)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5320-1109390-1039 (крепл.трубы возд.)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53205-1108020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6520-1109390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7406-1108030 0039 с валом привода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кронштейн возд.фильтра </w:t>
            </w:r>
            <w:r>
              <w:rPr>
                <w:sz w:val="16"/>
                <w:szCs w:val="16"/>
              </w:rPr>
              <w:t>5320-1109172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возд.фильтра 54112-1109172-1039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возд.фильтра 6520-1109172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крепления бака 250л 5320-1101104-1039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крепления бака 500л 53212-1101104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крепления бака 500л 55.262.000-200 тип 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крепления бака 53212-1101104-01 на 4308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крепления ТНВД 740.90-1111312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воздушного фильтра 54901-1109516  в сборе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</w:t>
            </w:r>
            <w:r>
              <w:rPr>
                <w:sz w:val="16"/>
                <w:szCs w:val="16"/>
              </w:rPr>
              <w:t xml:space="preserve"> фары ЕВРО 341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фильтра воздушного 725.1109580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фильтра воздушного 740-1109580-03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ФТОТ 740-1117027 с клап. г.Ливны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опережения впрыска 33.1121010-01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опережения</w:t>
            </w:r>
            <w:r>
              <w:rPr>
                <w:sz w:val="16"/>
                <w:szCs w:val="16"/>
              </w:rPr>
              <w:t xml:space="preserve"> впрыска 333.1121010-11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сцепления (3151 169 332) 3 усика, Италия 7999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740.1104429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тяги 740.1108054 (газа)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наконечник тяги 740.1108054 (газа) в сб. завод </w:t>
            </w:r>
            <w:r>
              <w:rPr>
                <w:sz w:val="16"/>
                <w:szCs w:val="16"/>
              </w:rPr>
              <w:t>(шайба+гайка)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тяги с косынкой 7482-1108054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насадок 5320-1109447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предп. прокач. 37-1141010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предп. прокач. 740.1100130 Кировец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топливный 181.1106010-01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</w:t>
            </w:r>
            <w:r>
              <w:rPr>
                <w:sz w:val="16"/>
                <w:szCs w:val="16"/>
              </w:rPr>
              <w:t>921,00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обойма 5425-1108039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обратный клапан 3924726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 плунжерная 2 418 455 727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 плунжерная 2 418 455 732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 плунжерная 33-1111074-01 Ярославль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пара плунжерная 337-1111150-10 </w:t>
            </w:r>
            <w:r>
              <w:rPr>
                <w:sz w:val="16"/>
                <w:szCs w:val="16"/>
              </w:rPr>
              <w:t>ЕВРО (11)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 плунжерная 337-1111150-21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53205-1170125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53205-1170132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7403.1118242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7406.1115045-40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вых. возд. фил.</w:t>
            </w:r>
            <w:r>
              <w:rPr>
                <w:sz w:val="16"/>
                <w:szCs w:val="16"/>
              </w:rPr>
              <w:t xml:space="preserve"> 5320-1109445-10 сапог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соединительный 740-1115030-7039 сред.вход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10 994,00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педаль акселератора 963115Р204/210 электронная подвесная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14 525,00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педаль газа 53205-1108010  н/о в сб.с подпятником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педаль газа </w:t>
            </w:r>
            <w:r>
              <w:rPr>
                <w:sz w:val="16"/>
                <w:szCs w:val="16"/>
              </w:rPr>
              <w:t>54115-1108010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педаль газа Agis 338 100 101 (автобус)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педаль газа/тормоза  5320-1108010/350410 с/о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педаль подвесная Глобал 61000NО-61SD-00 (135099)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педаль подвесная Глобал 61000NО-61SR-34 </w:t>
            </w:r>
            <w:r>
              <w:rPr>
                <w:sz w:val="16"/>
                <w:szCs w:val="16"/>
              </w:rPr>
              <w:t>КПП-мех.(134974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9 406,00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педаль электронная WM 542(135099) , евро4 (дв.Камминз, КПП мех.)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14 846,00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переходник СТА-65115410-21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переходник-штуцер М18*Д16 под штуцер топл евро-4 6560-1104400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перчатки х/б с ПВХ 7,5 класс(6)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пластина 740.11-1111272 0039 задняя (малая)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пластина 740.11-1111274 0039 передняя (большая)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поводок 53205-1108311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поддон картера С2831341,2831343,4898037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подпятник педали 5320-1108025 с/о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подпятник педали 53205-1108025 нов.об.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А3822 кул.вала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половина хомута 5320-1109403 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половина хомута 5320-1109405 0039  (полухомут задн.)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полумуфта ведущая 33-1121046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полумуфта ведущая 740.37-1111054 0039  (для дв.74013,74030,74031,74050,74051)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привод ТНВД 7405-1111001 ЕВРО а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привод ТНВД 7406-1111001-0052  ЕВРО 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топл.бака с замком (хром) d=80мм ( 2 усика)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провод массы розетки 5320-3724200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7403-1115050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7406-1115050-10 впускного патрубка (паронит)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7406-1115115 трубы подводящей (паронит)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820.60-11118189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верхней крышки ТНВД 33.1110026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коллек.больш.740-1115026 (домик)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корпуса ТННД 33-1106285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кронштейна 541121-1101109 длин. 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кронштейна 5490-1101109-02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кронштейна 55102-1101109 корот.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ТНВД 332.1110154-10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65111-1802221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65111-1802221-01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65111-1802221-02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соед. патрубка 740-1115036-01резин.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соед. патрубка 740-1115036-10 рез.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ТКР А3901356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топливного фильтра 740.1117118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топливной системы </w:t>
            </w:r>
            <w:r>
              <w:rPr>
                <w:sz w:val="16"/>
                <w:szCs w:val="16"/>
              </w:rPr>
              <w:t>N000000001070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трубы 53205-1170254 отводящей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турбины D4891288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турбокомпрессора 410800110008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турбокомпрессора 410800110152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турбокомпрессора </w:t>
            </w:r>
            <w:r>
              <w:rPr>
                <w:sz w:val="16"/>
                <w:szCs w:val="16"/>
              </w:rPr>
              <w:t>7403-1118189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турбокомпрессора 7405-1118245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турбокомпрессора 7405-1118335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хомута 541121-1101115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хомута 55102-1101115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штуцера 33-1111266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проставка 33-1112382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проставка 5490-1101105-10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323.1111228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33.1110448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33.1110462-10 регулятора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33.1111448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337.1111138-03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337.1111228-01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педали газа 5320-1108068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распорная 5320-1109359 0041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распорная 53205-1109359 0041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рег.зазора торм.колодок А3842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пружина ТННД </w:t>
            </w:r>
            <w:r>
              <w:rPr>
                <w:sz w:val="16"/>
                <w:szCs w:val="16"/>
              </w:rPr>
              <w:t>332.1106316-01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распылитель 33-1112110-12 г.Ярославль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распылитель 0433171904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распылитель 0433171905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распылитель 0433171906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распылитель 271-1112110 01 ТУРБО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распылитель </w:t>
            </w:r>
            <w:r>
              <w:rPr>
                <w:sz w:val="16"/>
                <w:szCs w:val="16"/>
              </w:rPr>
              <w:t>273-1112110-20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распылитель 273-1112110-30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регулятор давления масла 4896404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редуктор привода ТНВД 740.90-1111005-10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49 537,00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рейка 323.1111180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раздат.коробки 65111 из 3-х </w:t>
            </w:r>
            <w:r>
              <w:rPr>
                <w:sz w:val="16"/>
                <w:szCs w:val="16"/>
              </w:rPr>
              <w:t>сальников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форсунок 216.1112010-1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ремкомплект для RO 400 (ROE71124)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ремкомплект кулачкового вала (ось L1)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ремкомплект ТНВД БОШ 2417010022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ремкомплект ТНВД БОШ 2427010049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3071051 (4308-1170245-01)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4308-1170242(45) на интеркул. (90СТ6К770ВА) (L165.d74) синий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50*61-0,29 7406.1118276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50*61-0,29 7406.1118276  (5440А9-1303010)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рукав </w:t>
            </w:r>
            <w:r>
              <w:rPr>
                <w:sz w:val="16"/>
                <w:szCs w:val="16"/>
              </w:rPr>
              <w:t>53205-1170245 0039 на интеркул. (замена 53205-1170240)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53205-1170248 0039 на интеркул. L250. 4 слоя,5мм 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56*69-0,98 7403.1118278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56*69-0,98 7403.1118278 на ТКР 7Н-1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7406-1118320 (ф 22х28-0,98) красн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н/вс МБС-2 65ММ 5398-76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угловой 4308-1170130-04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пласт. на ТННД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акселер.5320-1108017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привода упр. 740.1108072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с корректорами в сб. 33.1110160-01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ТНВД 33.1111400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упр. регулятором 33.1110150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коленвала задний С3968563, 3973745 (ш.14)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кулачкового вала А3843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муфты </w:t>
            </w:r>
            <w:r>
              <w:rPr>
                <w:sz w:val="16"/>
                <w:szCs w:val="16"/>
              </w:rPr>
              <w:t>ТНВД (33 и 332) 75х94х10 (бол)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муфты ТНВД (33) 28х45х10 (мал.)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муфты ТНВД (332) 32х45х7 (мал)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полумуфт ТНВД  323-1111090  ЕВРО 30х42х6 фтор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ступицы А1205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ТНВД </w:t>
            </w:r>
            <w:r>
              <w:rPr>
                <w:sz w:val="16"/>
                <w:szCs w:val="16"/>
              </w:rPr>
              <w:t>ЕВРО 45x60x7 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секция ТНВД 323.1111039-01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сетка ФГОТ 740.1105024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скоба 740-1104358 (из 2-х трубок)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скоба 740-1104458 (из 3-х трубок)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скоба форсунки 740.50-1112163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теплообменник охлаждения ОНВ 53205БР-117наддувочного воздуха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33 351,00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теплообменник охлаждения ОНВ 6520-1170300 (6520А-1172010)наддувочного воздуха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ТНВД 33.1111007-02 Ярославль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51 200,00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ТННД ( насос подк.) 0 440 008 982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 </w:t>
            </w:r>
            <w:r>
              <w:rPr>
                <w:sz w:val="16"/>
                <w:szCs w:val="16"/>
              </w:rPr>
              <w:t>008,00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ТННД 323.1106010 (чугун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ТННД 332.1106010-01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толкатель тяги газа 5320-1108040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толкатель тяги газа 54115-1108040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топливопровод 740.70-1104384-20 тнвд отводящий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топливопровод </w:t>
            </w:r>
            <w:r>
              <w:rPr>
                <w:sz w:val="16"/>
                <w:szCs w:val="16"/>
              </w:rPr>
              <w:t>740.70-1104422-10 (замена -11)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топливопровод 740.70-1104422-50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топливопровод подк.насоса 740.70-1104258-10(замена -11)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топливопровод ТНВД подводящий 740.70-1104426-10 (замена -11)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топливопровод эл.блока </w:t>
            </w:r>
            <w:r>
              <w:rPr>
                <w:sz w:val="16"/>
                <w:szCs w:val="16"/>
              </w:rPr>
              <w:t>740.70-1104256-10/11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53205-1109050-0039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10 661,00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6520-1109049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7406-1115110-20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10 770,00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топливный 740-1104353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ТНВД 208432-АН 2,1м. (4308)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труба </w:t>
            </w:r>
            <w:r>
              <w:rPr>
                <w:sz w:val="16"/>
                <w:szCs w:val="16"/>
              </w:rPr>
              <w:t>65115-1104100-20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воздухозаборника в сб. 54112-1109410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воздухопровода 5320-1109361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подвода масла 740.50-1111568-90  к ТНВД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подводящая 7406.1115122-10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7 850,00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труба </w:t>
            </w:r>
            <w:r>
              <w:rPr>
                <w:sz w:val="16"/>
                <w:szCs w:val="16"/>
              </w:rPr>
              <w:t>подводящая 7406.1115123-1039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прием. сб. 250л. 5320-1104015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прием. сб. 250л. 5320-1104015 (зим.)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прием. сб. 500л. 54112-1104015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прием. сб. 500л. 54112-1104015 (зим.)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</w:t>
            </w:r>
            <w:r>
              <w:rPr>
                <w:sz w:val="16"/>
                <w:szCs w:val="16"/>
              </w:rPr>
              <w:t xml:space="preserve"> прием. сб. 500л. 54112-1104015 (зим.) тип 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топл. бака 5320-1101090 (сетка горловины)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111580-900 45104-5004008-90 (3160 мм)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740-1104310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7403-1118234-00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7403-1118234-01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отвода масла 740.1111570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отвода масла 740.50-1111570-90 ТНВД БОШ, Евро 2,3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отводящая 740-1104422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 воздуха к корректору ТНВД  7406-1111573 ЕВРО 2,3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 масла 49013-740.21-1118310-1039 (соед) (1118.306-1)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 масла 740-1111568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 масла 740.30-1118290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 масла 740.90-1111568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</w:t>
            </w:r>
            <w:r>
              <w:rPr>
                <w:sz w:val="16"/>
                <w:szCs w:val="16"/>
              </w:rPr>
              <w:t xml:space="preserve"> масла 7403-1118222 0039 (прав.)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 масла 7403-1118223  (лев.)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 масла 7403-1118223-20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 масла 750.10-1118290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слива 65115-1104156-71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слива масла  000.4859.269.000-02 длинная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слива масла 45104-1118400 0091 (турбокомпр. кор.)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слива масла 7406-1118220-0039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слива масла к ТКР 4992206 (соеденение) аналог 3287573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</w:t>
            </w:r>
            <w:r>
              <w:rPr>
                <w:sz w:val="16"/>
                <w:szCs w:val="16"/>
              </w:rPr>
              <w:t xml:space="preserve"> слива масла ТКР  000.4859.285.000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слива топлива 5320-1104136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слива топлива с краном 5410-1104136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топл.высокого давления KN1816-U (L=995) трубка объединения давления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топл.высокого давления KN1817-U (L=660) от насоса к рампе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топл.высокого давления KN1819-U (L=188) к форсунке.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топл.подвод 740-1104426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топл.подвод 740-1104426 ЕВРО (метал.)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топл.турбопр.5320-1104146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топлвивная 740.50-1104324-9039 высокого давления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 С4980292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65115-1104250-10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65115-1104254-71 подводящая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740.11-1104384 (низк.давл.) ЕВРО1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740.11-1104422 (низк.давл.) ЕВРО1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740.11-1104426 (низк.давл.) ЕВРО1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740.21-1104310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топливная 740.21-1104314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740.21-1104316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740.21-1104318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740.21-1104320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740.21-1104322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топливная 740.21-1104324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740.50-1104312-90 (выс.давл.) ЕВРО2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740.50-1104316-90 (выс.давл.) ЕВРО2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740.50-1104320-90 (выс.давл.) ЕВРО2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топливная 740.50-1104384-90 (низк.давл.) ЕВРО2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740.50-1104422-90 (низк.давл.) ЕВРО2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740.50-1104426-90 (низк.давл.) ЕВРО2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высокого давления 4935982 (Евро 4), 2,4 цилиндр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дренажная 740-1104346 лев.(кор.)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дренажная 740-1104370 пр.(длин.)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дренажная 740.11-1104346-10 ЕВРО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топливная дренажная 740.11-1104370-10  </w:t>
            </w:r>
            <w:r>
              <w:rPr>
                <w:sz w:val="16"/>
                <w:szCs w:val="16"/>
              </w:rPr>
              <w:t>ЕВРО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дренажная 7403-1104370 ЕВРО дл.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отводящая 65115-1104146-71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отводящая 740-1104384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топливная отводящая 740-1104384 Евро мет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 JP100(KOJP095K005)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45 917,00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12749700003 лев. (Швицер) Евро-3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410800110124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58 114,00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45104-1118001-91 (317810)л. Англия ЕВРО1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29 456,00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турбокомпрессор </w:t>
            </w:r>
            <w:r>
              <w:rPr>
                <w:sz w:val="16"/>
                <w:szCs w:val="16"/>
              </w:rPr>
              <w:t>45104-1118001-92 (317809) пр. Англия ЕВРО1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29 456,00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45104-1118003-91л.(314448) ЕВРО 2 Швицер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45104-1118003-92 пр.(314450) ЕВРО2 Швицер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740.60-1118012 ТКР7С-6М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 </w:t>
            </w:r>
            <w:r>
              <w:rPr>
                <w:sz w:val="16"/>
                <w:szCs w:val="16"/>
              </w:rPr>
              <w:t>925,00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740.60-1118013 ТКР7С-6М 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20 752,00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7403.1118010 0039 лев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19 960,00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D4043982 (4955908), 4043980,40334094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38 357,00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S300G ф."BWTS" 13809700027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К27-115-01 ,ЕВРО-1, 2075553002R, аналог Чешки)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20 870,00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К27-115-01 ЕВРО-1 пр. Чехия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27 963,00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К27-115-02 ЕВРО-1 лев. Чехия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23 302,00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К27-145-01 Чехия ЕВРО-2 пр.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К27-145-02 Чехия ЕВРО-2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31 086,00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ТКР7С-6 7406-1118012 0039 пр.(замена 7406-1118012-01)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21 088,00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турбокомпрессор ТКР7С-6 7406-1118013 0039 лев.(замена 7406-1118013-01)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21 513,00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тяга ручного останова </w:t>
            </w:r>
            <w:r>
              <w:rPr>
                <w:sz w:val="16"/>
                <w:szCs w:val="16"/>
              </w:rPr>
              <w:t>двигателя 5320-1108130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ручного останова двигателя 6520-1108130-10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ручного управления акселератом 5320-1108120-12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давл. масла 223.3810010 ЕВРО РЕЛКОМ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уплотнение водяного адаптера С3906697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воздушного фильтра 5320-1109250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воздушного фильтра 5320-1109250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воздушного фильтра 53205-1109250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воздушного фильтра 5460-1109250 0090 ЕВРО-3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рычага педали газа 5425-1108035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Pre Line PL270 без ключа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Pre Line PL270 с подогрев.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8 208,00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SEPAR 2000/5/50  45104-1105004-90 (ФГОТ)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13 140,00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воздушно-масляный AS2474 </w:t>
            </w:r>
            <w:r>
              <w:rPr>
                <w:sz w:val="16"/>
                <w:szCs w:val="16"/>
              </w:rPr>
              <w:t>Флитгард (система нейтрализации)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воздушный 740-1109510-03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воздушный 7405-1109510-01 ЕВРО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7 900,00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воздушный ФВ725-1109510 в сб. ЕВРО-3 Ливны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11 813,00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воздушный ФВ728-1109510 </w:t>
            </w:r>
            <w:r>
              <w:rPr>
                <w:sz w:val="16"/>
                <w:szCs w:val="16"/>
              </w:rPr>
              <w:t>Ливны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9 319,00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газовый 080/800013/А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11 642,00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газовый высок.давления FFC112KMZ02 (FFC-112)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12 843,00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грубой очистки топлива 6W.55.388.20 UFI FILTERS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13 520,00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грубой очистки топлива 740-1105010-01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масляный  612630010239 Евро 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масляный LF 16015 (w950/26) МANN-FILTER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прием.тр. 5320-1104023 (сетка топл.)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прием.тр. 54112-1104033 (сетка топл.)зим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тонкой очистки топлива</w:t>
            </w:r>
            <w:r>
              <w:rPr>
                <w:sz w:val="16"/>
                <w:szCs w:val="16"/>
              </w:rPr>
              <w:t xml:space="preserve"> 740-1117010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тонкой очистки ФТ060.1117010 топл. ЕВРО -2,4,5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C5310808 (FS36253)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FF 5488 3959612 (WK930/6x)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топливный FF5612 (FF-5421) WK929 X  </w:t>
            </w:r>
            <w:r>
              <w:rPr>
                <w:sz w:val="16"/>
                <w:szCs w:val="16"/>
              </w:rPr>
              <w:t>MANN-FILTER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FS1067 (wk10017x) MANN-FILTER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FS1280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FS19732 (3973233) груб.очистки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форсунки 236-1112208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фильтра масл.(эл.)1002018137 </w:t>
            </w:r>
            <w:r>
              <w:rPr>
                <w:sz w:val="16"/>
                <w:szCs w:val="16"/>
              </w:rPr>
              <w:t>(10418010/111119/0305305)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337.1111059-01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ТНВД 740-1111572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центрирующий 7482-1111068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 А-04-001-00-00-00 АЗПИ (аналог 0445120153) электрогидроуправляемая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16 355,00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0 445 120 153 Евро-3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24 780,00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0 445 120 329, 5267035, ЕВРО-5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23 232,00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0 445 120 534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29 541,00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0445120123 (аналог D4937065) аналог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20 728,00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216.1112010 А (расп.904)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216.1112010-01 А (расп.905)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216.1112010-02 А (расп.906)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33-1112010-03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4025334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17 374,00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D4937065 Китай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22 950,00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ЕВРО 273-1112010-20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ЕВРО 273-1112010-31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форсунка ТУРБО 271-1112010-02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104-112 ленточный V-обр. ТКР 56552-06152096108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122-130 ленточный V-обр. мет. 70531-06154009126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хомут 126 мм NORMA V-образный </w:t>
            </w:r>
            <w:r>
              <w:rPr>
                <w:sz w:val="16"/>
                <w:szCs w:val="16"/>
              </w:rPr>
              <w:t>06154009126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бака 250л. 5320-1101110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бака 500л. 541121-1101110 тип 1 под болт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воздухозабор 5320-1109365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воздухозабор 53205-1109365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хомут воздушного фильтра </w:t>
            </w:r>
            <w:r>
              <w:rPr>
                <w:sz w:val="16"/>
                <w:szCs w:val="16"/>
              </w:rPr>
              <w:t>54112-1109433 ленточный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крепления бака 5490-1101120-07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86-91 SV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цапфа 41-044-2111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20 975,00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центральный блок управления электрооборудования 21.3867000-01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23 850,00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чехол воздушного фильтра </w:t>
            </w:r>
            <w:r>
              <w:rPr>
                <w:sz w:val="16"/>
                <w:szCs w:val="16"/>
              </w:rPr>
              <w:t>740-1109574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чехол воздушного фильтра 7405-1109574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сферическая 740.50-1112165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форсунки F00RJ01086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ведомая привода (Е-3) 740.63-1121010-90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11 735,00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шестерня ведомая привода </w:t>
            </w:r>
            <w:r>
              <w:rPr>
                <w:sz w:val="16"/>
                <w:szCs w:val="16"/>
              </w:rPr>
              <w:t>740.37-1121010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65116-1109410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отопителя Д50х61,5 МБС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отопителя Д70х82,5 54112-1109278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угловой 43114-1109600-0091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угловой 5320-1109375 (патруб. резин.)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угловой 54112-1109600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33.1112154 форсунки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С4940183, 3922790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топл.трубки Е-4 Д10 углов трубки Д12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топл.трубки Е-4 Д12 прям трубки Д15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штуцер </w:t>
            </w:r>
            <w:r>
              <w:rPr>
                <w:sz w:val="16"/>
                <w:szCs w:val="16"/>
              </w:rPr>
              <w:t>топл.трубки Е-4 Д12 угл для трубки Д15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топливный 740.70-1104232 М 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вод.охладителя 395-7544000 0088 (3921558,3911940,3903375)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8 034,00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 0501.318.802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эл. фильтра  CLS110MKMZ газового топлива </w:t>
            </w:r>
            <w:r>
              <w:rPr>
                <w:sz w:val="16"/>
                <w:szCs w:val="16"/>
              </w:rPr>
              <w:t>(CLS110M08SL)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 CLS112-10K-EU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 ФП 207.1-18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912600190763 к газ.фильтру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912600190993 к газ.фильтру низ.давления(612600190646)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</w:t>
            </w:r>
            <w:r>
              <w:rPr>
                <w:sz w:val="16"/>
                <w:szCs w:val="16"/>
              </w:rPr>
              <w:t xml:space="preserve"> 725-1109560 основ. Ливны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725-1109560-10 вторич. Ливны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740-1109560 Ливны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740-1109560 Седан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7405-1109560 ЕВРО Ливны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C301330 внеш. MANN-FILTER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CF1820 внутр. MANN-FILTER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DIFA 4303М (аналог 740-1109560-02)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эл. фильтра возд. DIFA 4391 (аналог А804) осн.(725-1109560, AF-25454.) </w:t>
            </w:r>
            <w:r>
              <w:rPr>
                <w:sz w:val="16"/>
                <w:szCs w:val="16"/>
              </w:rPr>
              <w:t>ФПУ-19 ос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DIFA 4391-01(аналог А804/1) втор.(725-1109560-10, AF-25468.) Ф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ЛАНЕ 1109460  (аналог осн.ЭФВ728-1109560 ЕВРО)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ЛНАЕ 1109660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эл. фильтра </w:t>
            </w:r>
            <w:r>
              <w:rPr>
                <w:sz w:val="16"/>
                <w:szCs w:val="16"/>
              </w:rPr>
              <w:t>возд. основной+вторичный DIFA 43160+43160-01 (аналог С301330+СF1820)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С-25710/3 внешний  MANN-FILTER (4570057996)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С-25710/3 внешний(ЛНАЕ 1109560)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эл. фильтра возд. ЭФВ012-1109080 </w:t>
            </w:r>
            <w:r>
              <w:rPr>
                <w:sz w:val="16"/>
                <w:szCs w:val="16"/>
              </w:rPr>
              <w:t>4308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ЭФВ721-1109560-10 осн.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ЭФВ721-1109560-30 вторич. (ЛНАЕ.721-1109560-10)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ЭФВ728-1109560-10 ЕВРО-5308 Ливны вторичный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эл. фильтра возд.740.50 </w:t>
            </w:r>
            <w:r>
              <w:rPr>
                <w:sz w:val="16"/>
                <w:szCs w:val="16"/>
              </w:rPr>
              <w:t>ЕВРО (ФП 207.1-42) осн.NF-4587-1 Энгельс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возд.740.50 Энгельс ЕВРО (ФП 207.1-43) вторичный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топл.  MD5790-KMZ-02 (R90YDH KMZ01)  Ракор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топл. 740-1117.040 (сетка) NF-3701 Энгельс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топл. 740-1117040 Седан (нит)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топл. 740-1117040 ЭФТ013 (сетка) Ливны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фильтрующий SEPAR 2000/5/50 (00530/50)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глушитель 4310-1201010 (5511)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глушитель </w:t>
            </w:r>
            <w:r>
              <w:rPr>
                <w:sz w:val="16"/>
                <w:szCs w:val="16"/>
              </w:rPr>
              <w:t>5320-1201010-01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глушитель 54115-1201010 0139 ЕВРО(ТУРБО)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глушитель 6520-1201010 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15 318,00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блока С3922072,3812090,С3812092)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ГБЦ 5263672,3920706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искрогаситель </w:t>
            </w:r>
            <w:r>
              <w:rPr>
                <w:sz w:val="16"/>
                <w:szCs w:val="16"/>
              </w:rPr>
              <w:t>43118-1205010-96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10 992,00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коробка переключения газов 65115-1203035-10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12 495,00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54115-1203041-01 (глушителя)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6522-1203183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глушителя 5320-1203041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кронштейн глушителя 53215-1203034 </w:t>
            </w:r>
            <w:r>
              <w:rPr>
                <w:sz w:val="16"/>
                <w:szCs w:val="16"/>
              </w:rPr>
              <w:t>0039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левой трубы 43114-1203030-30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левой трубы 54115-1203030-40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левой трубы 6520-1203030-32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металлор. КАМАЗ 5320-1203183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кронштейн натяжителя </w:t>
            </w:r>
            <w:r>
              <w:rPr>
                <w:sz w:val="16"/>
                <w:szCs w:val="16"/>
              </w:rPr>
              <w:t>R5288624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правой трубы 54115-1203031-40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000.4859.244.000 (86011) 6520-1203012-02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000.4859.359.000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000.4859.370.000 (6520-1203012-31)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000.4859.450.000 (54115-1203012-02)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000.4859.627.000 правый с компенсатором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000.4859.627.000-01 левый с компенсатором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4308-1203012-21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10 931,00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металлорукав </w:t>
            </w:r>
            <w:r>
              <w:rPr>
                <w:sz w:val="16"/>
                <w:szCs w:val="16"/>
              </w:rPr>
              <w:t>4308-1203012-50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8 016,00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4308-1203012-51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43114-1203012-01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5320-1203012 (краш,усил.) ГОФРА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5320-1203012-70Э в сборе с тройником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5320-1203012Э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54115-1203012-70Э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54115-1203012Э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65115-1203012-02 (замена 000.4859.255.000)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65115-1203012-07Э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  <w:r>
              <w:rPr>
                <w:sz w:val="16"/>
                <w:szCs w:val="16"/>
              </w:rPr>
              <w:t>055,00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65115-1203012-12 (000.4859.254.000)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КС125.300.00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ТУРБО 54115-1203012-01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 ТУРБО 54115-1203012-02 завод (замена -01)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металлорукав ТУРБО-ЕВРО </w:t>
            </w:r>
            <w:r>
              <w:rPr>
                <w:sz w:val="16"/>
                <w:szCs w:val="16"/>
              </w:rPr>
              <w:t>54115-1203012С сетка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металлорукав1 5320-1203012-02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натяжитель автоматический 26816-01 Mizer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7 157,00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натяжитель ремня С3936213(3281583,3976831,3945527,3934821), 43787.1704635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партубок приёмный </w:t>
            </w:r>
            <w:r>
              <w:rPr>
                <w:sz w:val="16"/>
                <w:szCs w:val="16"/>
              </w:rPr>
              <w:t>43255-1203011-24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партубок приёмный 5308-1203011-20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выпуск. 5320-1203016 00-39 (эжектор)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выпуск. 5511-1203016 00-39 кор.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подв.возд. ЕВРО  54112-1109278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патрубок </w:t>
            </w:r>
            <w:r>
              <w:rPr>
                <w:sz w:val="16"/>
                <w:szCs w:val="16"/>
              </w:rPr>
              <w:t>приемный 54115-1203010-2039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4308-1203010-41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4308-1203011-41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43255-1203009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43255-1203010-24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9 095,00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патрубок </w:t>
            </w:r>
            <w:r>
              <w:rPr>
                <w:sz w:val="16"/>
                <w:szCs w:val="16"/>
              </w:rPr>
              <w:t>приёмный 43255-1203011-70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7 905,00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5297-1203011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5320-1203011 0039 лев.глуш. зав.(труба)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5320-1203011/051 пря. 5320 в сб. ЗИПКАМ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патрубок приёмный </w:t>
            </w:r>
            <w:r>
              <w:rPr>
                <w:sz w:val="16"/>
                <w:szCs w:val="16"/>
              </w:rPr>
              <w:t>54115-1203010-1039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54115-1203010-10Э к ТКР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54115-1203010-3039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4 108,00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54115-1203010-40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54115-1203010-5039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патрубок </w:t>
            </w:r>
            <w:r>
              <w:rPr>
                <w:sz w:val="16"/>
                <w:szCs w:val="16"/>
              </w:rPr>
              <w:t>приёмный 54115-1203010-50Э к ТКР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54115-1203010-6039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54115-1203011-10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4 154,00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54115-1203011-30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54115-1203011-40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63501-1203008-30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63501-1203008-31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63501-1203008-32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6520-1203008-31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6520-1203008-32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патрубок </w:t>
            </w:r>
            <w:r>
              <w:rPr>
                <w:sz w:val="16"/>
                <w:szCs w:val="16"/>
              </w:rPr>
              <w:t>приёмный 6520-1203008-33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приёмный 6520-1203008-34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переходник 4310-1203168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4310-1203020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54115-1203020 0093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асбест.терм. 53215-1203023 кв.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фланца 5320-1203020  (глушителя асб. тер)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фланца 54115-1203023  ТУРБО,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фланца 54115-1203023-01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фланца 54115-1203023-20  под турбину Switzer под ЕВРО-2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сетка горелки </w:t>
            </w:r>
            <w:r>
              <w:rPr>
                <w:sz w:val="16"/>
                <w:szCs w:val="16"/>
              </w:rPr>
              <w:t>Webasto АТ2000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5308-1203061-04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глушителя 54115-1203061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термостат 4930315 (5292738, 3972071) ор.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54115-1203035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55105-1201035-20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6520-1203035 00 глушителя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газа на ТНВД 208431 11000 мм "Кабл Крафт" (ан.Морзе)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выпускная 4326-1203048-20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выпускная 53212-1203048-90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выпускная 53228-1203015-10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898,00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выпускная 54115-1203015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выпускная 54115-1203048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выпускная 5511-1203048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6 664,00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выпускная 6520-1203048-50 (обогр.платформы)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19 018,00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труба выпускная 6522-1203048-10 </w:t>
            </w:r>
            <w:r>
              <w:rPr>
                <w:sz w:val="16"/>
                <w:szCs w:val="16"/>
              </w:rPr>
              <w:t>(обогр.платформы)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10 887,00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левая 43253-1203014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7 897,00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левая 4326-1203014-10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левая 53212-1203014-90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левая 54115-1203014-40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6 774,00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левая 54115-1203014-40 Э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труба </w:t>
            </w:r>
            <w:r>
              <w:rPr>
                <w:sz w:val="16"/>
                <w:szCs w:val="16"/>
              </w:rPr>
              <w:t>левая 6520-1203014 ЗИПКАМ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левая 6520-1203014 Э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правая 4308-1203013-70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правая 53212-1203013-9039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правая 54115-1203013-40 Э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правая 54115-1203013-4039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</w:t>
            </w:r>
            <w:r>
              <w:rPr>
                <w:sz w:val="16"/>
                <w:szCs w:val="16"/>
              </w:rPr>
              <w:t>071,00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приемная 5320-1203010 0039 прав.глуш.зав.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приемная 5320-1203010 прав.глуш.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приемная 5320-1203010/214Э кривая 5320(в сборе)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приемная 5320-1203011лев. глуш.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труба </w:t>
            </w:r>
            <w:r>
              <w:rPr>
                <w:sz w:val="16"/>
                <w:szCs w:val="16"/>
              </w:rPr>
              <w:t>приемная задняя 43255-1203214-02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8 062,00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приемная задняя левая 4310-1203051 0039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приемная задняя левая 5320-1203051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приемная задняя правая 4310-1203214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труба приемная задняя правая </w:t>
            </w:r>
            <w:r>
              <w:rPr>
                <w:sz w:val="16"/>
                <w:szCs w:val="16"/>
              </w:rPr>
              <w:t>5320-1203214 изогн.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приёмная задняя 43255-1203214-12 правая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7 739,00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промежуточная 4308-1203024-41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охлаждения компрессора С4934666 мет.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FF5018, FF5461, (WK731,723)замена FF4200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NG5900, 3607140 (газовый)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натяжной 5320-1203018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6460-1208110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глушителя 5320-1203047 0039 ленточный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глушителя 5320-1203047 ленточный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глушителя 5320-1203060/65 бол. на вып. патрубок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глушителя 5320-1203063/57 мал.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глушителя 54115-1203047 0039 ленточный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глушителя 54115-1203061 ЕВРО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эжектора 1203060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накала AT2000 ST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бачок расширительный 4308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бачок расширительный 4308-1311010 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10 580,00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бачок расширительный 5320-1311010 пластм.гол.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бачок расширительный 5320-1311010 пластм.гол. зав.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бачок </w:t>
            </w:r>
            <w:r>
              <w:rPr>
                <w:sz w:val="16"/>
                <w:szCs w:val="16"/>
              </w:rPr>
              <w:t>расширительный 6520 в сборе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бачок расширительный 6520-1311010-Г пластм.гол.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бачок расширительный МЧ43085-1311010 (21-440)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привода гидромуфты 740-1318082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валик водяного насоса 740-1307023-2039 </w:t>
            </w:r>
            <w:r>
              <w:rPr>
                <w:sz w:val="16"/>
                <w:szCs w:val="16"/>
              </w:rPr>
              <w:t>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вентилятор с муфтой 020002748  (D704)  45104-1308006 9038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29 915,00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вентилятор с муфтой 020004222 (D-768) (муфта 750)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51 479,00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вентилятор с муфтой 020004351 (D704) 45104-1308046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34 187,00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выключатель гидромуфты </w:t>
            </w:r>
            <w:r>
              <w:rPr>
                <w:sz w:val="16"/>
                <w:szCs w:val="16"/>
              </w:rPr>
              <w:t>740-1318210-0150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гидромуфта привода 740.13-1318010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43 664,00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термосиловой вкл.гидромуфты ТС103-1306090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жалюзи радиатора 53205-1310110 00-50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6 975,00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катушка электромагнитная 740.30-1317540 0038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кожух вентилятора 43269-1309012-20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кожух вентилятора 6540-1309012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кожух радиатора 4310-1301400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колено отводящего патрубка 5320-1303028 0013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740.1318066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скольжения </w:t>
            </w:r>
            <w:r>
              <w:rPr>
                <w:sz w:val="16"/>
                <w:szCs w:val="16"/>
              </w:rPr>
              <w:t>7406-1307035-0144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740.1303018  термостата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740.1303099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740.1303172 помпы мал.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740.1307038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уплотнительное </w:t>
            </w:r>
            <w:r>
              <w:rPr>
                <w:sz w:val="16"/>
                <w:szCs w:val="16"/>
              </w:rPr>
              <w:t>740.1307075 помпы больш.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740.30-1303118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упорное 740-1307035-10 вод.нас.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упорное 740.1307035-10 вод.нас.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коробка водяная 740-1303178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10 258,00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коробка водяная </w:t>
            </w:r>
            <w:r>
              <w:rPr>
                <w:sz w:val="16"/>
                <w:szCs w:val="16"/>
              </w:rPr>
              <w:t>740.1303178-1039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корпус вод.каналов 7406-1303012-10 НЕФАЗ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24 575,00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сливной 5320-1305010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сливной 5320-1305010 0050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4310-1301408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4310-1301410 (замена -10)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>
              <w:rPr>
                <w:sz w:val="16"/>
                <w:szCs w:val="16"/>
              </w:rPr>
              <w:t>903,00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крепления ТОНВ FV 724001(2236470) для 65115В-1301010-80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крепления ТОНВ FV725001(2236470) для 65115В-1301010-80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крепления ТОНВ V726001(2237974) для 65115В-1301010-80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кронштейн </w:t>
            </w:r>
            <w:r>
              <w:rPr>
                <w:sz w:val="16"/>
                <w:szCs w:val="16"/>
              </w:rPr>
              <w:t>крепления ТОНВ V727001(2237974) для 65115В-1301010-80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расширительного бачка 5320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расширительного бачка 6520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крыльчатка вентилятора (704мм) с обечайкой, с плоским диском 21-162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крыльчатка</w:t>
            </w:r>
            <w:r>
              <w:rPr>
                <w:sz w:val="16"/>
                <w:szCs w:val="16"/>
              </w:rPr>
              <w:t xml:space="preserve"> вентилятора (715мм)  21-301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10 399,00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крыльчатка вентилятора 740-1308012 00-39 в сб.(600мм)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крыльчатка вентилятора 7405-1308012 0039 ЕВРО железная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крыльчатка помпы 740.1307032-1039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крышка 5320-1304010-01 </w:t>
            </w:r>
            <w:r>
              <w:rPr>
                <w:sz w:val="16"/>
                <w:szCs w:val="16"/>
              </w:rPr>
              <w:t>(пробка радиатора) метал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бачка ГУР КТС 4633143К 1370104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маслян.залив.горловины 5320-1311103-01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эл.магн.крыл.вен. 750.10-1317500 (21-710)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20 262,00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водяной 3286278 (3960309,3960342,4935793)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водяной 380 0984000-00 (№3800984)(С4891252,5473172)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водяной 740-1307010-0239 (-31) (740.1307216-30)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12 582,00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водяной 740.50-1307010 00 ЕВРО (аналог У-079.00.000-01СБ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9 015,00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насос водяной </w:t>
            </w:r>
            <w:r>
              <w:rPr>
                <w:sz w:val="16"/>
                <w:szCs w:val="16"/>
              </w:rPr>
              <w:t>740.50-1307010-30 Евро 2, Эконом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водяной 740.63-1307010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14 271,00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водяной 740.63-1307010-30, Евро-3, Эконом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водяной 740.63-1307010Э  Евро-3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10 861,00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КТС40-506.900-К5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11 920,00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обойма кольца 740-1307039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4308-1303010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4308-1303027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4308-1303027-10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5320-1311055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54115-1303027-29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патрубок </w:t>
            </w:r>
            <w:r>
              <w:rPr>
                <w:sz w:val="16"/>
                <w:szCs w:val="16"/>
              </w:rPr>
              <w:t>6520-1311066-01 прям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7405.1303168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водяной коробки 740.1303130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помпы отводящий 5320-1303058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помпы отводящий ЕВРО 54115-1303058-1039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патрубок </w:t>
            </w:r>
            <w:r>
              <w:rPr>
                <w:sz w:val="16"/>
                <w:szCs w:val="16"/>
              </w:rPr>
              <w:t>радиатора 65115-1303010-28 верхний (Sобразн.,L290,d43/58)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радиатора 65115-1303026-28 нижний (L120.d58/48)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радиатора нижний 53605-1303026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радиатора нижний 53605М-1303026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угловой  90 градус. d50 L100*100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угловой 5320-1311049 расш.бачка D-32*32 L-60*60, силикон РТИкомплек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патрубок угловой 5320-1311049 расш.бачка Ф30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переключатель (Е-3) 771.3709-02.98 </w:t>
            </w:r>
            <w:r>
              <w:rPr>
                <w:sz w:val="16"/>
                <w:szCs w:val="16"/>
              </w:rPr>
              <w:t>(круиз-контроль)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пластина пружинная 740.30-1317524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радиатора  5320-1302060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расшир.бачка 6520-1311100 б/к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расширительного бачка 9527-1311060-02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пробка расширительного бачка в </w:t>
            </w:r>
            <w:r>
              <w:rPr>
                <w:sz w:val="16"/>
                <w:szCs w:val="16"/>
              </w:rPr>
              <w:t>сб. 5320-1311060 пластм.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слива масла с поддона С3282266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выключателя гидромуфты 740-1318218-11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кол. термост. 740-1303214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кол. термост. 7406-1303214-10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</w:t>
            </w:r>
            <w:r>
              <w:rPr>
                <w:sz w:val="16"/>
                <w:szCs w:val="16"/>
              </w:rPr>
              <w:t>кол. термост. 7406.1303214-10М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корпуса водян.каналов 7406-1303162-10М прав.АЗК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корпуса водян.каналов 7406-1303163-10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корпуса водян.каналов 7406-1303163-10М лев. АЗК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корп.вод.каналов 7406-1303015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корп.вод.каналов 7406-1303015М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отводящего патрубка 5320-1303063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патрубка подводящ.трубы 740-1303024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патрубка расш.бачка</w:t>
            </w:r>
            <w:r>
              <w:rPr>
                <w:sz w:val="16"/>
                <w:szCs w:val="16"/>
              </w:rPr>
              <w:t xml:space="preserve"> 5320-1311058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фл.слива вод.кор. 740.1303198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ФСИ-65,У-002.00.007 СТР  Строймаш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0732.042.510,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радиатор водяной 4326А-1301010 (замена ЛР4326.1301010 )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радиатор водяной </w:t>
            </w:r>
            <w:r>
              <w:rPr>
                <w:sz w:val="16"/>
                <w:szCs w:val="16"/>
              </w:rPr>
              <w:t>5320-1301010 ( 3-х ряд.)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29 486,00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радиатор водяной 5320Ш-1301010-33 ( 3-х ряд.) 4308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25 174,00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радиатор водяной 54115-1301010 (4-х ряд.)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39 331,00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радиатор водяной 54115-1301010-10 ( 3-х ряд.)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31 690,00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радиатор водяной 5460Ш-1301010 (</w:t>
            </w:r>
            <w:r>
              <w:rPr>
                <w:sz w:val="16"/>
                <w:szCs w:val="16"/>
              </w:rPr>
              <w:t xml:space="preserve"> 3-х ряд.)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68 031,00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радиатор водяной 65115-1301010-21(взаимозаменяемый с -22)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51 453,00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радиатор водяной 6520-1301010-01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56 230,00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сист. охлажд.740.1303000-10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ремень 1250 740-1308020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ремень 1320 </w:t>
            </w:r>
            <w:r>
              <w:rPr>
                <w:sz w:val="16"/>
                <w:szCs w:val="16"/>
              </w:rPr>
              <w:t>740.1307170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ремень 1320 зуб. 740.1307170-10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ремень 6к-1790 740.11-1307170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направляющий 26900-21(8 руч. ремень 8РК1675)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направляющий 9527-1307225-03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ролик направляющий </w:t>
            </w:r>
            <w:r>
              <w:rPr>
                <w:sz w:val="16"/>
                <w:szCs w:val="16"/>
              </w:rPr>
              <w:t>9527-1307225-83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натяжной 740.11-1307220 (9527-1307220) ремня генератора ЕВРО пластм.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натяжной 740.11-1307220 ремня генератора ЕВРО алюмин.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верхний 5320-1303010 (L191,d56) 4 слоя,5 мм 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верхний 5320-1303010 БРТ (Балаково)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верхний 65115-1303010  ХОРС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верхний 65115-1303010 (L100/160.d60)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верхний 6520-1303010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нижний 5320-1303026 БРТ (Балаково)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нижний 54115-1303026 -01 Силко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нижний 54115-1303026 -01 ХОРС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нижний 54115-1303026 (L265.d70) 4 слоя,5 мм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нижний 65115-1303026-10  ХОРС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рукав нижний </w:t>
            </w:r>
            <w:r>
              <w:rPr>
                <w:sz w:val="16"/>
                <w:szCs w:val="16"/>
              </w:rPr>
              <w:t>65115-1303026-10 (L130/150.d60/70)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нижний 65115-1303026-10 РТИ к-т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нижний 6520-1303026 (L280.d70) 4 слоя,5 мм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нижний 6520-1303026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рукав средний 5320-1303027 </w:t>
            </w:r>
            <w:r>
              <w:rPr>
                <w:sz w:val="16"/>
                <w:szCs w:val="16"/>
              </w:rPr>
              <w:t>(L120.d69)  слоя,5 мм Красноярск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средний 5320-1303027 БРТ(Балаково)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рукав средний 5320-1303027-10 ХОРС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привода жалюзи 53205-1310180 0039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 94412  SP/1341/1 водяного насоса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водяного насоса 2101-1307013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водяного насоса 42х16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гидромуфты 100х125х12 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гидромуфты 34х50х10 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скоба 4308-3407201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термостат 5284903 (3968559) </w:t>
            </w:r>
            <w:r>
              <w:rPr>
                <w:sz w:val="16"/>
                <w:szCs w:val="16"/>
              </w:rPr>
              <w:t>(С5337942),3940632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термостат 5292708 (4929642,5256423,5292742,3973834)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термостат сб. 815 (датчик температуры) (планар 4Д,4ДМ,4ДМ2) 55Н 12Т944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термостат ТС107 107-1306100-01 (к-т ) Ставрово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труба водяная </w:t>
            </w:r>
            <w:r>
              <w:rPr>
                <w:sz w:val="16"/>
                <w:szCs w:val="16"/>
              </w:rPr>
              <w:t>соединительная 740-1303256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перепускная 5320-1311091 расш.бачка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перепускная 5320-1311091-3039 расш.бачкаЕВРО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перепускная 740-1303090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подводящая 740-1303152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65115-1311091-48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управления жалюзи 5320-1310210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7406.1303016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в сб. 43 5320-1303032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в сб. 70 5320-1303031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в сб. 80 5320-1303030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</w:t>
            </w:r>
            <w:r>
              <w:rPr>
                <w:sz w:val="16"/>
                <w:szCs w:val="16"/>
              </w:rPr>
              <w:t>пылеотражательная 740-1307107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бачок ГЦС 5320-1602560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вилки 14.1601215 0039 механизма сцепления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вилка включения сцепления 16.1601203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вилка включения сцепления 19.1601203-10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вилка</w:t>
            </w:r>
            <w:r>
              <w:rPr>
                <w:sz w:val="16"/>
                <w:szCs w:val="16"/>
              </w:rPr>
              <w:t xml:space="preserve"> механизма сцепления 14-1601108 (на узел 086)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вилки механизма сцепл.14.1601216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пальца толкат.ГЦС 5320-1602573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регулировочная 14.1601109  (109 вала)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цилиндр сцепления </w:t>
            </w:r>
            <w:r>
              <w:rPr>
                <w:sz w:val="16"/>
                <w:szCs w:val="16"/>
              </w:rPr>
              <w:t>15101-1602512 (аналог 830-1602512)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цилиндр сцепления 5320-1602510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цилиндр сцепления 5320-1602510-1050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диафрагма ПГУ 5320-1609571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14.1601130 в сб.ферадо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>
              <w:rPr>
                <w:sz w:val="16"/>
                <w:szCs w:val="16"/>
              </w:rPr>
              <w:t>664,00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142-1601130 усил.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17-1601129 (на КПП 152)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6 916,00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17-1601129-1090 (замена 16.1601130-10 и 17.1601130-10) (на КПП 154)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7 401,00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1878 000 205  Prawolf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9 490,00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диск </w:t>
            </w:r>
            <w:r>
              <w:rPr>
                <w:sz w:val="16"/>
                <w:szCs w:val="16"/>
              </w:rPr>
              <w:t>ведомый 1878 000 205 (КПП 151,8S1350, 6S600, 740.36)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19 274,00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1878 085 641 (камаз 5460) аналог Италия 6208 ST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15 360,00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1878 085 641, 310951 (камаз 5460) аналог "HAMMER" Турция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11 371,00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диск ведомый 1878000206 </w:t>
            </w:r>
            <w:r>
              <w:rPr>
                <w:sz w:val="16"/>
                <w:szCs w:val="16"/>
              </w:rPr>
              <w:t>45104-1601206-90 (491878000206) (КПП 154,авт.) Германия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19 375,00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1878004094 (ан. 1878 004 109) MFZ 395 FLRS.Германия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10 438,00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39 1878 007 210 SACHS (D 395 мм) 4308,43253,43255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18 493,00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диск ведомый 491878009605 </w:t>
            </w:r>
            <w:r>
              <w:rPr>
                <w:sz w:val="16"/>
                <w:szCs w:val="16"/>
              </w:rPr>
              <w:t>(491878080037)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6206 ST (аналог 491878000206)(замена 20.1601130)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6207 ST Италия КПП ZF под вал D51 (аналог 1878000205)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С4942719 (395 мм),5399705, 4936134 (1601Z26-130)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 </w:t>
            </w:r>
            <w:r>
              <w:rPr>
                <w:sz w:val="16"/>
                <w:szCs w:val="16"/>
              </w:rPr>
              <w:t>222,00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ведущий 14-1601094 1039 средний  пром.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ведущий 14-1601094 средний пром. Тюмень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ведущий средний 17-1601092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нажимной 14-1601090-1039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11 637,00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диск нажимной 142-1601090 0039 </w:t>
            </w:r>
            <w:r>
              <w:rPr>
                <w:sz w:val="16"/>
                <w:szCs w:val="16"/>
              </w:rPr>
              <w:t>усилен.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12 184,00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нажимной 142-1601093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нажимной 18 3482 000 474 САКС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20 677,00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нажимной 180327043 (DSP430-024) (5490)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нажимной 3434 820 01444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23 971,00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диск нажимной 3482 000 474 </w:t>
            </w:r>
            <w:r>
              <w:rPr>
                <w:sz w:val="16"/>
                <w:szCs w:val="16"/>
              </w:rPr>
              <w:t>(ан. Сакс), FLRS, Германия (MFZ 395)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16 165,00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нажимной 3482 083 118-00  (Сакс)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19 986,00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нажимной 3970505 Китай (3970505.3483.000.001)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53 797,00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нажимной 514142.1601090 (диск диафрагменного типа коробки переменных переда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10 081,00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толкателя поршня 864221,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14.1601242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упорное 14-1601120 (пятак)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упорное 14.1601120 0039 (пятак)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гл.цил.сцепления 5320-1602517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ПГУ 13,4х28  864173-01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выключения сцепления 14-1601180 0039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выключения сцепления 14.1601180Э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выключения сцепления 17-1601180 0039 (подш.выж)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выключения</w:t>
            </w:r>
            <w:r>
              <w:rPr>
                <w:sz w:val="16"/>
                <w:szCs w:val="16"/>
              </w:rPr>
              <w:t xml:space="preserve"> сцепления 720-1601180-50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выключения сцепления 728-1601180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10 863,00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вязкостная 020006547 в сб.с вентилятором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сцепления 3151 000 157 (замена 343151001043) SACHS Германия 2 усика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 </w:t>
            </w:r>
            <w:r>
              <w:rPr>
                <w:sz w:val="16"/>
                <w:szCs w:val="16"/>
              </w:rPr>
              <w:t>052,00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сцепления 3151 000 157 KASCH (Турция)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педали сцепления 5320-1602048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сцепления 14-1601138 (не сверл.)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сцепления 14-1601138-01 (сверл.) ферадо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отжимного рычага</w:t>
            </w:r>
            <w:r>
              <w:rPr>
                <w:sz w:val="16"/>
                <w:szCs w:val="16"/>
              </w:rPr>
              <w:t xml:space="preserve"> 14-1601306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ПГУ 11.1602410-40 Волчанский автоагр.завод)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9 831,00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ПГУ 11.1609010 привода сцепления гидропневманический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ПГУ 17100-1609000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7 540,00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ПГУ 5320-1609510 0039 со штоком (завод)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9 733,00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ПГУ 970 </w:t>
            </w:r>
            <w:r>
              <w:rPr>
                <w:sz w:val="16"/>
                <w:szCs w:val="16"/>
              </w:rPr>
              <w:t>051 2047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32 706,00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ПГУ 970 051 4230 (0 501 006 570) WABCO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14 340,00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ПГУ 970 051 4240 970000 5142400 Германия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педаль сцепления 5320-1602010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пластина запорная 14-1601111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пластина опорная 14-1601110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ГЦС 5320-1602515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ПГУ 5320-1609592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муфты выжимного подшипника 14.1601188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нажимная 14.1601115-10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оттяжная ПГУ 5320-1602160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пружина педали сцепления </w:t>
            </w:r>
            <w:r>
              <w:rPr>
                <w:sz w:val="16"/>
                <w:szCs w:val="16"/>
              </w:rPr>
              <w:t>5320-1602034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сцепления - петля 14.1601275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сцепления 14-1601273 (на кольцо 1601120)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сцепления 142-1601116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пыльник ПГУ 5320-1609569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ГЦС 830-1602512РК (6 наим.)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ремкомплект ПГУ 970.051.9042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игольчатый 14.1601270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игольчатый 3025И001(CSN 02 3582) 3*13,8-1,5-3,5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вала вилки 14-1601217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вала вилки 19-1601217-1004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рычаг </w:t>
            </w:r>
            <w:r>
              <w:rPr>
                <w:sz w:val="16"/>
                <w:szCs w:val="16"/>
              </w:rPr>
              <w:t>оттяжной 14-1601086 0039 в сб.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3025С013 B1FUD 60*75*8 3021C035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3025С015 AS 70*80*7/10 3021C030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скоба оттяжной пружины 5320-1602157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ступица 14-1601142-0039 на корз.сцепл.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муфты сцепления 14-1601187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толкатель поршня 5320-1602568 (шток ГЦС)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толкатель поршня 5320-1609567 (шток ПГУ)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ГЦС 5320-1602588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кондиционера А9408300915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18 148,00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обратки осн. С4943771(4994934,4930560,4943771)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ПГУ 5320-1609616 (мал.)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ПГУ 5320-1609618 (длин.)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ПГУ вторая 5320-1602606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ПГУ первая 5320-1602592 в сб. (жидкостная) коротк.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С4930060 соед. пластик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чехол ГЦС 5320-1602543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выж.подш.14.1601230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ГЦС 5320-1602575 60мм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ПГУ 4310-1602590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ПГУ 5320-1602590 Зеленодольск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шланг </w:t>
            </w:r>
            <w:r>
              <w:rPr>
                <w:sz w:val="16"/>
                <w:szCs w:val="16"/>
              </w:rPr>
              <w:t>ПГУ 53215-1602590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шестерён 14.1701082 0039 заднего хода.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шестерён 14.1701082 заднего хода. не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6460-1772324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вторичный 14.1701105 0039 КПП (взаим.с в142-1701105)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вторичный 142-1701105 0039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16 672,00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вторичный 154-1701105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28 827,00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 14-1701025 0039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20 594,00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 14.1701030 0039 КПП без делит.(027)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 15.1701025 0039 КПП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11 855,00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15.1701027 0039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152.1701027 0039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7 988,00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152.1770044 0039 (замена 15-1770044)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154-1701027 0039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14 898,00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154.1770040 0039 в</w:t>
            </w:r>
            <w:r>
              <w:rPr>
                <w:sz w:val="16"/>
                <w:szCs w:val="16"/>
              </w:rPr>
              <w:t xml:space="preserve">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26 767,00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первичный 154.1770044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12 740,00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промежуточный 142.1701048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13 732,00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промежуточный 15.1770210-0139 в сб.(уз.210)к-т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промежуточный 154-1770210 0039 к-т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15 478,00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 промежуточный </w:t>
            </w:r>
            <w:r>
              <w:rPr>
                <w:sz w:val="16"/>
                <w:szCs w:val="16"/>
              </w:rPr>
              <w:t>154.1701048 0139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19 956,00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рычага 142-1702221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валик 15.1771114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виброизолятор 142.1703632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вилка делителя 15.1771094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вилка перекл. 1-й перед.и зад.хода 14.1702024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вилка перекл. 2-й и 3-й передачи 14.1702027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вилка перекл. 4-й и 5-й передачи 14.1702033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воздухопровод 15.1772270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воздухораспределитель 15-1772010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воздухораспределитель В2111-4.00.000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>088,00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15-1770086 0039 (на 44 вал)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41-200-5031 МАДАРА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412-1703015 (флажок)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маслоперепускная 14.1701043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наконечника рычага 161.1703221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втулка </w:t>
            </w:r>
            <w:r>
              <w:rPr>
                <w:sz w:val="16"/>
                <w:szCs w:val="16"/>
              </w:rPr>
              <w:t>промежуточная 14.1701143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промежуточная 154.1701143 промеж. роликовая 4 перед.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распорная 14.1701062 шестер.4-й перед.и п/в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распорная 15.1701072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шестерни 154.1701139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773,00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шестерни 4-й передачи 14.1701139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гнездо заднего подшипника 15.1770256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гнездо подшипника 14.1701078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передней тяги 14.1703264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головка штока вилки 2/3 перед. </w:t>
            </w:r>
            <w:r>
              <w:rPr>
                <w:sz w:val="16"/>
                <w:szCs w:val="16"/>
              </w:rPr>
              <w:t>14.1702028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штока вилки задн.хода 14.1702053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фрикционный 14.1703216 ( фтор.)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дросель 154.1701402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25 1/43289/01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трубок делителя 15.1772270/290/300/320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к-т трубок </w:t>
            </w:r>
            <w:r>
              <w:rPr>
                <w:sz w:val="16"/>
                <w:szCs w:val="16"/>
              </w:rPr>
              <w:t>КПП 15-1772350/356/360 (3 наим.)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картер делителя передач 15.1770030 0039 (корп.кор)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52 765,00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картер КПП 14.1701015 0039 (корпус)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51 017,00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вкл.делителя (№501 215 157) (замена 501 207 460)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5 858,00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клапан включения </w:t>
            </w:r>
            <w:r>
              <w:rPr>
                <w:sz w:val="16"/>
                <w:szCs w:val="16"/>
              </w:rPr>
              <w:t>делителя 15.1772040-01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редукционный 15-1772100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кожух защитный 530-1703600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наконечников делителя 15-1772326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14-1701067 стопорное втор.вала (105 вал)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</w:t>
            </w:r>
            <w:r>
              <w:rPr>
                <w:sz w:val="16"/>
                <w:szCs w:val="16"/>
              </w:rPr>
              <w:t>14.1701063 стопорное пром. вала.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154.1701400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делителя 15.1772034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защитное КПП 14.1702246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маслонагнетающее 14.1701096 (на 030 вал)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маслонагнетающее 15.1770092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переключ. КПП 14.1702234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переключ. КПП 864234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упл. 6540-1703548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15.1770246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установочное 14.1701034 (на подш.170412)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</w:t>
            </w:r>
            <w:r>
              <w:rPr>
                <w:sz w:val="16"/>
                <w:szCs w:val="16"/>
              </w:rPr>
              <w:t>установочное 1770236 п/ш 50409 (мал)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управления в сб. 15-1772132(делит) Заинск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крестовина 6540-1703552-06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6 106,00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крестовина IJ.57152.01.02  (57х152)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6520-1703240-10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кронштейн </w:t>
            </w:r>
            <w:r>
              <w:rPr>
                <w:sz w:val="16"/>
                <w:szCs w:val="16"/>
              </w:rPr>
              <w:t>промежуточной тяги 152.1703284-20.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10 700,00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заднего подшипника 14.1701205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подшипника 14-1701040-40 ( 154 кор.) задн.подш.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подшипника 14-1701040-50 пер.подш.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крышка подшипника </w:t>
            </w:r>
            <w:r>
              <w:rPr>
                <w:sz w:val="16"/>
                <w:szCs w:val="16"/>
              </w:rPr>
              <w:t>14.1701040 0039 перв.вала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подшипника 15.1701040 0039 кольцо перв.вала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подшипника 154-1701040 ЕВРО-2 (кольцо)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подшипника 154.1701201 0039 втор.вала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6 795,00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манжета к/в 120*150*12 С8002714 </w:t>
            </w:r>
            <w:r>
              <w:rPr>
                <w:sz w:val="16"/>
                <w:szCs w:val="16"/>
              </w:rPr>
              <w:t>с войлоком (603147)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механизм перекл.дел. 15.1771010-10 в сб. (замена на МПДП-1771010А)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362-1703521-0090 правый длинный внутр. резьба(Ростар)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наконечник 362-1703521-20 прав.корот. внутр. резьба </w:t>
            </w:r>
            <w:r>
              <w:rPr>
                <w:sz w:val="16"/>
                <w:szCs w:val="16"/>
              </w:rPr>
              <w:t>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362-1703522-0090 левый длинный внутр. резьба(Ростар)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362-1703522-20 лев.корот. внутр. резьба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рычага 14.1703212 0039 (опоры рычага)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направляющая </w:t>
            </w:r>
            <w:r>
              <w:rPr>
                <w:sz w:val="16"/>
                <w:szCs w:val="16"/>
              </w:rPr>
              <w:t>15-1772072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рычага 14.1702200-1039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рычага 14.1703204 0039 в сб. (кулиса)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11 438,00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рычага 142.1702200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13 512,00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рычага 15-1703204 0039 (кулиса)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25 090,00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опора рычага 154-1703204 </w:t>
            </w:r>
            <w:r>
              <w:rPr>
                <w:sz w:val="16"/>
                <w:szCs w:val="16"/>
              </w:rPr>
              <w:t>0039 ЕВРО-2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29 243,00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рычага 530-1702200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14 864,00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штока 14.1702210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161.1703228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5320-1703618-99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блока шестерён з/х 14-1701092 0039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педаль газа Agis 338 100 101 </w:t>
            </w:r>
            <w:r>
              <w:rPr>
                <w:sz w:val="16"/>
                <w:szCs w:val="16"/>
              </w:rPr>
              <w:t>(автобус) аналог211138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переключатель крана делителя 15-1772202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привод упр. 14.1703006 0039 тяга пер.в сб.(кул.)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8 299,00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сливная с магнитом в сборе 14.1701306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14-1701021 крышки люка КПП.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14.1701069 крышки подшипника КПП.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14.1701075 гнезда задн.подш. (карт.)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15-1772026 (воздухораспределителя).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15.1770038 крышки люка делит.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картера делителя </w:t>
            </w:r>
            <w:r>
              <w:rPr>
                <w:sz w:val="16"/>
                <w:szCs w:val="16"/>
              </w:rPr>
              <w:t>15.1770034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корп.мех.перек.пер.15.1771026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14.1701203 (на 105 вал)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15.1770248 пер.подш.делит.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154.1770248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крышки крана управл. </w:t>
            </w:r>
            <w:r>
              <w:rPr>
                <w:sz w:val="16"/>
                <w:szCs w:val="16"/>
              </w:rPr>
              <w:t>делит. 15.1772173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механизма перекл.14.1702014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отв.штока рычага 14.1702238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под кулису КПП 14.1702122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регулировочная  </w:t>
            </w:r>
            <w:r>
              <w:rPr>
                <w:sz w:val="16"/>
                <w:szCs w:val="16"/>
              </w:rPr>
              <w:t>154.1701771-10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154.1701771-20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154.1701771-30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154.1701771-40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154.1701771-50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</w:t>
            </w:r>
            <w:r>
              <w:rPr>
                <w:sz w:val="16"/>
                <w:szCs w:val="16"/>
              </w:rPr>
              <w:t>регулировочная  154.1701771-60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154.1701771-70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154.1701771-80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154.1701771-90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154.1701772-10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154.1701772-20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154.1701772-30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154.1701772-40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154.1701772-50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154.1701772-60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154.1701772-70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154.1701772-80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 154.1701772-90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14.1701035</w:t>
            </w:r>
            <w:r>
              <w:rPr>
                <w:sz w:val="16"/>
                <w:szCs w:val="16"/>
              </w:rPr>
              <w:t xml:space="preserve"> (метал.)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14.1701036 0039 (метал.)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уплотнительная 14.1701042 (на 040 крыш.)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15.1771064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возвр. А3833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кулисы (сухари,пружины,) метал.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14.1701285 (105 вала)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рукоятка КПП 15.1703248 (с дел.)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рукоятка перекл.делителя 412-1703007-40 на 2 трубочки(Ростар)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рукоятка перекл.делителя 412.1703007 на 2 трубочки(Ростар)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рукоятка </w:t>
            </w:r>
            <w:r>
              <w:rPr>
                <w:sz w:val="16"/>
                <w:szCs w:val="16"/>
              </w:rPr>
              <w:t>перекл.делителя Р412-1703007-10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рукоятка перекл.делителя Р412-1703007-11 на 3 трубочки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рукоятка перекл.делителя Р413-1703007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5 229,00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152.1703637-20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КПП 14.1703246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наконечника 6520-1703223-24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передней тяги 14.1703274 0039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переключения передач 14-1702222-1039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КПП 142 ЕВРО 25х38х18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КПП 25х42х10 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КПП 45х60х7 (силикон)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КПП 45х60х7 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КПП 45х64х8 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сапун 14.1702170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сапун ПГУ 15-1772370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синхрон делителя 154.1770160 00-39 заказ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23 353,00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синхронизатор 2-3 передачи 14.1701150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синхронизатор 2-3 передачи 154-1701150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16 464,00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синхронизатор 4-5 передачи 14.1701151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синхронизатор 4-5 передачи 142.1701151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8 680,00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синхронизатор 4-5 </w:t>
            </w:r>
            <w:r>
              <w:rPr>
                <w:sz w:val="16"/>
                <w:szCs w:val="16"/>
              </w:rPr>
              <w:t>передачи 154.1701151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14 514,00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синхронизатор делителя 152.1770160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7 236,00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стакан 14.1702088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вилки 2/3 передачи, ,делителя 14.1702029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вилки 2/3 передачи, ,делителя 14.1702029 0039 зав.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вилки 4/5 передачи 14-1702035 0039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клапана С3940123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15-1772183 (делителя в оплётке с золотником)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15-1772183 0050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КПП М6433.09200/9,2м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15.1772300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15.1772320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412-1703067 синяя 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412-1703068 белая 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412-1703069 черная 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рукоятки перекл.делителя 412-1703060-01 (черн.)(Ростар)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154-1703349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154-1703349-22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154-1703349-25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43255-1703325-40 (Прогресс-плюс)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43255-1703325-50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7 970,00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65115-1703325-50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7 775,00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тяга </w:t>
            </w:r>
            <w:r>
              <w:rPr>
                <w:sz w:val="16"/>
                <w:szCs w:val="16"/>
              </w:rPr>
              <w:t>65115-1703349-30 (L=1222mm)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6540-1703325-06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кулисы 65115-1703325-40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переключения КПП 360-1703280-60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переключения КПП 362-1703620-20(Ростар)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тяга </w:t>
            </w:r>
            <w:r>
              <w:rPr>
                <w:sz w:val="16"/>
                <w:szCs w:val="16"/>
              </w:rPr>
              <w:t>промежуточная 14.1703280 0039 (короткая)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промежуточная 15.1703280 0039 (длин.)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реактивная 154.1703520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реактивная 535-1703800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тяга реактивная 6460-1703520 0039 </w:t>
            </w:r>
            <w:r>
              <w:rPr>
                <w:sz w:val="16"/>
                <w:szCs w:val="16"/>
              </w:rPr>
              <w:t>(14101-1703520)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реактивная 6460-1703524 0040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412-1703016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упор ПГУ в сб.15-1772080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упор ПГУ в сб.15.1772080-0039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фиксатор 15.1771062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фланец </w:t>
            </w:r>
            <w:r>
              <w:rPr>
                <w:sz w:val="16"/>
                <w:szCs w:val="16"/>
              </w:rPr>
              <w:t>14.1701240 0039 КПП  (квадрат)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14.1703296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142.1701240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152.1701240 0039 КПП (круг., 8 отвер.)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154.1701240 крепления кардана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хвостовик 362-1703420 </w:t>
            </w:r>
            <w:r>
              <w:rPr>
                <w:sz w:val="16"/>
                <w:szCs w:val="16"/>
              </w:rPr>
              <w:t>0092 длинный наружняя резьба(Ростар)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хвостовик 362-1703420 2092 короткий наружняя резьба(Ростар)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чехол рычага КПП 14-1703205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чехол рычага передач 14.1703234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027 вала 15.1701044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</w:t>
            </w:r>
            <w:r>
              <w:rPr>
                <w:sz w:val="16"/>
                <w:szCs w:val="16"/>
              </w:rPr>
              <w:t>81.44215.0016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тарельч. 14-1701243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упорная 14-1701060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упорная 14.1701122 0039 (на 105 вал)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упорная 14.1701144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упорная 15.1770238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</w:t>
            </w:r>
            <w:r>
              <w:rPr>
                <w:sz w:val="16"/>
                <w:szCs w:val="16"/>
              </w:rPr>
              <w:t>упорная 154-1701144 шестерни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1 передачи 14.1701112 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8 411,00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141-1701132 0039 (Урал)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2 передачи  14.1701127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2 передачи  154.1701127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9 752,00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шестерня 3 </w:t>
            </w:r>
            <w:r>
              <w:rPr>
                <w:sz w:val="16"/>
                <w:szCs w:val="16"/>
              </w:rPr>
              <w:t>передачи  14.1701051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3 передачи  14.1701130 0039  в сб.втор.вала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12 040,00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3 передачи  142.1701051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3 передачи 154-1701051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шестерня 4 передачи 14.1701055 0039 завод </w:t>
            </w:r>
            <w:r>
              <w:rPr>
                <w:sz w:val="16"/>
                <w:szCs w:val="16"/>
              </w:rPr>
              <w:t>пром.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4 передачи 14.1701115 0039 втор.вала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4 передачи 142-1701115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4 передачи 154-1701055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 сборе 152-1770050 0039 первичного 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6 518,00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</w:t>
            </w:r>
            <w:r>
              <w:rPr>
                <w:sz w:val="16"/>
                <w:szCs w:val="16"/>
              </w:rPr>
              <w:t xml:space="preserve"> сборе 154.1770050 0039 первичного вала.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11 749,00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заднего хода 14.1701140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6 120,00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привода 154.1701056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привода пром.вала 14-1701056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шток вилки перекл. 1 пер. задн.хода </w:t>
            </w:r>
            <w:r>
              <w:rPr>
                <w:sz w:val="16"/>
                <w:szCs w:val="16"/>
              </w:rPr>
              <w:t>14.1702060 0039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шток вилки перекл. 4 и 5 передачи 14.1702074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шток рычага 14.1702221-1039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 карданный 5320-2205011-04-03 осн. (кпп с делит)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21 388,00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вал карданный 5320-2205011-40-41 (КамАЗ-55102) квад.ф. </w:t>
            </w:r>
            <w:r>
              <w:rPr>
                <w:sz w:val="16"/>
                <w:szCs w:val="16"/>
              </w:rPr>
              <w:t>(б/делит.)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10 557,00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направляющая полуоси 4310-2401016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сателита 6520-2405038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сателлитов 41-065-5011 (Мадара)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перемычка  клапана С3943626 (крейцкопф)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рессоры 8350-2410024-30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полуось длинная левая 43118-2403069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17 660,00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полуось длинная левая 5320-2403071 0039 (аналог 53229-2403069 )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8 730,00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полуось длинная левая 53205-2403071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12 472,00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полуось длинная левая 53229-2403069 0039 (с блок.)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18 834,00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полуось длинная левая 6520-2403069 0021 Нефаз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полуось короткая левая 6520-2403070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8 400,00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полуось короткая правая  43118-2403070 0021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15 323,00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полуось короткая правая 5320-2403070 0039 (аналог 53229)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7 499,00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полуось </w:t>
            </w:r>
            <w:r>
              <w:rPr>
                <w:sz w:val="16"/>
                <w:szCs w:val="16"/>
              </w:rPr>
              <w:t>короткая правая 53205-2403070 0021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12 417,00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полуось короткая правая 53229-2403070 заказ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15 904,00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магнитная 2101-2401046 картера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0,5 (Е-3) 41-102-5101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0,5(Е-3) 41-160-5101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</w:t>
            </w:r>
            <w:r>
              <w:rPr>
                <w:sz w:val="16"/>
                <w:szCs w:val="16"/>
              </w:rPr>
              <w:t>камеры сгорания D2 252069060001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картера редуктора 5320-2402034 (кругл)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водила 6520-2405081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подш.гл.пер.моста 5320-2402225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подш.мостов 5320-2402047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полуоси 5320-2403048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полуоси 5320-2403048 бум.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43081-2402096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43081-2402097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43081-2402098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43081-2402099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43081-2402100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5320-2402096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5320-2402098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5320-2402099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5320-2402100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регулировочная 6520-2402096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2410283010 БОШ 30*42*6/6,5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зад. моста 6520 80х105х10 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зад. моста 6520 80х105х10х14 </w:t>
            </w:r>
            <w:r>
              <w:rPr>
                <w:sz w:val="16"/>
                <w:szCs w:val="16"/>
              </w:rPr>
              <w:t>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хвостовика лев. вращ. 70х92х12х16 фтор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хвостовика лев./прав. вращ. 864176/180 (универс.)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хвостовика прав. вращ. 70х92х12х16 (силикон)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хвостовика прав. вращ. 70х92х12х16 </w:t>
            </w:r>
            <w:r>
              <w:rPr>
                <w:sz w:val="16"/>
                <w:szCs w:val="16"/>
              </w:rPr>
              <w:t>(фтор)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скоба 55102-2409026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стакан подшипника 43081-2402046(48)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стакан подшипника 5320-2402046 0050(2402049)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стакан подшипника 5320-2402112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стакан подшипника 6520-2402046 0050 (2402048)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стопор гайки 5320-2403043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стопор гайки 6520-2403043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вилки блокировки 55102-2409024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фонарь габарита  (бел) 26.3712-10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цапфа 43114-2401080 прав.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14 849,00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цапфа 43114-2401081</w:t>
            </w:r>
            <w:r>
              <w:rPr>
                <w:sz w:val="16"/>
                <w:szCs w:val="16"/>
              </w:rPr>
              <w:t xml:space="preserve"> лев.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14 849,00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чашка дифференциала 43081-2403016 0039 МКД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37 097,00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чашка дифференциала 5320-2403016 0039 МКД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чашка дифференциала 53205-2403016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9 283,00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чашка дифференциала 6520-2403016 Нефаз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36 451,00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</w:t>
            </w:r>
            <w:r>
              <w:rPr>
                <w:sz w:val="16"/>
                <w:szCs w:val="16"/>
              </w:rPr>
              <w:t>быстросъёмная 332-000011 0038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быстросъёмная 332-000012 0038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замковая 6520-2405088 0024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замковая 6520-2405092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опорная  5320-2402175 00-26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опорная  5320-2402249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опорная  5320-2403051 0039 редук.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регулир. 5320-2402090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регулир. 5320-2402092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регулир. 5320-2402094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сателлита МКД 5320-2403058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сателлита МКД 5320-2403058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стопорная 5320-2402078-10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5320-2402017 ведущая (грибок)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ведомая 4308-2402120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ведомая 46зуб. 65115-2402120-60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21 976,00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ведомая 47зуб.  5320-2402120-4022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 272,00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ведомая 48зуб.  5320-2402120-3039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ведомая 49зуб.  5320-2402120-1039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6 929,00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ведомая 50зуб.  5320-2402120-2039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6 695,00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ведущая 12зуб.  5320-2402110-2039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шестерня ведущая </w:t>
            </w:r>
            <w:r>
              <w:rPr>
                <w:sz w:val="16"/>
                <w:szCs w:val="16"/>
              </w:rPr>
              <w:t>13зуб.  5320-2402110-1039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ведущая 14зуб.  5320-2402110-3039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ведущая 15зуб.  5320-2402110-4039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ведущая 16 зуб. 65115-2402110-60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16 415,00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шестерня ведущая 41-007-2071  </w:t>
            </w:r>
            <w:r>
              <w:rPr>
                <w:sz w:val="16"/>
                <w:szCs w:val="16"/>
              </w:rPr>
              <w:t>45104-2400027-90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коническая 5320-2402020 0039 зад.(пара)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11 094,00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коническая 6520-2402020-10 зад.(пара) 5,11,35/21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30 877,00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полуоси  53205-2403050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шестерня полуоси  53212-2403050 0039 </w:t>
            </w:r>
            <w:r>
              <w:rPr>
                <w:sz w:val="16"/>
                <w:szCs w:val="16"/>
              </w:rPr>
              <w:t>(5320)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полуоси 410-00042071 0038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крепления бампера  65115-2801501 Евро-2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буксирной вилки 4310-2806117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буксирной вилки 53205-2806117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палец </w:t>
            </w:r>
            <w:r>
              <w:rPr>
                <w:sz w:val="16"/>
                <w:szCs w:val="16"/>
              </w:rPr>
              <w:t>буксирной вилки 6520-2806048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петля букс. крюка 5320-280604301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подножка 5320-2803080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подрамник 6520-2801300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22 400,00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поперечина №1 5320-2801082 0039 рамы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12 521,00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поперечина №1 53205-2801082 0039 </w:t>
            </w:r>
            <w:r>
              <w:rPr>
                <w:sz w:val="16"/>
                <w:szCs w:val="16"/>
              </w:rPr>
              <w:t>(усил.)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14 514,00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поперечина №2 6520-2801098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15 387,00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поперечина №3 65207-2801130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18 060,00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проушина буксирная+палец+кронштейн 5410-2806043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53205-2806128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6520-2804027 0041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раскос поперечины 5320-2801218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раскос поперечины 5320-2801219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охл.компрессора С3287414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уплотнителт 16695627642(1.6)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буфер дополнительный 4310-2902684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буфер задней подвески </w:t>
            </w:r>
            <w:r>
              <w:rPr>
                <w:sz w:val="16"/>
                <w:szCs w:val="16"/>
              </w:rPr>
              <w:t>5320-2912624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буфер передней рессоры 5320-2902624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крон.зад.передней рессоры  5320-2902545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крон.зад.передней рессоры 5320-2902545 1039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реактивной штанги 5320-2919040 (наруж.)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реактивной штанги 5511-2919034 (внутрен.)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реактивной штанги 5511-2919034 (внутрен.) пластм.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стабилизатора 941-2916050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(на прицеп) BPW 03.113.01.34.0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втулка 4925-2912028 </w:t>
            </w:r>
            <w:r>
              <w:rPr>
                <w:sz w:val="16"/>
                <w:szCs w:val="16"/>
              </w:rPr>
              <w:t>0039 пласт.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4925-2912028-00 (замена 4925-2912028-10)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5490-2905422-48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65201-2905421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амортизатора 53212-2905486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амортизатора 53212-2905486 полиуретан.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балансира 9693-2918047 Нефаз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балансира 9908-2918012  Ставр.(9328-2918020)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башмака 5320-2918074 (алюм.)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башмака 5320-2918074 (брон.)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втулка башмака 5320-2918074 (брон.) </w:t>
            </w:r>
            <w:r>
              <w:rPr>
                <w:sz w:val="16"/>
                <w:szCs w:val="16"/>
              </w:rPr>
              <w:t>Р1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башмака 5320-2918074 (цинк.)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стабилизатора 65115-2906079Э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стабилизатора передн. подв. 53215-2906079 0169(R)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4308-2905535 0050 пр.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кронштейн 4308-2906094-01 </w:t>
            </w:r>
            <w:r>
              <w:rPr>
                <w:sz w:val="16"/>
                <w:szCs w:val="16"/>
              </w:rPr>
              <w:t>ниж.правый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4308-2906095-01 ниж.лев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4925-2906092 2084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5320-2902447 (замена 5320-2902447-10)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5320-2918238 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кронштейн амортизатора  5320-2905534 0039 </w:t>
            </w:r>
            <w:r>
              <w:rPr>
                <w:sz w:val="16"/>
                <w:szCs w:val="16"/>
              </w:rPr>
              <w:t>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амортизатора  5320-2905535 0039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амортизатора  65115-2905535-01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амортизатора 65206-2915540-45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амортизатора верхний 5425(5360)-2915540 1039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балансира с/о 5511-2918155 (восстановл.Р1)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11 340,00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верх.реакт.штанги 5320-2919088-30 со шпильками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12 185,00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задний 5320-2919094 р/ш с/об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крепления балансира 53205-2918154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11 469,00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передней рессоры 5490-2902447-20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передний  4310-2902444-0039 замена 43114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передний 5320-2902445 0039 левый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6 176,00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передний 5320-2919090 р/ш с/об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кронштейн </w:t>
            </w:r>
            <w:r>
              <w:rPr>
                <w:sz w:val="16"/>
                <w:szCs w:val="16"/>
              </w:rPr>
              <w:t>передний 5320-2919090-2039 р/ш  нов.об.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4 119,00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передний 5320-2919091 0050 р/ш н/о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передний 53205-2902443-10 опоры зад.завод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передний 6350-2902445-50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12 336,00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кронштейн передний </w:t>
            </w:r>
            <w:r>
              <w:rPr>
                <w:sz w:val="16"/>
                <w:szCs w:val="16"/>
              </w:rPr>
              <w:t>65115-2902444 0039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передний 65115-2902445 0039 левый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реактивн. штанги нижн. 9370-2919080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реактивный (приварной) 5320-2919080 0107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кронштейн реактивный </w:t>
            </w:r>
            <w:r>
              <w:rPr>
                <w:sz w:val="16"/>
                <w:szCs w:val="16"/>
              </w:rPr>
              <w:t>(приварной) 5320-2919081 0107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реактивный+опора 5511-2919074 пр.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реактивный+опора 5511-2919075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стабилизатора 65115-2906070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4310-2919060 ( штанги Р630</w:t>
            </w:r>
            <w:r>
              <w:rPr>
                <w:sz w:val="16"/>
                <w:szCs w:val="16"/>
              </w:rPr>
              <w:t xml:space="preserve"> ). с/о 3 отв.(Ростар)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башмака баланс. 5320-2918120 алюм.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башмака балансира 5320-2918120-20 (Ростар) пласт.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1 130Д-2912100-11 зад.рес. (прицеп) L=1601мм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лист № 1 5322-2912101-01 </w:t>
            </w:r>
            <w:r>
              <w:rPr>
                <w:sz w:val="16"/>
                <w:szCs w:val="16"/>
              </w:rPr>
              <w:t>зад.рес.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1 5490-2902015-15 пер.рес.с втулками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1 55111-2902101-01 пер.рес. (кор.) L=1675мм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1 55111-2912101-02 зад.рес. нов.об. L=1450мм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лист № 1 65115-2902101-15 перед.рес. под </w:t>
            </w:r>
            <w:r>
              <w:rPr>
                <w:sz w:val="16"/>
                <w:szCs w:val="16"/>
              </w:rPr>
              <w:t>сайлен блок ( 3-х лист рессора)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1 65115-2902101-20 перед.рес. под сайлен блок ( 11лист рессора)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1 6520-2902101-10 пер. рес.(малолистовая) L=1850мм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1 8378-2912101/1 прицеп L=1016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1-3 6520-2912101 зад. рес. L=1600мм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1, 2 55111-2912101-01 зад.рес. (кор.) L=1450мм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12 4310-2912112 зад.рес.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2 130Д-2912102-02 зад.рес. (прицеп) L=1515мм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лист № 2 </w:t>
            </w:r>
            <w:r>
              <w:rPr>
                <w:sz w:val="16"/>
                <w:szCs w:val="16"/>
              </w:rPr>
              <w:t>55111-2902102-01 пер.рес. (подкор.) L=1575мм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2 55111-2912102-02 зад.рес. нов.об. L=1440мм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2 65115-2902102 перед.рес.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2 65115-2902102-10 перед.рес. под ушко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лист № 2 </w:t>
            </w:r>
            <w:r>
              <w:rPr>
                <w:sz w:val="16"/>
                <w:szCs w:val="16"/>
              </w:rPr>
              <w:t>65115-2902102-15 перед.рес. под сайлен блок (малолистов.)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2 65115-2902102-20 перед.рес. под сайлен блок(на  11 лист.рессору)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3 130Д-2912103-02 зад.рес. (прицеп) L=1345мм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лист № 3 55111-2912103 </w:t>
            </w:r>
            <w:r>
              <w:rPr>
                <w:sz w:val="16"/>
                <w:szCs w:val="16"/>
              </w:rPr>
              <w:t>зад.рес. L=1464мм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3 65115-2902103 перед.рес.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3 65115-2902103 перед.рес. (малолистовой)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3 65115-2902103-15 перед.рес. под сайлен блок( малолист.рессора)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7 527,00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лист № 4 55111-2902104-01 </w:t>
            </w:r>
            <w:r>
              <w:rPr>
                <w:sz w:val="16"/>
                <w:szCs w:val="16"/>
              </w:rPr>
              <w:t>пер.рес.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4 6520-2912104 зад.рес.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5 55111-2912105-01 зад.рес. L=1050мм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6 55111-2902106-01 пер.рес. L=1100 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6 55111-2912106-01 зад.рес. L=960мм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лист № 7 </w:t>
            </w:r>
            <w:r>
              <w:rPr>
                <w:sz w:val="16"/>
                <w:szCs w:val="16"/>
              </w:rPr>
              <w:t>55111-2912107-01 зад.рес. L=865мм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 № 8 55111-2912108-01 зад.рес. с хомутами L=780мм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1115-2918180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1115-2918180Э Элемент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1418-2918180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манжета ушка </w:t>
            </w:r>
            <w:r>
              <w:rPr>
                <w:sz w:val="16"/>
                <w:szCs w:val="16"/>
              </w:rPr>
              <w:t>рессоры 65115-2902029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стремянки 4310-2912412-10 зад.рес.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стремянки 5320-2902412 перед.рес.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стремянки 5425-2902412 перед.рес.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стремянки 5511-2912412-1039 зад.рес.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ушка 65115-2902128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ушка пер. рес.5320-2902128-1008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ограничитель качания 6520-2912440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рессоры 5320-2912426-0150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рессоры 6520-2902520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рессоры</w:t>
            </w:r>
            <w:r>
              <w:rPr>
                <w:sz w:val="16"/>
                <w:szCs w:val="16"/>
              </w:rPr>
              <w:t xml:space="preserve"> 6520-2912430-10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рессоры 8350-2912420-10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балансира 5511-2918050 0039 в сб.10 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38 519,00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балансира 65115-2918050 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62 363,00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балансира 9908-2918030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ось стабилизатора 4925-2916075 0040 </w:t>
            </w:r>
            <w:r>
              <w:rPr>
                <w:sz w:val="16"/>
                <w:szCs w:val="16"/>
              </w:rPr>
              <w:t>заказ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стабилизатора 53215-2906075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стабилизатора 6460-2916075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4308-2915418 0040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5425-2912478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9693-2919250 НЕФАЗ 225мм (втулка+гайка)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палец </w:t>
            </w:r>
            <w:r>
              <w:rPr>
                <w:sz w:val="16"/>
                <w:szCs w:val="16"/>
              </w:rPr>
              <w:t>9693-2919250-01 НЕФАЗ 185мм (втулка+гайка)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9693-2919250-02 НЕФАЗ 195мм. (втулка+гайка)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дышла прицепа+втулка+гайка+шайба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зад.рес.(опоры) 5320-2912485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палец зад.рес.(опоры) </w:t>
            </w:r>
            <w:r>
              <w:rPr>
                <w:sz w:val="16"/>
                <w:szCs w:val="16"/>
              </w:rPr>
              <w:t>5320-2912485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крепления аморт.  53212-2905418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реактивной тяги HJ880201В00106LX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реактивной штанги 5460-2919026-40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реактивной штанги 5511-2919026 н/о (рез.)(Ростар)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554,00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реактивной штанги 5511-2919026-01Э н/о (рез.)(Элемент)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реактивной штанги 5511-2919026-15 ст.об. рез (Ростар) под гайку 33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сухаря 5320-2902547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сухаря 9908-2912547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палец ушка </w:t>
            </w:r>
            <w:r>
              <w:rPr>
                <w:sz w:val="16"/>
                <w:szCs w:val="16"/>
              </w:rPr>
              <w:t>передней рессоры 5320-2902478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ушка передней рессоры Р5320-2902478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ушка рессоры 4308-2902478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ушка рессоры 43114-2902478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ушка рессоры 65115-2902478 0040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пневмоподушка 435/216/131,2 без стакана и крышки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пневмоподушка 881MB со стаканом пластик (2 шп.+возд. / 8 отв.)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пневмоподушка РП 260 2934002-00 (265*340) Нефаз Н-581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пневморессора F308615601 задная правая (замена </w:t>
            </w:r>
            <w:r>
              <w:rPr>
                <w:sz w:val="16"/>
                <w:szCs w:val="16"/>
              </w:rPr>
              <w:t>731700009032 )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8 710,00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пневмоэлемент 731700006059 45104-5001008-90 (замена F308615401)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13 993,00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пневмоэлемент 731700009031 (замена F308615501 )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15 643,00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подкладка 93272-2912419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стабилизатора 4925-2916040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стабилизатора 4925-2916040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стабилизатора 4925-2916040Э Элемент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стабилизатора 53215-2906040 0086 (замена на -10)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рессора задняя 5322-2912012-02 н/о  15 т Чусовой (11 </w:t>
            </w:r>
            <w:r>
              <w:rPr>
                <w:sz w:val="16"/>
                <w:szCs w:val="16"/>
              </w:rPr>
              <w:t>лист.)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24 406,00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задняя 5425-2912012-01 (10 листов)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33 059,00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задняя 55111-2912012-01 с/о 13т (14 листов)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30 242,00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задняя 55111-2912012-02 н/о 13т.Чусовой (9 лист.)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20 985,00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рессора задняя 8378-2912012-01 (12 </w:t>
            </w:r>
            <w:r>
              <w:rPr>
                <w:sz w:val="16"/>
                <w:szCs w:val="16"/>
              </w:rPr>
              <w:t>лист.) L1654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13 851,00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задняя ЗИЛ 130-2912007-23 (прицеп) (16 листов)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21 158,00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задняя ЗИЛ допол.130-2913007-02 (прицеп) 9листов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6 963,00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передняя 4925-2902012-10  (18 листов)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17 305,00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рессора передняя </w:t>
            </w:r>
            <w:r>
              <w:rPr>
                <w:sz w:val="16"/>
                <w:szCs w:val="16"/>
              </w:rPr>
              <w:t>55111-2902012-01 в сб. (15 листов)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17 556,00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передняя 65115-2902012-10 (3 листа) 4308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14 145,00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передняя 65115-2902012-15 (3 листа) под сайлен блок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21 530,00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передняя 65115-2902012-20 (11 листов) под сайленблок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27 </w:t>
            </w:r>
            <w:r>
              <w:rPr>
                <w:sz w:val="16"/>
                <w:szCs w:val="16"/>
              </w:rPr>
              <w:t>119,00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передняя 6520-2902012-20 под сайлен блок (12 листов)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31 916,00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пневматическая 651-2934002-40 (РОСТАР) замена 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23 650,00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пневматической подвески 650-2934001-01 (замена на -02)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10 890,00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рессора </w:t>
            </w:r>
            <w:r>
              <w:rPr>
                <w:sz w:val="16"/>
                <w:szCs w:val="16"/>
              </w:rPr>
              <w:t>пневматической подвески 655-2934002-45 Ростар(180-2934002-01)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16 751,00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верхний  4310-2919072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верхний 5320-2919072 (бабочка)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балансира 114х145х15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стойка стабилизатора 4308-2906060 </w:t>
            </w:r>
            <w:r>
              <w:rPr>
                <w:sz w:val="16"/>
                <w:szCs w:val="16"/>
              </w:rPr>
              <w:t>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стойка стабилизатора 65115-2906060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4 172,00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стойка стабилизатора 6522-2916060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стойка стабилизатора 6540-2906060-20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задняя 4308-2912408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стремянка задняя 4310-2912408 </w:t>
            </w:r>
            <w:r>
              <w:rPr>
                <w:sz w:val="16"/>
                <w:szCs w:val="16"/>
              </w:rPr>
              <w:t>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задняя 5320-2912408  8т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задняя 5511-2912408 10т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задняя 5511-2912408 13т в сб. длин. (L=460-480 мм)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задняя 5511-2912408-1039 10т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задняя 5511-2912408-10Э Элемент 10 т (L=420 мм)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задняя 93282-2912408-10 с/г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задняя ТЦ 16-2912408 с/г L1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пердняя 65115-2902408-10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стремянка передней рессоры </w:t>
            </w:r>
            <w:r>
              <w:rPr>
                <w:sz w:val="16"/>
                <w:szCs w:val="16"/>
              </w:rPr>
              <w:t>53228-2902409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передняя 4310-2902408-1039 прав. коротк.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передняя 4310-2902409-1039 левая длин.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передняя 4925-2902408-10 (аналог 6540-2902409)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стремянка передняя </w:t>
            </w:r>
            <w:r>
              <w:rPr>
                <w:sz w:val="16"/>
                <w:szCs w:val="16"/>
              </w:rPr>
              <w:t>5320-2902408 0039 б/г (зав.)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передняя 5320-2902408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передняя 65115-2902408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передняя 6520-2912408 (М24х2 L-285)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рессоры 500А-2912024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стяжка </w:t>
            </w:r>
            <w:r>
              <w:rPr>
                <w:sz w:val="16"/>
                <w:szCs w:val="16"/>
              </w:rPr>
              <w:t>балансира 5320-2918189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8 771,00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 задн.крон.  5320-2902520 0039(8350)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сухарь+вкладыш+палец рес 5320-2902520/547/54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толкатель клапана С3931623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ушко рессоры 4925-2912020 0039 со вт.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ушко </w:t>
            </w:r>
            <w:r>
              <w:rPr>
                <w:sz w:val="16"/>
                <w:szCs w:val="16"/>
              </w:rPr>
              <w:t>рессоры 5320-2902020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ушко рессоры 5320-2902020 в сб. (бронз.втулка)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ушко рессоры 5320-2902020Э в сб. (пласт.втулка)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ушко рессоры 5320-2902126 0039 ( без втулки)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ушко рессоры 65115-2902020 0050 </w:t>
            </w:r>
            <w:r>
              <w:rPr>
                <w:sz w:val="16"/>
                <w:szCs w:val="16"/>
              </w:rPr>
              <w:t>(4308)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ушко рессоры 9908-2912015 (5336-2912016/46)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фиксатор 5320-2918428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чашка балансира защитная  5320-2918184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чашка балансира защитная  5320-2918184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чашка защитная 6520-2918184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6520-2918075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балансира 65115-2918075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шарнир резинометаллический 251-2919026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шарнир центральный 5297-2904450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штанга реактивная 1630-2919010-20  гайка d-33 c/o </w:t>
            </w:r>
            <w:r>
              <w:rPr>
                <w:sz w:val="16"/>
                <w:szCs w:val="16"/>
              </w:rPr>
              <w:t>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реактивная 1630-2919012-20 ЕВРО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реактивная 1631-2919012 Ростар (на 6520)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11 497,00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реактивная 511-2919012-15Э Элемент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штанга реактивная 5460-2919012-10 в сб.(черная </w:t>
            </w:r>
            <w:r>
              <w:rPr>
                <w:sz w:val="16"/>
                <w:szCs w:val="16"/>
              </w:rPr>
              <w:t>RAL9005)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17 649,00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реактивная 630-2919012 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реактивная 642- 2919010 регул. (аналог 9693-2919215-20)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штанга реактивная 642-2919010-02 (аналог 9693-2919215-10)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балка передней оси </w:t>
            </w:r>
            <w:r>
              <w:rPr>
                <w:sz w:val="16"/>
                <w:szCs w:val="16"/>
              </w:rPr>
              <w:t>6520-3001010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44 634,00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распорная пластм.53205-3001017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шкворня 6520-3001026 0040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шкворня пов. кулака 5320-3001016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клин шкворня 5320-3001025 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клин шкворня </w:t>
            </w:r>
            <w:r>
              <w:rPr>
                <w:sz w:val="16"/>
                <w:szCs w:val="16"/>
              </w:rPr>
              <w:t>5320-3001025 0040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опор.подш.  5320-3001027 0042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верхнего  поворотного кулака 5320-3001054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шкворня 6460-3001054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шкворня 6460-3001055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кулак поворот. </w:t>
            </w:r>
            <w:r>
              <w:rPr>
                <w:sz w:val="16"/>
                <w:szCs w:val="16"/>
              </w:rPr>
              <w:t>5320-3001009 00-39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16 545,00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поворот. 5320-3001011 00-39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14 728,00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поворот. 53205-3001009-0239 ЕВРО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17 372,00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поворот. 53205-3001011-0239 ЕВРО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14 659,00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поворот. 6520-3001009 0039 прав/лев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19 098,00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опорного подшипника 53205-3001020-01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повор.кулака  5262-3001030 0020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повор.кулака  5320-3001030 0020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повор.кулака  5320-3001031 0020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рычаг </w:t>
            </w:r>
            <w:r>
              <w:rPr>
                <w:sz w:val="16"/>
                <w:szCs w:val="16"/>
              </w:rPr>
              <w:t>тяги сошки  5320-3001035 00-20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упор поворотного кулака 5320-3001026 0040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6520-3001020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опорная 5320-3001028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опорная 65115-3001028 подшипника (ОКСОФЕН-Д)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шкворня </w:t>
            </w:r>
            <w:r>
              <w:rPr>
                <w:sz w:val="16"/>
                <w:szCs w:val="16"/>
              </w:rPr>
              <w:t>6520-3001023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шкворня 6520-3001024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шкворень 4308-3001019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колеса 4308-3103071 перед.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колеса 4308-3103071 перед.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колеса 4308-3104071 зад.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</w:t>
            </w:r>
            <w:r>
              <w:rPr>
                <w:sz w:val="16"/>
                <w:szCs w:val="16"/>
              </w:rPr>
              <w:t xml:space="preserve"> колеса 43114-3103071 (43118)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колеса 53205-3103071 перед.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колеса 53205-3104070 зад.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колеса 5490-3103071 (5360)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колеса НЕФАЗ зад. М22х125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маховика С4894641 (М12*1,25*33,5)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откидной 43118-3105058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передней ступицы 5320-3103076/82/79/5 из 4-х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передней ступицы 5320-3103076/82/79/5 из 4-х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подшипника 5320-3103076-1039 передней ступицы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гайка </w:t>
            </w:r>
            <w:r>
              <w:rPr>
                <w:sz w:val="16"/>
                <w:szCs w:val="16"/>
              </w:rPr>
              <w:t>подшипника 6520-3103077 ЕВРО2 передней оси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с шайбой 4308-3101040 колеса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ступицы G2108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гайка+ шайба  4310-3124181/135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подвода воздуха 4310-3124010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держатель запасного </w:t>
            </w:r>
            <w:r>
              <w:rPr>
                <w:sz w:val="16"/>
                <w:szCs w:val="16"/>
              </w:rPr>
              <w:t>колеса 5425-3105010 0050 н/о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14 272,00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держатель запасного колеса 5511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накачки шин 8114.00.00.000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накачки шин Вабко 463 711 100 (аналог 8114 Беломо)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12 458,00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колпак задн. колеса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колпак ступицы А0806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колпачок защитный для колесных гаек 5425-3101040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4308-3103083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4310-3103083-20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бортовое 4310-3101027 0043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бортовое 5320-3101027 0043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замочное 4310-3101026 0043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замочное 6520-3101026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манжеты 4308-3103050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манжеты 5320-3103050 пер.ступицы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манжеты 5320-3103050 пер.ступицы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</w:t>
            </w:r>
            <w:r>
              <w:rPr>
                <w:sz w:val="16"/>
                <w:szCs w:val="16"/>
              </w:rPr>
              <w:t>манжеты 6520-3103050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манжеты пер.ступицы 6520-3103083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проставочное 5320-3101095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проставочное 53205-3104044 (пластик)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системы подкачки 620-3124036-01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53205-2205040 (1004022) карданного 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упл. 1928300600 Bosch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упл. ТНВД 5490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4310-3124079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6560-3124091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упорн.</w:t>
            </w:r>
            <w:r>
              <w:rPr>
                <w:sz w:val="16"/>
                <w:szCs w:val="16"/>
              </w:rPr>
              <w:t xml:space="preserve"> картера 6520-3104053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упорн. картера ср.моста  55111-3104053 0039 (d142мм)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упорн. картера ср.моста  55111-3104053-20  (d140мм)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упорн. картера ср.моста 5511-3104053  узк.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</w:t>
            </w:r>
            <w:r>
              <w:rPr>
                <w:sz w:val="16"/>
                <w:szCs w:val="16"/>
              </w:rPr>
              <w:t>упорн. картера ср.моста 5511-3104053  широк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упорное 5320-3103024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контргайка подшипника 4310-3103081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запора воздуха 431-3124110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управления 4630360080 Вабко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кран </w:t>
            </w:r>
            <w:r>
              <w:rPr>
                <w:sz w:val="16"/>
                <w:szCs w:val="16"/>
              </w:rPr>
              <w:t>управления накачки шин в сб.4310-3122010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2 954,00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5320-3103065-0139 (перед. ступицы).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6520-3103065-39 (перед. ступицы)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25*35*7-2,2 Венгрия (Раба)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задн.ступицы 65115-3104018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задн.ступицы 65115-3104018Э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подкачки 4310-3124025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подкачки 43114-3124025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с пружиной и крышкой 65115-3104017 СБ(Ростар)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манжета с пружиной и крышкой 65115-3104017Э </w:t>
            </w:r>
            <w:r>
              <w:rPr>
                <w:sz w:val="16"/>
                <w:szCs w:val="16"/>
              </w:rPr>
              <w:t>СБ(Элемент)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эл.магн.крыл.вен. 740.30-1317500-02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13 603,00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эл.магн.крыл.вен. 740.30-1317500-02+крыльчатка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ободная лента (флипер) 6,7-20 /240,260,280/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плунжер 1240.304.278,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прижим </w:t>
            </w:r>
            <w:r>
              <w:rPr>
                <w:sz w:val="16"/>
                <w:szCs w:val="16"/>
              </w:rPr>
              <w:t>зад.колеса 5320-3101045 0039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прижим пер. колеса 5320-3101041-0339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53205-3104045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крана подк.шин 4310-3124113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крышки пер. ступ. 5320-3103067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</w:t>
            </w:r>
            <w:r>
              <w:rPr>
                <w:sz w:val="16"/>
                <w:szCs w:val="16"/>
              </w:rPr>
              <w:t>крышки пер. ступ. 6520-3103067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(на 025) 4310-3124026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пучок проводов задних фонарей 6360-3724078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140*170*15 (задняя ступица) 14000 17015 Венгрия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гидромуфты 100х125х12 (603590) ф.HLW </w:t>
            </w:r>
            <w:r>
              <w:rPr>
                <w:sz w:val="16"/>
                <w:szCs w:val="16"/>
              </w:rPr>
              <w:t>Китай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гидромуфты 100х125х12 (войл.) 410457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задней ступицы 53205-3104040-10 (наружный)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угольник 6560-3124066-10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4310-3106013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4310-3103082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замковая 5320-3103079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замковая 5320-3103082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замковая 5320-3104079 ступицы заднего колеса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замковая 5320-3104082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замковая гайки 4310-3103079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крепления </w:t>
            </w:r>
            <w:r>
              <w:rPr>
                <w:sz w:val="16"/>
                <w:szCs w:val="16"/>
              </w:rPr>
              <w:t>подш.пер.оси 6520-3103079 ЕВРО2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гибкий в сб. 4310-3124186(43118)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гибкий передних колес в сб. 4310-3125050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баллон воздушный 53205-3513015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барабан тормозной 4310-3501070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6 985,00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барабан тормозной 53205-3501070 00-00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13 477,00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барабан тормозной 5511-3501070 00-39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барабан тормозной 6520-3501070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11 772,00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барабан тормозной 9693-3501070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7 830,00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барабан тормозной А0804 (ось L1)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8 636,00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барабан </w:t>
            </w:r>
            <w:r>
              <w:rPr>
                <w:sz w:val="16"/>
                <w:szCs w:val="16"/>
              </w:rPr>
              <w:t>тормозной Раба Нефаз 5299 (аналог 007.30-3341-031)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8 772,00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цилиндр. компрессора 5320-3509030 (2-х цил.)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 цилиндр. компрессора 53205-3509030 (1 цил.)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740.3509302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шатуна 4891179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</w:t>
            </w:r>
            <w:r>
              <w:rPr>
                <w:sz w:val="16"/>
                <w:szCs w:val="16"/>
              </w:rPr>
              <w:t xml:space="preserve"> энергоаккумулятора 100-3519282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Р0 на 2-х ц.компр.(5320-3509092)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Р1 на 2-х ц.компр.(5320-3509092)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вкладыш Р2 на 2-х ц.компр.(5320-3509092)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влагоотделитель  11.3511010-01 без РДВ 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>602,00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влагоотделитель  14.3512010-11 с РДВ со змеев.Полтава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6 975,00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воздухораспределитель 100-3531008 г.Рославль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воздухораспределитель 16.3531010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воздухораспределитель 35270030090, 35270400900 (9710023000) SORL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  <w:r>
              <w:rPr>
                <w:sz w:val="16"/>
                <w:szCs w:val="16"/>
              </w:rPr>
              <w:t>086,00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Д12 (на полиамидную трубку) 53215-3506028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кулачкового вала А3814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разжим.кулака 5320-3501126 с молибденом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разжим.кулака 5320-3501126 с фтор. с/о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суппорта А3832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крепления шестерни возд.компрессора С3287893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"ПАЛМ" 100-3521110-10 г.Рославль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автомат."А" 11-3521410 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компрессора (1-цил.) 53205-3509039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компрессора (2-х</w:t>
            </w:r>
            <w:r>
              <w:rPr>
                <w:sz w:val="16"/>
                <w:szCs w:val="16"/>
              </w:rPr>
              <w:t xml:space="preserve"> цил) 5320-3509039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головка соединит."А" 100-3521010-10 приц.,п/приц.Рославль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головки ПАЛМ + АВТОМАТ 100-3521110/111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тормозной  ii37983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17 748,00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тормозной 960298/К069804 4308 "Techno Brake" Италия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11 725,00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жгут кабелей АБС 53215-3538045-41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6 181,00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ГБЦ С3914035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колец компрессора 2-х цил. Р0 5320-3509164/166 Гетц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к-т колец компрессора 2-х цил. Р1 5320-3509164-01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кабель осушителя </w:t>
            </w:r>
            <w:r>
              <w:rPr>
                <w:sz w:val="16"/>
                <w:szCs w:val="16"/>
              </w:rPr>
              <w:t>6520-3511006-02 (1,5 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камера тормозная 25.3519500-50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камера тормозная 661-3519210 пер. тип 24 КЗТАА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камера тормозная с энерг. 960-3519200 Биформ тип 24/24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камера тормозная с энерг. Р 661-3519100 КЗТАА</w:t>
            </w:r>
            <w:r>
              <w:rPr>
                <w:sz w:val="16"/>
                <w:szCs w:val="16"/>
              </w:rPr>
              <w:t xml:space="preserve"> (аналог 960) тип 20/20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картер компрессора 1-ц. 53205-3509018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 100-3518110 быстрого отторм.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2-х магистральный 100-3562010 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4-х контурный 100-3515510-20  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4-х контурный 53205-3515400 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4-х контурный 8040-3515310-10(64221-3518010) Минск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4-х контурный 9527-3515400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двухмагистральный 6025-3562010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клапан защит. 1-ный  </w:t>
            </w:r>
            <w:r>
              <w:rPr>
                <w:sz w:val="16"/>
                <w:szCs w:val="16"/>
              </w:rPr>
              <w:t>100-3515010 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защит. 1-ный 100-3515010 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защит. 2-ной  100-3515110 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защит. 2-ной  100-3515110 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защит. 3-ной  (аналог 100-3515210) SORL 35150220010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защит. 3-ной  100-3515210 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защитный 53215-3515400-10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конт.вывода  100-3515310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магистральный 17050030170 (АЕ1111) SORL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клапан нагнетательный 5320-3509050 </w:t>
            </w:r>
            <w:r>
              <w:rPr>
                <w:sz w:val="16"/>
                <w:szCs w:val="16"/>
              </w:rPr>
              <w:t>(2-х цил.компр.)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ограничения давления 100-3534020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ограничения давления 100-3534110 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упр.1 пр. (аналог КУТП-1)352200090030 SORL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клапан упр.1 пр.прив. 100-3522110(КУТП-1) </w:t>
            </w:r>
            <w:r>
              <w:rPr>
                <w:sz w:val="16"/>
                <w:szCs w:val="16"/>
              </w:rPr>
              <w:t>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упр.2 пр. 6024-3522010 (КУТП-2 ) с прер.н/о  под шумоглушитель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с накл. 53205-3501090-40 в сб. ЕВРО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с накл. 53212-3501090 в сб. (3х5)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колодка с накл. </w:t>
            </w:r>
            <w:r>
              <w:rPr>
                <w:sz w:val="16"/>
                <w:szCs w:val="16"/>
              </w:rPr>
              <w:t>53212-3501090-10 в сб. ЕВРО (53205) (3х5)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тормозная 32792905900 комплект 4 шт(5490)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6 509,00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тормозная 53229-3501090 40 (замена 53229-3501090-51)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тормозная 6520-3501090-51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колодка </w:t>
            </w:r>
            <w:r>
              <w:rPr>
                <w:sz w:val="16"/>
                <w:szCs w:val="16"/>
              </w:rPr>
              <w:t>тормозная 9693-3501090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тормозная YF3501AD02-40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тормозная А 3830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колодки тормозные VT 12999737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12 618,00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100-3522063 (уск. клап. и 1-ц.копр.)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100-3533057 (на рег.тор.сил </w:t>
            </w:r>
            <w:r>
              <w:rPr>
                <w:sz w:val="16"/>
                <w:szCs w:val="16"/>
              </w:rPr>
              <w:t>и 1-ц. компр.)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864204 на 1 цилинр. компрес.БРТ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БРТ 100-3511078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БРТ 100-3522137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предохр. 0630.501.020,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разжимного кулака 5320-3501117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резиновое ф 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резиновое ф 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100-3519289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53205-3509320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упорное энергоаккум. 100-3519284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цил.вспомог.торм.100-3570228 (на КОМ)БРТ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компенсатор </w:t>
            </w:r>
            <w:r>
              <w:rPr>
                <w:sz w:val="16"/>
                <w:szCs w:val="16"/>
              </w:rPr>
              <w:t>5320-3533160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1 цилиндр. 53205-3509015 SORL 35090720010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10 734,00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1 цилиндр. 53205-3509015 Аурида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1 цилиндр. 53205-3509015-02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11 200,00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1 цилиндр. 53205-3509015-21 Ижевск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12 216,00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2 цилиндр. 5320-3509015 SORL 35090730010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12 895,00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2 цилиндр. 5320-3509015 Литва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17 361,00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2 цилиндр. 5320-3509015-10 н/о Литва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18 868,00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воздушный 3357106 Германия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45 356,00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энерг. 5511-3502121-1050 лев.ЕВРО 10т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10 668,00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энерг. 5511-3502124(20 аналог)прав.приц.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энерг. 5511-3502125 лев.приц.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картера 5320-3509090 задняя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крышка ЭАК 100-3519120 (тип </w:t>
            </w:r>
            <w:r>
              <w:rPr>
                <w:sz w:val="16"/>
                <w:szCs w:val="16"/>
              </w:rPr>
              <w:t>20)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ЭАК 100-3519124 (4310) (тип 24)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 6520-3501110 0039 Нефаз  прав кор.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 6520-3502110 0039 Нефаз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 зад. 43114-3501110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</w:t>
            </w:r>
            <w:r>
              <w:rPr>
                <w:sz w:val="16"/>
                <w:szCs w:val="16"/>
              </w:rPr>
              <w:t xml:space="preserve"> зад. 43114-3501111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 лев  5320-3502111-10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 лев  6520-3502111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 лев  9334-081-3502111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 лев. 9693-3502111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кулак </w:t>
            </w:r>
            <w:r>
              <w:rPr>
                <w:sz w:val="16"/>
                <w:szCs w:val="16"/>
              </w:rPr>
              <w:t>разжимной пер. 5320-3501110 0039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 пер. 5320-3501111 0039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 прав. 5320-3502110-1021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 разжимной прав. 9693-3502110 ($)+9693-3502111 (лев.) к/т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кулак </w:t>
            </w:r>
            <w:r>
              <w:rPr>
                <w:sz w:val="16"/>
                <w:szCs w:val="16"/>
              </w:rPr>
              <w:t>разжимной прав.9334-081-3502110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лента спиральная ЛС 12х9х11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лента спиральная ЛС 22х18х19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139х164х12 C8001996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вала кулака 6520-3501117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манжета вала кулака 6520-3501117Э </w:t>
            </w:r>
            <w:r>
              <w:rPr>
                <w:sz w:val="16"/>
                <w:szCs w:val="16"/>
              </w:rPr>
              <w:t>Элемент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маслоуловитель задней ступицы 5320-3502146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масляный охладитель С3975818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 (тип20) 100-3519150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 (тип20) 100-3519150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 (тип20) 661-3519150 (Н)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</w:t>
            </w:r>
            <w:r>
              <w:rPr>
                <w:sz w:val="16"/>
                <w:szCs w:val="16"/>
              </w:rPr>
              <w:t xml:space="preserve"> (тип24) 100-3519250 пер.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 (тип24) 100-3519250 пер.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 (тип30) 100-3519350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 задн.торм/кам. тип 20 ЕВРО 20-3519150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 задн.торм/кам. тип 30 ЕВРО 30-3519350 без отверстия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 пер. торм/кам. тип  24 ЕВРО 24  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 пер. торм/кам. тип  24 ЕВРО 24 (с отв.)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мембрана пер. торм/кам. тип  24 ЕВРО 24-(без отв.)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соединит. 100-3533065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накладка осей колодок </w:t>
            </w:r>
            <w:r>
              <w:rPr>
                <w:sz w:val="16"/>
                <w:szCs w:val="16"/>
              </w:rPr>
              <w:t>9693-3501133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тормозная (анкер) А0814 (толст.)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тормозная (вал) А0815 (тонк.)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тормозная 340-002-2441 (Нефаз Мадара)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тормозная 5320-3501133 (очки)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накладка </w:t>
            </w:r>
            <w:r>
              <w:rPr>
                <w:sz w:val="16"/>
                <w:szCs w:val="16"/>
              </w:rPr>
              <w:t>тормозная 53205-3501105-41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тормозная 53212-3501105 со струж. сверлен.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тормозная 53212-3501105 со струж.не сверл.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тормозная 6520-3501105-4150 сверл.4ряд отв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накладка тормозная </w:t>
            </w:r>
            <w:r>
              <w:rPr>
                <w:sz w:val="16"/>
                <w:szCs w:val="16"/>
              </w:rPr>
              <w:t>81.50221.0849 (ш.180мм) (10418010/170920/0261988)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тормозная L1 (анкер) А3834 толст.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тормозная L1 (анкер+вал) А3834 толст.+А3835 тонк. к/т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накладка тормозная L1 (вал) А3835 тонк.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направляющая</w:t>
            </w:r>
            <w:r>
              <w:rPr>
                <w:sz w:val="16"/>
                <w:szCs w:val="16"/>
              </w:rPr>
              <w:t xml:space="preserve"> вт. клапана 5320-3509363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разжимного кулака 8350-3502128-20 со втулкой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колодки 53212-3501132 (эксцентрик)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колодки 53212-3501132 0090 (эксцентрик)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колодки 53212-3501132-10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колодки тормоза 6520-3501132 0040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ролика 6520-3501107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ролика колодки 5320-3501107 0040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с фиксатором 53229-3501153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с фиксатором 6520-3501153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ось+ролик колодки </w:t>
            </w:r>
            <w:r>
              <w:rPr>
                <w:sz w:val="16"/>
                <w:szCs w:val="16"/>
              </w:rPr>
              <w:t>5320-3501107/09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ось+ролик колодки 9693-3501107/09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охладитель 53205-3506180 (трубка охлаж.компрес.)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крепления трещетки 260088/1/07969/05200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педаль тормоза 5320-3504010 0039 с/о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педаль тормоза </w:t>
            </w:r>
            <w:r>
              <w:rPr>
                <w:sz w:val="16"/>
                <w:szCs w:val="16"/>
              </w:rPr>
              <w:t>5320-3514012 0039 нов.об.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педаль тормоза 53205-3504010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в сб. 100-3519170 тип 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компр. 1-ц.53205-3509160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компр. 2-ц. Р0 5320-3509160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поршень со штоком 100-3519175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предохранитель прот замер. 100-3536010 г.Полтава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предохранитель прот.замер. (аналог 100-3536010) SORL 35110100030/020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предохранитель прот.замер. 100-3536010 г.Рославль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прокладка 5320-3501149 (под </w:t>
            </w:r>
            <w:r>
              <w:rPr>
                <w:sz w:val="16"/>
                <w:szCs w:val="16"/>
              </w:rPr>
              <w:t>маслоуловитель)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5320-3513092 рессивера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53205-3509057 клапана всасывания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740-3509301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740-3509303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гол. 2-х цил. компр. 5320-3509043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гол.1-ц комп. (паронит) 53205-3509043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гол.1-ц комп. (паронит.) 53205-3509045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корп. маслоохл.D2831077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корпуса компрессора 740.3509403-10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маслозаборника С4898301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маслоохл. 2830559, 4895742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нижн. крышки картера 5320-3509103 компре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педали тормоза 5320-3504094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тормозных колодок 5320-3501035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пружина тормозных колодок </w:t>
            </w:r>
            <w:r>
              <w:rPr>
                <w:sz w:val="16"/>
                <w:szCs w:val="16"/>
              </w:rPr>
              <w:t>53205-3501035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тормозных колодок 53229-3501035 (литая колодка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тормозных колодок 6520-3501035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энергоак. 100-3519254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пружина энергоак.100-3519168 больш.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регулятор </w:t>
            </w:r>
            <w:r>
              <w:rPr>
                <w:sz w:val="16"/>
                <w:szCs w:val="16"/>
              </w:rPr>
              <w:t>дав.пнев. (аналог 100-3512010) SORL 3512 017 002 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регулятор дав.пнев.100-3512010 РДВ ст/о г.Рославль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регулятор дав.пнев.11-3512010 РДВ н/о г.Полтава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регулятор торм. сил 475 714 509 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12 016,00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регулятор </w:t>
            </w:r>
            <w:r>
              <w:rPr>
                <w:sz w:val="16"/>
                <w:szCs w:val="16"/>
              </w:rPr>
              <w:t>торм.сил 475 721 0010  WAPCO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8 645,00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регулятор тормозных сил  100-3533010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1 цилиндр. компр. 53205-3509015-Б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бачка омывателя 21-297-100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к регулятору дав.пнев.8043-3512010 с адсорбером </w:t>
            </w:r>
            <w:r>
              <w:rPr>
                <w:sz w:val="16"/>
                <w:szCs w:val="16"/>
              </w:rPr>
              <w:t>Минск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торм.трубок п/а d 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торм.трубок п/а d 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торм.трубок п/а d10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торм.трубок п/а d12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торм.трубок п/а d14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ротор датчика скорости 6520-3541120-01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ротор датчика скорости 6520-3541121-01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регул.зад.лев. (аналог 5511-3502237) SORL 6504 301 101 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регул.зад.лев. 5320-3502237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регул.зад.лев. 5511-3502237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</w:t>
            </w:r>
            <w:r>
              <w:rPr>
                <w:sz w:val="16"/>
                <w:szCs w:val="16"/>
              </w:rPr>
              <w:t xml:space="preserve"> регул.зад.лев. 5511-3502237 0050 Турция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регул.зад.пр. (аналог 5320-3502136) SORL 6483 501 101 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регул.зад.пр. 5320-3502136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регул.зад.пр. 5511-3502136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рычаг регул.передн.в </w:t>
            </w:r>
            <w:r>
              <w:rPr>
                <w:sz w:val="16"/>
                <w:szCs w:val="16"/>
              </w:rPr>
              <w:t>сб. 5320-3501136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регулировочный 9201-3502020 Ростар (аналог 4W4157)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регулировочный 9201-3502021 Ростар (аналог 4W4152)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регулировочный 9201-3502030-10 (аналог 1910)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рычаг </w:t>
            </w:r>
            <w:r>
              <w:rPr>
                <w:sz w:val="16"/>
                <w:szCs w:val="16"/>
              </w:rPr>
              <w:t>регулировочный 9201-3502031-10 (аналог 1920)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торм. 800125 пер.лев. (ан.80039)  045104-800125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торм. 800130 пер.пр. (ан.80040)  045104-800130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рычаг тормозной 45104-3502365-90 (79364) Турция 78114, </w:t>
            </w:r>
            <w:r>
              <w:rPr>
                <w:sz w:val="16"/>
                <w:szCs w:val="16"/>
              </w:rPr>
              <w:t>НТВ-А364, 964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тормозной 45104-3502365-90 (79365) Турция 78115, НТВ-А365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тормозной 45104-3502365-90 (79365)(SWEDEN\HALDEX)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тормозной 79260 9201-3503010-10 (прав.зад.)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рычаг </w:t>
            </w:r>
            <w:r>
              <w:rPr>
                <w:sz w:val="16"/>
                <w:szCs w:val="16"/>
              </w:rPr>
              <w:t>тормозной 79261 9201-3503011-10 (лев.зад.)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4 376,00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тормозной 79620 (прав.зад) Турция (78370,563860)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тормозной задн.лев. 45104-3500060-90 (2393-970) МОМ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рычаг тормозной задн.пр. 45104-3500060-90 </w:t>
            </w:r>
            <w:r>
              <w:rPr>
                <w:sz w:val="16"/>
                <w:szCs w:val="16"/>
              </w:rPr>
              <w:t>(2393-971) МОМ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седло клапана 5320-3509051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седло клапана впуск.  5320-3509069 малое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суппорт задний 9908-3502012-10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суппорт перед. 5320-3501012-1050  ЕВРО прав. (замена (-11)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7 280,00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суппорт перед. </w:t>
            </w:r>
            <w:r>
              <w:rPr>
                <w:sz w:val="16"/>
                <w:szCs w:val="16"/>
              </w:rPr>
              <w:t>5320-3501013-1050  ЕВРО лев. (замена -11)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тормоз дисковый 45104-3501041 9088 (92559 АТ)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36 950,00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тормоз дисковый 6401950830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34 232,00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5320-3570171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вертикальный  D2072 R12- М16х1,5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111575-900 45104-5004009-90  (1250мм)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43118-3506192-10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6520-3506190/22 медная , изогн. нов.обр.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ГУРа 65115-3408056-21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компр. к РДВ 5320-3506200 Д=12 медн.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компр. к РДВ 5320-3506200 Д=12 оцин.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медная Д 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медная Д 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медная Д10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медная Д12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медная Д14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медная Д16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ПВХ 14мм АТ 12617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ПВХ диам. 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ПВХ диам.10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ПВХ диам.12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  воды к компр.740-3509283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подвода  охл.жидк.к компресс.740-3509290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полиамидная Д 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полиамидная Д 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полиамидная Д 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полиамидная Д10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полиамидная Д12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полиамидная Д16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соед.прямая  Д4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соед.прямая  Д6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</w:t>
            </w:r>
            <w:r>
              <w:rPr>
                <w:sz w:val="16"/>
                <w:szCs w:val="16"/>
              </w:rPr>
              <w:t>соед.прямая  Д8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соед.прямая Д10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соед.прямая Д12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соед.прямая Д14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соед.прямая Д15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трубки торм. пластм. 4310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трубки торм. пластм. 5320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трубки торм. </w:t>
            </w:r>
            <w:r>
              <w:rPr>
                <w:sz w:val="16"/>
                <w:szCs w:val="16"/>
              </w:rPr>
              <w:t>пластм. 53212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трубки торм. пластм. 5410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трубки торм. пластм. 65115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трубопровод спиральный 542302-3506272 Д22х16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трубопровод спиральный 5490-3506300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турбокомпрессор 12749700004 пр. (Швитцер) </w:t>
            </w:r>
            <w:r>
              <w:rPr>
                <w:sz w:val="16"/>
                <w:szCs w:val="16"/>
              </w:rPr>
              <w:t>Евро-3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фиксатор 3943198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фиксатор 5320-3501133-1039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магистр. на прицеп 12. 3511310 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фильтр-патрон осушителя 40100F Кнор 45104-35110079 (ТВ1374x)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фильтр-патрон осушителя </w:t>
            </w:r>
            <w:r>
              <w:rPr>
                <w:sz w:val="16"/>
                <w:szCs w:val="16"/>
              </w:rPr>
              <w:t>4324100202  WABCO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фильтр-патрон осушителя K194081 (картридж)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фитинг 65124-М5 (Ростар)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100-3519290 тип 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КО-318А 05.00.022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КО-318А 05.00.022-01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фланец НШ-50 </w:t>
            </w:r>
            <w:r>
              <w:rPr>
                <w:sz w:val="16"/>
                <w:szCs w:val="16"/>
              </w:rPr>
              <w:t>(без резьбы)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НШ-50 (с резьбой)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э/аккумулятора 100-3519190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рессивера  5320-3513084 ленточ.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рессивера 5320-3513085 (лампочка)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рессивера 54112-3513185 ленточный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энергоаккум.100.3519146/17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энергоаккум.тип 30 100-3519346 для а/м 6520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цепочка 5320-3513038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(личинка замка зажигания) 5320-3708516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вспомог.торм.100-3570210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вспомогательного тормоза  53205-3570205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вык.подачи топл. 100-3570110 Полтава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вык.подачи топл. 100-3570110 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выкл.подачи топлива 53215-3570105-54 ТНВД 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цилиндр с </w:t>
            </w:r>
            <w:r>
              <w:rPr>
                <w:sz w:val="16"/>
                <w:szCs w:val="16"/>
              </w:rPr>
              <w:t>након.в сб. 5320-3570074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энерг.в сб.100.3519162 тип 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цилиндр энерг.в сб.100.3519262 тип 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чашка ГТК кабины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чека колодки 5320-3501134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чехол энергоаккум. 100-3519239-01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5320-3501134-10 с резинкой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6520-3501108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А3817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замковая 5320-3509615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на поршень 100-3519277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шатун 4931409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шатун компрессора  53205-3509180 1-цил.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компрессора 53205-3509130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ГТК 54112-3506060 нов.об.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кислородный (армир.)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манометра 5320-3506400 кор. L=0,46м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соед. 1-й 5320-3506368 под кабину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соед.</w:t>
            </w:r>
            <w:r>
              <w:rPr>
                <w:sz w:val="16"/>
                <w:szCs w:val="16"/>
              </w:rPr>
              <w:t xml:space="preserve"> 1-й 5320-3506368 под кабину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соед. 2-й 5320-3570164   МОД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соед. системы компр. 6520-3506060 кор. г+ш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соед. системы компр. 6520-3506060-14 г+г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тормозной  4310-3506442 зад.г+г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тормозной  4310-3506442-20 зад.г+г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тормозной  43101-3506060-20  г+г в метал.оплетке передний (640 мм)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тормозной  43114-3506060-20 зад.г+г в мет.оплет ГТК L=560мм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шланг тормозной  </w:t>
            </w:r>
            <w:r>
              <w:rPr>
                <w:sz w:val="16"/>
                <w:szCs w:val="16"/>
              </w:rPr>
              <w:t>43118-3506060-10 Зеленодольск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тормозной  43118-3506060-20 г+ш в мет.оплетке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тормозной  5320-3506060 г+ш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тормозной  5320-3506060-10 г+ш Зеленодольск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кл. крышки С4896991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шток (трубка) 100-3519176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шток энергоаккум. 100-3519234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шток энергоаккум. в сб. тип 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шумоглушитель 8089.00.00.000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заднего тормоза 53212-3502030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тормоза 43114-3501030-12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033,00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тормоза 53212-3501030-10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тормоза 53212-3501030-12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тормоза 6520-3501030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элемент адсорбирующий 100-3511040 Рославль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элемент упругий R6520-2902430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импульсный 2171.20002115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импульсный 2171.20002210/2211( замена 2215)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импульсный 2171.20002315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ММ-111 5320-3829030 авар.давл.масла (6012.3829)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датчик ММ-124 5320-3830300 </w:t>
            </w:r>
            <w:r>
              <w:rPr>
                <w:sz w:val="16"/>
                <w:szCs w:val="16"/>
              </w:rPr>
              <w:t>авар.давл.возд.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ММ-370 5320-3829010 указ.давл.масла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оксидов азота 5WК9 (замена 59001009 )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24 996,00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позиции D4921684 (С2872279) C5594276 Вращ.к/в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положения педали ДПП1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спид. МЭ307 5320-3802150 ст/о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спид. МЭ308 5320-3802150 (универсальный)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температуры 422.3828.000-02у желтый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температуры 42827(HCTS-200A)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13 129,00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температуры C4954905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температуры D4921322  РВТ-6F30 (С2897333)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температуры С3967250 воды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ТМ-100А  5320-3828010 указ.темп.жидк.(на прибор)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ТМ-111  5320-3828030 аварий.темп.охл.жидк.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датчик </w:t>
            </w:r>
            <w:r>
              <w:rPr>
                <w:sz w:val="16"/>
                <w:szCs w:val="16"/>
              </w:rPr>
              <w:t>указателя уровня топлива 250л  5320-3827010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указателя уровня топлива 500л  5320-3827010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измеритель натяжения 3822524  ремня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кабель соед.для датчика 6м. 2159.8001.0600 Сименс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указатель давл. масла </w:t>
            </w:r>
            <w:r>
              <w:rPr>
                <w:sz w:val="16"/>
                <w:szCs w:val="16"/>
              </w:rPr>
              <w:t>УК-170 5320-3810010 (элек.)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напряжения тока 22.3812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темп. воды 281.3807 РЕЛКОМ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темп. воды 36.3807 УК-171  5320-3807010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уров. топл. 231.3806 РЕЛКОМ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уров. топл. УБ-170  34,3806 5320-3806010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уров. топл. УБ-170 23.3806-10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фланец 14-3802043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червяк привода спид.  14-3802033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червяк привода спид. 43114-3802033 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 14.3802056-10 (спидом.) 24 z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 14.3802056-20 (спидом.) 25 z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14.3802054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привода спидометра 43114-3802034 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манометра 5320-3830400 длинн. L=2.6 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шланг </w:t>
            </w:r>
            <w:r>
              <w:rPr>
                <w:sz w:val="16"/>
                <w:szCs w:val="16"/>
              </w:rPr>
              <w:t>манометра 5320-3830400 усилен. L=2.7 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манометра 5320-3830400 усилен. L=3,5 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соединительный 6460-1109410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 сборе 4310-5004010-01 2-х контурный (4 масл.магистрали)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насос </w:t>
            </w:r>
            <w:r>
              <w:rPr>
                <w:sz w:val="16"/>
                <w:szCs w:val="16"/>
              </w:rPr>
              <w:t>КТС40-506.900-К1(4310-5004010-01) один контур Сербия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11 920,00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КТС40-506.900-К3 (4310-5004010) два контура Сербия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МОК (182.5004010-11) 458662.250 ШНКФ г.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13 844,00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обойма рессоры 5320-5001101 0024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обшивка </w:t>
            </w:r>
            <w:r>
              <w:rPr>
                <w:sz w:val="16"/>
                <w:szCs w:val="16"/>
              </w:rPr>
              <w:t>дверей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обшивка кабины  5320-5000000 н.кр.,б/с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обшивка кабины  5410-5000000 н.кр.,с/с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обшивка кабины  54105-5000000 в.кр.,с/с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ограничитель подъема кабины 4310-5002051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опора кабины </w:t>
            </w:r>
            <w:r>
              <w:rPr>
                <w:sz w:val="16"/>
                <w:szCs w:val="16"/>
              </w:rPr>
              <w:t>5320-5001030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опоры 5320-5002031-01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рычага 65201-5001017перед.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ось рычага 65201-5001019-10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толкателя ГЦС 5320-1602571 гол.завод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5320-5001020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подушка </w:t>
            </w:r>
            <w:r>
              <w:rPr>
                <w:sz w:val="16"/>
                <w:szCs w:val="16"/>
              </w:rPr>
              <w:t>5320-5001021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амортзатора 5320-5001078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подушка под кабину 5320- 5018063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5320-5018065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резинка с/очист. СЛ 500302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кабины 5320-5001080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рессора кабины </w:t>
            </w:r>
            <w:r>
              <w:rPr>
                <w:sz w:val="16"/>
                <w:szCs w:val="16"/>
              </w:rPr>
              <w:t>5460-5001080 0039 усилен.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руль Евро (Нефаз)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руль ЕВРО-3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торсиона 5320-5002023 0020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ступицы 155*190*14,5/16 HHI кассета Турция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стабилизатор 65201-5001008 с рычагами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 </w:t>
            </w:r>
            <w:r>
              <w:rPr>
                <w:sz w:val="16"/>
                <w:szCs w:val="16"/>
              </w:rPr>
              <w:t>266,00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шланга в сб. 4310-5009070 00-90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6460-5009052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6460-5009055 2,2 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6460-5009057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распылителя 1296 301 008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трубка щупа уровня масла 3974252, 3974256 </w:t>
            </w:r>
            <w:r>
              <w:rPr>
                <w:sz w:val="16"/>
                <w:szCs w:val="16"/>
              </w:rPr>
              <w:t>(6ISBe),R3976999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удлинитель огранич. кабины 43114-5002071-10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в сборе 4310-5009052 (подъёма кабины) длин.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в сборе 4310-5009052 (подъёма кабины) корот.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шумоизоляция кабины 5410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эл. </w:t>
            </w:r>
            <w:r>
              <w:rPr>
                <w:sz w:val="16"/>
                <w:szCs w:val="16"/>
              </w:rPr>
              <w:t>фильтра возд. CF710 внутр. MANN-FILTER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ЭФВ 729-1109560-02 Ливны основной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ЭФВ 729-1109560-10 Ливны малый внутр.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косынка передка  5320-5301068 прав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подлокотник </w:t>
            </w:r>
            <w:r>
              <w:rPr>
                <w:sz w:val="16"/>
                <w:szCs w:val="16"/>
              </w:rPr>
              <w:t>53205-6101048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привод замка  4301-6105082-10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привод замка  4301-6105083-10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привод замка  5320-6105080 прав.сб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привод замка  5320-6105081 лев.сб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розетка внутр.ручки 5320-6105196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 5320-6104060 стеклоподъемника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 5320-6105040 наружная с ключами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 5320-6105180 двери  внутр.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двери внутренняя 53205-6101075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стекло опускное 5320-6103210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стеклоподъемник двери  53205-6104010 в сб.прав.завод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стеклоподъемник двери  53205-6104011 в сб.лев.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стеклоподъемник сб. 5320-6104010 с/о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5320-6105120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5320-6105121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</w:t>
            </w:r>
            <w:r>
              <w:rPr>
                <w:sz w:val="16"/>
                <w:szCs w:val="16"/>
              </w:rPr>
              <w:t xml:space="preserve"> 5320-6105240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5320-6105241 лев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65115-6105144  внутр. ручки двери пр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тяга 65115-6105145  внутр. ручки двери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двери губч. 5320-6107147-20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опускн.окна</w:t>
            </w:r>
            <w:r>
              <w:rPr>
                <w:sz w:val="16"/>
                <w:szCs w:val="16"/>
              </w:rPr>
              <w:t xml:space="preserve"> 5320-6103254 (ленточный)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опускн.стекла нижний 5320-6103215 в сб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проема двери 5320-6107062-20 (двойной)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проема двери 5320-6107062БРТ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уплотнитель форточки  5320-6103122 </w:t>
            </w:r>
            <w:r>
              <w:rPr>
                <w:sz w:val="16"/>
                <w:szCs w:val="16"/>
              </w:rPr>
              <w:t>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уплотнитель форточки  5320-6103123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фиксатор замка  53205-6105034-10 н/о 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фиксатор замка  53205-6105035-10 н/о 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форточка сверл.5320-6103050 с мет.ручкой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форточка </w:t>
            </w:r>
            <w:r>
              <w:rPr>
                <w:sz w:val="16"/>
                <w:szCs w:val="16"/>
              </w:rPr>
              <w:t>сверл.5320-6103051 с мет.ручкой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колесная  BPW 0329623151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поручень на панель приборов 6522-5325162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поручень на панель приборов 6522-5325163 лев.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 5320-6804756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спинка сиденья водителя Р53205-6805010-01 ДПЗЧ/ПД03346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чехол на сидение КАМАЗ (2012г) (2 выс+1низк)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чехол на сидение КАМАЗ ЕВРО (3 высок.с подголовником)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чехол на сидение КАМАЗ Евро-3 (2 высок.сид.,2подголов)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>
              <w:rPr>
                <w:sz w:val="16"/>
                <w:szCs w:val="16"/>
              </w:rPr>
              <w:t>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чехол на сиденья с/о из 3-х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амортизатор платформ 55102-8501300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брызговик задний 5320-8511053 00-39 мет.в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брызговик задний 5511-8511084 резин.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буфер платформы укороченный 53215-8502090-70 </w:t>
            </w:r>
            <w:r>
              <w:rPr>
                <w:sz w:val="16"/>
                <w:szCs w:val="16"/>
              </w:rPr>
              <w:t>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оси кузова 5511-8501117 (D 60 мм)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запор бортов  в сб. 55102-8500040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запор бортов 5320-8505011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запор бортов 53215-8505028-73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запор бортов 53215-8505029-73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запор заднего борта 5511-8500040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подъёма кабины 463032020(7)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крестовина 68730.01.02  UJ (35х106.3)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гидроцилиндра 5511-8504130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24х110 853777 завод гол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палец </w:t>
            </w:r>
            <w:r>
              <w:rPr>
                <w:sz w:val="16"/>
                <w:szCs w:val="16"/>
              </w:rPr>
              <w:t>53501-8506100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5511-8503066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6522-8601127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8527-8521038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палец на опору платформы 55102-8521260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петля борта 55102-8502053-10 (на 2 стороны)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подушка прицепа </w:t>
            </w:r>
            <w:r>
              <w:rPr>
                <w:sz w:val="16"/>
                <w:szCs w:val="16"/>
              </w:rPr>
              <w:t>65201-8500500-84 Нефаз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0735 371 563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полог 5320 р.5750*2900 (16)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8 264,00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полог 5320 р.5750*2900 (брезент)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полог 53212 р.6700*2900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8 856,00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полог 53212 р.6700*2900 (брезент)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полог </w:t>
            </w:r>
            <w:r>
              <w:rPr>
                <w:sz w:val="16"/>
                <w:szCs w:val="16"/>
              </w:rPr>
              <w:t>53212 р.6700*2900 (Корея)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8 858,00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полог 55102 6400х3380 (Корея) (19)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10 607,00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полог 55102 р 6400х3380 (брезент)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10 726,00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полог 5511,55111 р. 5580*3100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9 150,00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проем двери кабины усиленные 5320-5101250+...251 (длинные,пара)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>
              <w:rPr>
                <w:sz w:val="16"/>
                <w:szCs w:val="16"/>
              </w:rPr>
              <w:t>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углового запора лев. в сб. 5320-8505029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рычаг углового запора прав.в сб. 5320-8505028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85х110х13 (мост Раба) Венгрия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скоба  углового запора в сб.5320-8505038 0050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стойка бок. </w:t>
            </w:r>
            <w:r>
              <w:rPr>
                <w:sz w:val="16"/>
                <w:szCs w:val="16"/>
              </w:rPr>
              <w:t>борта 5320-8502040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платформы 5320-8521082 (11,5*46)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стремянка платформы 5320-8521084 (L=380 мм, М14х1,5 )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трос в сб. 5511-8510220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укосина 55102-8511022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уплотнитель гориз.бокового </w:t>
            </w:r>
            <w:r>
              <w:rPr>
                <w:sz w:val="16"/>
                <w:szCs w:val="16"/>
              </w:rPr>
              <w:t>борта 55102-8502503-10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5320-8521083 0039  (9,5*46)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5320-8521083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65117-8521082-92 в сб.(дл- 550 шир-130 d-10)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78828 V-образный (149х161)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64-67 SV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68-73 SV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853614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 (воронка) КАМАЗ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регулир(0,15) 325-00.00.07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стопорная 34 (2х цил. компрес.)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шнур полога 16 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C3903990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</w:t>
            </w:r>
            <w:r>
              <w:rPr>
                <w:sz w:val="16"/>
                <w:szCs w:val="16"/>
              </w:rPr>
              <w:t xml:space="preserve"> М 5х10 1/09775/11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5х16 1/09778/21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6х 12 1/09020/21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6х 14 1/09021/21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6х 16 1/09022/21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6х 20 1/09024/21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6х 25 1/09026/21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6х 30 1/09028/21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6х 50 1/09036/21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14 1/60431/21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16 крест.кард.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20  1/60434/21крепл.поддона картера двиг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25 1/60436/21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30 (круглая шляпка)21-038100000-90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30 1/60438/21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30 853354 на ГУР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35 1/60439/21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45 1/60441/21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50 1/60442/21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55 1/60443/21 водяного коллетора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60 1/60444/21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65 1/60445/21 креп.патрубка вод.насоса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70 1/60446/21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75 1/60447/21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 80 1/60448/21 крепл.ТНВД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8х100 1/60461/31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 8х120 1/60456/21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 х 1,25-6g х 25 356-75069-01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М10x 6gх70 0991299761 (45104100803090)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20 1/59705/21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23 870007 (топлив. системы)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23 870032 (топлив. системы) мелкая резьба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</w:t>
            </w:r>
            <w:r>
              <w:rPr>
                <w:sz w:val="16"/>
                <w:szCs w:val="16"/>
              </w:rPr>
              <w:t>М10х 25 1/59707/21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28 870014 (корзины сцеплен.) голов. Д-14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30 головка Д-17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35 1/59709/31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35 1/59709/31(кардан с кр.фл.в сб.)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М10х 40 1/13070/21 </w:t>
            </w:r>
            <w:r>
              <w:rPr>
                <w:sz w:val="16"/>
                <w:szCs w:val="16"/>
              </w:rPr>
              <w:t>крепл.выхл.трубы к глушит.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45 1/12347/21 (масл.насос)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50 1/13438/31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60 1/12880/21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70 1/42344/31 (чашка МОД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70 853041 (креп. мас. насоса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75 1/59713/31 (выпуск.кол.)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82 853042 (креп. мас. насоса)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 90  1/59716/21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М10х1,25 1/59707/39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М10х100 1/59718/21 устан.картера маховика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М10х100 1/59718/33 </w:t>
            </w:r>
            <w:r>
              <w:rPr>
                <w:sz w:val="16"/>
                <w:szCs w:val="16"/>
              </w:rPr>
              <w:t>коллектора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М10х120 1/59722/21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М10х130 1/59724/31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М10х140 1/59726/31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25 1/55403/21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30  853020 буфера (гол.)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30  853020 в сб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</w:t>
            </w:r>
            <w:r>
              <w:rPr>
                <w:sz w:val="16"/>
                <w:szCs w:val="16"/>
              </w:rPr>
              <w:t>М12х 30 1/55404/21 перед.опоры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35 1/55405/21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40 1/55406/21 (межосевой Евро)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45 1/55407/21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50 1/55408/21 (рул.тяги и крепл КПП).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55 1/55409/21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65 853032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75 1/55413/21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75 1/55413/31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80 1/55414/21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 90  1/55415/31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М12х1,25х50 356-75061-01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М12х100 1/55416/21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28,74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</w:t>
            </w:r>
            <w:r>
              <w:rPr>
                <w:sz w:val="16"/>
                <w:szCs w:val="16"/>
              </w:rPr>
              <w:t>М12х100 1/55416/31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М12х120 1/55418/31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М12х130 1/55419/21 крепл.ФТОТ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М12х140 1/55420/31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М12х150 1/55421/21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М12х180 870017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М14*1,5*80 1/58621/31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</w:t>
            </w:r>
            <w:r>
              <w:rPr>
                <w:sz w:val="16"/>
                <w:szCs w:val="16"/>
              </w:rPr>
              <w:t>М14*50*1,5 кр.делителя пер. 870013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30 870005 (топл.сис-мы)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35 1/14083/21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40 853063 в сб. (межос.кард.)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40 853063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45 1/13943/21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</w:t>
            </w:r>
            <w:r>
              <w:rPr>
                <w:sz w:val="16"/>
                <w:szCs w:val="16"/>
              </w:rPr>
              <w:t>М14х 48  870022 топл.сист.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50 870031 топл. системы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55 в сб.основ.кардана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64 креплен. мах.740-1005127 н/о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64 креплен. мах.740-1005127 с/о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М14х 65,5 870006 </w:t>
            </w:r>
            <w:r>
              <w:rPr>
                <w:sz w:val="16"/>
                <w:szCs w:val="16"/>
              </w:rPr>
              <w:t>(топл.сис-мы)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75 1/59777/31(чашка МКД)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 90 853021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М14х130 стяжной ресоры 1/14221/31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М16х 30 на МКД 6520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М16х 35 1/13762/21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</w:t>
            </w:r>
            <w:r>
              <w:rPr>
                <w:sz w:val="16"/>
                <w:szCs w:val="16"/>
              </w:rPr>
              <w:t>М16х 42 на осн.кардан  853025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М16х 45 1/13915/21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М16х 50 торм. б. с гайкой в сб.853028/251649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М16х 55 1/59810/21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М16х 60 1/59811/21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М16х 80 1/12541/21 гол. (ушка </w:t>
            </w:r>
            <w:r>
              <w:rPr>
                <w:sz w:val="16"/>
                <w:szCs w:val="16"/>
              </w:rPr>
              <w:t>рессоры)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М16х120 1/59818/31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М16х140 1/59821/21 кр.старт.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М16х150 надрам.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М16х214 головки цилиндров 740-1003016-02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М18х 40 8350-2704020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М18х 40 </w:t>
            </w:r>
            <w:r>
              <w:rPr>
                <w:sz w:val="16"/>
                <w:szCs w:val="16"/>
              </w:rPr>
              <w:t>8350-2704020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М18х110 853035 (бугельный)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М18х50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М18х55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М20х 45 1/14086/21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М20х 70 1/59885/21 (фаркоп)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М20х1,5х120 1/59895/31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болт </w:t>
            </w:r>
            <w:r>
              <w:rPr>
                <w:sz w:val="16"/>
                <w:szCs w:val="16"/>
              </w:rPr>
              <w:t>М20х1,5х60 1/59883/31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М20х160 1/59903/21 (зад.опоры)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С3900677 масл.насоса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С3901445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болт стопорный 853054 (фиксатор)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1/32762/01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740.30-1317008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винт </w:t>
            </w:r>
            <w:r>
              <w:rPr>
                <w:sz w:val="16"/>
                <w:szCs w:val="16"/>
              </w:rPr>
              <w:t>7403-1317008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М10х25 853352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М4х20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М5*80 с полусфер.голов DIN 7985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М5х16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винт С3093730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Д 6 (на полиамидную трубку) 53205-3570030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Д 8 (на ПВХ трубку 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Д 8 (на полиамидную трубку) 53205-3506030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Д10 (на ПВХ трубку)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Д10 (на полиамидную трубку) 65115-3506008-01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Д12 (на ПВХ трубку)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Д14 (на полиамидную трубку)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</w:t>
            </w:r>
            <w:r>
              <w:rPr>
                <w:sz w:val="16"/>
                <w:szCs w:val="16"/>
              </w:rPr>
              <w:t xml:space="preserve"> Д16 (на полиамид.тр.) 53205-3506016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шатуна С4891178(3941476) ор.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0637.006.180 М4х1,5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1/40549/11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356-75042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RG00172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Д 6 накидная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гайка Д 6 </w:t>
            </w:r>
            <w:r>
              <w:rPr>
                <w:sz w:val="16"/>
                <w:szCs w:val="16"/>
              </w:rPr>
              <w:t>накидная квадратная 53215-3506006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Д 8 накидная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Д 8 накидная квадратная 53215-3506008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Д10 накидная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Д10 накидная квадратная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Д12 накидная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гайка Д12 накидная </w:t>
            </w:r>
            <w:r>
              <w:rPr>
                <w:sz w:val="16"/>
                <w:szCs w:val="16"/>
              </w:rPr>
              <w:t>квадратная 53215-3506012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Д16 накидная квадратная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кл. крышки С4893936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крепления шестерни 740.90-1111108-10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 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 5 1/58964/11 шестигранная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гайка М 6 1/58962/11 </w:t>
            </w:r>
            <w:r>
              <w:rPr>
                <w:sz w:val="16"/>
                <w:szCs w:val="16"/>
              </w:rPr>
              <w:t>шестигранная (кабины)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 8 1/61008/11 шестигранная (кабины)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 8х1/40982/00 приварная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М10  251646 самоконтрящаяся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М10 1/21647/21 шестигранная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гайка М10 1/21647/27 шестигранная </w:t>
            </w:r>
            <w:r>
              <w:rPr>
                <w:sz w:val="16"/>
                <w:szCs w:val="16"/>
              </w:rPr>
              <w:t>(коллектора)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М10 коромысла (медн.)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М12 1/61015/11 шестигранная (клина шкв.)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М12 1/61050/11 с нейлоном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М12 251647 самоконтрящаяся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М14 1/21640/11 шестигранная (болта м/о кар.)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М14 251648 самоконтрящаяся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М16 1/25749/21 с нейлоном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М16 251649 самоконтрящаяся (креп.ам.)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М16х1,5 1/07914/11 низкая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М16х1,5-6Н шестигранная (энергоак.)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гайка </w:t>
            </w:r>
            <w:r>
              <w:rPr>
                <w:sz w:val="16"/>
                <w:szCs w:val="16"/>
              </w:rPr>
              <w:t>М18 1/07266/21 шестигранная (низкая)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М18 шпильки колеса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М18 шпильки колеса усиленная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М18х1,5-6Н 5297-2909066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М20 1/21643/11 шестигранная (072 кронш.)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гайка М20 853525 </w:t>
            </w:r>
            <w:r>
              <w:rPr>
                <w:sz w:val="16"/>
                <w:szCs w:val="16"/>
              </w:rPr>
              <w:t>шестигранная (стрем.пер.)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М20 853528 самоконтрящаяся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М20 шпильки колеса 4310-250712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М20х1,5 1/07267/11 (эксцентрик)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М22 1/07268/11 низкая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гайка М22 шпильки колеса 5425-3101040 </w:t>
            </w:r>
            <w:r>
              <w:rPr>
                <w:sz w:val="16"/>
                <w:szCs w:val="16"/>
              </w:rPr>
              <w:t>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М24х1,5 853514 прорезная (рулевого пальца)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М27 853518 шестигранная (шпильки балансира)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М30х1,5 реакт.штанги 5511-2919031 прямая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М30х1,5 реакт.штанги 5511-2919032 корон.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М33 853522 прорезная(хвостовика)на 201 вал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М33 853538 (фланца МОД)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М33х1,5 реакт.штанги 55111-2919032 корон.ЕВР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М39х2-6Н специальная  (105 вала)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гайка М50 000087-051100000-39 </w:t>
            </w:r>
            <w:r>
              <w:rPr>
                <w:sz w:val="16"/>
                <w:szCs w:val="16"/>
              </w:rPr>
              <w:t>(027вала)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М52  000087-051200000-39 (030,044вала)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М72х1,5-6Н 853583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на болт шатуна  нов/образца 740-1004064-10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на вал сошки 853567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гайкодержатель М6 853547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гайкодержатель М6 853547 с усиком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гайкодержатель М8 853548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2,5*100 чёрн.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3,5*100 бел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3,5*280 чёрн.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3,5*360 чёрн.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3,6*370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4*250 чёрн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4,8*190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4,8*280 чёрн.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4,8*370 чёрн.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5*400 чёрн.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7,6*360 чёрн.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8*450 чёрн.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гибкая стяжка 9*650 чёрн.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28 1/43290/07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43  870833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заклепка 4х9 (уп.118)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заклепка 8х20 (уп.64 шт.)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заклепка 8х20 81.92201.0109 (10418010/301219/0360330)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заклепка </w:t>
            </w:r>
            <w:r>
              <w:rPr>
                <w:sz w:val="16"/>
                <w:szCs w:val="16"/>
              </w:rPr>
              <w:t>8х25 (64 шт.)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заклепка полая 13х6 (для торм.колодок) стальные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заклёпка 42-900000000-38 (8*15)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замок двери Д5320-6105013 внутр.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золотник  5320-3106023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клипса (заклепка) длин.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клипса </w:t>
            </w:r>
            <w:r>
              <w:rPr>
                <w:sz w:val="16"/>
                <w:szCs w:val="16"/>
              </w:rPr>
              <w:t>(заклепка) н/о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клипса (заклепка) средняя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кляммер 870920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колпачок золотника 5320-3106023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094-100-36-2-2 (СТРОЙМАШ)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740-1308131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резиновое на НШ-50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крестовина </w:t>
            </w:r>
            <w:r>
              <w:rPr>
                <w:sz w:val="16"/>
                <w:szCs w:val="16"/>
              </w:rPr>
              <w:t>К41-015-7205 (340-002-7205)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манометр WIKA 11206896/01-11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манометр WIKA 213.53 095/110038/А (аналог 11206896/01-11)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масленка (тавотница) 864006 малая прямая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масленка (тавотница) 864009 большая 45 град.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масленка угловая (45 град.) 870840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масленка угловая (90 град.) больш.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маслосборник HD90009410004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маслосборник HD90009410165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механизм перемещения FH01-11A-02 лев.в сб. ПАО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монтажный </w:t>
            </w:r>
            <w:r>
              <w:rPr>
                <w:sz w:val="16"/>
                <w:szCs w:val="16"/>
              </w:rPr>
              <w:t>комплект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 6 864846 лат.(конус)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 6 трубки ПВХ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 8 864815 лат.(конус)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 8 864815 сталь (конус)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 8 трубки ПВХ под квадр.гайку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Д10 864816 лат.(конус)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Д10 трубки ПВХ под квадр.гайку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Д12 864817 лат.(конус)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Д12 трубки ПВХ под квадр.гайку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Д14 лат.(конус)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Д16 лат.(конус)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кабеля CU-J2N-M10-6,0 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кабеля CU-J2N-M8-6,0 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прижим коннектора (фиксатор) С3946625 (5264181)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прижим форсунки (фиксатор) С3976370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870884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М 14х1,5  6 диам. 870881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пробка редуктора  262515-10 ( </w:t>
            </w:r>
            <w:r>
              <w:rPr>
                <w:sz w:val="16"/>
                <w:szCs w:val="16"/>
              </w:rPr>
              <w:t>М30х1,5) н/о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редуктора КГ1 1/4 262515  с/о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редуктора КГ1 1/4 262515 М 30х1,5 (крупная резьба)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пробка сливная 870886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резинка с/очист. ЕВРО 7405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сальник 140х170х17 IHHI 140 17017 Tokez </w:t>
            </w:r>
            <w:r>
              <w:rPr>
                <w:sz w:val="16"/>
                <w:szCs w:val="16"/>
              </w:rPr>
              <w:t>Турция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1,5 Х 0,8-3,40мм-0,75-1,5Q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D1,5-3,40MM-1.0-2.5 QMM/0558185006005 100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D1,5-3,40MM-1.0-2.5 QMM/0558185106005 100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D3,5-ВО 3,40мм-1,5-2,5/0558990002005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SN-D1,65-0,5-1-,0QMM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SN-D1,65-0,5-1-,0QMM/05589907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VZN-2,8 Х 0,8-1,5-2,5QMM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VZN-6.3 Х 0,8-0,5-1,0QMM/05589916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VZN-6.3 Х 0,8-0,5-1,0QMM/05589919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VZN-6.3 Х 0,8-1,5-2,5QMM (ПАПА)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VZN-6.3 Х 0,8-1,5-2,5QMMM (МАМА)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VZN-6.3 Х 0,8-4,0-6,0QMM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VZN-6.3 Х 0,8-4,0-6,0QMM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соединитель VZN-BO </w:t>
            </w:r>
            <w:r>
              <w:rPr>
                <w:sz w:val="16"/>
                <w:szCs w:val="16"/>
              </w:rPr>
              <w:t>3,40ММ-0,5-1,0QMM/0558194001005 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VZN-D1,5-0,5-1,0QMM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VZN-D3,5-1,5-2,5QMM/05589902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 ZN-D1,65-0,5-1,0QMM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соединитель-желт.1,9-2,5MM-D 2.9мм/0558991405005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соединитель-корич.1,9-3,0MM-D 3,4мм/0558991407005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соединитель-крас 1,5-1,5SMM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соединитель-син 1,5-2,5SMM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соединитель-син-М10-1,5-2,5QMM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соединитель-син-М4-1,5-2,5QMM/05589082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соединитель-син-М5-1,5-2,5QMM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соединитель-син-М6-1,5-2,5QMM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соединитель-син-М8-1,5-2,5QMM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М10х10х10 (соед. цил. горного тормоза)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М10х10х10 ввертный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тройник М10х12х10  12 внутр. на </w:t>
            </w:r>
            <w:r>
              <w:rPr>
                <w:sz w:val="16"/>
                <w:szCs w:val="16"/>
              </w:rPr>
              <w:t>ММ125(соед.цил.горн.тор.)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М10х14х14  ЭПК 864919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М10х14х18 864884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М14х10х14 864892 делителя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М14х14х14 проходной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М14х22х14 Т-обр.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тройник </w:t>
            </w:r>
            <w:r>
              <w:rPr>
                <w:sz w:val="16"/>
                <w:szCs w:val="16"/>
              </w:rPr>
              <w:t>М16х16х16 проходной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М18х14х16 861349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М18х14х18 4310 переходной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М18х14х22 Г-образ.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М18х16х18 Т-образный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М18х18х16 Г-образный 861033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тройник </w:t>
            </w:r>
            <w:r>
              <w:rPr>
                <w:sz w:val="16"/>
                <w:szCs w:val="16"/>
              </w:rPr>
              <w:t>М18х18х18 конус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М18х18х18 проходной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М18х18х22 861032 Г-образный КУТП-2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М18х20х12внутр. 864863 фланцевый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М18х20х18 фланц.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М18х22х12внутр. 861013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М18х22х18 861015 Т-образный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М18х22х22внутр. 861016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М22х18х10х12 ГТК крест.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М22х18х22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М22х20х10х12 ГТК крест.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М22х20х18 861032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пласт.трубки Д 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пласт.трубки Д 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пласт.трубки Д10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тройник пласт.трубки Д12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10х10 конус  853965 ввертный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10х12 горного тормоза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уголок 14х10 конус </w:t>
            </w:r>
            <w:r>
              <w:rPr>
                <w:sz w:val="16"/>
                <w:szCs w:val="16"/>
              </w:rPr>
              <w:t>864822 ввертный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14х14 ввертный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14х16 861005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14х22 864005 рессивера ввертный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16х16 конус 864857 ввертный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16х20 861030  (энерг.)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18х16 861004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18х18 864882 тормоз.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18х18конус компрессора 2х цил.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18х20 864825 фланцевый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18х22 861007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уголок 20х22 861008 влагоотделителя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уголок 22х22 влагоотделителя </w:t>
            </w:r>
            <w:r>
              <w:rPr>
                <w:sz w:val="16"/>
                <w:szCs w:val="16"/>
              </w:rPr>
              <w:t>3511020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уплотнение С4899239 гайки клапанной крышки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фитинг прям. метал.  4 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фитинг прям. метал.  6 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фитинг прям. метал.  8 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фитинг прям. метал. 10 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фитинг прям. метал. 12 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фитинг соединитель пласт. 4х6 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фитинг соединитель пласт. 6х8 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фитинг соединитель пласт. 8х10 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хладопровод 05-020710-00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хладопровод 05-020780-00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хладопровод 05-020810-00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115 мм  V-обр. (3067979,Q-67440) 3905216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127х67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3903652 (аналог)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5269284,4938989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Mikalor 25-40/12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Mikalor 32-50/12W1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NORMA  8/12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NORMA 10/16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NORMA 12/22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NORMA 16/27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NORMA 70/90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TORRO NORMA 100/120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V-образный XV-126-00.00.000 D=126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 8/14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11/17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13/20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15/24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19/28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22/32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26/38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32/44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38/50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44/56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50/65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58/75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 68/85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104/138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мини 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мини 13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мини 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мини 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АВА мини 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хомут силовой </w:t>
            </w:r>
            <w:r>
              <w:rPr>
                <w:sz w:val="16"/>
                <w:szCs w:val="16"/>
              </w:rPr>
              <w:t>17-19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19-21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20-22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23-25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26-28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27-29 норма W1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29-31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31-34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хомут </w:t>
            </w:r>
            <w:r>
              <w:rPr>
                <w:sz w:val="16"/>
                <w:szCs w:val="16"/>
              </w:rPr>
              <w:t>силовой 32-35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34-37 норма W1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36-39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37-40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40-43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43-46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74-79 W1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79-85 W1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черный  3,5х200/0502131 пластмассовый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чека стопорная пальца 862507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0730 007 640,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1/05208/01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1/26386/01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1/26394/01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1/26397/01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</w:t>
            </w:r>
            <w:r>
              <w:rPr>
                <w:sz w:val="16"/>
                <w:szCs w:val="16"/>
              </w:rPr>
              <w:t>7406.1003268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853631 (сошки ГУР)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862500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замковая 10,2  870851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замковая 12х18 870856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  8 х1,5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 10х16  1/02844/60 топл.аппар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</w:t>
            </w:r>
            <w:r>
              <w:rPr>
                <w:sz w:val="16"/>
                <w:szCs w:val="16"/>
              </w:rPr>
              <w:t xml:space="preserve"> 12х18  1/02984/60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 14х20  1/02800/60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 16х22  1/02570/60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 18х24 1/02599/60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 20х26  1/02574/60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 24х32 1/02645/60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медная 28 </w:t>
            </w:r>
            <w:r>
              <w:rPr>
                <w:sz w:val="16"/>
                <w:szCs w:val="16"/>
              </w:rPr>
              <w:t>870625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 30x37 870632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 d6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 d8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d10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d12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d14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d16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d18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d20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d22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d24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обрезиненная d27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плоская  6х12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плоская  8х17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плоская 10х18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плоская 12х22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плоская 12х28х3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плоская 14х26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плоская 16х28 (головки блока)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плоская 20х35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плоская регулир. по шкв. 853638 толст.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плоская регулир. по шкв. </w:t>
            </w:r>
            <w:r>
              <w:rPr>
                <w:sz w:val="16"/>
                <w:szCs w:val="16"/>
              </w:rPr>
              <w:t>853638/639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плоская регулир. по шкв. 853639 тонкая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 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 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27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33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пружинная 6  1/05164/71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разж. кулака 27х45х3 (толстая)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разж. кулака </w:t>
            </w:r>
            <w:r>
              <w:rPr>
                <w:sz w:val="16"/>
                <w:szCs w:val="16"/>
              </w:rPr>
              <w:t>38,5х56х1 (тонкая)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регулир. 870614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регулировочная 870618-П d6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регулировочная форсунки 870601-П (5х11,5х1)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регулировочная форсунки 870602-П (5х11,5х1,05)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регулировочная </w:t>
            </w:r>
            <w:r>
              <w:rPr>
                <w:sz w:val="16"/>
                <w:szCs w:val="16"/>
              </w:rPr>
              <w:t>форсунки 870603-П (5х11,5х1,2)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регулировочная форсунки 870604-П (5х11,5х1,5)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регулировочная форсунки 870605-П (5х11,5х1,55)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регулировочная форсунки 870606-П (5х11,5х1,6)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регулировочная </w:t>
            </w:r>
            <w:r>
              <w:rPr>
                <w:sz w:val="16"/>
                <w:szCs w:val="16"/>
              </w:rPr>
              <w:t>форсунки 870607-П (5х11,5х1,7)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регулировочная форсунки 870608-П (5х11,5х1,75)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регулировочная форсунки 870609-П (5х11,5х1,8)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регулировочная форсунки 870610-П (5х11,5х1,9)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регулировочная </w:t>
            </w:r>
            <w:r>
              <w:rPr>
                <w:sz w:val="16"/>
                <w:szCs w:val="16"/>
              </w:rPr>
              <w:t>форсунки 870611-П (5х11,5х2)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стопорная  9  (оси 113)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стопорная 12 (вод. насоса)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стопорная 37 (гайки 109 вала)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тарельч. ф16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тарельч. ф22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шайба уплотнительная </w:t>
            </w:r>
            <w:r>
              <w:rPr>
                <w:sz w:val="16"/>
                <w:szCs w:val="16"/>
              </w:rPr>
              <w:t>С3903380, 5289747 обратки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форсунки 870638  медная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шестерня ведущая 740.70-1029115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17 032,00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 6х1х12х16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 8х1,25х16х20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 8х1,25х16х25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 8х30 1/35436/21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М10х1,25х15х25 коллект. кор.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М10х1,25х15х40 вып.коллектора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М10х1,25х20х30 вып.коллектора турбины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М10х1,25х20х52 вып.коллектора длин.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М12х1,25х18х35 подушки пер. опоры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М12х1,25х18х50 креп. цапфы к корп. шаров. опоры 4310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М16х1,5х22х35 редуктора (15 шт.на 1ред.)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М16х1,5х22х40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М16х1,5х22х45 редуктора (2 шт.на 1ред.)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М16х1,5х35 п/оси</w:t>
            </w:r>
            <w:r>
              <w:rPr>
                <w:sz w:val="16"/>
                <w:szCs w:val="16"/>
              </w:rPr>
              <w:t xml:space="preserve">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М16х1,5х35 п/оси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М18х1.5х 64  (на 090 кр-н нов. обр.) 853325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М18х65 853308 колеса  рем. увелич.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М18х65 колеса г.Белебей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М20х1,5х28х45 (072-бабочки)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М20х1,5х28х60 (090,094 кронштейна)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М20х87 колеса 4310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М27х1,5х86 853302 балансира гол.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шплинт 3х30 1/07346/01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шплинт 4,7х50 (5х50 рул пал) 1/07350/1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шплинт 4х25  </w:t>
            </w:r>
            <w:r>
              <w:rPr>
                <w:sz w:val="16"/>
                <w:szCs w:val="16"/>
              </w:rPr>
              <w:t>1/07969/01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шплинт 6х60 реактивный 1/07979/01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замковая 14.1701145 на 105 вал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призматическая  8х6х13 (на 044 вал)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призматическая  9х14х45 (на 110 вал)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шпонка призматическая  9х14х45 </w:t>
            </w:r>
            <w:r>
              <w:rPr>
                <w:sz w:val="16"/>
                <w:szCs w:val="16"/>
              </w:rPr>
              <w:t>(на 110 вал)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сегментная 870802 3х3,7х10 (масл.нас.)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сегментная 870804 3х6,5х16 (масл.нас.)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сегментная 870806 4х6,5 (на ручку КПП)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сегментная 870810 5х7,5х19 на помпу ТНВД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сегментная 870812 5х10х25 р/вала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сегментная 870813 6х9х22 (к/вал)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сегментная 870817 8х11х28 (к/вал)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шпонка сегментная 870823 10х17х55 (на 214 вал)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штекерный разъем -2FACH 6,3 мм 055510021 </w:t>
            </w:r>
            <w:r>
              <w:rPr>
                <w:sz w:val="16"/>
                <w:szCs w:val="16"/>
              </w:rPr>
              <w:t>МАМА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штекерный разъем -4FACH 6,3 мм 05551004 ПАПА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штекерный разъем -4FACH 6,3 мм 055510041 МАМА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штекерный разъем BU-WADI-2FACH 05551032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штекерный разъем STI-WADI-2FACH 05551022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штекерный разъем </w:t>
            </w:r>
            <w:r>
              <w:rPr>
                <w:sz w:val="16"/>
                <w:szCs w:val="16"/>
              </w:rPr>
              <w:t>изолир 1,5-4 524-0211 МАМА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штекерный разъем изолир 1,5-4 524-0511 ПАПА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 4х12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12х25  870759 (коленвала)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5511-8607033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5511-8607048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штуцер М10х10 853963 длин. </w:t>
            </w:r>
            <w:r>
              <w:rPr>
                <w:sz w:val="16"/>
                <w:szCs w:val="16"/>
              </w:rPr>
              <w:t>гребёнки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М10х10 853964 корот.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М10х10 конус 864870 ввертный в МОД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М10х6 на трубку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М12х10 853979 ввертный на кран ав.растр.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М12х14 864894 ввертный ПГУ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М14х10 864866 переходной на гребёнку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М14х14 853975 проходной тр. Д-8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М16х14 864896 ввертный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М16х16  проходной тр. Д-10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М16х18 КУТП-2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штуцер М16х18 соед. ПАЛМ </w:t>
            </w:r>
            <w:r>
              <w:rPr>
                <w:sz w:val="16"/>
                <w:szCs w:val="16"/>
              </w:rPr>
              <w:t>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М16х22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М18х14 (ТННД)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М18х18 864814 проходной тр. Д-12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М18х18 конус 864805 ввертный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М20х14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М20х16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М20х16 внутренний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М20х18 864880 ввертный на гребёнку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М20х20 торм. сист. 861018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М22х12  864806 под 124,125 датчик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М22х14  853974-П ввертный к уск.клап.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М22х18 853977 ввертный к влагоотдел.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М22х18 853977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М22х20 853990 ввертный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М22х22  короткий под шумоглушитель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М22х22 861017 переходной на головку ПАЛМ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М26х22 ввертный 1-цил. компрессора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ПГУ 5320-1602603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ПГУ М16х14 внутр резьба 5320-1602603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штуцер пробка 22 864323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штуцет топливный С3905860 (М12х1,50х24)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12310КМ редуктора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12312КМ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12312КМ Ростов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12315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12409КМ 864780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12410КМ  864741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170314ЛШ1 "Волжский Стандарт"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170314ЛШ1-6 перв.вал делителя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170412ЛШ1-6 перв.вал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180204  740.1318043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180306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180502К1С9 генератора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180603КС9 генератора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2007117А-6 (32017Х) Волж.станд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>
              <w:rPr>
                <w:sz w:val="16"/>
                <w:szCs w:val="16"/>
              </w:rPr>
              <w:t>752,00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2007118А-6 (32018 SKF, VKHB 9010) 4310-853944 ступ.наруж.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201 3300-1110624 (НЕФАЗ)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204  740.1318043 гидромуфты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207А-6 853941 гидромуфты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2415800020 </w:t>
            </w:r>
            <w:r>
              <w:rPr>
                <w:sz w:val="16"/>
                <w:szCs w:val="16"/>
              </w:rPr>
              <w:t>БОШ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264706 КПП пластм.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27310НА-6 (31310 SKF, VKHB 9060) редуктора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27709К1У  864754 шкворня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27911А (SKF, VKHB 9107) редуктора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280114СА  </w:t>
            </w:r>
            <w:r>
              <w:rPr>
                <w:sz w:val="16"/>
                <w:szCs w:val="16"/>
              </w:rPr>
              <w:t>выжимной на ЕВРО 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292213К1М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29910К4С17 1017000  шкворня НЕФАЗ широкий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29910С17 1017000  шкворня НЕФАЗ узк.(самара)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2ШС-20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305-6 864713 нас </w:t>
            </w:r>
            <w:r>
              <w:rPr>
                <w:sz w:val="16"/>
                <w:szCs w:val="16"/>
              </w:rPr>
              <w:t>ГУР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310А-6 редуктора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311А-6 редуктора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312А-6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3206 CBRS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32221Л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33022А ( CRF)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33210 А ( CRF)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33212 А ( CRF)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33212 А ( ВПЗ)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33213 (SKF, VKHB 9089) прицеп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33215 (SKF, VKHB 9090) прицеп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3610 Н (53610) бронза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3610 </w:t>
            </w:r>
            <w:r>
              <w:rPr>
                <w:sz w:val="16"/>
                <w:szCs w:val="16"/>
              </w:rPr>
              <w:t>Н (53610) металл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3610Н КПП (аналог 553610Н) Минск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3910739 (BD35-12DU8A 696) (4308), (35307 GB).25680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397-0501000 (62060U2)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3978822 уп.коленвала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42206АКМ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50110 ГУР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50310А  864744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50311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50409АК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50412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50413 (6413)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50414 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1 589,00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53515 (22215)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592708М1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6- 256706 Е1С17 (гидромуфты)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6- 7520 А (9047)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6-111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6-1180305 С17 коленвала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6-180106С17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6-205 АК первичного 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6-206 АК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6-210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6-27313А1 (аналог 31313) (9100)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6-3НР25155ЕС30 (000900-002602200-92)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6-7607АУ (9142)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636906С17   864731 рулевой колонки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64903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64907К блока шестерен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664913Е  делит.044в.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664916Д роликовый (металл)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664916Е роликовый (пласт.)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7216А-6 редукт.Волж.станд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7217А-6 (30217 SKF, VKHB 9119)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7218А 4310-864738 (9120) ступицы внутр.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7311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7312 (9125)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7318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7513 А (9136)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7516А-6 (32216 SKF, VKHB 9138) редуктора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7517А зад.ступ.внутр. (9004)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7518A-6 (32218 SKF, VKHB </w:t>
            </w:r>
            <w:r>
              <w:rPr>
                <w:sz w:val="16"/>
                <w:szCs w:val="16"/>
              </w:rPr>
              <w:t>9139) внтр.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7610А пер. ступ. наруж. (9001)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7613А пер.ступ. внутр. (9002)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7615А (9148)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7723км (НЕФАЗ)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7815А-6 (SKF, VKHB 9003) </w:t>
            </w:r>
            <w:r>
              <w:rPr>
                <w:sz w:val="16"/>
                <w:szCs w:val="16"/>
              </w:rPr>
              <w:t>зад.ступ.наруж.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80205КC17-6 закрытый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804805К1  5320-2201044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8102 740.1017220 (2018)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97506А 462-453493 01 прив. распредвала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1 244,00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986714К1С17 (280114СА)</w:t>
            </w:r>
            <w:r>
              <w:rPr>
                <w:sz w:val="16"/>
                <w:szCs w:val="16"/>
              </w:rPr>
              <w:t xml:space="preserve"> выжимной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NJ 2206 ECP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2 247,00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К70*78*30Н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КПП 50,8*104,7*36,5 ZF(3595)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НК455220 оп.шкворня ЕВРО игольч.(CRAFT-NEUTR)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НК455220 оп.шкворня ЕВРО </w:t>
            </w:r>
            <w:r>
              <w:rPr>
                <w:sz w:val="16"/>
                <w:szCs w:val="16"/>
              </w:rPr>
              <w:t>игольч.Саратов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подвесной d-65мм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подвесной СВ 06523.05.99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14 443,00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подвесной СВ.04519.19.02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роликовый игольч. 904700 УС17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подшипник шкворня опор.5320-3001028 </w:t>
            </w:r>
            <w:r>
              <w:rPr>
                <w:sz w:val="16"/>
                <w:szCs w:val="16"/>
              </w:rPr>
              <w:t>(р/к- 7 наим.)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ВК гидромуфты 1318200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влагоотделителя 11-3511000-10 РТИ+пл.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вод. нас. 740.1307000-30 из 18 (большой)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вод. нас. б/подш., б/вала 740.1307000 БРТ (4 </w:t>
            </w:r>
            <w:r>
              <w:rPr>
                <w:sz w:val="16"/>
                <w:szCs w:val="16"/>
              </w:rPr>
              <w:t>позиц.)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вод. нас. ЕВРО-2(3) 6-ЗНР25155ЕС30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вод.насоса РТИ+подш. 740.1307000-20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водяной коробки (паронит. из 4 наим)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воздухораспределителя  15-1772010-09 БРТ( 2 поз.)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втягивающего реле (диск, болты , изолятор, крышка)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г/ц 45142,45143,6520-06 (6 манж.+6 чист.)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г/ц 55111,55102,45141 (3 манж.+ 3 чист.)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г/ц 65111,65115,8560-02 (3 манж.+3 </w:t>
            </w:r>
            <w:r>
              <w:rPr>
                <w:sz w:val="16"/>
                <w:szCs w:val="16"/>
              </w:rPr>
              <w:t>чист.)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г/ц 6520,6540 (4 манж.+ 4 чист.)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г/ц 8560-06 (прицеп) (4 манж.+4 чист.)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генератора Г-273 3701000-00 шайбы,болты,гайки,шпонки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гидроподъем. 55102-86023000 колхозн.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гидроподьемн. 5511-8603000 (мал.) (55102)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гильзы 740-1002001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гильзы 740-1002001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делителя большой КПП+050 15.1772000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делителя малый КПП </w:t>
            </w:r>
            <w:r>
              <w:rPr>
                <w:sz w:val="16"/>
                <w:szCs w:val="16"/>
              </w:rPr>
              <w:t>15.1772000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для ПГУ 11.1602410-40 (Волчанский)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крана ручника 100-3537000 с пластмас.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крана упр.опр.мех.платформы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крана упр.опр.мех.платформы прицепа 5511-8607000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кулисы мех.пер. КПП 14-1703000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КУТП-1+127 кольцо 100-3522100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КУТП-1+127 кольцо 100-3522100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КУТП-2 + 060 клапан 3522000-10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КУТП-2 100-3522000 </w:t>
            </w:r>
            <w:r>
              <w:rPr>
                <w:sz w:val="16"/>
                <w:szCs w:val="16"/>
              </w:rPr>
              <w:t>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масл. фильтра 740-1012000 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масл. фильтра 740-1012000 силикон Строймаш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масл. фильтра 740-1012000-02+2 чашки  (ст.обр.)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масл. фильтра 7406-1012000-Н ЕВРО силикон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насоса ГУР 5320-3407000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насоса ГУР 5320-3407000-10У + пр.413,358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П-145  ЕВРО (рычаг лев.)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РТИ  для ДКП-90/01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РТС 100-3533000 регул.торм.сил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рулевой тяги R5320-3414008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рулевых тяг(пыльники)  5320-3414000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ручек двери и стекл.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сист. охлажд. (силикон) 740.1303000-10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сист. охлажд.740-1303000У </w:t>
            </w:r>
            <w:r>
              <w:rPr>
                <w:sz w:val="16"/>
                <w:szCs w:val="16"/>
              </w:rPr>
              <w:t>Строймаш (зеленый) 3 поз.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сист. подкачки воздуха с манжетой 6 поз. Р620-3124000-01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ступицы 4310 740-3103076 (из 4-х)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теплообменника 7406-1013000 ЕВРО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ТНВД (сек), </w:t>
            </w:r>
            <w:r>
              <w:rPr>
                <w:sz w:val="16"/>
                <w:szCs w:val="16"/>
              </w:rPr>
              <w:t>РТИ 33-1111000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ТНВД ЕВРО 332-1111000-11 паронит (7 наим.)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ТНВД ЕВРО 332/337-1111000-11 БРТ (16 позиций, РТИ+паронит)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ТНВД ЕВРО 332/337-1111000-11 БРТ (22 поз.)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ТНВД </w:t>
            </w:r>
            <w:r>
              <w:rPr>
                <w:sz w:val="16"/>
                <w:szCs w:val="16"/>
              </w:rPr>
              <w:t>паронит 33-1111000-30 (3 поз.)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ТНВД полный 33-1111000-20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ТННД мал.1106000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топливного фильтра 740.1117000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топливного фильтра 740.1117000 силикон (зелен.)  740-1117000У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тормоз. трубок 5320-3506000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тормоз. трубок 5320-3506000 (209 шт.)БРТ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ТСУ №1 21-202 РК-1 (на прибор буксирный 53229)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турбокомпрессора (7 наимен.)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</w:t>
            </w:r>
            <w:r>
              <w:rPr>
                <w:sz w:val="16"/>
                <w:szCs w:val="16"/>
              </w:rPr>
              <w:t>турбокомпрессора ТКР-7Н (кольца , металл,втулка , проклад.)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углового редукт. (5 поз.) 5320-340100-10У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углового редукт. (7 поз.) 5320-340100-10У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ускорит. кл.пластм.+ РТИ 100-3518000-10У </w:t>
            </w:r>
            <w:r>
              <w:rPr>
                <w:sz w:val="16"/>
                <w:szCs w:val="16"/>
              </w:rPr>
              <w:t>РТИкомплект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ускорит. кл.пластм.+ РТИ 100-3518000-11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форсунки рти+м.кольца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цилиндра пневмат выкл. подачи топлива 100-3570000У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рем. к-т энергоак. 100-3519200-10 (вездеход) РТИ+пл. </w:t>
            </w:r>
            <w:r>
              <w:rPr>
                <w:sz w:val="16"/>
                <w:szCs w:val="16"/>
              </w:rPr>
              <w:t>БРТ 10 поз.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энергоак.100-3519100-20У (тип 20) пл.+РТИ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энергоак.100-3519100(тип 20х20) КЗТАА №2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рем. к-т энергоак.100-3519200У (тип 24)  пер.т. БРТ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ремень 1930 8РК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ремень </w:t>
            </w:r>
            <w:r>
              <w:rPr>
                <w:sz w:val="16"/>
                <w:szCs w:val="16"/>
              </w:rPr>
              <w:t>генератора (L1417) С3288757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ремонтный комплект для пластика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силовой 80-85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цапфа 43114-2304080  в сб. прав.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16 531,00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 6х20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М14х30 1/17973/31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гайка М42 5320-2402269 (на </w:t>
            </w:r>
            <w:r>
              <w:rPr>
                <w:sz w:val="16"/>
                <w:szCs w:val="16"/>
              </w:rPr>
              <w:t>вал 110)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гидрозамок 1604.100 (2604.100)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9 590,00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гидрозамок 1605.100 (1747984) 45104-5018004-90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14 875,00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штырьевая 1/20589/80(9002) (1 конт.)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колодка штырьевая 1/20607/87(9096) зеленая (8 конт.)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колонка рул.упр. 53205-3444006-50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38 739,00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100-106-36 2100.2101.2306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8х3,5 NBR70 2100.8639.8667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глушителя ГАЗ-53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0501.315.198,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уплотнительное К3025С013 </w:t>
            </w:r>
            <w:r>
              <w:rPr>
                <w:sz w:val="16"/>
                <w:szCs w:val="16"/>
              </w:rPr>
              <w:t>В1 FUD 60*75*8 (3021С035)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контакт колодочный 2,8 мм (гнездо) с фикс. К2 (мама)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контакт колодочный 4 конт. 6,3мм гнездо (в сборе с проводом)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д/подк.прям. пластм. L-180 мм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д/подкачки 90гр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наконечник-крас-М5(0,5-1,5SMM/0555511105 005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наконечник-крас-М8(0,5-1,5SMM/0555511108 005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преобразователь напряжения ПН 24/12-120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разбавитель д/переходов 0,5л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разъем 2 контактный угловой с проводом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разъем 4 контактный угловой с проводом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130*160*14,5/16 (415220) касетное уплотнение завод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130*160*14,5/16 касетное уплотнение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сальник 26*37*7/8 редуктора рул.мех. со вставкой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т/ус -черная L100мм-19,0-9,5мм/077101900 061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т/ус -черная L100мм-2,4-1,2мм/077100240 061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т/ус -черная L100мм-25,4-12,7мм/0771012540 061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т/ус -черная L100мм-3,2-1,6мм/077100320 061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т/ус -черная L100мм-4,8-2,4мм/077100480 090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т/ус -черная L100мм-6,4-3,2мм/077100640 090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т/ус -черная L100мм-9,5-4,8мм/077100950 061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трубка т/ус 10/5 (цветная) ТУТ нг 10/5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указатель напряжения</w:t>
            </w:r>
            <w:r>
              <w:rPr>
                <w:sz w:val="16"/>
                <w:szCs w:val="16"/>
              </w:rPr>
              <w:t xml:space="preserve"> тока 221.3812 РЕЛКОМ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уплотнение С3922794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датчик скорости 0501.328.571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15 165,00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защитный колпачок 0501.331.562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0730.106.911,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маслоудерживающее 0501 314 108,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</w:t>
            </w:r>
            <w:r>
              <w:rPr>
                <w:sz w:val="16"/>
                <w:szCs w:val="16"/>
              </w:rPr>
              <w:t xml:space="preserve"> разъёмное 1499.298.025,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разъёмное 1499.298.026,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регулировочное 0730 002 936,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регулировочное 0730.003.433,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регулировочное 0730.007.782,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</w:t>
            </w:r>
            <w:r>
              <w:rPr>
                <w:sz w:val="16"/>
                <w:szCs w:val="16"/>
              </w:rPr>
              <w:t>стопорное  0630.501.145,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 0630.501.148,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0730 303 166,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0730 303 167,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0730 303 180,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стопорное 0730 303 184, </w:t>
            </w:r>
            <w:r>
              <w:rPr>
                <w:sz w:val="16"/>
                <w:szCs w:val="16"/>
              </w:rPr>
              <w:t>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0730 303 185,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0730 303 464 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стопорное регул. 0630 501 295, ZF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амортизатор УЛИГ.40.А1.452995.027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картридж осушителя K204205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</w:t>
            </w:r>
            <w:r>
              <w:rPr>
                <w:sz w:val="16"/>
                <w:szCs w:val="16"/>
              </w:rPr>
              <w:t xml:space="preserve"> упр.торм. 4802040310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37 976,00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электромагнитный 4721706060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клапан электромагнитный 4728900410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14 022,00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колпак Р6.804.10.108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910.10-1303123-10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910.10-1303063-10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910.10-1307122-01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лампа накаливания N072601024704 (45104777757490)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лампа накаливания N910151024000 24v/10w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манжета C8001500 110х130х12 правая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металлокомпенсатор 86009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8 532,00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модулятор ebs 4801067020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75 413,00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модулятор осев.4801067010 на первую ось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48 188,00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молоток AA01.127.616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XM-783-160335 установочной гайки сквозного 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28 983,00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XZ-783-211630 контргайки подшипника сквозного вала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11 391,00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накатное приспособление 1х20.155.653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98 450,00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насос водяной 910.10-1307010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28 206,00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натяжитель ремня TA1501 автоматический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6 681,00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оправка для запрессовки Р6.804.10.027 манжеты М110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35 215,00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оправка для запрессовки </w:t>
            </w:r>
            <w:r>
              <w:rPr>
                <w:sz w:val="16"/>
                <w:szCs w:val="16"/>
              </w:rPr>
              <w:t>Р6.804.10.028 манжеты М139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38 223,00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оправка для маслоотражательного колпачка Р6.804.10.008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оправка для установки манжеты Р6.804.10.025  М110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19 828,00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оправка для установки манжеты Р6.804.10.026 М139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22 680,00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осушитель LA8810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12 150,00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отдельная деталь 1х56.137.124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10 665,00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подкладка хомута 5490-1101109-05 крепления топливного бака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подкладка хомута 5490-1101109-06 крепления топливного бака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приспособление Р6.804.10.005 (для рассухаривания)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5 022,00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приспособление Р6.804.10.007 (установочное для инжектора)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приспособление Р6.804.10.011 (для прижима гильз)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приспособление Р6.804.10.014 (для демонтажа гильз)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16 200,00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хомута 8380146 форсунки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ремень поликлиновый 8PK1025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ремень привода 8PK2135 агрегатов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3 468,00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пневматической подвески 651-2934002-68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14 672,00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ролик направляющий ТА1504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5 541,00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сайлентблок 180.070-026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сайлентблок </w:t>
            </w:r>
            <w:r>
              <w:rPr>
                <w:sz w:val="16"/>
                <w:szCs w:val="16"/>
              </w:rPr>
              <w:t>180.2906079  стабилизатора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сайлентблок 180.2916040-45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2 727,00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стартер 0001261005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24 364,00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стойка пружная 0501.340.868 задняя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7 543,00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съемник 910.010.000 поршневых колец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6 318,00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съемник BZ-783-150069 для зубчатой гайки </w:t>
            </w:r>
            <w:r>
              <w:rPr>
                <w:sz w:val="16"/>
                <w:szCs w:val="16"/>
              </w:rPr>
              <w:t>редуктора дифференциала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7 183,00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- элемент для масляного фильтра 6W.25.169.00 (00.051.93.1.B3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2 780,00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- элемент для фильтра картерных газов 6W.27.B26.00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6 549,00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1457436088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климатической A9608300618</w:t>
            </w:r>
            <w:r>
              <w:rPr>
                <w:sz w:val="16"/>
                <w:szCs w:val="16"/>
              </w:rPr>
              <w:t xml:space="preserve"> установки (аналог 9608300418)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насоса Гур H601/4 (аналог С700) MAN с отв.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очистки воздуха для топ.бака ВФБ-1109010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топливный 1319466A (пластик) / 487171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топливный 6W.26.068.00 </w:t>
            </w:r>
            <w:r>
              <w:rPr>
                <w:sz w:val="16"/>
                <w:szCs w:val="16"/>
              </w:rPr>
              <w:t>UFI Италия (5490)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медная 22х28  1/02634/60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тормозной  6520-3506060-50 бронированный</w:t>
            </w:r>
            <w:bookmarkStart w:id="2" w:name="_GoBack"/>
            <w:bookmarkEnd w:id="2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М16х200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1 215,00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Р6.804.10.001  М8х85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Р6.804.10.002  М12х150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штифт  </w:t>
            </w:r>
            <w:r>
              <w:rPr>
                <w:sz w:val="16"/>
                <w:szCs w:val="16"/>
              </w:rPr>
              <w:t>Р6.804.10.004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 Р6.804.10.022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54901-1109560 осн (замена 1109560-20 к-т)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11 410,00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эл. фильтра возд. 54901-1109560-10 вторич.(замена 1109560-30 к-т)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эл. фильтра возд. 54901-1109560-30 </w:t>
            </w:r>
            <w:r>
              <w:rPr>
                <w:sz w:val="16"/>
                <w:szCs w:val="16"/>
              </w:rPr>
              <w:t>комплект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втулка A9303170012  резино-металлическая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выключатель педали тормоза 4.63110 (аналог А0015452409) DT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выключатель педали тормоза А0015452409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1 033,00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гайка N913023010003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гаситель вибраций </w:t>
            </w:r>
            <w:r>
              <w:rPr>
                <w:sz w:val="16"/>
                <w:szCs w:val="16"/>
              </w:rPr>
              <w:t>подвески A9583170003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15 850,00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генератор А0141545402 83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41 848,00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цилиндр сцепления А0022950206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12 488,00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гнездо 1-968849-1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гнездо 26806201184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 ведомый 49 1878 085 641 (430 GTZ SACHS)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20 771,00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диск </w:t>
            </w:r>
            <w:r>
              <w:rPr>
                <w:sz w:val="16"/>
                <w:szCs w:val="16"/>
              </w:rPr>
              <w:t>нажимной 3482 083 219 /032( SACHS Е-2 КПП 16S151,154 усиленная)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23 496,00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жгут проводов ЕВS 5325-3724750-02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жгут проводов ЕВS 5490-3724750-20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13 600,00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жгут проводов ЕВS 5490-3724750-21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22 970,00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заглушка N000908022011 </w:t>
            </w:r>
            <w:r>
              <w:rPr>
                <w:sz w:val="16"/>
                <w:szCs w:val="16"/>
              </w:rPr>
              <w:t>резьбовая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А0009973220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буксирной проушины 5490-8416050-10 пр.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буксирной проушины 5490-8416051-10 лев. 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заглушка пов. фары лев. 5490-8416067-10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заглушка трубки </w:t>
            </w:r>
            <w:r>
              <w:rPr>
                <w:sz w:val="16"/>
                <w:szCs w:val="16"/>
              </w:rPr>
              <w:t>масляной A3520100468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замок бака А0004701805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1 546,00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замок кабины A9423100483 64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22 561,00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защита фар п/т AСTROS верхняя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зеркало A9408101419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28 784,00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A4609970145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кольцо круглого сечения </w:t>
            </w:r>
            <w:r>
              <w:rPr>
                <w:sz w:val="16"/>
                <w:szCs w:val="16"/>
              </w:rPr>
              <w:t>0634.313.223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круглого сечения 0634.349.953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круглого сечения 0769.151.008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стабилизатора В75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A4600110159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N000000001073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А0139971447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6 820,00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кольцо уплотнительное А0139974445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коннектор sv241 3/8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крепеж выхлопной трубы A9414920041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крепёж решётки A9738840315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крепление обшивки стойки A9448840115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  <w:r>
              <w:rPr>
                <w:sz w:val="16"/>
                <w:szCs w:val="16"/>
              </w:rPr>
              <w:t>475,00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 5490-1703630 с осью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6 302,00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5490-1208065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5490-3506426-01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амортизатора 5490-2905534-01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3 172,00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боковой 5490-3506422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боковой 5490-5614240-20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боковой 5490-5614270-20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кронштейн трубы 6520-8404373-30 (для 5490)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крыло заднее №1 правое 5490-8404006-20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7 856,00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крыло заднее верхнее 5460-8404009-50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7 201,00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А0000101485 маслозаливная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>
              <w:rPr>
                <w:sz w:val="16"/>
                <w:szCs w:val="16"/>
              </w:rPr>
              <w:t>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расш. бачка КАМАЗ 5490 A0005016415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крышка ящика 5490-3913185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маслопровод  турбонагревателя A4601800720 64 (200067)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механизм стеклоочистителя  А9738200181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25 850,00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модулятор осев.дву. </w:t>
            </w:r>
            <w:r>
              <w:rPr>
                <w:sz w:val="16"/>
                <w:szCs w:val="16"/>
              </w:rPr>
              <w:t>4801061040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43 545,00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выключения сцепления 20.1601180-11 (3усика)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6 036,00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муфта выключения сцепления 20.1601180-21 (аналог 83151000419)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облицовка буфера 5490-8416014-10 с накладками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52 300,00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опора подножек </w:t>
            </w:r>
            <w:r>
              <w:rPr>
                <w:sz w:val="16"/>
                <w:szCs w:val="16"/>
              </w:rPr>
              <w:t>5490-8405320-10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3 098,00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опора подножек 5490-8405321-10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3 351,00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переключатель подрулевой А6065-001-02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15 228,00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пластина 5490-1101137 0039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пневмоэлемент А9428906119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31 448,00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подшипник 704902 К6УС10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прижим </w:t>
            </w:r>
            <w:r>
              <w:rPr>
                <w:sz w:val="16"/>
                <w:szCs w:val="16"/>
              </w:rPr>
              <w:t>5490-8404224-40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прижим 6520-8404375-30 (для 5490)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проводка A9415400908  (жгут) селектора кпп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5 136,00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5490-3509430-01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A0029905082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A4570910180  уплотнительная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N917003026003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прокладка N917003036003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рессивер 65111-3513009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4 684,00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передняя 5490-2902012-15 в сб.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21 786,00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рессора пневматической подвески 651-2934002-48 (ан-45,47 )Ростар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8 124,00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рукоятка  </w:t>
            </w:r>
            <w:r>
              <w:rPr>
                <w:sz w:val="16"/>
                <w:szCs w:val="16"/>
              </w:rPr>
              <w:t>А6202600040 рычага селектора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7 000,00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зажима 4310-8047013 (для 5490)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тяг и рычагов A3742600089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10 163,00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система тяг и рычагов A3742600189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10 239,00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толкатель клапана A5410502022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6 270,00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Pr="008057FA" w:rsidRDefault="00A0234B">
            <w:pPr>
              <w:pStyle w:val="Standard"/>
              <w:ind w:right="51"/>
              <w:rPr>
                <w:lang w:val="en-US"/>
              </w:rPr>
            </w:pPr>
            <w:r>
              <w:rPr>
                <w:sz w:val="16"/>
                <w:szCs w:val="16"/>
              </w:rPr>
              <w:t>турбокомпрессор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A0090969299 80(14879880015) S410G-3769NYAKB/1.0PK1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74 007,00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уплотнение N000000001085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фара противотуманная А9408200056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9 500,00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фара противотуманная А9408200156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13 009,00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фиксатор компрессора W5415890363 00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</w:t>
            </w:r>
            <w:r>
              <w:rPr>
                <w:sz w:val="16"/>
                <w:szCs w:val="16"/>
              </w:rPr>
              <w:t>воздушный  (Е-3) Р777868 Дональдсон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воздушный NLG 37-32 4493085957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28 713,00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фильтр пылевой А9408350047, М (CU4469)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1 276,00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фитинг N12-LM18х1.5 MUP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фонарь габарита А0028205056 лев. (аналог 112220.15  Winkler, код</w:t>
            </w:r>
            <w:r>
              <w:rPr>
                <w:sz w:val="16"/>
                <w:szCs w:val="16"/>
              </w:rPr>
              <w:t xml:space="preserve"> 10010335)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1 331,00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фонарь габарита А0028205156 прав. (аналог 11720.15  Winkler, код 10010536)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1 309,00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5490-3506470-01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864413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хомут крепления бака 54901-1101120-01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3 953,00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53212-2905574 0039 упорная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шайба 53212-2905576 0039 упорная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шланг A9405011782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2 434,00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установки шкворня XZ-783-160787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3 840,00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щетка стеклоочистителя A0018206745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1 879,00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5490-8405155-20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1 908,00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А9448810323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</w:t>
            </w:r>
            <w:r>
              <w:rPr>
                <w:sz w:val="16"/>
                <w:szCs w:val="16"/>
              </w:rPr>
              <w:t>277,00</w:t>
            </w:r>
          </w:p>
        </w:tc>
      </w:tr>
      <w:tr w:rsidR="00182D0A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182D0A">
            <w:pPr>
              <w:pStyle w:val="Standard"/>
              <w:numPr>
                <w:ilvl w:val="0"/>
                <w:numId w:val="11"/>
              </w:numPr>
              <w:ind w:right="51"/>
              <w:rPr>
                <w:sz w:val="16"/>
                <w:szCs w:val="16"/>
              </w:rPr>
            </w:pP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подножки 5490-8405110-10 пр.(бел.)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2D0A" w:rsidRDefault="00A0234B">
            <w:pPr>
              <w:pStyle w:val="Standard"/>
              <w:ind w:righ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12 760,00</w:t>
            </w:r>
          </w:p>
        </w:tc>
      </w:tr>
    </w:tbl>
    <w:p w:rsidR="00182D0A" w:rsidRDefault="00A0234B">
      <w:pPr>
        <w:pStyle w:val="Standard"/>
        <w:ind w:right="51"/>
      </w:pPr>
      <w:r>
        <w:tab/>
      </w:r>
    </w:p>
    <w:p w:rsidR="00182D0A" w:rsidRDefault="00182D0A">
      <w:pPr>
        <w:pStyle w:val="Standard"/>
        <w:ind w:right="51"/>
        <w:rPr>
          <w:b/>
          <w:sz w:val="22"/>
        </w:rPr>
      </w:pPr>
    </w:p>
    <w:tbl>
      <w:tblPr>
        <w:tblW w:w="9924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4"/>
        <w:gridCol w:w="4680"/>
      </w:tblGrid>
      <w:tr w:rsidR="00182D0A">
        <w:tblPrEx>
          <w:tblCellMar>
            <w:top w:w="0" w:type="dxa"/>
            <w:bottom w:w="0" w:type="dxa"/>
          </w:tblCellMar>
        </w:tblPrEx>
        <w:trPr>
          <w:trHeight w:val="3343"/>
        </w:trPr>
        <w:tc>
          <w:tcPr>
            <w:tcW w:w="5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pStyle w:val="a4"/>
              <w:rPr>
                <w:b/>
              </w:rPr>
            </w:pPr>
            <w:r>
              <w:rPr>
                <w:b/>
              </w:rPr>
              <w:t>Поставщик:</w:t>
            </w:r>
          </w:p>
          <w:p w:rsidR="00182D0A" w:rsidRDefault="00A0234B">
            <w:pPr>
              <w:widowControl/>
              <w:spacing w:after="120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182D0A" w:rsidRDefault="00A0234B">
            <w:pPr>
              <w:widowControl/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«Сфера-Авто»</w:t>
            </w:r>
          </w:p>
          <w:p w:rsidR="00182D0A" w:rsidRDefault="00A0234B">
            <w:pPr>
              <w:widowControl/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182D0A" w:rsidRDefault="00182D0A">
            <w:pPr>
              <w:widowControl/>
              <w:rPr>
                <w:sz w:val="24"/>
                <w:lang w:eastAsia="ar-SA"/>
              </w:rPr>
            </w:pPr>
          </w:p>
          <w:p w:rsidR="00182D0A" w:rsidRDefault="00182D0A">
            <w:pPr>
              <w:widowControl/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rPr>
                <w:b/>
                <w:lang w:eastAsia="ar-SA"/>
              </w:rPr>
            </w:pPr>
          </w:p>
          <w:p w:rsidR="00182D0A" w:rsidRDefault="00182D0A">
            <w:pPr>
              <w:widowControl/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rPr>
                <w:b/>
                <w:lang w:eastAsia="ar-SA"/>
              </w:rPr>
            </w:pPr>
          </w:p>
          <w:p w:rsidR="00182D0A" w:rsidRDefault="00182D0A">
            <w:pPr>
              <w:spacing w:after="120"/>
            </w:pPr>
          </w:p>
          <w:p w:rsidR="00182D0A" w:rsidRDefault="00A0234B">
            <w:pPr>
              <w:pStyle w:val="a4"/>
              <w:jc w:val="left"/>
              <w:rPr>
                <w:b/>
                <w:i w:val="0"/>
                <w:szCs w:val="24"/>
              </w:rPr>
            </w:pPr>
            <w:r>
              <w:rPr>
                <w:b/>
                <w:i w:val="0"/>
                <w:szCs w:val="24"/>
              </w:rPr>
              <w:t>______________/Алиев А.В./</w:t>
            </w:r>
          </w:p>
        </w:tc>
        <w:tc>
          <w:tcPr>
            <w:tcW w:w="4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D0A" w:rsidRDefault="00A0234B">
            <w:pPr>
              <w:pStyle w:val="a4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182D0A" w:rsidRDefault="00182D0A">
            <w:pPr>
              <w:widowControl/>
              <w:spacing w:after="120"/>
              <w:rPr>
                <w:b/>
                <w:sz w:val="24"/>
                <w:szCs w:val="24"/>
              </w:rPr>
            </w:pPr>
          </w:p>
          <w:p w:rsidR="00182D0A" w:rsidRDefault="00A0234B">
            <w:pPr>
              <w:widowControl/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ЗАО «СПГЭС»</w:t>
            </w:r>
          </w:p>
          <w:p w:rsidR="00182D0A" w:rsidRDefault="00A0234B">
            <w:pPr>
              <w:widowControl/>
              <w:jc w:val="both"/>
            </w:pPr>
            <w:r>
              <w:rPr>
                <w:b/>
                <w:sz w:val="24"/>
                <w:szCs w:val="28"/>
              </w:rPr>
              <w:t>Первый заместитель</w:t>
            </w:r>
          </w:p>
          <w:p w:rsidR="00182D0A" w:rsidRDefault="00A0234B">
            <w:pPr>
              <w:widowControl/>
              <w:jc w:val="both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генерального директора</w:t>
            </w:r>
          </w:p>
          <w:p w:rsidR="00182D0A" w:rsidRDefault="00182D0A">
            <w:pPr>
              <w:widowControl/>
              <w:jc w:val="both"/>
              <w:rPr>
                <w:b/>
                <w:sz w:val="24"/>
                <w:szCs w:val="28"/>
              </w:rPr>
            </w:pPr>
          </w:p>
          <w:p w:rsidR="00182D0A" w:rsidRDefault="00182D0A">
            <w:pPr>
              <w:pStyle w:val="a4"/>
              <w:rPr>
                <w:b/>
                <w:szCs w:val="24"/>
              </w:rPr>
            </w:pPr>
          </w:p>
          <w:p w:rsidR="00182D0A" w:rsidRDefault="00182D0A">
            <w:pPr>
              <w:pStyle w:val="a4"/>
              <w:rPr>
                <w:b/>
                <w:szCs w:val="24"/>
              </w:rPr>
            </w:pPr>
          </w:p>
          <w:p w:rsidR="00182D0A" w:rsidRDefault="00A0234B">
            <w:pPr>
              <w:pStyle w:val="a4"/>
            </w:pPr>
            <w:r>
              <w:rPr>
                <w:b/>
                <w:i w:val="0"/>
                <w:szCs w:val="24"/>
              </w:rPr>
              <w:t>_______________/Стрелин Е.Н./</w:t>
            </w:r>
          </w:p>
        </w:tc>
      </w:tr>
    </w:tbl>
    <w:p w:rsidR="00182D0A" w:rsidRDefault="00182D0A">
      <w:pPr>
        <w:pStyle w:val="Standard"/>
      </w:pPr>
    </w:p>
    <w:sectPr w:rsidR="00182D0A">
      <w:pgSz w:w="11907" w:h="16840"/>
      <w:pgMar w:top="709" w:right="567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0234B">
      <w:r>
        <w:separator/>
      </w:r>
    </w:p>
  </w:endnote>
  <w:endnote w:type="continuationSeparator" w:id="0">
    <w:p w:rsidR="00000000" w:rsidRDefault="00A02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0234B">
      <w:r>
        <w:rPr>
          <w:color w:val="000000"/>
        </w:rPr>
        <w:separator/>
      </w:r>
    </w:p>
  </w:footnote>
  <w:footnote w:type="continuationSeparator" w:id="0">
    <w:p w:rsidR="00000000" w:rsidRDefault="00A02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B56F6"/>
    <w:multiLevelType w:val="multilevel"/>
    <w:tmpl w:val="D0B2B9F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6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>
    <w:nsid w:val="0D00629B"/>
    <w:multiLevelType w:val="multilevel"/>
    <w:tmpl w:val="2772B3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>
    <w:nsid w:val="1D1E2E1A"/>
    <w:multiLevelType w:val="multilevel"/>
    <w:tmpl w:val="94D08F2C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4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>
    <w:nsid w:val="25AC00F7"/>
    <w:multiLevelType w:val="multilevel"/>
    <w:tmpl w:val="766A4584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>
    <w:nsid w:val="34D57C2B"/>
    <w:multiLevelType w:val="multilevel"/>
    <w:tmpl w:val="A4828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5">
    <w:nsid w:val="3A84137F"/>
    <w:multiLevelType w:val="multilevel"/>
    <w:tmpl w:val="45A07B90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9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>
    <w:nsid w:val="3E49413C"/>
    <w:multiLevelType w:val="multilevel"/>
    <w:tmpl w:val="A1F2642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3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>
    <w:nsid w:val="3F171CC6"/>
    <w:multiLevelType w:val="multilevel"/>
    <w:tmpl w:val="09EE5B2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>
    <w:nsid w:val="44343DEC"/>
    <w:multiLevelType w:val="multilevel"/>
    <w:tmpl w:val="A3D4A960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8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">
    <w:nsid w:val="6677390E"/>
    <w:multiLevelType w:val="multilevel"/>
    <w:tmpl w:val="3DB261B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5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>
    <w:nsid w:val="70EB46E6"/>
    <w:multiLevelType w:val="multilevel"/>
    <w:tmpl w:val="62CA7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82D0A"/>
    <w:rsid w:val="00182D0A"/>
    <w:rsid w:val="008057FA"/>
    <w:rsid w:val="00A0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3">
    <w:name w:val="heading 3"/>
    <w:next w:val="Textbody"/>
    <w:pPr>
      <w:keepNext/>
      <w:suppressAutoHyphens/>
      <w:spacing w:before="80"/>
      <w:ind w:right="109"/>
      <w:jc w:val="both"/>
      <w:outlineLvl w:val="2"/>
    </w:pPr>
    <w:rPr>
      <w:rFonts w:ascii="Arial" w:hAnsi="Arial" w:cs="Arial"/>
      <w:b/>
      <w:bCs/>
      <w:color w:val="000000"/>
    </w:rPr>
  </w:style>
  <w:style w:type="paragraph" w:styleId="4">
    <w:name w:val="heading 4"/>
    <w:next w:val="Textbody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next w:val="Textbody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next w:val="Textbody"/>
    <w:pPr>
      <w:suppressAutoHyphens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9">
    <w:name w:val="heading 9"/>
    <w:next w:val="Textbody"/>
    <w:pPr>
      <w:suppressAutoHyphens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pPr>
      <w:suppressAutoHyphens/>
      <w:spacing w:after="120"/>
    </w:pPr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styleId="a3">
    <w:name w:val="Title"/>
    <w:next w:val="Textbody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Subtitle"/>
    <w:next w:val="Textbody"/>
    <w:pPr>
      <w:widowControl/>
      <w:suppressAutoHyphens/>
      <w:jc w:val="both"/>
    </w:pPr>
    <w:rPr>
      <w:i/>
      <w:iCs/>
      <w:sz w:val="24"/>
      <w:szCs w:val="28"/>
    </w:rPr>
  </w:style>
  <w:style w:type="paragraph" w:styleId="a5">
    <w:name w:val="List"/>
    <w:pPr>
      <w:suppressAutoHyphens/>
    </w:pPr>
    <w:rPr>
      <w:rFonts w:cs="Tahoma"/>
    </w:rPr>
  </w:style>
  <w:style w:type="paragraph" w:styleId="a6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1">
    <w:name w:val="Название1"/>
    <w:pPr>
      <w:suppressLineNumbers/>
      <w:suppressAutoHyphens/>
      <w:spacing w:before="120" w:after="120"/>
    </w:pPr>
    <w:rPr>
      <w:rFonts w:cs="Tahoma"/>
      <w:i/>
      <w:iCs/>
      <w:sz w:val="24"/>
      <w:szCs w:val="24"/>
    </w:rPr>
  </w:style>
  <w:style w:type="paragraph" w:customStyle="1" w:styleId="10">
    <w:name w:val="Указатель1"/>
    <w:pPr>
      <w:suppressLineNumbers/>
      <w:suppressAutoHyphens/>
    </w:pPr>
    <w:rPr>
      <w:rFonts w:cs="Tahoma"/>
    </w:rPr>
  </w:style>
  <w:style w:type="paragraph" w:customStyle="1" w:styleId="11">
    <w:name w:val="Название объекта1"/>
    <w:pPr>
      <w:widowControl/>
      <w:suppressAutoHyphens/>
      <w:jc w:val="center"/>
    </w:pPr>
    <w:rPr>
      <w:b/>
      <w:sz w:val="24"/>
    </w:rPr>
  </w:style>
  <w:style w:type="paragraph" w:customStyle="1" w:styleId="TableContents">
    <w:name w:val="Table Contents"/>
    <w:pPr>
      <w:suppressLineNumbers/>
      <w:suppressAutoHyphens/>
    </w:pPr>
  </w:style>
  <w:style w:type="paragraph" w:customStyle="1" w:styleId="TableHeading">
    <w:name w:val="Table Heading"/>
    <w:pPr>
      <w:suppressLineNumbers/>
      <w:suppressAutoHyphens/>
      <w:jc w:val="center"/>
    </w:pPr>
    <w:rPr>
      <w:b/>
      <w:bCs/>
    </w:rPr>
  </w:style>
  <w:style w:type="paragraph" w:customStyle="1" w:styleId="Framecontents">
    <w:name w:val="Frame contents"/>
    <w:pPr>
      <w:suppressAutoHyphens/>
    </w:pPr>
  </w:style>
  <w:style w:type="paragraph" w:styleId="a7">
    <w:name w:val="Block Text"/>
    <w:pPr>
      <w:suppressAutoHyphens/>
      <w:spacing w:before="80"/>
      <w:ind w:left="370" w:right="57" w:hanging="370"/>
      <w:jc w:val="both"/>
    </w:pPr>
    <w:rPr>
      <w:rFonts w:ascii="Arial" w:hAnsi="Arial" w:cs="Arial"/>
    </w:rPr>
  </w:style>
  <w:style w:type="paragraph" w:styleId="a8">
    <w:name w:val="Balloon Text"/>
    <w:pPr>
      <w:suppressAutoHyphens/>
    </w:pPr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sz w:val="24"/>
    </w:rPr>
  </w:style>
  <w:style w:type="character" w:customStyle="1" w:styleId="12">
    <w:name w:val="Основной шрифт абзаца1"/>
  </w:style>
  <w:style w:type="character" w:customStyle="1" w:styleId="40">
    <w:name w:val="Заголовок 4 Знак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70">
    <w:name w:val="Заголовок 7 Знак"/>
    <w:rPr>
      <w:rFonts w:ascii="Calibri" w:hAnsi="Calibri"/>
      <w:sz w:val="24"/>
      <w:szCs w:val="24"/>
      <w:lang w:val="ru-RU" w:eastAsia="ar-SA" w:bidi="ar-SA"/>
    </w:rPr>
  </w:style>
  <w:style w:type="character" w:customStyle="1" w:styleId="30">
    <w:name w:val="Заголовок 3 Знак"/>
    <w:rPr>
      <w:rFonts w:ascii="Arial" w:hAnsi="Arial" w:cs="Arial"/>
      <w:b/>
      <w:bCs/>
      <w:color w:val="000000"/>
    </w:rPr>
  </w:style>
  <w:style w:type="character" w:customStyle="1" w:styleId="90">
    <w:name w:val="Заголовок 9 Знак"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  <w:lang w:eastAsia="ar-SA"/>
    </w:rPr>
  </w:style>
  <w:style w:type="paragraph" w:styleId="aa">
    <w:name w:val="List Paragraph"/>
    <w:basedOn w:val="a"/>
    <w:pPr>
      <w:ind w:left="720"/>
    </w:pPr>
  </w:style>
  <w:style w:type="character" w:customStyle="1" w:styleId="ab">
    <w:name w:val="Подзаголовок Знак"/>
    <w:rPr>
      <w:i/>
      <w:iCs/>
      <w:sz w:val="24"/>
      <w:szCs w:val="28"/>
    </w:rPr>
  </w:style>
  <w:style w:type="character" w:styleId="ac">
    <w:name w:val="Hyperlink"/>
    <w:basedOn w:val="a0"/>
    <w:rPr>
      <w:color w:val="0563C1"/>
      <w:u w:val="single"/>
    </w:rPr>
  </w:style>
  <w:style w:type="character" w:styleId="ad">
    <w:name w:val="FollowedHyperlink"/>
    <w:basedOn w:val="a0"/>
    <w:rPr>
      <w:color w:val="954F72"/>
      <w:u w:val="single"/>
    </w:rPr>
  </w:style>
  <w:style w:type="paragraph" w:customStyle="1" w:styleId="msonormal0">
    <w:name w:val="msonormal"/>
    <w:basedOn w:val="a"/>
    <w:pPr>
      <w:widowControl/>
      <w:suppressAutoHyphens w:val="0"/>
      <w:spacing w:before="100" w:after="100"/>
      <w:textAlignment w:val="auto"/>
    </w:pPr>
    <w:rPr>
      <w:kern w:val="0"/>
      <w:sz w:val="24"/>
      <w:szCs w:val="24"/>
    </w:rPr>
  </w:style>
  <w:style w:type="paragraph" w:customStyle="1" w:styleId="xl60">
    <w:name w:val="xl60"/>
    <w:basedOn w:val="a"/>
    <w:pPr>
      <w:widowControl/>
      <w:suppressAutoHyphens w:val="0"/>
      <w:spacing w:before="100" w:after="100"/>
      <w:textAlignment w:val="center"/>
    </w:pPr>
    <w:rPr>
      <w:kern w:val="0"/>
      <w:sz w:val="24"/>
      <w:szCs w:val="24"/>
    </w:rPr>
  </w:style>
  <w:style w:type="paragraph" w:customStyle="1" w:styleId="xl61">
    <w:name w:val="xl61"/>
    <w:basedOn w:val="a"/>
    <w:pPr>
      <w:widowControl/>
      <w:suppressAutoHyphens w:val="0"/>
      <w:spacing w:before="100" w:after="100"/>
      <w:textAlignment w:val="center"/>
    </w:pPr>
    <w:rPr>
      <w:kern w:val="0"/>
      <w:sz w:val="24"/>
      <w:szCs w:val="24"/>
    </w:rPr>
  </w:style>
  <w:style w:type="paragraph" w:customStyle="1" w:styleId="xl62">
    <w:name w:val="xl62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kern w:val="0"/>
      <w:sz w:val="24"/>
      <w:szCs w:val="24"/>
    </w:rPr>
  </w:style>
  <w:style w:type="paragraph" w:customStyle="1" w:styleId="xl63">
    <w:name w:val="xl63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b/>
      <w:bCs/>
      <w:kern w:val="0"/>
    </w:rPr>
  </w:style>
  <w:style w:type="paragraph" w:customStyle="1" w:styleId="xl64">
    <w:name w:val="xl64"/>
    <w:basedOn w:val="a"/>
    <w:pPr>
      <w:widowControl/>
      <w:suppressAutoHyphens w:val="0"/>
      <w:spacing w:before="100" w:after="100"/>
      <w:textAlignment w:val="center"/>
    </w:pPr>
    <w:rPr>
      <w:b/>
      <w:bCs/>
      <w:kern w:val="0"/>
    </w:rPr>
  </w:style>
  <w:style w:type="paragraph" w:customStyle="1" w:styleId="xl65">
    <w:name w:val="xl65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b/>
      <w:bCs/>
      <w:kern w:val="0"/>
      <w:sz w:val="18"/>
      <w:szCs w:val="18"/>
    </w:rPr>
  </w:style>
  <w:style w:type="paragraph" w:customStyle="1" w:styleId="xl66">
    <w:name w:val="xl66"/>
    <w:basedOn w:val="a"/>
    <w:pPr>
      <w:widowControl/>
      <w:suppressAutoHyphens w:val="0"/>
      <w:spacing w:before="100" w:after="100"/>
      <w:textAlignment w:val="center"/>
    </w:pPr>
    <w:rPr>
      <w:b/>
      <w:bCs/>
      <w:kern w:val="0"/>
      <w:sz w:val="18"/>
      <w:szCs w:val="18"/>
    </w:rPr>
  </w:style>
  <w:style w:type="character" w:customStyle="1" w:styleId="50">
    <w:name w:val="Заголовок 5 Знак"/>
    <w:basedOn w:val="a0"/>
    <w:rPr>
      <w:b/>
      <w:bCs/>
      <w:i/>
      <w:iCs/>
      <w:sz w:val="26"/>
      <w:szCs w:val="26"/>
    </w:rPr>
  </w:style>
  <w:style w:type="character" w:customStyle="1" w:styleId="ae">
    <w:name w:val="Название Знак"/>
    <w:basedOn w:val="a0"/>
    <w:rPr>
      <w:rFonts w:ascii="Arial" w:eastAsia="MS Mincho" w:hAnsi="Arial" w:cs="Tahoma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3">
    <w:name w:val="heading 3"/>
    <w:next w:val="Textbody"/>
    <w:pPr>
      <w:keepNext/>
      <w:suppressAutoHyphens/>
      <w:spacing w:before="80"/>
      <w:ind w:right="109"/>
      <w:jc w:val="both"/>
      <w:outlineLvl w:val="2"/>
    </w:pPr>
    <w:rPr>
      <w:rFonts w:ascii="Arial" w:hAnsi="Arial" w:cs="Arial"/>
      <w:b/>
      <w:bCs/>
      <w:color w:val="000000"/>
    </w:rPr>
  </w:style>
  <w:style w:type="paragraph" w:styleId="4">
    <w:name w:val="heading 4"/>
    <w:next w:val="Textbody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next w:val="Textbody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next w:val="Textbody"/>
    <w:pPr>
      <w:suppressAutoHyphens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9">
    <w:name w:val="heading 9"/>
    <w:next w:val="Textbody"/>
    <w:pPr>
      <w:suppressAutoHyphens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pPr>
      <w:suppressAutoHyphens/>
      <w:spacing w:after="120"/>
    </w:pPr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styleId="a3">
    <w:name w:val="Title"/>
    <w:next w:val="Textbody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Subtitle"/>
    <w:next w:val="Textbody"/>
    <w:pPr>
      <w:widowControl/>
      <w:suppressAutoHyphens/>
      <w:jc w:val="both"/>
    </w:pPr>
    <w:rPr>
      <w:i/>
      <w:iCs/>
      <w:sz w:val="24"/>
      <w:szCs w:val="28"/>
    </w:rPr>
  </w:style>
  <w:style w:type="paragraph" w:styleId="a5">
    <w:name w:val="List"/>
    <w:pPr>
      <w:suppressAutoHyphens/>
    </w:pPr>
    <w:rPr>
      <w:rFonts w:cs="Tahoma"/>
    </w:rPr>
  </w:style>
  <w:style w:type="paragraph" w:styleId="a6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1">
    <w:name w:val="Название1"/>
    <w:pPr>
      <w:suppressLineNumbers/>
      <w:suppressAutoHyphens/>
      <w:spacing w:before="120" w:after="120"/>
    </w:pPr>
    <w:rPr>
      <w:rFonts w:cs="Tahoma"/>
      <w:i/>
      <w:iCs/>
      <w:sz w:val="24"/>
      <w:szCs w:val="24"/>
    </w:rPr>
  </w:style>
  <w:style w:type="paragraph" w:customStyle="1" w:styleId="10">
    <w:name w:val="Указатель1"/>
    <w:pPr>
      <w:suppressLineNumbers/>
      <w:suppressAutoHyphens/>
    </w:pPr>
    <w:rPr>
      <w:rFonts w:cs="Tahoma"/>
    </w:rPr>
  </w:style>
  <w:style w:type="paragraph" w:customStyle="1" w:styleId="11">
    <w:name w:val="Название объекта1"/>
    <w:pPr>
      <w:widowControl/>
      <w:suppressAutoHyphens/>
      <w:jc w:val="center"/>
    </w:pPr>
    <w:rPr>
      <w:b/>
      <w:sz w:val="24"/>
    </w:rPr>
  </w:style>
  <w:style w:type="paragraph" w:customStyle="1" w:styleId="TableContents">
    <w:name w:val="Table Contents"/>
    <w:pPr>
      <w:suppressLineNumbers/>
      <w:suppressAutoHyphens/>
    </w:pPr>
  </w:style>
  <w:style w:type="paragraph" w:customStyle="1" w:styleId="TableHeading">
    <w:name w:val="Table Heading"/>
    <w:pPr>
      <w:suppressLineNumbers/>
      <w:suppressAutoHyphens/>
      <w:jc w:val="center"/>
    </w:pPr>
    <w:rPr>
      <w:b/>
      <w:bCs/>
    </w:rPr>
  </w:style>
  <w:style w:type="paragraph" w:customStyle="1" w:styleId="Framecontents">
    <w:name w:val="Frame contents"/>
    <w:pPr>
      <w:suppressAutoHyphens/>
    </w:pPr>
  </w:style>
  <w:style w:type="paragraph" w:styleId="a7">
    <w:name w:val="Block Text"/>
    <w:pPr>
      <w:suppressAutoHyphens/>
      <w:spacing w:before="80"/>
      <w:ind w:left="370" w:right="57" w:hanging="370"/>
      <w:jc w:val="both"/>
    </w:pPr>
    <w:rPr>
      <w:rFonts w:ascii="Arial" w:hAnsi="Arial" w:cs="Arial"/>
    </w:rPr>
  </w:style>
  <w:style w:type="paragraph" w:styleId="a8">
    <w:name w:val="Balloon Text"/>
    <w:pPr>
      <w:suppressAutoHyphens/>
    </w:pPr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sz w:val="24"/>
    </w:rPr>
  </w:style>
  <w:style w:type="character" w:customStyle="1" w:styleId="12">
    <w:name w:val="Основной шрифт абзаца1"/>
  </w:style>
  <w:style w:type="character" w:customStyle="1" w:styleId="40">
    <w:name w:val="Заголовок 4 Знак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70">
    <w:name w:val="Заголовок 7 Знак"/>
    <w:rPr>
      <w:rFonts w:ascii="Calibri" w:hAnsi="Calibri"/>
      <w:sz w:val="24"/>
      <w:szCs w:val="24"/>
      <w:lang w:val="ru-RU" w:eastAsia="ar-SA" w:bidi="ar-SA"/>
    </w:rPr>
  </w:style>
  <w:style w:type="character" w:customStyle="1" w:styleId="30">
    <w:name w:val="Заголовок 3 Знак"/>
    <w:rPr>
      <w:rFonts w:ascii="Arial" w:hAnsi="Arial" w:cs="Arial"/>
      <w:b/>
      <w:bCs/>
      <w:color w:val="000000"/>
    </w:rPr>
  </w:style>
  <w:style w:type="character" w:customStyle="1" w:styleId="90">
    <w:name w:val="Заголовок 9 Знак"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  <w:lang w:eastAsia="ar-SA"/>
    </w:rPr>
  </w:style>
  <w:style w:type="paragraph" w:styleId="aa">
    <w:name w:val="List Paragraph"/>
    <w:basedOn w:val="a"/>
    <w:pPr>
      <w:ind w:left="720"/>
    </w:pPr>
  </w:style>
  <w:style w:type="character" w:customStyle="1" w:styleId="ab">
    <w:name w:val="Подзаголовок Знак"/>
    <w:rPr>
      <w:i/>
      <w:iCs/>
      <w:sz w:val="24"/>
      <w:szCs w:val="28"/>
    </w:rPr>
  </w:style>
  <w:style w:type="character" w:styleId="ac">
    <w:name w:val="Hyperlink"/>
    <w:basedOn w:val="a0"/>
    <w:rPr>
      <w:color w:val="0563C1"/>
      <w:u w:val="single"/>
    </w:rPr>
  </w:style>
  <w:style w:type="character" w:styleId="ad">
    <w:name w:val="FollowedHyperlink"/>
    <w:basedOn w:val="a0"/>
    <w:rPr>
      <w:color w:val="954F72"/>
      <w:u w:val="single"/>
    </w:rPr>
  </w:style>
  <w:style w:type="paragraph" w:customStyle="1" w:styleId="msonormal0">
    <w:name w:val="msonormal"/>
    <w:basedOn w:val="a"/>
    <w:pPr>
      <w:widowControl/>
      <w:suppressAutoHyphens w:val="0"/>
      <w:spacing w:before="100" w:after="100"/>
      <w:textAlignment w:val="auto"/>
    </w:pPr>
    <w:rPr>
      <w:kern w:val="0"/>
      <w:sz w:val="24"/>
      <w:szCs w:val="24"/>
    </w:rPr>
  </w:style>
  <w:style w:type="paragraph" w:customStyle="1" w:styleId="xl60">
    <w:name w:val="xl60"/>
    <w:basedOn w:val="a"/>
    <w:pPr>
      <w:widowControl/>
      <w:suppressAutoHyphens w:val="0"/>
      <w:spacing w:before="100" w:after="100"/>
      <w:textAlignment w:val="center"/>
    </w:pPr>
    <w:rPr>
      <w:kern w:val="0"/>
      <w:sz w:val="24"/>
      <w:szCs w:val="24"/>
    </w:rPr>
  </w:style>
  <w:style w:type="paragraph" w:customStyle="1" w:styleId="xl61">
    <w:name w:val="xl61"/>
    <w:basedOn w:val="a"/>
    <w:pPr>
      <w:widowControl/>
      <w:suppressAutoHyphens w:val="0"/>
      <w:spacing w:before="100" w:after="100"/>
      <w:textAlignment w:val="center"/>
    </w:pPr>
    <w:rPr>
      <w:kern w:val="0"/>
      <w:sz w:val="24"/>
      <w:szCs w:val="24"/>
    </w:rPr>
  </w:style>
  <w:style w:type="paragraph" w:customStyle="1" w:styleId="xl62">
    <w:name w:val="xl62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kern w:val="0"/>
      <w:sz w:val="24"/>
      <w:szCs w:val="24"/>
    </w:rPr>
  </w:style>
  <w:style w:type="paragraph" w:customStyle="1" w:styleId="xl63">
    <w:name w:val="xl63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b/>
      <w:bCs/>
      <w:kern w:val="0"/>
    </w:rPr>
  </w:style>
  <w:style w:type="paragraph" w:customStyle="1" w:styleId="xl64">
    <w:name w:val="xl64"/>
    <w:basedOn w:val="a"/>
    <w:pPr>
      <w:widowControl/>
      <w:suppressAutoHyphens w:val="0"/>
      <w:spacing w:before="100" w:after="100"/>
      <w:textAlignment w:val="center"/>
    </w:pPr>
    <w:rPr>
      <w:b/>
      <w:bCs/>
      <w:kern w:val="0"/>
    </w:rPr>
  </w:style>
  <w:style w:type="paragraph" w:customStyle="1" w:styleId="xl65">
    <w:name w:val="xl65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b/>
      <w:bCs/>
      <w:kern w:val="0"/>
      <w:sz w:val="18"/>
      <w:szCs w:val="18"/>
    </w:rPr>
  </w:style>
  <w:style w:type="paragraph" w:customStyle="1" w:styleId="xl66">
    <w:name w:val="xl66"/>
    <w:basedOn w:val="a"/>
    <w:pPr>
      <w:widowControl/>
      <w:suppressAutoHyphens w:val="0"/>
      <w:spacing w:before="100" w:after="100"/>
      <w:textAlignment w:val="center"/>
    </w:pPr>
    <w:rPr>
      <w:b/>
      <w:bCs/>
      <w:kern w:val="0"/>
      <w:sz w:val="18"/>
      <w:szCs w:val="18"/>
    </w:rPr>
  </w:style>
  <w:style w:type="character" w:customStyle="1" w:styleId="50">
    <w:name w:val="Заголовок 5 Знак"/>
    <w:basedOn w:val="a0"/>
    <w:rPr>
      <w:b/>
      <w:bCs/>
      <w:i/>
      <w:iCs/>
      <w:sz w:val="26"/>
      <w:szCs w:val="26"/>
    </w:rPr>
  </w:style>
  <w:style w:type="character" w:customStyle="1" w:styleId="ae">
    <w:name w:val="Название Знак"/>
    <w:basedOn w:val="a0"/>
    <w:rPr>
      <w:rFonts w:ascii="Arial" w:eastAsia="MS Mincho" w:hAnsi="Arial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30248</Words>
  <Characters>172419</Characters>
  <Application>Microsoft Office Word</Application>
  <DocSecurity>0</DocSecurity>
  <Lines>1436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</vt:lpstr>
    </vt:vector>
  </TitlesOfParts>
  <Company/>
  <LinksUpToDate>false</LinksUpToDate>
  <CharactersWithSpaces>202263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</dc:title>
  <dc:creator>User</dc:creator>
  <cp:lastModifiedBy>Парамонов Андрей Владимирович</cp:lastModifiedBy>
  <cp:revision>2</cp:revision>
  <cp:lastPrinted>2022-01-19T07:24:00Z</cp:lastPrinted>
  <dcterms:created xsi:type="dcterms:W3CDTF">2022-01-26T10:35:00Z</dcterms:created>
  <dcterms:modified xsi:type="dcterms:W3CDTF">2022-01-26T10:35:00Z</dcterms:modified>
</cp:coreProperties>
</file>