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488" w:rsidRDefault="0034373E">
      <w:pPr>
        <w:pStyle w:val="11"/>
      </w:pPr>
      <w:r>
        <w:t>ДОГОВОР ПОСТАВКИ №</w:t>
      </w:r>
      <w:r>
        <w:rPr>
          <w:bCs/>
        </w:rPr>
        <w:t xml:space="preserve"> ____</w:t>
      </w:r>
    </w:p>
    <w:p w:rsidR="00154488" w:rsidRDefault="00154488">
      <w:pPr>
        <w:pStyle w:val="Standard"/>
        <w:jc w:val="center"/>
        <w:rPr>
          <w:b/>
          <w:sz w:val="22"/>
        </w:rPr>
      </w:pPr>
    </w:p>
    <w:p w:rsidR="00154488" w:rsidRDefault="0034373E">
      <w:pPr>
        <w:pStyle w:val="a4"/>
        <w:rPr>
          <w:i w:val="0"/>
        </w:rPr>
      </w:pPr>
      <w:r>
        <w:rPr>
          <w:i w:val="0"/>
        </w:rPr>
        <w:t xml:space="preserve">г. Саратов                                                                                </w:t>
      </w:r>
      <w:r>
        <w:rPr>
          <w:i w:val="0"/>
        </w:rPr>
        <w:tab/>
        <w:t xml:space="preserve">                        «___ » __________ 2022 г.</w:t>
      </w:r>
    </w:p>
    <w:p w:rsidR="00154488" w:rsidRDefault="00154488">
      <w:pPr>
        <w:pStyle w:val="a4"/>
      </w:pPr>
    </w:p>
    <w:p w:rsidR="0034373E" w:rsidRDefault="0034373E" w:rsidP="0034373E">
      <w:pPr>
        <w:pStyle w:val="a4"/>
        <w:ind w:firstLine="360"/>
      </w:pPr>
      <w:r>
        <w:rPr>
          <w:i w:val="0"/>
        </w:rPr>
        <w:t xml:space="preserve">      </w:t>
      </w:r>
      <w:r>
        <w:rPr>
          <w:b/>
          <w:i w:val="0"/>
        </w:rPr>
        <w:t>Закрытое акционерное общество «Саратовское предприятие городских электрических сетей»</w:t>
      </w:r>
      <w:r>
        <w:rPr>
          <w:i w:val="0"/>
        </w:rPr>
        <w:t>, именуемое в дальнейшем «</w:t>
      </w:r>
      <w:r>
        <w:rPr>
          <w:b/>
          <w:i w:val="0"/>
        </w:rPr>
        <w:t>Заказчик»</w:t>
      </w:r>
      <w:r>
        <w:rPr>
          <w:i w:val="0"/>
        </w:rPr>
        <w:t xml:space="preserve">, в лице первого заместителя генерального директора Стрелина Е.Н., действующего на основании доверенности № 2 от 12.01.2018 года, с одной стороны, и </w:t>
      </w:r>
      <w:r>
        <w:rPr>
          <w:b/>
          <w:i w:val="0"/>
        </w:rPr>
        <w:t>Индивидуальный предприниматель Сидоренко Владислав Борисович</w:t>
      </w:r>
      <w:r>
        <w:rPr>
          <w:i w:val="0"/>
        </w:rPr>
        <w:t xml:space="preserve"> (ОГРНИП № 309645002000014 от 20.01.2009 г.), именуемый в дальнейшем «</w:t>
      </w:r>
      <w:r>
        <w:rPr>
          <w:b/>
          <w:i w:val="0"/>
        </w:rPr>
        <w:t>Исполнитель»</w:t>
      </w:r>
      <w:r>
        <w:rPr>
          <w:i w:val="0"/>
        </w:rPr>
        <w:t>, с другой стороны, заключили настоящий Договор о нижеследующем.</w:t>
      </w:r>
    </w:p>
    <w:p w:rsidR="00154488" w:rsidRDefault="00154488">
      <w:pPr>
        <w:pStyle w:val="Standard"/>
        <w:spacing w:after="60"/>
        <w:rPr>
          <w:b/>
          <w:bCs/>
          <w:sz w:val="22"/>
          <w:szCs w:val="22"/>
        </w:rPr>
      </w:pPr>
    </w:p>
    <w:p w:rsidR="0034373E" w:rsidRDefault="0034373E" w:rsidP="0034373E">
      <w:pPr>
        <w:pStyle w:val="12"/>
        <w:numPr>
          <w:ilvl w:val="1"/>
          <w:numId w:val="12"/>
        </w:numPr>
        <w:tabs>
          <w:tab w:val="left" w:pos="0"/>
          <w:tab w:val="left" w:pos="653"/>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обязуется по Заявкам (Приложение № 1) Покупателя поставлять агрегаты, узлы и детали к тракторам (далее «Товар») исходя из Перечня (Приложение № 3), а Покупатель принимать и оплачивать Товар на условиях и в сроки, предусмотренные настоящим Договором.</w:t>
      </w:r>
    </w:p>
    <w:p w:rsidR="0034373E" w:rsidRDefault="0034373E" w:rsidP="0034373E">
      <w:pPr>
        <w:pStyle w:val="12"/>
        <w:numPr>
          <w:ilvl w:val="1"/>
          <w:numId w:val="12"/>
        </w:numPr>
        <w:tabs>
          <w:tab w:val="left" w:pos="0"/>
          <w:tab w:val="left" w:pos="653"/>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На основании Заявки Покупателя Поставщик формирует и направляет на согласование Покупателю Спецификацию на партию Товара (Приложение № 2), отражающую ассортимент, количество, срок поставки, стоимость и другие условия.</w:t>
      </w:r>
    </w:p>
    <w:p w:rsidR="0034373E" w:rsidRDefault="0034373E" w:rsidP="0034373E">
      <w:pPr>
        <w:pStyle w:val="12"/>
        <w:numPr>
          <w:ilvl w:val="1"/>
          <w:numId w:val="12"/>
        </w:numPr>
        <w:tabs>
          <w:tab w:val="left" w:pos="0"/>
          <w:tab w:val="left" w:pos="653"/>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обязан передать Товар Покупателю свободным от прав третьих лиц, не находящимся в залоге, под арестом и свободным от любых других обременений.</w:t>
      </w:r>
    </w:p>
    <w:p w:rsidR="0034373E" w:rsidRDefault="0034373E" w:rsidP="0034373E">
      <w:pPr>
        <w:pStyle w:val="12"/>
        <w:numPr>
          <w:ilvl w:val="1"/>
          <w:numId w:val="12"/>
        </w:numPr>
        <w:tabs>
          <w:tab w:val="left" w:pos="0"/>
          <w:tab w:val="left" w:pos="653"/>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 соглашению Сторон Сумма настоящего договора ограничена и не может превышать 490 000 (четыреста девяноста тысяч) рублей в т. ч. НДС 20%. Покупатель вправе в период действия настоящего Договора не выбрать в полном объеме указанную сумму. Не заказанный Товар не оплачивается.</w:t>
      </w:r>
    </w:p>
    <w:p w:rsidR="0034373E" w:rsidRPr="00C268F0" w:rsidRDefault="0034373E" w:rsidP="0034373E">
      <w:pPr>
        <w:pStyle w:val="12"/>
        <w:numPr>
          <w:ilvl w:val="1"/>
          <w:numId w:val="12"/>
        </w:numPr>
        <w:tabs>
          <w:tab w:val="left" w:pos="0"/>
          <w:tab w:val="left" w:pos="653"/>
          <w:tab w:val="left" w:pos="1080"/>
        </w:tabs>
        <w:spacing w:before="0" w:after="60"/>
        <w:ind w:left="0" w:right="0" w:firstLine="540"/>
        <w:rPr>
          <w:rFonts w:ascii="Times New Roman" w:hAnsi="Times New Roman" w:cs="Times New Roman"/>
          <w:sz w:val="24"/>
          <w:szCs w:val="24"/>
        </w:rPr>
      </w:pPr>
      <w:r w:rsidRPr="00C268F0">
        <w:rPr>
          <w:rFonts w:ascii="Times New Roman" w:eastAsia="Arial" w:hAnsi="Times New Roman" w:cs="Times New Roman"/>
          <w:spacing w:val="-9"/>
          <w:w w:val="102"/>
          <w:sz w:val="24"/>
          <w:szCs w:val="24"/>
          <w:shd w:val="clear" w:color="auto" w:fill="FFFFFF"/>
        </w:rPr>
        <w:t>Настоящий Договор заключен с Заказчиком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11/21 от «23» июня 2021 года).</w:t>
      </w:r>
    </w:p>
    <w:p w:rsidR="0034373E" w:rsidRPr="00C268F0" w:rsidRDefault="0034373E" w:rsidP="0034373E">
      <w:pPr>
        <w:pStyle w:val="12"/>
        <w:tabs>
          <w:tab w:val="left" w:pos="0"/>
          <w:tab w:val="left" w:pos="653"/>
          <w:tab w:val="left" w:pos="1080"/>
        </w:tabs>
        <w:spacing w:before="0" w:after="60"/>
        <w:ind w:left="540" w:right="0" w:firstLine="0"/>
        <w:rPr>
          <w:rFonts w:ascii="Times New Roman" w:hAnsi="Times New Roman" w:cs="Times New Roman"/>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 xml:space="preserve"> СРОК, ПОРЯДОК И УСЛОВИЯ ПОСТАВКИ</w:t>
      </w:r>
    </w:p>
    <w:p w:rsidR="0034373E" w:rsidRDefault="0034373E" w:rsidP="0034373E">
      <w:pPr>
        <w:pStyle w:val="12"/>
        <w:numPr>
          <w:ilvl w:val="1"/>
          <w:numId w:val="13"/>
        </w:numPr>
        <w:tabs>
          <w:tab w:val="left" w:pos="0"/>
          <w:tab w:val="left" w:pos="1080"/>
        </w:tabs>
        <w:spacing w:before="0" w:after="60"/>
        <w:ind w:left="0" w:right="0" w:firstLine="540"/>
      </w:pPr>
      <w:r>
        <w:rPr>
          <w:rFonts w:ascii="Times New Roman" w:hAnsi="Times New Roman" w:cs="Times New Roman"/>
          <w:sz w:val="24"/>
          <w:szCs w:val="24"/>
        </w:rPr>
        <w:t xml:space="preserve">Поставка Товара осуществляется партиями, формируемыми по отдельным Заявкам, направляемым Покупателем посредством факсимильной и/или электронной связи Поставщику или лично в течение срока действия настоящего Договора. Заявка должна содержать информацию о количестве и ассортименте Товара. Заявка должна быть направлена на телефонный номер </w:t>
      </w:r>
      <w:r>
        <w:rPr>
          <w:rFonts w:ascii="Times New Roman" w:hAnsi="Times New Roman"/>
          <w:color w:val="000000"/>
          <w:sz w:val="24"/>
          <w:szCs w:val="24"/>
        </w:rPr>
        <w:t>(8452) 37-28-11</w:t>
      </w:r>
      <w:r>
        <w:t xml:space="preserve"> </w:t>
      </w:r>
      <w:r>
        <w:rPr>
          <w:rFonts w:ascii="Times New Roman" w:hAnsi="Times New Roman" w:cs="Times New Roman"/>
          <w:sz w:val="24"/>
          <w:szCs w:val="24"/>
        </w:rPr>
        <w:t>(для факсимильного Заказа). В течение 5-х (пяти) рабочих дней со дня направления Заявки Поставщик обязан составить и согласовать с Покупателем Спецификацию на партию Товара, отражающую ассортимент, количество, срок поставки, стоимость и другие условия.</w:t>
      </w:r>
    </w:p>
    <w:p w:rsidR="0034373E" w:rsidRDefault="0034373E" w:rsidP="0034373E">
      <w:pPr>
        <w:pStyle w:val="12"/>
        <w:numPr>
          <w:ilvl w:val="1"/>
          <w:numId w:val="13"/>
        </w:numPr>
        <w:tabs>
          <w:tab w:val="left" w:pos="0"/>
          <w:tab w:val="left" w:pos="1080"/>
        </w:tabs>
        <w:spacing w:before="0" w:after="60"/>
        <w:ind w:left="0" w:right="0" w:firstLine="540"/>
      </w:pPr>
      <w:r>
        <w:rPr>
          <w:rFonts w:ascii="Times New Roman" w:hAnsi="Times New Roman" w:cs="Times New Roman"/>
          <w:sz w:val="24"/>
          <w:szCs w:val="24"/>
        </w:rPr>
        <w:t xml:space="preserve">Стороны признают действительными Заказы, полученные посредством телеграфной и факсимильной связи при условии, что они были направлены на телефонный номер: </w:t>
      </w:r>
      <w:r>
        <w:rPr>
          <w:rFonts w:ascii="Times New Roman" w:hAnsi="Times New Roman" w:cs="Times New Roman"/>
          <w:color w:val="000000"/>
          <w:sz w:val="24"/>
          <w:szCs w:val="24"/>
        </w:rPr>
        <w:t xml:space="preserve">(8452) 37-28-11 </w:t>
      </w:r>
      <w:r>
        <w:rPr>
          <w:rFonts w:ascii="Times New Roman" w:hAnsi="Times New Roman" w:cs="Times New Roman"/>
          <w:sz w:val="24"/>
          <w:szCs w:val="24"/>
        </w:rPr>
        <w:t>(для факсимильного Заказа) или переданы Поставщику лично.</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Поставка Товара производится на условиях, согласованных в соответствующей Спецификации (п. 1.2.), путем передачи Поставщиком Товара на складе Поставщика. Товар должен быть упакован способом, исключающим его повреждение при транспортировке и приемке. При этом должны учитываться продолжительность и способы транспортировки, а также требования, предъявляемые к перевозимому грузу различными видами транспорта.</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Срок поставки Товара определяется Поставщиком исходя из наличия Товара на складах. Срок поставки указываются Поставщиком в согласованных Спецификациях (Приложение № 2). Допускается досрочная поставка Товара по согласованию с Покупателем.</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несет ответственность за любые потери и/или повреждения Товара, связанные с неправильной упаковкой.</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 xml:space="preserve">Датой поставки считается дата приемки товара, указанная в универсально передаточном </w:t>
      </w:r>
      <w:r>
        <w:rPr>
          <w:rFonts w:ascii="Times New Roman" w:hAnsi="Times New Roman" w:cs="Times New Roman"/>
          <w:sz w:val="24"/>
          <w:szCs w:val="24"/>
        </w:rPr>
        <w:lastRenderedPageBreak/>
        <w:t>документе по форме рекомендованной письмом ФНС России от 21 октября 2013 г. № ММВ-20-3/96@ (далее УПД). Право собственности на поставляемый Товар и риски его утраты переходят к Покупателю на складе Поставщика в момент подписания УПД доверенным лицом при приемке Товара.</w:t>
      </w:r>
    </w:p>
    <w:p w:rsidR="0034373E" w:rsidRDefault="0034373E" w:rsidP="0034373E">
      <w:pPr>
        <w:pStyle w:val="12"/>
        <w:numPr>
          <w:ilvl w:val="1"/>
          <w:numId w:val="13"/>
        </w:numPr>
        <w:tabs>
          <w:tab w:val="left" w:pos="0"/>
          <w:tab w:val="left" w:pos="1080"/>
        </w:tabs>
        <w:spacing w:before="0" w:after="60"/>
        <w:ind w:left="0" w:right="0" w:firstLine="540"/>
      </w:pPr>
      <w:r>
        <w:rPr>
          <w:rFonts w:ascii="Times New Roman" w:hAnsi="Times New Roman" w:cs="Times New Roman"/>
          <w:sz w:val="24"/>
          <w:szCs w:val="24"/>
        </w:rPr>
        <w:t>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 Такое извещение должно быть направлено в письменном виде по факсу или электронной почте. Покупатель обязан принять Товар в течение 10 (десяти) рабочих дней, с момента получения извещения от Поставщика о готовности Товара к передаче.</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В случае если просрочка принятия Товара превысит 10 (десять) рабочих дней, Поставщик имеет право отказаться от исполнения заявки Покупателя либо изменить срок поставки и/или цену Товара в одностороннем порядке.</w:t>
      </w:r>
    </w:p>
    <w:p w:rsidR="0034373E" w:rsidRDefault="0034373E" w:rsidP="0034373E">
      <w:pPr>
        <w:pStyle w:val="12"/>
        <w:numPr>
          <w:ilvl w:val="1"/>
          <w:numId w:val="13"/>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Каждая партия Товара сопровождается документами, подтверждающими его количество, ассортимент и стоимость (по формам, установленным унифицированными альбомами первичной учетной документации).</w:t>
      </w:r>
    </w:p>
    <w:p w:rsidR="0034373E" w:rsidRDefault="0034373E" w:rsidP="0034373E">
      <w:pPr>
        <w:pStyle w:val="12"/>
        <w:tabs>
          <w:tab w:val="left" w:pos="1080"/>
        </w:tabs>
        <w:spacing w:before="0" w:after="60"/>
        <w:ind w:left="0" w:right="0" w:firstLine="0"/>
        <w:rPr>
          <w:rFonts w:ascii="Times New Roman" w:hAnsi="Times New Roman" w:cs="Times New Roman"/>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ЦЕНА И УСЛОВИЯ ПЛАТЕЖА</w:t>
      </w:r>
    </w:p>
    <w:p w:rsidR="0034373E" w:rsidRDefault="0034373E" w:rsidP="0034373E">
      <w:pPr>
        <w:pStyle w:val="Standard"/>
        <w:numPr>
          <w:ilvl w:val="1"/>
          <w:numId w:val="14"/>
        </w:numPr>
        <w:tabs>
          <w:tab w:val="left" w:pos="0"/>
          <w:tab w:val="left" w:pos="426"/>
        </w:tabs>
        <w:spacing w:line="276" w:lineRule="auto"/>
        <w:ind w:left="0" w:firstLine="567"/>
        <w:jc w:val="both"/>
        <w:rPr>
          <w:sz w:val="24"/>
          <w:szCs w:val="24"/>
        </w:rPr>
      </w:pPr>
      <w:r>
        <w:rPr>
          <w:sz w:val="24"/>
          <w:szCs w:val="24"/>
        </w:rPr>
        <w:t>Стоимость Товара устанавливается в рублях и указывается в Спецификациях на партию Товара (Приложение № 2) к настоящему Договору, счетах на оплату, выставленных на каждую конкретную поставку в соответствии со Спецификацией (Приложение № 1). При этом общая стоимость Товара за период действия настоящего договора не должна превышать 490 000 (четыреста девяноста тысяч) рублей т.ч. НДС 20%, в случае превышения указанной суммы Товар по настоящему договору не поставляется и платежи не производятся.</w:t>
      </w:r>
    </w:p>
    <w:p w:rsidR="0034373E" w:rsidRDefault="0034373E" w:rsidP="0034373E">
      <w:pPr>
        <w:pStyle w:val="12"/>
        <w:numPr>
          <w:ilvl w:val="1"/>
          <w:numId w:val="14"/>
        </w:numPr>
        <w:tabs>
          <w:tab w:val="left" w:pos="0"/>
          <w:tab w:val="left" w:pos="1080"/>
        </w:tabs>
        <w:spacing w:before="0" w:after="60" w:line="276" w:lineRule="auto"/>
        <w:ind w:left="0" w:right="0" w:firstLine="540"/>
        <w:rPr>
          <w:rFonts w:ascii="Times New Roman" w:hAnsi="Times New Roman" w:cs="Times New Roman"/>
          <w:sz w:val="24"/>
          <w:szCs w:val="24"/>
        </w:rPr>
      </w:pPr>
      <w:r>
        <w:rPr>
          <w:rFonts w:ascii="Times New Roman" w:hAnsi="Times New Roman" w:cs="Times New Roman"/>
          <w:sz w:val="24"/>
          <w:szCs w:val="24"/>
        </w:rPr>
        <w:t>Счет должен быть подписан уполномоченным лицом Поставщика и отправлен Покупателю по факсу или вручен лично.</w:t>
      </w:r>
    </w:p>
    <w:p w:rsidR="0034373E" w:rsidRDefault="0034373E" w:rsidP="0034373E">
      <w:pPr>
        <w:pStyle w:val="12"/>
        <w:numPr>
          <w:ilvl w:val="1"/>
          <w:numId w:val="14"/>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Покупатель обязан оплатить Товар в течение в течение 10 (десяти) рабочих дней после даты выставления счета. Цена, указанная в счете, является твердой и не подлежит изменению на период оплаты. Датой осуществления платежа считается дата зачисления денежных средств на расчетный счет Поставщика.</w:t>
      </w:r>
    </w:p>
    <w:p w:rsidR="0034373E" w:rsidRDefault="0034373E" w:rsidP="0034373E">
      <w:pPr>
        <w:pStyle w:val="12"/>
        <w:numPr>
          <w:ilvl w:val="1"/>
          <w:numId w:val="14"/>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приступает к процедуре поставки Товара только после оплаты Покупателем полной стоимости (100 процентов) партии Товара.</w:t>
      </w:r>
    </w:p>
    <w:p w:rsidR="0034373E" w:rsidRDefault="0034373E" w:rsidP="0034373E">
      <w:pPr>
        <w:pStyle w:val="12"/>
        <w:numPr>
          <w:ilvl w:val="1"/>
          <w:numId w:val="14"/>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w:t>
      </w:r>
    </w:p>
    <w:p w:rsidR="0034373E" w:rsidRDefault="0034373E" w:rsidP="0034373E">
      <w:pPr>
        <w:pStyle w:val="12"/>
        <w:numPr>
          <w:ilvl w:val="1"/>
          <w:numId w:val="14"/>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Стороны обязуются проводить сверку расчетов с последующим составлением Актов сверки взаиморасчетов не реже, чем один раз каждые 6 (шесть) месяцев.</w:t>
      </w:r>
    </w:p>
    <w:p w:rsidR="0034373E" w:rsidRDefault="0034373E" w:rsidP="0034373E">
      <w:pPr>
        <w:pStyle w:val="12"/>
        <w:numPr>
          <w:ilvl w:val="1"/>
          <w:numId w:val="14"/>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Расчеты в форме предварительной оплаты, аванса, отсрочки платежа в рамках настоящего Договора не являются коммерческим кредитом в смысле статьи 823 ГК РФ, а также на сумму денежных обязательств проценты в соответствии со статьей 317.1 ГК РФ не начисляются.</w:t>
      </w:r>
    </w:p>
    <w:p w:rsidR="0034373E" w:rsidRDefault="0034373E" w:rsidP="0034373E">
      <w:pPr>
        <w:pStyle w:val="Standard"/>
        <w:ind w:firstLine="540"/>
        <w:jc w:val="both"/>
        <w:rPr>
          <w:iCs/>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ДОПОЛНИТЕЛЬНЫЕ ОБЯЗАННОСТИ СТОРОН</w:t>
      </w:r>
    </w:p>
    <w:p w:rsidR="0034373E" w:rsidRDefault="0034373E" w:rsidP="0034373E">
      <w:pPr>
        <w:pStyle w:val="12"/>
        <w:numPr>
          <w:ilvl w:val="1"/>
          <w:numId w:val="15"/>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вместе с Товаром обязуется передать Покупателю документы, необходимые для эксплуатации Товара, а также документы, свидетельствующие о соответствии качества Товара требованиям, установленным нормативно-правовыми актами РФ.</w:t>
      </w:r>
    </w:p>
    <w:p w:rsidR="0034373E" w:rsidRDefault="0034373E" w:rsidP="0034373E">
      <w:pPr>
        <w:pStyle w:val="12"/>
        <w:numPr>
          <w:ilvl w:val="1"/>
          <w:numId w:val="15"/>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Покупатель производит приемку продукции по качеству (явные дефекты), ассортименту и количеству Товара на складе Поставщика.</w:t>
      </w:r>
    </w:p>
    <w:p w:rsidR="0034373E" w:rsidRDefault="0034373E" w:rsidP="0034373E">
      <w:pPr>
        <w:pStyle w:val="12"/>
        <w:numPr>
          <w:ilvl w:val="1"/>
          <w:numId w:val="15"/>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Претензии в отношении качества Товара (скрытые дефекты) принимаются Поставщиком от Покупателя в течение всего срока гарантии в соответствии с условиями настоящего договора.</w:t>
      </w:r>
    </w:p>
    <w:p w:rsidR="0034373E" w:rsidRDefault="0034373E" w:rsidP="0034373E">
      <w:pPr>
        <w:pStyle w:val="12"/>
        <w:numPr>
          <w:ilvl w:val="1"/>
          <w:numId w:val="15"/>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Поставщик обязан рассмотреть претензию в течение 7 календарных дней с момента получения претензии.</w:t>
      </w:r>
    </w:p>
    <w:p w:rsidR="0034373E" w:rsidRDefault="0034373E" w:rsidP="0034373E">
      <w:pPr>
        <w:pStyle w:val="12"/>
        <w:numPr>
          <w:ilvl w:val="1"/>
          <w:numId w:val="15"/>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Стороны вправе согласовать иной порядок приемки Товаров по качеству, количеству и комплектности, который должен быть изложен в дополнительном соглашении к настоящему Договору, подписываемом обеими Сторонами.</w:t>
      </w:r>
    </w:p>
    <w:p w:rsidR="0034373E" w:rsidRDefault="0034373E" w:rsidP="0034373E">
      <w:pPr>
        <w:pStyle w:val="Standard"/>
        <w:spacing w:after="60"/>
        <w:ind w:firstLine="540"/>
        <w:rPr>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ОТВЕТСТВЕННОСТЬ</w:t>
      </w:r>
    </w:p>
    <w:p w:rsidR="0034373E" w:rsidRDefault="0034373E" w:rsidP="0034373E">
      <w:pPr>
        <w:pStyle w:val="12"/>
        <w:numPr>
          <w:ilvl w:val="1"/>
          <w:numId w:val="16"/>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Ни при каких обстоятельствах Стороны не возмещают упущенную выгоду.</w:t>
      </w:r>
    </w:p>
    <w:p w:rsidR="0034373E" w:rsidRDefault="0034373E" w:rsidP="0034373E">
      <w:pPr>
        <w:pStyle w:val="12"/>
        <w:numPr>
          <w:ilvl w:val="1"/>
          <w:numId w:val="16"/>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За нарушение договорных обязательств виновная Сторона несет ответственность в порядке, предусмотренном действующим законодательством РФ.</w:t>
      </w:r>
    </w:p>
    <w:p w:rsidR="0034373E" w:rsidRDefault="0034373E" w:rsidP="0034373E">
      <w:pPr>
        <w:pStyle w:val="12"/>
        <w:tabs>
          <w:tab w:val="left" w:pos="1080"/>
        </w:tabs>
        <w:spacing w:before="0" w:after="60"/>
        <w:ind w:left="0" w:right="0" w:firstLine="0"/>
        <w:rPr>
          <w:rFonts w:ascii="Times New Roman" w:hAnsi="Times New Roman" w:cs="Times New Roman"/>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КАЧЕСТВО И ГАРАНТИЯ</w:t>
      </w:r>
    </w:p>
    <w:p w:rsidR="0034373E" w:rsidRDefault="0034373E" w:rsidP="0034373E">
      <w:pPr>
        <w:pStyle w:val="12"/>
        <w:numPr>
          <w:ilvl w:val="1"/>
          <w:numId w:val="17"/>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Поставляемый по настоящему Договору Товар должен соответствовать по качеству, комплектности нормативным документам, регламентирующим качество данного вида продукции и при необходимости подтверждаться сертификатом качества предприятия-изготовителя.</w:t>
      </w:r>
    </w:p>
    <w:p w:rsidR="0034373E" w:rsidRDefault="0034373E" w:rsidP="0034373E">
      <w:pPr>
        <w:pStyle w:val="12"/>
        <w:numPr>
          <w:ilvl w:val="1"/>
          <w:numId w:val="17"/>
        </w:numPr>
        <w:tabs>
          <w:tab w:val="left" w:pos="0"/>
          <w:tab w:val="left" w:pos="1080"/>
        </w:tabs>
        <w:spacing w:before="0" w:after="60"/>
        <w:ind w:left="0" w:right="0" w:firstLine="540"/>
      </w:pPr>
      <w:r>
        <w:rPr>
          <w:rFonts w:ascii="Times New Roman" w:hAnsi="Times New Roman" w:cs="Times New Roman"/>
          <w:sz w:val="24"/>
          <w:szCs w:val="24"/>
        </w:rPr>
        <w:t xml:space="preserve">Поставщик отвечает за качество поставленного по настоящему Договору Товара в течение всего срока гарантии в соответствии с условиями гарантии производителя. Гарантийный срок на Товар составляет </w:t>
      </w:r>
      <w:r>
        <w:rPr>
          <w:rFonts w:ascii="Times New Roman" w:hAnsi="Times New Roman" w:cs="Times New Roman"/>
          <w:sz w:val="24"/>
          <w:szCs w:val="24"/>
          <w:u w:val="single"/>
        </w:rPr>
        <w:t>12</w:t>
      </w:r>
      <w:r>
        <w:rPr>
          <w:rFonts w:ascii="Times New Roman" w:hAnsi="Times New Roman" w:cs="Times New Roman"/>
          <w:sz w:val="24"/>
          <w:szCs w:val="24"/>
        </w:rPr>
        <w:t xml:space="preserve"> месяцев, если больший гарантийный срок не установлен Производителем Товара.</w:t>
      </w:r>
    </w:p>
    <w:p w:rsidR="0034373E" w:rsidRDefault="0034373E" w:rsidP="0034373E">
      <w:pPr>
        <w:pStyle w:val="12"/>
        <w:numPr>
          <w:ilvl w:val="1"/>
          <w:numId w:val="17"/>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В случае выхода Товара из строя до истечения срока гарантии при отсутствии вины Покупателя, а также при наличии явных или скрытых дефектов, Поставщик в сроки, согласованные с Покупателем, обязуется поставить новый Товар, аналогичный Товару ненадлежащего качества или вернуть уплаченные за него денежные средства, по выбору Покупателя.</w:t>
      </w:r>
    </w:p>
    <w:p w:rsidR="0034373E" w:rsidRDefault="0034373E" w:rsidP="0034373E">
      <w:pPr>
        <w:pStyle w:val="Standard"/>
        <w:spacing w:before="60"/>
        <w:ind w:firstLine="540"/>
        <w:jc w:val="center"/>
        <w:rPr>
          <w:b/>
          <w:bCs/>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АРБИТРАЖ</w:t>
      </w:r>
    </w:p>
    <w:p w:rsidR="0034373E" w:rsidRDefault="0034373E" w:rsidP="0034373E">
      <w:pPr>
        <w:pStyle w:val="12"/>
        <w:numPr>
          <w:ilvl w:val="1"/>
          <w:numId w:val="18"/>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В случае возникновения любых споров, разногласий или претензий, вытекающих из/или в связи с настоящим Договором, либо его нарушением, прекращением или недействительностью, Стороны будут стремиться урегулировать их путем переговоров.</w:t>
      </w:r>
    </w:p>
    <w:p w:rsidR="0034373E" w:rsidRDefault="0034373E" w:rsidP="0034373E">
      <w:pPr>
        <w:pStyle w:val="12"/>
        <w:numPr>
          <w:ilvl w:val="1"/>
          <w:numId w:val="18"/>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Все споры, разногласия и претензии, вытекающие из данного Договора, либо в связи с его приостановкой, расторжением или признанием недействительным, неурегулированные путем переговоров, передаются на рассмотрение Арбитражного суда Саратовской области в порядке, предусмотренном действующим законодательством РФ.</w:t>
      </w:r>
    </w:p>
    <w:p w:rsidR="0034373E" w:rsidRDefault="0034373E" w:rsidP="0034373E">
      <w:pPr>
        <w:pStyle w:val="Standard"/>
        <w:spacing w:after="60"/>
        <w:ind w:firstLine="540"/>
        <w:jc w:val="center"/>
        <w:rPr>
          <w:b/>
          <w:bCs/>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ФОРС-МАЖОР</w:t>
      </w:r>
    </w:p>
    <w:p w:rsidR="0034373E" w:rsidRDefault="0034373E" w:rsidP="0034373E">
      <w:pPr>
        <w:pStyle w:val="12"/>
        <w:numPr>
          <w:ilvl w:val="1"/>
          <w:numId w:val="19"/>
        </w:numPr>
        <w:tabs>
          <w:tab w:val="left" w:pos="0"/>
          <w:tab w:val="left" w:pos="1080"/>
        </w:tabs>
        <w:spacing w:before="0" w:after="60"/>
        <w:ind w:left="0" w:right="0" w:firstLine="540"/>
      </w:pPr>
      <w:r>
        <w:rPr>
          <w:rFonts w:ascii="Times New Roman" w:hAnsi="Times New Roman" w:cs="Times New Roman"/>
          <w:sz w:val="24"/>
          <w:szCs w:val="24"/>
        </w:rPr>
        <w:t>При наступлении обстоятельств невозможности полного или частичного исполнения одной из Сторон обязательств по настоящему Договору, если они явились следствием непреодолимой силы, а именно: пожара, наводнения, землетрясения и др. стихийных бедствий, запрещение</w:t>
      </w:r>
      <w:bookmarkStart w:id="0" w:name="OCRUncertain021"/>
      <w:r>
        <w:rPr>
          <w:rFonts w:ascii="Times New Roman" w:hAnsi="Times New Roman" w:cs="Times New Roman"/>
          <w:sz w:val="24"/>
          <w:szCs w:val="24"/>
        </w:rPr>
        <w:t>/</w:t>
      </w:r>
      <w:bookmarkEnd w:id="0"/>
      <w:r>
        <w:rPr>
          <w:rFonts w:ascii="Times New Roman" w:hAnsi="Times New Roman" w:cs="Times New Roman"/>
          <w:sz w:val="24"/>
          <w:szCs w:val="24"/>
        </w:rPr>
        <w:t>приостановление нормативными актами правительства экспорта</w:t>
      </w:r>
      <w:bookmarkStart w:id="1" w:name="OCRUncertain022"/>
      <w:r>
        <w:rPr>
          <w:rFonts w:ascii="Times New Roman" w:hAnsi="Times New Roman" w:cs="Times New Roman"/>
          <w:sz w:val="24"/>
          <w:szCs w:val="24"/>
        </w:rPr>
        <w:t>/</w:t>
      </w:r>
      <w:bookmarkEnd w:id="1"/>
      <w:r>
        <w:rPr>
          <w:rFonts w:ascii="Times New Roman" w:hAnsi="Times New Roman" w:cs="Times New Roman"/>
          <w:sz w:val="24"/>
          <w:szCs w:val="24"/>
        </w:rPr>
        <w:t>импорта, валютных операций, срок исполнения обязательств отодвигается во времени, в течение которого будут действовать такие обстоятельства.</w:t>
      </w:r>
    </w:p>
    <w:p w:rsidR="0034373E" w:rsidRDefault="0034373E" w:rsidP="0034373E">
      <w:pPr>
        <w:pStyle w:val="12"/>
        <w:numPr>
          <w:ilvl w:val="1"/>
          <w:numId w:val="19"/>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Сторона, для которой создалась невозможность исполнения обязательств по настоящему Договору, обязана в течение 5 дней известить другую Сторону о наступлении вышеупомянутых обстоятельств.</w:t>
      </w:r>
    </w:p>
    <w:p w:rsidR="0034373E" w:rsidRDefault="0034373E" w:rsidP="0034373E">
      <w:pPr>
        <w:pStyle w:val="12"/>
        <w:numPr>
          <w:ilvl w:val="1"/>
          <w:numId w:val="19"/>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Надлежащим доказательством наличия и продолжительности таких обстоятельств будут служить справки, выдаваемые Торгово-Промышленной Палатой.</w:t>
      </w:r>
    </w:p>
    <w:p w:rsidR="0034373E" w:rsidRDefault="0034373E" w:rsidP="0034373E">
      <w:pPr>
        <w:pStyle w:val="12"/>
        <w:numPr>
          <w:ilvl w:val="1"/>
          <w:numId w:val="19"/>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Неуведомление или несвоевременное уведомление о наступлении или прекращении форс-мажорных обязательств лишают Сторону права ссылаться на них.</w:t>
      </w:r>
    </w:p>
    <w:p w:rsidR="0034373E" w:rsidRDefault="0034373E" w:rsidP="0034373E">
      <w:pPr>
        <w:pStyle w:val="4"/>
        <w:tabs>
          <w:tab w:val="left" w:pos="360"/>
        </w:tabs>
        <w:spacing w:before="0"/>
        <w:ind w:firstLine="540"/>
        <w:jc w:val="center"/>
        <w:rPr>
          <w:rFonts w:ascii="Times New Roman" w:hAnsi="Times New Roman"/>
          <w:sz w:val="24"/>
          <w:szCs w:val="24"/>
        </w:rPr>
      </w:pPr>
    </w:p>
    <w:p w:rsidR="0034373E" w:rsidRDefault="0034373E" w:rsidP="0034373E">
      <w:pPr>
        <w:pStyle w:val="Standard"/>
        <w:numPr>
          <w:ilvl w:val="0"/>
          <w:numId w:val="12"/>
        </w:numPr>
        <w:spacing w:after="60"/>
        <w:jc w:val="center"/>
        <w:rPr>
          <w:b/>
          <w:bCs/>
          <w:sz w:val="24"/>
          <w:szCs w:val="24"/>
        </w:rPr>
      </w:pPr>
      <w:r>
        <w:rPr>
          <w:b/>
          <w:bCs/>
          <w:sz w:val="24"/>
          <w:szCs w:val="24"/>
        </w:rPr>
        <w:t>ОБЩИЕ УСЛОВИЯ</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Настоящим каждая из сторон гарантирует другой стороне, что на дату настоящего Договора она является организацией, надлежащим образом зарегистрированной в соответствии с действующим законодательством РФ, обладает полными правами и полномочиями на право выполнять условия настоящего Договора, а лица, подписавшие настоящий Договор, должным образом уполномочены и наделены юридической силой для работы в рамках данного Договора.</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Стороны не могут передавать свои права и обязанности по настоящему Договору какой-либо третьей Стороне без письменного согласия другой стороны.</w:t>
      </w:r>
    </w:p>
    <w:p w:rsidR="0034373E" w:rsidRDefault="0034373E" w:rsidP="0034373E">
      <w:pPr>
        <w:pStyle w:val="12"/>
        <w:numPr>
          <w:ilvl w:val="1"/>
          <w:numId w:val="20"/>
        </w:numPr>
        <w:tabs>
          <w:tab w:val="left" w:pos="0"/>
          <w:tab w:val="left" w:pos="1080"/>
        </w:tabs>
        <w:spacing w:before="0" w:after="60"/>
        <w:ind w:left="0" w:right="0" w:firstLine="540"/>
      </w:pPr>
      <w:r>
        <w:rPr>
          <w:rFonts w:ascii="Times New Roman" w:hAnsi="Times New Roman" w:cs="Times New Roman"/>
          <w:sz w:val="24"/>
          <w:szCs w:val="24"/>
        </w:rPr>
        <w:t>Все изменения, приложения и дополнения к настоящему Договору действительны лишь в том случае, если составлены в письменной форме и подписаны уполномоченными представителями обеих Сторон, и являются неотъемлемой частью настоящего Договора.</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После подписания настоящего Договора все предыдущие переговоры и переписка между Сторонами по данному Договору считаются недействительными.</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Настоящий Договор составлен в двух экземплярах. Один экземпляр находится у Поставщика, один – у Покупателя. Тексты экземпляров идентичны и имеют одинаковую юридическую силу.</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Все уведомления (извещения) по данному Договору должны быть подготовлены в письменном виде и должны быть доставлены курьером, почтой или факсом соответствующим сторонам по адресам, указанным ниже. Уведомление считается полученным соответственно в день доставки курьером по дате на расписке о получении, или в день, обозначенный на подписанном почтовом уведомлении о вручении корреспонденции, или в день, указанный на правильно оформленном электронном подтверждении в случае пересылки уведомления факсом. Любая из сторон может изменить свой адрес для получения уведомлений, известив об этом другую сторону соответствующим уведомлением, отправленным вышеуказанным образом.</w:t>
      </w:r>
    </w:p>
    <w:p w:rsidR="0034373E" w:rsidRDefault="0034373E" w:rsidP="0034373E">
      <w:pPr>
        <w:pStyle w:val="Standard"/>
        <w:numPr>
          <w:ilvl w:val="1"/>
          <w:numId w:val="20"/>
        </w:numPr>
        <w:tabs>
          <w:tab w:val="left" w:pos="1080"/>
          <w:tab w:val="left" w:pos="1590"/>
        </w:tabs>
        <w:ind w:left="0" w:firstLine="567"/>
        <w:jc w:val="both"/>
        <w:rPr>
          <w:sz w:val="24"/>
          <w:szCs w:val="24"/>
        </w:rPr>
      </w:pPr>
      <w:r>
        <w:rPr>
          <w:sz w:val="24"/>
          <w:szCs w:val="24"/>
        </w:rPr>
        <w:t>Настоящий Договор вступает в силу с момента его подписания и действует до выполнения Поставщиком своих обязательств по Заявкам Заказчика на сумму 490 000 (четыреста девяноста тысяч) рублей т. ч. НДС 20%, но не позднее «31» января 2023 года.</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Настоящий Договор может быть расторгнут по взаимному соглашению сторон, оформленному дополнительным соглашением, или по иным основаниям, предусмотренным договором или законодательством. При этом Стороны обязаны произвести окончательный взаиморасчет по обязательствам настоящего Договора.</w:t>
      </w:r>
    </w:p>
    <w:p w:rsidR="0034373E" w:rsidRDefault="0034373E" w:rsidP="0034373E">
      <w:pPr>
        <w:pStyle w:val="12"/>
        <w:numPr>
          <w:ilvl w:val="1"/>
          <w:numId w:val="20"/>
        </w:numPr>
        <w:tabs>
          <w:tab w:val="left" w:pos="0"/>
          <w:tab w:val="left" w:pos="1080"/>
        </w:tabs>
        <w:spacing w:before="0" w:after="60"/>
        <w:ind w:left="0" w:right="0" w:firstLine="540"/>
        <w:rPr>
          <w:rFonts w:ascii="Times New Roman" w:hAnsi="Times New Roman" w:cs="Times New Roman"/>
          <w:sz w:val="24"/>
          <w:szCs w:val="24"/>
        </w:rPr>
      </w:pPr>
      <w:r>
        <w:rPr>
          <w:rFonts w:ascii="Times New Roman" w:hAnsi="Times New Roman" w:cs="Times New Roman"/>
          <w:sz w:val="24"/>
          <w:szCs w:val="24"/>
        </w:rPr>
        <w:t>Стороны обязаны сообщать друг другу об изменении своего местонахождения и почтового адреса, банковских реквизитов, номеров телефонов, телефаксов в трехдневный срок.</w:t>
      </w:r>
    </w:p>
    <w:p w:rsidR="00154488" w:rsidRDefault="00154488">
      <w:pPr>
        <w:pStyle w:val="4"/>
        <w:ind w:firstLine="540"/>
        <w:jc w:val="center"/>
        <w:rPr>
          <w:rFonts w:ascii="Times New Roman" w:hAnsi="Times New Roman"/>
          <w:sz w:val="24"/>
          <w:szCs w:val="24"/>
        </w:rPr>
      </w:pPr>
    </w:p>
    <w:p w:rsidR="00154488" w:rsidRDefault="0034373E" w:rsidP="0034373E">
      <w:pPr>
        <w:pStyle w:val="Standard"/>
        <w:numPr>
          <w:ilvl w:val="0"/>
          <w:numId w:val="20"/>
        </w:numPr>
        <w:spacing w:after="60"/>
        <w:jc w:val="center"/>
      </w:pPr>
      <w:r>
        <w:rPr>
          <w:b/>
          <w:bCs/>
          <w:sz w:val="24"/>
          <w:szCs w:val="24"/>
        </w:rPr>
        <w:t>ЮРИДИЧЕСКИЕ АДРЕСА И ПОДПИСИ СТОРОН</w:t>
      </w:r>
      <w:r>
        <w:rPr>
          <w:b/>
          <w:bCs/>
          <w:sz w:val="22"/>
          <w:szCs w:val="22"/>
        </w:rPr>
        <w:br/>
      </w:r>
    </w:p>
    <w:tbl>
      <w:tblPr>
        <w:tblW w:w="10560" w:type="dxa"/>
        <w:tblInd w:w="-108" w:type="dxa"/>
        <w:tblLayout w:type="fixed"/>
        <w:tblCellMar>
          <w:left w:w="10" w:type="dxa"/>
          <w:right w:w="10" w:type="dxa"/>
        </w:tblCellMar>
        <w:tblLook w:val="0000" w:firstRow="0" w:lastRow="0" w:firstColumn="0" w:lastColumn="0" w:noHBand="0" w:noVBand="0"/>
      </w:tblPr>
      <w:tblGrid>
        <w:gridCol w:w="5494"/>
        <w:gridCol w:w="5066"/>
      </w:tblGrid>
      <w:tr w:rsidR="00154488">
        <w:tblPrEx>
          <w:tblCellMar>
            <w:top w:w="0" w:type="dxa"/>
            <w:bottom w:w="0" w:type="dxa"/>
          </w:tblCellMar>
        </w:tblPrEx>
        <w:trPr>
          <w:trHeight w:val="356"/>
        </w:trPr>
        <w:tc>
          <w:tcPr>
            <w:tcW w:w="5494" w:type="dxa"/>
            <w:shd w:val="clear" w:color="auto" w:fill="auto"/>
            <w:tcMar>
              <w:top w:w="0" w:type="dxa"/>
              <w:left w:w="108" w:type="dxa"/>
              <w:bottom w:w="0" w:type="dxa"/>
              <w:right w:w="108" w:type="dxa"/>
            </w:tcMar>
          </w:tcPr>
          <w:p w:rsidR="00154488" w:rsidRDefault="0034373E">
            <w:pPr>
              <w:pStyle w:val="a4"/>
              <w:rPr>
                <w:b/>
              </w:rPr>
            </w:pPr>
            <w:r>
              <w:rPr>
                <w:b/>
              </w:rPr>
              <w:t>Поставщик:</w:t>
            </w:r>
          </w:p>
        </w:tc>
        <w:tc>
          <w:tcPr>
            <w:tcW w:w="5066" w:type="dxa"/>
            <w:shd w:val="clear" w:color="auto" w:fill="auto"/>
            <w:tcMar>
              <w:top w:w="0" w:type="dxa"/>
              <w:left w:w="108" w:type="dxa"/>
              <w:bottom w:w="0" w:type="dxa"/>
              <w:right w:w="108" w:type="dxa"/>
            </w:tcMar>
          </w:tcPr>
          <w:p w:rsidR="00154488" w:rsidRDefault="0034373E">
            <w:pPr>
              <w:pStyle w:val="a4"/>
              <w:rPr>
                <w:b/>
              </w:rPr>
            </w:pPr>
            <w:r>
              <w:rPr>
                <w:b/>
              </w:rPr>
              <w:t>Покупатель:</w:t>
            </w:r>
          </w:p>
        </w:tc>
      </w:tr>
      <w:tr w:rsidR="00154488" w:rsidTr="00C27ED9">
        <w:tblPrEx>
          <w:tblCellMar>
            <w:top w:w="0" w:type="dxa"/>
            <w:bottom w:w="0" w:type="dxa"/>
          </w:tblCellMar>
        </w:tblPrEx>
        <w:trPr>
          <w:trHeight w:val="4107"/>
        </w:trPr>
        <w:tc>
          <w:tcPr>
            <w:tcW w:w="5494" w:type="dxa"/>
            <w:shd w:val="clear" w:color="auto" w:fill="auto"/>
            <w:tcMar>
              <w:top w:w="0" w:type="dxa"/>
              <w:left w:w="108" w:type="dxa"/>
              <w:bottom w:w="0" w:type="dxa"/>
              <w:right w:w="108" w:type="dxa"/>
            </w:tcMar>
          </w:tcPr>
          <w:p w:rsidR="00154488" w:rsidRPr="0034373E" w:rsidRDefault="0034373E">
            <w:pPr>
              <w:pStyle w:val="Standard"/>
              <w:rPr>
                <w:b/>
                <w:sz w:val="24"/>
              </w:rPr>
            </w:pPr>
            <w:r w:rsidRPr="0034373E">
              <w:rPr>
                <w:b/>
                <w:sz w:val="24"/>
              </w:rPr>
              <w:t xml:space="preserve">ИП Сидоренко В.Б. </w:t>
            </w:r>
          </w:p>
          <w:p w:rsidR="00154488" w:rsidRPr="0034373E" w:rsidRDefault="0034373E">
            <w:pPr>
              <w:pStyle w:val="Standard"/>
              <w:rPr>
                <w:sz w:val="24"/>
              </w:rPr>
            </w:pPr>
            <w:r w:rsidRPr="0034373E">
              <w:rPr>
                <w:sz w:val="24"/>
              </w:rPr>
              <w:t xml:space="preserve">410047, Саратовская обл., г. Саратов, ул. Порядковая, д.12, кв.2 </w:t>
            </w:r>
          </w:p>
          <w:p w:rsidR="00154488" w:rsidRPr="0034373E" w:rsidRDefault="0034373E">
            <w:pPr>
              <w:pStyle w:val="Standard"/>
              <w:rPr>
                <w:sz w:val="24"/>
              </w:rPr>
            </w:pPr>
            <w:r w:rsidRPr="0034373E">
              <w:rPr>
                <w:sz w:val="24"/>
              </w:rPr>
              <w:t xml:space="preserve">ИНН 645210535758,             </w:t>
            </w:r>
          </w:p>
          <w:p w:rsidR="00154488" w:rsidRPr="0034373E" w:rsidRDefault="0034373E">
            <w:pPr>
              <w:pStyle w:val="Standard"/>
              <w:rPr>
                <w:sz w:val="24"/>
              </w:rPr>
            </w:pPr>
            <w:r w:rsidRPr="0034373E">
              <w:rPr>
                <w:sz w:val="24"/>
              </w:rPr>
              <w:t>р/с 40802810156070000708</w:t>
            </w:r>
          </w:p>
          <w:p w:rsidR="00154488" w:rsidRPr="0034373E" w:rsidRDefault="0034373E">
            <w:pPr>
              <w:pStyle w:val="Standard"/>
              <w:rPr>
                <w:sz w:val="24"/>
              </w:rPr>
            </w:pPr>
            <w:r w:rsidRPr="0034373E">
              <w:rPr>
                <w:sz w:val="24"/>
              </w:rPr>
              <w:t>к/с 30101810200000000607</w:t>
            </w:r>
          </w:p>
          <w:p w:rsidR="00154488" w:rsidRPr="0034373E" w:rsidRDefault="0034373E">
            <w:pPr>
              <w:pStyle w:val="Standard"/>
              <w:rPr>
                <w:sz w:val="24"/>
              </w:rPr>
            </w:pPr>
            <w:r w:rsidRPr="0034373E">
              <w:rPr>
                <w:sz w:val="24"/>
              </w:rPr>
              <w:t>ПАО «Сбербанк», г. Самара</w:t>
            </w:r>
          </w:p>
          <w:p w:rsidR="00154488" w:rsidRPr="0034373E" w:rsidRDefault="0034373E">
            <w:pPr>
              <w:pStyle w:val="Standard"/>
              <w:rPr>
                <w:sz w:val="24"/>
              </w:rPr>
            </w:pPr>
            <w:r w:rsidRPr="0034373E">
              <w:rPr>
                <w:sz w:val="24"/>
              </w:rPr>
              <w:t>БИК 043601607</w:t>
            </w:r>
          </w:p>
          <w:p w:rsidR="00154488" w:rsidRPr="0034373E" w:rsidRDefault="0034373E">
            <w:pPr>
              <w:pStyle w:val="Standard"/>
              <w:rPr>
                <w:sz w:val="24"/>
              </w:rPr>
            </w:pPr>
            <w:r w:rsidRPr="0034373E">
              <w:rPr>
                <w:sz w:val="24"/>
              </w:rPr>
              <w:t>ОГРН 309645002000014</w:t>
            </w:r>
          </w:p>
          <w:p w:rsidR="00154488" w:rsidRPr="0034373E" w:rsidRDefault="0034373E">
            <w:pPr>
              <w:pStyle w:val="Standard"/>
              <w:tabs>
                <w:tab w:val="left" w:pos="0"/>
                <w:tab w:val="left" w:pos="5098"/>
                <w:tab w:val="left" w:pos="5664"/>
                <w:tab w:val="left" w:pos="6231"/>
                <w:tab w:val="left" w:pos="6797"/>
                <w:tab w:val="left" w:pos="7363"/>
                <w:tab w:val="left" w:pos="7930"/>
                <w:tab w:val="left" w:pos="8496"/>
                <w:tab w:val="left" w:pos="9063"/>
              </w:tabs>
              <w:rPr>
                <w:sz w:val="24"/>
              </w:rPr>
            </w:pPr>
            <w:r w:rsidRPr="0034373E">
              <w:rPr>
                <w:sz w:val="24"/>
              </w:rPr>
              <w:t>Тел. 8-8452-37-28-11</w:t>
            </w:r>
          </w:p>
          <w:p w:rsidR="00154488" w:rsidRPr="0034373E" w:rsidRDefault="00154488">
            <w:pPr>
              <w:pStyle w:val="Standard"/>
              <w:tabs>
                <w:tab w:val="left" w:pos="0"/>
                <w:tab w:val="left" w:pos="5098"/>
                <w:tab w:val="left" w:pos="5664"/>
                <w:tab w:val="left" w:pos="6231"/>
                <w:tab w:val="left" w:pos="6797"/>
                <w:tab w:val="left" w:pos="7363"/>
                <w:tab w:val="left" w:pos="7930"/>
                <w:tab w:val="left" w:pos="8496"/>
                <w:tab w:val="left" w:pos="9063"/>
              </w:tabs>
              <w:rPr>
                <w:b/>
                <w:sz w:val="24"/>
              </w:rPr>
            </w:pPr>
          </w:p>
          <w:p w:rsidR="00154488" w:rsidRPr="0034373E" w:rsidRDefault="00154488">
            <w:pPr>
              <w:pStyle w:val="Textbody"/>
            </w:pPr>
          </w:p>
          <w:p w:rsidR="00154488" w:rsidRPr="0034373E" w:rsidRDefault="00154488">
            <w:pPr>
              <w:pStyle w:val="Textbody"/>
            </w:pPr>
          </w:p>
          <w:p w:rsidR="00154488" w:rsidRPr="0034373E" w:rsidRDefault="0034373E">
            <w:pPr>
              <w:pStyle w:val="a4"/>
              <w:jc w:val="left"/>
              <w:rPr>
                <w:i w:val="0"/>
              </w:rPr>
            </w:pPr>
            <w:r w:rsidRPr="0034373E">
              <w:rPr>
                <w:i w:val="0"/>
              </w:rPr>
              <w:t>______________</w:t>
            </w:r>
            <w:r w:rsidRPr="0034373E">
              <w:rPr>
                <w:b/>
                <w:i w:val="0"/>
              </w:rPr>
              <w:t>/Сидоренко В.Б./</w:t>
            </w:r>
          </w:p>
        </w:tc>
        <w:tc>
          <w:tcPr>
            <w:tcW w:w="5066" w:type="dxa"/>
            <w:shd w:val="clear" w:color="auto" w:fill="auto"/>
            <w:tcMar>
              <w:top w:w="0" w:type="dxa"/>
              <w:left w:w="108" w:type="dxa"/>
              <w:bottom w:w="0" w:type="dxa"/>
              <w:right w:w="108" w:type="dxa"/>
            </w:tcMar>
          </w:tcPr>
          <w:p w:rsidR="00154488" w:rsidRPr="0034373E" w:rsidRDefault="0034373E">
            <w:pPr>
              <w:widowControl/>
              <w:jc w:val="both"/>
              <w:rPr>
                <w:b/>
                <w:iCs/>
                <w:sz w:val="24"/>
                <w:szCs w:val="28"/>
              </w:rPr>
            </w:pPr>
            <w:r w:rsidRPr="0034373E">
              <w:rPr>
                <w:b/>
                <w:iCs/>
                <w:sz w:val="24"/>
                <w:szCs w:val="28"/>
              </w:rPr>
              <w:t>ЗАО «СПГЭС»</w:t>
            </w:r>
          </w:p>
          <w:p w:rsidR="00154488" w:rsidRPr="0034373E" w:rsidRDefault="0034373E">
            <w:pPr>
              <w:widowControl/>
              <w:jc w:val="both"/>
              <w:rPr>
                <w:iCs/>
                <w:sz w:val="24"/>
                <w:szCs w:val="28"/>
              </w:rPr>
            </w:pPr>
            <w:r w:rsidRPr="0034373E">
              <w:rPr>
                <w:iCs/>
                <w:sz w:val="24"/>
                <w:szCs w:val="28"/>
              </w:rPr>
              <w:t>410017, г. Саратов, ул. Белоглинская, 40</w:t>
            </w:r>
          </w:p>
          <w:p w:rsidR="00154488" w:rsidRPr="0034373E" w:rsidRDefault="0034373E">
            <w:pPr>
              <w:widowControl/>
              <w:jc w:val="both"/>
              <w:rPr>
                <w:iCs/>
                <w:sz w:val="24"/>
                <w:szCs w:val="28"/>
              </w:rPr>
            </w:pPr>
            <w:r w:rsidRPr="0034373E">
              <w:rPr>
                <w:iCs/>
                <w:sz w:val="24"/>
                <w:szCs w:val="28"/>
              </w:rPr>
              <w:t>р/с 40702810656020101710</w:t>
            </w:r>
          </w:p>
          <w:p w:rsidR="00154488" w:rsidRPr="0034373E" w:rsidRDefault="0034373E">
            <w:pPr>
              <w:widowControl/>
              <w:jc w:val="both"/>
              <w:rPr>
                <w:iCs/>
                <w:sz w:val="24"/>
                <w:szCs w:val="28"/>
              </w:rPr>
            </w:pPr>
            <w:r w:rsidRPr="0034373E">
              <w:rPr>
                <w:iCs/>
                <w:sz w:val="24"/>
                <w:szCs w:val="28"/>
              </w:rPr>
              <w:t>Поволжский банк ПАО Сбербанк г. Саратов</w:t>
            </w:r>
          </w:p>
          <w:p w:rsidR="00154488" w:rsidRPr="0034373E" w:rsidRDefault="0034373E">
            <w:pPr>
              <w:widowControl/>
              <w:jc w:val="both"/>
              <w:rPr>
                <w:iCs/>
                <w:sz w:val="24"/>
                <w:szCs w:val="28"/>
              </w:rPr>
            </w:pPr>
            <w:r w:rsidRPr="0034373E">
              <w:rPr>
                <w:iCs/>
                <w:sz w:val="24"/>
                <w:szCs w:val="28"/>
              </w:rPr>
              <w:t>к/с 30101810200000000607</w:t>
            </w:r>
          </w:p>
          <w:p w:rsidR="00154488" w:rsidRPr="0034373E" w:rsidRDefault="0034373E">
            <w:pPr>
              <w:widowControl/>
              <w:jc w:val="both"/>
              <w:rPr>
                <w:iCs/>
                <w:sz w:val="24"/>
                <w:szCs w:val="28"/>
              </w:rPr>
            </w:pPr>
            <w:r w:rsidRPr="0034373E">
              <w:rPr>
                <w:iCs/>
                <w:sz w:val="24"/>
                <w:szCs w:val="28"/>
              </w:rPr>
              <w:t xml:space="preserve">БИК 043601607 </w:t>
            </w:r>
          </w:p>
          <w:p w:rsidR="00154488" w:rsidRPr="0034373E" w:rsidRDefault="0034373E">
            <w:pPr>
              <w:widowControl/>
              <w:jc w:val="both"/>
              <w:rPr>
                <w:iCs/>
                <w:sz w:val="24"/>
                <w:szCs w:val="28"/>
              </w:rPr>
            </w:pPr>
            <w:r w:rsidRPr="0034373E">
              <w:rPr>
                <w:iCs/>
                <w:sz w:val="24"/>
                <w:szCs w:val="28"/>
              </w:rPr>
              <w:t>ИНН 6454006283 КПП 6454010001</w:t>
            </w:r>
          </w:p>
          <w:p w:rsidR="00154488" w:rsidRPr="0034373E" w:rsidRDefault="0034373E">
            <w:pPr>
              <w:pStyle w:val="Textbody"/>
            </w:pPr>
            <w:r w:rsidRPr="0034373E">
              <w:rPr>
                <w:iCs/>
                <w:sz w:val="24"/>
                <w:szCs w:val="28"/>
              </w:rPr>
              <w:t>Тел. 8-8452-24-76-20</w:t>
            </w:r>
          </w:p>
          <w:p w:rsidR="00154488" w:rsidRPr="0034373E" w:rsidRDefault="00154488">
            <w:pPr>
              <w:pStyle w:val="Textbody"/>
            </w:pPr>
          </w:p>
          <w:p w:rsidR="00154488" w:rsidRPr="0034373E" w:rsidRDefault="0034373E" w:rsidP="0034373E">
            <w:pPr>
              <w:widowControl/>
              <w:spacing w:after="120"/>
              <w:textAlignment w:val="auto"/>
              <w:rPr>
                <w:b/>
                <w:kern w:val="0"/>
                <w:sz w:val="24"/>
                <w:lang w:eastAsia="ar-SA"/>
              </w:rPr>
            </w:pPr>
            <w:r w:rsidRPr="0034373E">
              <w:rPr>
                <w:b/>
                <w:kern w:val="0"/>
                <w:sz w:val="24"/>
                <w:szCs w:val="24"/>
                <w:lang w:eastAsia="ar-SA"/>
              </w:rPr>
              <w:t xml:space="preserve">Первый заместитель </w:t>
            </w:r>
            <w:r w:rsidRPr="0034373E">
              <w:rPr>
                <w:b/>
                <w:kern w:val="0"/>
                <w:sz w:val="24"/>
                <w:lang w:eastAsia="ar-SA"/>
              </w:rPr>
              <w:t>генерального директора</w:t>
            </w:r>
          </w:p>
          <w:p w:rsidR="00154488" w:rsidRPr="0034373E" w:rsidRDefault="00154488">
            <w:pPr>
              <w:widowControl/>
              <w:spacing w:after="120"/>
              <w:textAlignment w:val="auto"/>
              <w:rPr>
                <w:kern w:val="0"/>
                <w:lang w:eastAsia="ar-SA"/>
              </w:rPr>
            </w:pPr>
          </w:p>
          <w:p w:rsidR="00154488" w:rsidRPr="0034373E" w:rsidRDefault="0034373E">
            <w:pPr>
              <w:pStyle w:val="a4"/>
              <w:rPr>
                <w:i w:val="0"/>
              </w:rPr>
            </w:pPr>
            <w:r w:rsidRPr="0034373E">
              <w:rPr>
                <w:i w:val="0"/>
                <w:iCs w:val="0"/>
                <w:kern w:val="0"/>
                <w:szCs w:val="24"/>
                <w:lang w:eastAsia="ar-SA"/>
              </w:rPr>
              <w:t>_______________/</w:t>
            </w:r>
            <w:r w:rsidRPr="0034373E">
              <w:rPr>
                <w:b/>
                <w:bCs/>
                <w:i w:val="0"/>
                <w:iCs w:val="0"/>
                <w:kern w:val="0"/>
                <w:szCs w:val="24"/>
                <w:lang w:eastAsia="ar-SA"/>
              </w:rPr>
              <w:t>Стрелин Е.Н.</w:t>
            </w:r>
            <w:r w:rsidRPr="0034373E">
              <w:rPr>
                <w:i w:val="0"/>
                <w:iCs w:val="0"/>
                <w:kern w:val="0"/>
                <w:szCs w:val="24"/>
                <w:lang w:eastAsia="ar-SA"/>
              </w:rPr>
              <w:t>/</w:t>
            </w:r>
            <w:r w:rsidRPr="0034373E">
              <w:rPr>
                <w:i w:val="0"/>
                <w:szCs w:val="24"/>
              </w:rPr>
              <w:t xml:space="preserve">                  </w:t>
            </w:r>
          </w:p>
        </w:tc>
      </w:tr>
    </w:tbl>
    <w:p w:rsidR="00154488" w:rsidRDefault="00154488">
      <w:pPr>
        <w:pStyle w:val="Textbody"/>
      </w:pPr>
      <w:bookmarkStart w:id="2" w:name="_GoBack"/>
      <w:bookmarkEnd w:id="2"/>
    </w:p>
    <w:p w:rsidR="0034373E" w:rsidRDefault="0034373E">
      <w:pPr>
        <w:suppressAutoHyphens w:val="0"/>
        <w:rPr>
          <w:b/>
          <w:lang w:eastAsia="ar-SA"/>
        </w:rPr>
      </w:pPr>
      <w:r>
        <w:rPr>
          <w:b/>
        </w:rPr>
        <w:br w:type="page"/>
      </w:r>
    </w:p>
    <w:p w:rsidR="00154488" w:rsidRDefault="0034373E">
      <w:pPr>
        <w:pStyle w:val="Standard"/>
        <w:ind w:firstLine="540"/>
        <w:jc w:val="right"/>
        <w:rPr>
          <w:b/>
        </w:rPr>
      </w:pPr>
      <w:r>
        <w:rPr>
          <w:b/>
        </w:rPr>
        <w:t>Приложение № 1 к договору поставки</w:t>
      </w:r>
    </w:p>
    <w:p w:rsidR="00154488" w:rsidRDefault="0034373E">
      <w:pPr>
        <w:pStyle w:val="Standard"/>
        <w:ind w:firstLine="540"/>
        <w:jc w:val="right"/>
        <w:rPr>
          <w:b/>
        </w:rPr>
      </w:pPr>
      <w:r>
        <w:rPr>
          <w:b/>
        </w:rPr>
        <w:t>№___ от «___» ____________2022 года</w:t>
      </w:r>
    </w:p>
    <w:p w:rsidR="00154488" w:rsidRDefault="00154488">
      <w:pPr>
        <w:pStyle w:val="Standard"/>
        <w:jc w:val="center"/>
        <w:rPr>
          <w:b/>
          <w:bCs/>
          <w:color w:val="000000"/>
          <w:spacing w:val="-5"/>
          <w:sz w:val="24"/>
          <w:szCs w:val="24"/>
        </w:rPr>
      </w:pPr>
    </w:p>
    <w:p w:rsidR="00154488" w:rsidRDefault="00154488">
      <w:pPr>
        <w:pStyle w:val="Standard"/>
        <w:jc w:val="center"/>
        <w:rPr>
          <w:b/>
          <w:bCs/>
          <w:color w:val="000000"/>
          <w:spacing w:val="-5"/>
          <w:sz w:val="24"/>
          <w:szCs w:val="24"/>
        </w:rPr>
      </w:pPr>
    </w:p>
    <w:p w:rsidR="00154488" w:rsidRDefault="0034373E">
      <w:pPr>
        <w:pStyle w:val="Standard"/>
        <w:jc w:val="center"/>
        <w:rPr>
          <w:b/>
          <w:bCs/>
          <w:color w:val="000000"/>
          <w:spacing w:val="-5"/>
          <w:sz w:val="24"/>
          <w:szCs w:val="24"/>
          <w:u w:val="single"/>
        </w:rPr>
      </w:pPr>
      <w:r w:rsidRPr="0034373E">
        <w:rPr>
          <w:b/>
          <w:bCs/>
          <w:color w:val="000000"/>
          <w:spacing w:val="-5"/>
          <w:sz w:val="24"/>
          <w:szCs w:val="24"/>
          <w:u w:val="single"/>
        </w:rPr>
        <w:t>ФОРМА</w:t>
      </w:r>
    </w:p>
    <w:p w:rsidR="0034373E" w:rsidRPr="0034373E" w:rsidRDefault="0034373E">
      <w:pPr>
        <w:pStyle w:val="Standard"/>
        <w:jc w:val="center"/>
        <w:rPr>
          <w:b/>
          <w:bCs/>
          <w:color w:val="000000"/>
          <w:spacing w:val="-5"/>
          <w:sz w:val="24"/>
          <w:szCs w:val="24"/>
          <w:u w:val="single"/>
        </w:rPr>
      </w:pPr>
    </w:p>
    <w:p w:rsidR="00154488" w:rsidRPr="0034373E" w:rsidRDefault="0034373E">
      <w:pPr>
        <w:pStyle w:val="Standard"/>
        <w:jc w:val="center"/>
        <w:rPr>
          <w:b/>
          <w:bCs/>
          <w:color w:val="000000"/>
          <w:spacing w:val="-5"/>
          <w:sz w:val="22"/>
          <w:szCs w:val="22"/>
        </w:rPr>
      </w:pPr>
      <w:r w:rsidRPr="0034373E">
        <w:rPr>
          <w:b/>
          <w:bCs/>
          <w:color w:val="000000"/>
          <w:spacing w:val="-5"/>
          <w:sz w:val="22"/>
          <w:szCs w:val="22"/>
        </w:rPr>
        <w:t>Заявка</w:t>
      </w:r>
    </w:p>
    <w:p w:rsidR="00154488" w:rsidRPr="0034373E" w:rsidRDefault="0034373E">
      <w:pPr>
        <w:pStyle w:val="Standard"/>
        <w:jc w:val="center"/>
        <w:rPr>
          <w:sz w:val="22"/>
          <w:szCs w:val="22"/>
        </w:rPr>
      </w:pPr>
      <w:r w:rsidRPr="0034373E">
        <w:rPr>
          <w:b/>
          <w:bCs/>
          <w:color w:val="000000"/>
          <w:spacing w:val="-5"/>
          <w:sz w:val="22"/>
          <w:szCs w:val="22"/>
        </w:rPr>
        <w:t xml:space="preserve"> н</w:t>
      </w:r>
      <w:r w:rsidRPr="0034373E">
        <w:rPr>
          <w:b/>
          <w:bCs/>
          <w:color w:val="000000"/>
          <w:spacing w:val="1"/>
          <w:sz w:val="22"/>
          <w:szCs w:val="22"/>
        </w:rPr>
        <w:t>а поставку партии Товара</w:t>
      </w:r>
    </w:p>
    <w:p w:rsidR="00154488" w:rsidRPr="0034373E" w:rsidRDefault="0034373E">
      <w:pPr>
        <w:pStyle w:val="Standard"/>
        <w:ind w:firstLine="540"/>
        <w:jc w:val="center"/>
        <w:rPr>
          <w:b/>
          <w:sz w:val="22"/>
          <w:szCs w:val="22"/>
        </w:rPr>
      </w:pPr>
      <w:r w:rsidRPr="0034373E">
        <w:rPr>
          <w:b/>
          <w:sz w:val="22"/>
          <w:szCs w:val="22"/>
        </w:rPr>
        <w:t>по договору поставки № ____ от «___» ___________2022 г.</w:t>
      </w:r>
    </w:p>
    <w:p w:rsidR="00154488" w:rsidRPr="0034373E" w:rsidRDefault="00154488">
      <w:pPr>
        <w:pStyle w:val="Standard"/>
        <w:ind w:firstLine="540"/>
        <w:jc w:val="center"/>
        <w:rPr>
          <w:b/>
          <w:sz w:val="22"/>
          <w:szCs w:val="22"/>
        </w:rPr>
      </w:pPr>
    </w:p>
    <w:p w:rsidR="00154488" w:rsidRPr="0034373E" w:rsidRDefault="00154488">
      <w:pPr>
        <w:pStyle w:val="Standard"/>
        <w:ind w:firstLine="540"/>
        <w:jc w:val="center"/>
        <w:rPr>
          <w:sz w:val="22"/>
          <w:szCs w:val="22"/>
        </w:rPr>
      </w:pPr>
    </w:p>
    <w:p w:rsidR="00154488" w:rsidRPr="0034373E" w:rsidRDefault="0034373E">
      <w:pPr>
        <w:pStyle w:val="Standard"/>
        <w:ind w:firstLine="540"/>
        <w:rPr>
          <w:sz w:val="22"/>
          <w:szCs w:val="22"/>
        </w:rPr>
      </w:pPr>
      <w:r w:rsidRPr="0034373E">
        <w:rPr>
          <w:sz w:val="22"/>
          <w:szCs w:val="22"/>
        </w:rPr>
        <w:t xml:space="preserve">заключенному между   </w:t>
      </w:r>
      <w:r w:rsidRPr="0034373E">
        <w:rPr>
          <w:b/>
          <w:bCs/>
          <w:sz w:val="22"/>
          <w:szCs w:val="22"/>
        </w:rPr>
        <w:t xml:space="preserve">ИП Сидоренко В.Б. </w:t>
      </w:r>
      <w:r w:rsidRPr="0034373E">
        <w:rPr>
          <w:sz w:val="22"/>
          <w:szCs w:val="22"/>
        </w:rPr>
        <w:t xml:space="preserve">(Поставщик) и </w:t>
      </w:r>
      <w:r w:rsidRPr="0034373E">
        <w:rPr>
          <w:b/>
          <w:sz w:val="22"/>
          <w:szCs w:val="22"/>
        </w:rPr>
        <w:t>ЗАО «СПГЭС»</w:t>
      </w:r>
      <w:r w:rsidRPr="0034373E">
        <w:rPr>
          <w:sz w:val="22"/>
          <w:szCs w:val="22"/>
        </w:rPr>
        <w:t xml:space="preserve"> (Покупатель)</w:t>
      </w:r>
    </w:p>
    <w:p w:rsidR="00154488" w:rsidRPr="0034373E" w:rsidRDefault="00154488">
      <w:pPr>
        <w:pStyle w:val="Standard"/>
        <w:ind w:firstLine="540"/>
        <w:jc w:val="center"/>
        <w:rPr>
          <w:sz w:val="22"/>
          <w:szCs w:val="22"/>
        </w:rPr>
      </w:pPr>
    </w:p>
    <w:p w:rsidR="00154488" w:rsidRPr="0034373E" w:rsidRDefault="00154488">
      <w:pPr>
        <w:pStyle w:val="Standard"/>
        <w:ind w:firstLine="540"/>
        <w:jc w:val="center"/>
        <w:rPr>
          <w:sz w:val="22"/>
          <w:szCs w:val="22"/>
        </w:rPr>
      </w:pPr>
    </w:p>
    <w:p w:rsidR="00154488" w:rsidRPr="0034373E" w:rsidRDefault="0034373E">
      <w:pPr>
        <w:pStyle w:val="Standard"/>
        <w:tabs>
          <w:tab w:val="left" w:pos="5940"/>
        </w:tabs>
        <w:jc w:val="both"/>
        <w:rPr>
          <w:sz w:val="22"/>
          <w:szCs w:val="22"/>
        </w:rPr>
      </w:pPr>
      <w:r w:rsidRPr="0034373E">
        <w:rPr>
          <w:sz w:val="22"/>
          <w:szCs w:val="22"/>
        </w:rPr>
        <w:t xml:space="preserve">г. Саратов </w:t>
      </w:r>
      <w:r w:rsidRPr="0034373E">
        <w:rPr>
          <w:sz w:val="22"/>
          <w:szCs w:val="22"/>
        </w:rPr>
        <w:tab/>
        <w:t xml:space="preserve">                              «___» _______________ 20__г.</w:t>
      </w:r>
    </w:p>
    <w:p w:rsidR="00154488" w:rsidRPr="0034373E" w:rsidRDefault="00154488">
      <w:pPr>
        <w:pStyle w:val="Standard"/>
        <w:jc w:val="center"/>
        <w:rPr>
          <w:b/>
          <w:sz w:val="22"/>
          <w:szCs w:val="22"/>
        </w:rPr>
      </w:pPr>
    </w:p>
    <w:p w:rsidR="00154488" w:rsidRPr="0034373E" w:rsidRDefault="00154488">
      <w:pPr>
        <w:pStyle w:val="Standard"/>
        <w:jc w:val="center"/>
        <w:rPr>
          <w:b/>
          <w:sz w:val="22"/>
          <w:szCs w:val="22"/>
        </w:rPr>
      </w:pPr>
    </w:p>
    <w:p w:rsidR="00154488" w:rsidRPr="0034373E" w:rsidRDefault="00154488">
      <w:pPr>
        <w:pStyle w:val="Standard"/>
        <w:rPr>
          <w:sz w:val="22"/>
          <w:szCs w:val="22"/>
        </w:rPr>
      </w:pPr>
    </w:p>
    <w:p w:rsidR="00154488" w:rsidRPr="0034373E" w:rsidRDefault="0034373E">
      <w:pPr>
        <w:pStyle w:val="Standard"/>
        <w:jc w:val="both"/>
        <w:rPr>
          <w:sz w:val="22"/>
          <w:szCs w:val="22"/>
        </w:rPr>
      </w:pPr>
      <w:r w:rsidRPr="0034373E">
        <w:rPr>
          <w:color w:val="000000"/>
          <w:spacing w:val="5"/>
          <w:sz w:val="22"/>
          <w:szCs w:val="22"/>
        </w:rPr>
        <w:t>Во исполнение договора поставки №___от «___» ___________2022 г.</w:t>
      </w:r>
      <w:r w:rsidRPr="0034373E">
        <w:rPr>
          <w:color w:val="000000"/>
          <w:sz w:val="22"/>
          <w:szCs w:val="22"/>
        </w:rPr>
        <w:t xml:space="preserve"> прошу Вас</w:t>
      </w:r>
      <w:r w:rsidRPr="0034373E">
        <w:rPr>
          <w:color w:val="000000"/>
          <w:spacing w:val="-1"/>
          <w:sz w:val="22"/>
          <w:szCs w:val="22"/>
        </w:rPr>
        <w:t xml:space="preserve"> поставить Товар:</w:t>
      </w:r>
    </w:p>
    <w:tbl>
      <w:tblPr>
        <w:tblW w:w="10607" w:type="dxa"/>
        <w:tblInd w:w="-118" w:type="dxa"/>
        <w:tblLayout w:type="fixed"/>
        <w:tblCellMar>
          <w:left w:w="10" w:type="dxa"/>
          <w:right w:w="10" w:type="dxa"/>
        </w:tblCellMar>
        <w:tblLook w:val="0000" w:firstRow="0" w:lastRow="0" w:firstColumn="0" w:lastColumn="0" w:noHBand="0" w:noVBand="0"/>
      </w:tblPr>
      <w:tblGrid>
        <w:gridCol w:w="1230"/>
        <w:gridCol w:w="4758"/>
        <w:gridCol w:w="4619"/>
      </w:tblGrid>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34373E">
            <w:pPr>
              <w:pStyle w:val="Standard"/>
              <w:spacing w:before="250" w:line="274" w:lineRule="exact"/>
              <w:jc w:val="center"/>
              <w:rPr>
                <w:b/>
                <w:bCs/>
                <w:color w:val="000000"/>
                <w:spacing w:val="1"/>
                <w:sz w:val="22"/>
                <w:szCs w:val="22"/>
              </w:rPr>
            </w:pPr>
            <w:r w:rsidRPr="0034373E">
              <w:rPr>
                <w:b/>
                <w:bCs/>
                <w:color w:val="000000"/>
                <w:spacing w:val="1"/>
                <w:sz w:val="22"/>
                <w:szCs w:val="22"/>
              </w:rPr>
              <w:t>№ п/п</w:t>
            </w: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34373E">
            <w:pPr>
              <w:pStyle w:val="Standard"/>
              <w:spacing w:before="250" w:line="274" w:lineRule="exact"/>
              <w:jc w:val="center"/>
              <w:rPr>
                <w:b/>
                <w:bCs/>
                <w:color w:val="000000"/>
                <w:spacing w:val="1"/>
                <w:sz w:val="22"/>
                <w:szCs w:val="22"/>
              </w:rPr>
            </w:pPr>
            <w:r w:rsidRPr="0034373E">
              <w:rPr>
                <w:b/>
                <w:bCs/>
                <w:color w:val="000000"/>
                <w:spacing w:val="1"/>
                <w:sz w:val="22"/>
                <w:szCs w:val="22"/>
              </w:rPr>
              <w:t>Наименование Товара</w:t>
            </w: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34373E">
            <w:pPr>
              <w:pStyle w:val="Standard"/>
              <w:spacing w:before="250" w:line="274" w:lineRule="exact"/>
              <w:jc w:val="center"/>
              <w:rPr>
                <w:b/>
                <w:bCs/>
                <w:color w:val="000000"/>
                <w:spacing w:val="1"/>
                <w:sz w:val="22"/>
                <w:szCs w:val="22"/>
              </w:rPr>
            </w:pPr>
            <w:r w:rsidRPr="0034373E">
              <w:rPr>
                <w:b/>
                <w:bCs/>
                <w:color w:val="000000"/>
                <w:spacing w:val="1"/>
                <w:sz w:val="22"/>
                <w:szCs w:val="22"/>
              </w:rPr>
              <w:t>Количество</w:t>
            </w:r>
          </w:p>
        </w:tc>
      </w:tr>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r>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r>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r>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r>
      <w:tr w:rsidR="00154488" w:rsidRPr="0034373E">
        <w:tblPrEx>
          <w:tblCellMar>
            <w:top w:w="0" w:type="dxa"/>
            <w:bottom w:w="0" w:type="dxa"/>
          </w:tblCellMar>
        </w:tblPrEx>
        <w:tc>
          <w:tcPr>
            <w:tcW w:w="12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758"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c>
          <w:tcPr>
            <w:tcW w:w="461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Pr="0034373E" w:rsidRDefault="00154488">
            <w:pPr>
              <w:pStyle w:val="Standard"/>
              <w:spacing w:before="250" w:line="274" w:lineRule="exact"/>
              <w:rPr>
                <w:b/>
                <w:bCs/>
                <w:color w:val="000000"/>
                <w:spacing w:val="1"/>
                <w:sz w:val="22"/>
                <w:szCs w:val="22"/>
              </w:rPr>
            </w:pPr>
          </w:p>
        </w:tc>
      </w:tr>
    </w:tbl>
    <w:p w:rsidR="00154488" w:rsidRPr="0034373E" w:rsidRDefault="0034373E">
      <w:pPr>
        <w:pStyle w:val="Standard"/>
        <w:spacing w:before="250" w:line="274" w:lineRule="exact"/>
        <w:rPr>
          <w:b/>
          <w:bCs/>
          <w:color w:val="000000"/>
          <w:spacing w:val="1"/>
          <w:sz w:val="22"/>
          <w:szCs w:val="22"/>
        </w:rPr>
      </w:pPr>
      <w:r w:rsidRPr="0034373E">
        <w:rPr>
          <w:b/>
          <w:bCs/>
          <w:color w:val="000000"/>
          <w:spacing w:val="1"/>
          <w:sz w:val="22"/>
          <w:szCs w:val="22"/>
        </w:rPr>
        <w:t>От Покупателя</w:t>
      </w:r>
    </w:p>
    <w:p w:rsidR="00154488" w:rsidRPr="0034373E" w:rsidRDefault="00154488">
      <w:pPr>
        <w:pStyle w:val="Standard"/>
        <w:ind w:left="5"/>
        <w:rPr>
          <w:sz w:val="22"/>
          <w:szCs w:val="22"/>
        </w:rPr>
      </w:pPr>
    </w:p>
    <w:p w:rsidR="00154488" w:rsidRPr="0034373E" w:rsidRDefault="00154488">
      <w:pPr>
        <w:pStyle w:val="Standard"/>
        <w:ind w:left="5"/>
        <w:rPr>
          <w:sz w:val="22"/>
          <w:szCs w:val="22"/>
        </w:rPr>
      </w:pPr>
    </w:p>
    <w:p w:rsidR="00154488" w:rsidRPr="0034373E" w:rsidRDefault="0034373E">
      <w:pPr>
        <w:pStyle w:val="Standard"/>
        <w:ind w:left="5"/>
        <w:rPr>
          <w:sz w:val="22"/>
          <w:szCs w:val="22"/>
        </w:rPr>
      </w:pPr>
      <w:r w:rsidRPr="0034373E">
        <w:rPr>
          <w:sz w:val="22"/>
          <w:szCs w:val="22"/>
        </w:rPr>
        <w:t>___________________________________________       ________________     ___________________________</w:t>
      </w:r>
    </w:p>
    <w:p w:rsidR="00154488" w:rsidRPr="0034373E" w:rsidRDefault="0034373E">
      <w:pPr>
        <w:pStyle w:val="Standard"/>
        <w:ind w:left="5"/>
        <w:rPr>
          <w:b/>
          <w:bCs/>
          <w:color w:val="000000"/>
          <w:spacing w:val="4"/>
          <w:sz w:val="22"/>
          <w:szCs w:val="22"/>
        </w:rPr>
      </w:pPr>
      <w:r w:rsidRPr="0034373E">
        <w:rPr>
          <w:b/>
          <w:bCs/>
          <w:color w:val="000000"/>
          <w:spacing w:val="4"/>
          <w:sz w:val="22"/>
          <w:szCs w:val="22"/>
        </w:rPr>
        <w:t xml:space="preserve">        должность                                                   подпись                          ФИО    </w:t>
      </w:r>
    </w:p>
    <w:p w:rsidR="00154488" w:rsidRPr="0034373E" w:rsidRDefault="0034373E">
      <w:pPr>
        <w:pStyle w:val="Standard"/>
        <w:ind w:left="5"/>
        <w:rPr>
          <w:bCs/>
          <w:color w:val="000000"/>
          <w:spacing w:val="4"/>
          <w:sz w:val="22"/>
          <w:szCs w:val="22"/>
        </w:rPr>
      </w:pPr>
      <w:r w:rsidRPr="0034373E">
        <w:rPr>
          <w:bCs/>
          <w:color w:val="000000"/>
          <w:spacing w:val="4"/>
          <w:sz w:val="22"/>
          <w:szCs w:val="22"/>
        </w:rPr>
        <w:t>МП</w:t>
      </w:r>
    </w:p>
    <w:p w:rsidR="00154488" w:rsidRPr="0034373E" w:rsidRDefault="0034373E">
      <w:pPr>
        <w:pStyle w:val="Standard"/>
        <w:ind w:left="5"/>
        <w:rPr>
          <w:bCs/>
          <w:color w:val="000000"/>
          <w:spacing w:val="4"/>
          <w:sz w:val="22"/>
          <w:szCs w:val="22"/>
        </w:rPr>
      </w:pPr>
      <w:r w:rsidRPr="0034373E">
        <w:rPr>
          <w:bCs/>
          <w:color w:val="000000"/>
          <w:spacing w:val="4"/>
          <w:sz w:val="22"/>
          <w:szCs w:val="22"/>
        </w:rPr>
        <w:t xml:space="preserve">                                                                           </w:t>
      </w:r>
    </w:p>
    <w:p w:rsidR="00154488" w:rsidRPr="0034373E" w:rsidRDefault="0034373E">
      <w:pPr>
        <w:pStyle w:val="Standard"/>
        <w:ind w:left="5"/>
        <w:rPr>
          <w:b/>
          <w:bCs/>
          <w:color w:val="000000"/>
          <w:spacing w:val="4"/>
          <w:sz w:val="22"/>
          <w:szCs w:val="22"/>
        </w:rPr>
      </w:pPr>
      <w:r w:rsidRPr="0034373E">
        <w:rPr>
          <w:b/>
          <w:bCs/>
          <w:color w:val="000000"/>
          <w:spacing w:val="4"/>
          <w:sz w:val="22"/>
          <w:szCs w:val="22"/>
        </w:rPr>
        <w:t>Отметка о получении Заявки</w:t>
      </w:r>
    </w:p>
    <w:p w:rsidR="00154488" w:rsidRPr="0034373E" w:rsidRDefault="0034373E">
      <w:pPr>
        <w:pStyle w:val="Standard"/>
        <w:ind w:left="5"/>
        <w:rPr>
          <w:b/>
          <w:bCs/>
          <w:color w:val="000000"/>
          <w:spacing w:val="4"/>
          <w:sz w:val="22"/>
          <w:szCs w:val="22"/>
        </w:rPr>
      </w:pPr>
      <w:r w:rsidRPr="0034373E">
        <w:rPr>
          <w:b/>
          <w:bCs/>
          <w:color w:val="000000"/>
          <w:spacing w:val="4"/>
          <w:sz w:val="22"/>
          <w:szCs w:val="22"/>
        </w:rPr>
        <w:t>«Поставщик» ИП Сидоренко В.Б.</w:t>
      </w:r>
    </w:p>
    <w:p w:rsidR="00154488" w:rsidRPr="0034373E" w:rsidRDefault="00154488">
      <w:pPr>
        <w:pStyle w:val="Standard"/>
        <w:ind w:left="5"/>
        <w:rPr>
          <w:b/>
          <w:bCs/>
          <w:color w:val="000000"/>
          <w:spacing w:val="4"/>
          <w:sz w:val="22"/>
          <w:szCs w:val="22"/>
        </w:rPr>
      </w:pPr>
    </w:p>
    <w:p w:rsidR="00154488" w:rsidRPr="0034373E" w:rsidRDefault="0034373E">
      <w:pPr>
        <w:pStyle w:val="Standard"/>
        <w:ind w:left="5"/>
        <w:rPr>
          <w:b/>
          <w:bCs/>
          <w:color w:val="000000"/>
          <w:spacing w:val="4"/>
          <w:sz w:val="22"/>
          <w:szCs w:val="22"/>
        </w:rPr>
      </w:pPr>
      <w:r w:rsidRPr="0034373E">
        <w:rPr>
          <w:b/>
          <w:bCs/>
          <w:color w:val="000000"/>
          <w:spacing w:val="4"/>
          <w:sz w:val="22"/>
          <w:szCs w:val="22"/>
        </w:rPr>
        <w:t>Получил: __________________</w:t>
      </w:r>
    </w:p>
    <w:p w:rsidR="00154488" w:rsidRPr="0034373E" w:rsidRDefault="00154488">
      <w:pPr>
        <w:pStyle w:val="Standard"/>
        <w:ind w:left="5"/>
        <w:rPr>
          <w:b/>
          <w:bCs/>
          <w:color w:val="000000"/>
          <w:spacing w:val="4"/>
          <w:sz w:val="22"/>
          <w:szCs w:val="22"/>
        </w:rPr>
      </w:pPr>
    </w:p>
    <w:p w:rsidR="00154488" w:rsidRPr="0034373E" w:rsidRDefault="0034373E">
      <w:pPr>
        <w:pStyle w:val="Standard"/>
        <w:ind w:left="5"/>
        <w:rPr>
          <w:sz w:val="22"/>
          <w:szCs w:val="22"/>
        </w:rPr>
      </w:pPr>
      <w:r w:rsidRPr="0034373E">
        <w:rPr>
          <w:b/>
          <w:bCs/>
          <w:color w:val="000000"/>
          <w:spacing w:val="4"/>
          <w:sz w:val="22"/>
          <w:szCs w:val="22"/>
        </w:rPr>
        <w:t>«____» _______________20___г</w:t>
      </w:r>
      <w:r w:rsidRPr="0034373E">
        <w:rPr>
          <w:bCs/>
          <w:color w:val="000000"/>
          <w:spacing w:val="4"/>
          <w:sz w:val="22"/>
          <w:szCs w:val="22"/>
        </w:rPr>
        <w:t xml:space="preserve">.                                                      </w:t>
      </w:r>
    </w:p>
    <w:p w:rsidR="00154488" w:rsidRDefault="00154488">
      <w:pPr>
        <w:pStyle w:val="Standard"/>
        <w:ind w:left="5"/>
        <w:rPr>
          <w:bCs/>
          <w:color w:val="000000"/>
          <w:spacing w:val="4"/>
        </w:rPr>
      </w:pPr>
    </w:p>
    <w:tbl>
      <w:tblPr>
        <w:tblW w:w="9922" w:type="dxa"/>
        <w:tblInd w:w="426" w:type="dxa"/>
        <w:tblLayout w:type="fixed"/>
        <w:tblCellMar>
          <w:left w:w="10" w:type="dxa"/>
          <w:right w:w="10" w:type="dxa"/>
        </w:tblCellMar>
        <w:tblLook w:val="0000" w:firstRow="0" w:lastRow="0" w:firstColumn="0" w:lastColumn="0" w:noHBand="0" w:noVBand="0"/>
      </w:tblPr>
      <w:tblGrid>
        <w:gridCol w:w="5385"/>
        <w:gridCol w:w="4537"/>
      </w:tblGrid>
      <w:tr w:rsidR="0034373E" w:rsidTr="0034373E">
        <w:tblPrEx>
          <w:tblCellMar>
            <w:top w:w="0" w:type="dxa"/>
            <w:bottom w:w="0" w:type="dxa"/>
          </w:tblCellMar>
        </w:tblPrEx>
        <w:trPr>
          <w:cantSplit/>
          <w:trHeight w:val="257"/>
        </w:trPr>
        <w:tc>
          <w:tcPr>
            <w:tcW w:w="9922" w:type="dxa"/>
            <w:gridSpan w:val="2"/>
            <w:shd w:val="clear" w:color="auto" w:fill="auto"/>
            <w:tcMar>
              <w:top w:w="0" w:type="dxa"/>
              <w:left w:w="108" w:type="dxa"/>
              <w:bottom w:w="0" w:type="dxa"/>
              <w:right w:w="108" w:type="dxa"/>
            </w:tcMar>
          </w:tcPr>
          <w:p w:rsidR="0034373E" w:rsidRDefault="0034373E" w:rsidP="0034373E">
            <w:pPr>
              <w:pStyle w:val="Standard"/>
            </w:pPr>
          </w:p>
        </w:tc>
      </w:tr>
      <w:tr w:rsidR="0034373E" w:rsidTr="0034373E">
        <w:tblPrEx>
          <w:tblCellMar>
            <w:top w:w="0" w:type="dxa"/>
            <w:bottom w:w="0" w:type="dxa"/>
          </w:tblCellMar>
        </w:tblPrEx>
        <w:trPr>
          <w:trHeight w:val="1865"/>
        </w:trPr>
        <w:tc>
          <w:tcPr>
            <w:tcW w:w="5385" w:type="dxa"/>
            <w:shd w:val="clear" w:color="auto" w:fill="auto"/>
            <w:tcMar>
              <w:top w:w="0" w:type="dxa"/>
              <w:left w:w="108" w:type="dxa"/>
              <w:bottom w:w="0" w:type="dxa"/>
              <w:right w:w="108" w:type="dxa"/>
            </w:tcMar>
          </w:tcPr>
          <w:p w:rsidR="0034373E" w:rsidRPr="0034373E" w:rsidRDefault="0034373E" w:rsidP="0034373E">
            <w:pPr>
              <w:pStyle w:val="Standard"/>
              <w:rPr>
                <w:b/>
                <w:bCs/>
                <w:sz w:val="22"/>
                <w:szCs w:val="22"/>
              </w:rPr>
            </w:pPr>
            <w:r w:rsidRPr="0034373E">
              <w:rPr>
                <w:b/>
                <w:bCs/>
                <w:sz w:val="22"/>
                <w:szCs w:val="22"/>
              </w:rPr>
              <w:t>Форму заявки подтверждаю:</w:t>
            </w:r>
          </w:p>
          <w:p w:rsidR="0034373E" w:rsidRPr="0034373E" w:rsidRDefault="0034373E" w:rsidP="0034373E">
            <w:pPr>
              <w:pStyle w:val="Standard"/>
              <w:rPr>
                <w:b/>
                <w:bCs/>
                <w:color w:val="000000"/>
                <w:sz w:val="22"/>
                <w:szCs w:val="22"/>
              </w:rPr>
            </w:pPr>
          </w:p>
          <w:p w:rsidR="0034373E" w:rsidRPr="0034373E" w:rsidRDefault="0034373E" w:rsidP="0034373E">
            <w:pPr>
              <w:pStyle w:val="Standard"/>
              <w:rPr>
                <w:b/>
                <w:bCs/>
                <w:color w:val="000000"/>
                <w:sz w:val="22"/>
                <w:szCs w:val="22"/>
              </w:rPr>
            </w:pPr>
            <w:r w:rsidRPr="0034373E">
              <w:rPr>
                <w:b/>
                <w:bCs/>
                <w:color w:val="000000"/>
                <w:sz w:val="22"/>
                <w:szCs w:val="22"/>
              </w:rPr>
              <w:t>ИП Сидоренко В.Б.</w:t>
            </w:r>
          </w:p>
          <w:p w:rsidR="0034373E" w:rsidRPr="0034373E" w:rsidRDefault="0034373E" w:rsidP="0034373E">
            <w:pPr>
              <w:pStyle w:val="Standard"/>
              <w:rPr>
                <w:b/>
                <w:bCs/>
                <w:color w:val="000000"/>
                <w:sz w:val="22"/>
                <w:szCs w:val="22"/>
              </w:rPr>
            </w:pPr>
          </w:p>
          <w:p w:rsidR="0034373E" w:rsidRPr="0034373E" w:rsidRDefault="0034373E" w:rsidP="0034373E">
            <w:pPr>
              <w:pStyle w:val="Standard"/>
              <w:rPr>
                <w:b/>
                <w:bCs/>
                <w:color w:val="000000"/>
                <w:sz w:val="22"/>
                <w:szCs w:val="22"/>
              </w:rPr>
            </w:pPr>
          </w:p>
          <w:p w:rsidR="0034373E" w:rsidRPr="0034373E" w:rsidRDefault="0034373E" w:rsidP="0034373E">
            <w:pPr>
              <w:pStyle w:val="Standard"/>
              <w:rPr>
                <w:b/>
                <w:bCs/>
                <w:color w:val="000000"/>
                <w:sz w:val="22"/>
                <w:szCs w:val="22"/>
              </w:rPr>
            </w:pPr>
          </w:p>
          <w:p w:rsidR="0034373E" w:rsidRPr="0034373E" w:rsidRDefault="0034373E" w:rsidP="0034373E">
            <w:pPr>
              <w:pStyle w:val="Standard"/>
              <w:rPr>
                <w:sz w:val="22"/>
                <w:szCs w:val="22"/>
              </w:rPr>
            </w:pPr>
            <w:r w:rsidRPr="0034373E">
              <w:rPr>
                <w:b/>
                <w:bCs/>
                <w:color w:val="000000"/>
                <w:sz w:val="22"/>
                <w:szCs w:val="22"/>
              </w:rPr>
              <w:t>_____________/ ИП Сидоренко В.Б./</w:t>
            </w:r>
          </w:p>
          <w:p w:rsidR="0034373E" w:rsidRPr="0034373E" w:rsidRDefault="0034373E" w:rsidP="0034373E">
            <w:pPr>
              <w:pStyle w:val="Standard"/>
              <w:ind w:firstLine="540"/>
              <w:jc w:val="center"/>
              <w:rPr>
                <w:b/>
                <w:bCs/>
                <w:color w:val="000000"/>
                <w:sz w:val="22"/>
                <w:szCs w:val="22"/>
              </w:rPr>
            </w:pPr>
          </w:p>
        </w:tc>
        <w:tc>
          <w:tcPr>
            <w:tcW w:w="4537" w:type="dxa"/>
            <w:shd w:val="clear" w:color="auto" w:fill="auto"/>
            <w:tcMar>
              <w:top w:w="0" w:type="dxa"/>
              <w:left w:w="108" w:type="dxa"/>
              <w:bottom w:w="0" w:type="dxa"/>
              <w:right w:w="108" w:type="dxa"/>
            </w:tcMar>
          </w:tcPr>
          <w:p w:rsidR="0034373E" w:rsidRPr="0034373E" w:rsidRDefault="0034373E" w:rsidP="0034373E">
            <w:pPr>
              <w:pStyle w:val="Standard"/>
              <w:rPr>
                <w:sz w:val="22"/>
                <w:szCs w:val="22"/>
              </w:rPr>
            </w:pPr>
            <w:r w:rsidRPr="0034373E">
              <w:rPr>
                <w:b/>
                <w:bCs/>
                <w:sz w:val="22"/>
                <w:szCs w:val="22"/>
              </w:rPr>
              <w:t>Форму заявки подтверждаю:</w:t>
            </w:r>
          </w:p>
          <w:p w:rsidR="0034373E" w:rsidRPr="0034373E" w:rsidRDefault="0034373E" w:rsidP="0034373E">
            <w:pPr>
              <w:pStyle w:val="Standard"/>
              <w:jc w:val="center"/>
              <w:rPr>
                <w:b/>
                <w:bCs/>
                <w:color w:val="000000"/>
                <w:sz w:val="22"/>
                <w:szCs w:val="22"/>
              </w:rPr>
            </w:pPr>
          </w:p>
          <w:p w:rsidR="0034373E" w:rsidRPr="0034373E" w:rsidRDefault="0034373E" w:rsidP="0034373E">
            <w:pPr>
              <w:pStyle w:val="Standard"/>
              <w:rPr>
                <w:b/>
                <w:bCs/>
                <w:color w:val="000000"/>
                <w:sz w:val="22"/>
                <w:szCs w:val="22"/>
              </w:rPr>
            </w:pPr>
            <w:r w:rsidRPr="0034373E">
              <w:rPr>
                <w:b/>
                <w:bCs/>
                <w:color w:val="000000"/>
                <w:sz w:val="22"/>
                <w:szCs w:val="22"/>
              </w:rPr>
              <w:t>Первый заместитель</w:t>
            </w:r>
          </w:p>
          <w:p w:rsidR="0034373E" w:rsidRPr="0034373E" w:rsidRDefault="0034373E" w:rsidP="0034373E">
            <w:pPr>
              <w:pStyle w:val="Standard"/>
              <w:rPr>
                <w:b/>
                <w:bCs/>
                <w:color w:val="000000"/>
                <w:sz w:val="22"/>
                <w:szCs w:val="22"/>
              </w:rPr>
            </w:pPr>
            <w:r w:rsidRPr="0034373E">
              <w:rPr>
                <w:b/>
                <w:bCs/>
                <w:color w:val="000000"/>
                <w:sz w:val="22"/>
                <w:szCs w:val="22"/>
              </w:rPr>
              <w:t>генерального директора ЗАО «СПГЭС»</w:t>
            </w:r>
          </w:p>
          <w:p w:rsidR="0034373E" w:rsidRPr="0034373E" w:rsidRDefault="0034373E" w:rsidP="0034373E">
            <w:pPr>
              <w:pStyle w:val="Standard"/>
              <w:rPr>
                <w:b/>
                <w:bCs/>
                <w:color w:val="000000"/>
                <w:sz w:val="22"/>
                <w:szCs w:val="22"/>
              </w:rPr>
            </w:pPr>
          </w:p>
          <w:p w:rsidR="0034373E" w:rsidRPr="0034373E" w:rsidRDefault="0034373E" w:rsidP="0034373E">
            <w:pPr>
              <w:pStyle w:val="Standard"/>
              <w:rPr>
                <w:b/>
                <w:bCs/>
                <w:color w:val="000000"/>
                <w:sz w:val="22"/>
                <w:szCs w:val="22"/>
              </w:rPr>
            </w:pPr>
          </w:p>
          <w:p w:rsidR="0034373E" w:rsidRPr="0034373E" w:rsidRDefault="0034373E" w:rsidP="0034373E">
            <w:pPr>
              <w:pStyle w:val="Standard"/>
              <w:rPr>
                <w:b/>
                <w:bCs/>
                <w:color w:val="000000"/>
                <w:sz w:val="22"/>
                <w:szCs w:val="22"/>
              </w:rPr>
            </w:pPr>
            <w:r w:rsidRPr="0034373E">
              <w:rPr>
                <w:b/>
                <w:bCs/>
                <w:color w:val="000000"/>
                <w:sz w:val="22"/>
                <w:szCs w:val="22"/>
              </w:rPr>
              <w:t>_______________/Стрелин Е.Н./</w:t>
            </w:r>
          </w:p>
          <w:p w:rsidR="0034373E" w:rsidRPr="0034373E" w:rsidRDefault="0034373E" w:rsidP="0034373E">
            <w:pPr>
              <w:pStyle w:val="Standard"/>
              <w:jc w:val="center"/>
              <w:rPr>
                <w:b/>
                <w:bCs/>
                <w:color w:val="000000"/>
                <w:sz w:val="22"/>
                <w:szCs w:val="22"/>
              </w:rPr>
            </w:pPr>
          </w:p>
        </w:tc>
      </w:tr>
    </w:tbl>
    <w:p w:rsidR="00154488" w:rsidRDefault="00154488">
      <w:pPr>
        <w:pStyle w:val="Standard"/>
        <w:ind w:left="5"/>
        <w:rPr>
          <w:bCs/>
          <w:color w:val="000000"/>
          <w:spacing w:val="4"/>
        </w:rPr>
      </w:pPr>
    </w:p>
    <w:p w:rsidR="00154488" w:rsidRDefault="00154488">
      <w:pPr>
        <w:pStyle w:val="Standard"/>
        <w:ind w:left="5"/>
        <w:rPr>
          <w:bCs/>
          <w:color w:val="000000"/>
          <w:spacing w:val="4"/>
        </w:rPr>
      </w:pPr>
    </w:p>
    <w:p w:rsidR="00154488" w:rsidRDefault="00154488">
      <w:pPr>
        <w:pStyle w:val="Standard"/>
        <w:ind w:left="5"/>
        <w:rPr>
          <w:bCs/>
          <w:color w:val="000000"/>
          <w:spacing w:val="4"/>
        </w:rPr>
      </w:pPr>
    </w:p>
    <w:p w:rsidR="00154488" w:rsidRDefault="0034373E">
      <w:pPr>
        <w:pStyle w:val="Standard"/>
        <w:ind w:firstLine="540"/>
        <w:jc w:val="right"/>
        <w:rPr>
          <w:b/>
        </w:rPr>
      </w:pPr>
      <w:r>
        <w:rPr>
          <w:b/>
        </w:rPr>
        <w:t>Приложение № 2 к договору поставки</w:t>
      </w:r>
    </w:p>
    <w:p w:rsidR="00154488" w:rsidRDefault="0034373E">
      <w:pPr>
        <w:pStyle w:val="Standard"/>
        <w:ind w:firstLine="540"/>
        <w:jc w:val="right"/>
      </w:pPr>
      <w:r>
        <w:rPr>
          <w:b/>
        </w:rPr>
        <w:t>№___ от «___» ____________2022 года</w:t>
      </w:r>
    </w:p>
    <w:p w:rsidR="00154488" w:rsidRDefault="00154488">
      <w:pPr>
        <w:pStyle w:val="Standard"/>
        <w:ind w:firstLine="540"/>
        <w:rPr>
          <w:sz w:val="22"/>
          <w:szCs w:val="22"/>
        </w:rPr>
      </w:pPr>
    </w:p>
    <w:p w:rsidR="00154488" w:rsidRDefault="00154488">
      <w:pPr>
        <w:pStyle w:val="Standard"/>
        <w:ind w:firstLine="540"/>
        <w:jc w:val="center"/>
        <w:rPr>
          <w:b/>
          <w:sz w:val="22"/>
          <w:szCs w:val="22"/>
        </w:rPr>
      </w:pPr>
    </w:p>
    <w:p w:rsidR="00154488" w:rsidRDefault="0034373E">
      <w:pPr>
        <w:pStyle w:val="Standard"/>
        <w:ind w:firstLine="540"/>
        <w:jc w:val="center"/>
        <w:rPr>
          <w:b/>
          <w:sz w:val="22"/>
          <w:szCs w:val="22"/>
          <w:u w:val="single"/>
        </w:rPr>
      </w:pPr>
      <w:r w:rsidRPr="0034373E">
        <w:rPr>
          <w:b/>
          <w:sz w:val="22"/>
          <w:szCs w:val="22"/>
          <w:u w:val="single"/>
        </w:rPr>
        <w:t>ФОРМА</w:t>
      </w:r>
    </w:p>
    <w:p w:rsidR="0034373E" w:rsidRPr="0034373E" w:rsidRDefault="0034373E">
      <w:pPr>
        <w:pStyle w:val="Standard"/>
        <w:ind w:firstLine="540"/>
        <w:jc w:val="center"/>
        <w:rPr>
          <w:b/>
          <w:sz w:val="22"/>
          <w:szCs w:val="22"/>
          <w:u w:val="single"/>
        </w:rPr>
      </w:pPr>
    </w:p>
    <w:p w:rsidR="00154488" w:rsidRDefault="0034373E">
      <w:pPr>
        <w:pStyle w:val="Standard"/>
        <w:ind w:firstLine="540"/>
        <w:jc w:val="center"/>
        <w:rPr>
          <w:b/>
          <w:sz w:val="22"/>
          <w:szCs w:val="22"/>
        </w:rPr>
      </w:pPr>
      <w:r>
        <w:rPr>
          <w:b/>
          <w:sz w:val="22"/>
          <w:szCs w:val="22"/>
        </w:rPr>
        <w:t>Спецификация на поставку партии Товара № ____</w:t>
      </w:r>
    </w:p>
    <w:p w:rsidR="00154488" w:rsidRDefault="0034373E">
      <w:pPr>
        <w:pStyle w:val="Standard"/>
        <w:ind w:firstLine="540"/>
        <w:jc w:val="center"/>
        <w:rPr>
          <w:b/>
          <w:sz w:val="22"/>
          <w:szCs w:val="22"/>
        </w:rPr>
      </w:pPr>
      <w:r>
        <w:rPr>
          <w:b/>
          <w:sz w:val="22"/>
          <w:szCs w:val="22"/>
        </w:rPr>
        <w:t>по договору поставки № ____ от «___» ___________2022 г.</w:t>
      </w:r>
    </w:p>
    <w:p w:rsidR="00154488" w:rsidRDefault="00154488">
      <w:pPr>
        <w:pStyle w:val="Standard"/>
        <w:ind w:firstLine="540"/>
        <w:jc w:val="center"/>
        <w:rPr>
          <w:sz w:val="22"/>
          <w:szCs w:val="22"/>
        </w:rPr>
      </w:pPr>
    </w:p>
    <w:p w:rsidR="00154488" w:rsidRDefault="0034373E">
      <w:pPr>
        <w:pStyle w:val="Standard"/>
        <w:ind w:firstLine="540"/>
      </w:pPr>
      <w:r>
        <w:rPr>
          <w:sz w:val="22"/>
          <w:szCs w:val="22"/>
        </w:rPr>
        <w:t xml:space="preserve">заключенному между </w:t>
      </w:r>
      <w:r>
        <w:rPr>
          <w:b/>
          <w:sz w:val="22"/>
          <w:szCs w:val="22"/>
        </w:rPr>
        <w:t>ИП Сидоренко В.Б.</w:t>
      </w:r>
      <w:r>
        <w:rPr>
          <w:sz w:val="22"/>
          <w:szCs w:val="22"/>
        </w:rPr>
        <w:t xml:space="preserve"> (Поставщик) и </w:t>
      </w:r>
      <w:r>
        <w:rPr>
          <w:b/>
          <w:sz w:val="22"/>
          <w:szCs w:val="22"/>
        </w:rPr>
        <w:t>ЗАО «СПГЭС»</w:t>
      </w:r>
      <w:r>
        <w:rPr>
          <w:sz w:val="22"/>
          <w:szCs w:val="22"/>
        </w:rPr>
        <w:t xml:space="preserve"> (Покупатель)</w:t>
      </w:r>
    </w:p>
    <w:p w:rsidR="00154488" w:rsidRDefault="00154488">
      <w:pPr>
        <w:pStyle w:val="Standard"/>
        <w:ind w:firstLine="540"/>
        <w:jc w:val="center"/>
        <w:rPr>
          <w:sz w:val="22"/>
          <w:szCs w:val="22"/>
        </w:rPr>
      </w:pPr>
    </w:p>
    <w:p w:rsidR="00154488" w:rsidRDefault="0034373E">
      <w:pPr>
        <w:pStyle w:val="Standard"/>
        <w:tabs>
          <w:tab w:val="left" w:pos="5940"/>
        </w:tabs>
        <w:ind w:firstLine="540"/>
        <w:jc w:val="both"/>
        <w:rPr>
          <w:sz w:val="22"/>
          <w:szCs w:val="22"/>
        </w:rPr>
      </w:pPr>
      <w:r>
        <w:rPr>
          <w:sz w:val="22"/>
          <w:szCs w:val="22"/>
        </w:rPr>
        <w:t xml:space="preserve">г. Саратов </w:t>
      </w:r>
      <w:r>
        <w:rPr>
          <w:sz w:val="22"/>
          <w:szCs w:val="22"/>
        </w:rPr>
        <w:tab/>
        <w:t xml:space="preserve">                              «___» _______________ 20__г.</w:t>
      </w:r>
    </w:p>
    <w:p w:rsidR="00154488" w:rsidRDefault="00154488">
      <w:pPr>
        <w:pStyle w:val="Standard"/>
        <w:tabs>
          <w:tab w:val="left" w:pos="5940"/>
        </w:tabs>
        <w:ind w:firstLine="540"/>
        <w:jc w:val="both"/>
        <w:rPr>
          <w:sz w:val="22"/>
          <w:szCs w:val="22"/>
        </w:rPr>
      </w:pPr>
    </w:p>
    <w:p w:rsidR="00154488" w:rsidRDefault="0034373E">
      <w:pPr>
        <w:pStyle w:val="Standard"/>
        <w:tabs>
          <w:tab w:val="left" w:pos="5940"/>
        </w:tabs>
        <w:ind w:firstLine="540"/>
        <w:jc w:val="both"/>
        <w:rPr>
          <w:sz w:val="22"/>
          <w:szCs w:val="22"/>
        </w:rPr>
      </w:pPr>
      <w:r>
        <w:rPr>
          <w:sz w:val="22"/>
          <w:szCs w:val="22"/>
        </w:rPr>
        <w:t>В соответствии с заявкой Покупателя Стороны пришли к соглашению, что в рамках исполнения вышеуказанного договора Поставщик поставляет, а Покупатель принимает и оплачивает следующий товар, далее именуемый как Партия товара:</w:t>
      </w:r>
    </w:p>
    <w:p w:rsidR="00154488" w:rsidRDefault="00154488">
      <w:pPr>
        <w:pStyle w:val="Standard"/>
        <w:tabs>
          <w:tab w:val="left" w:pos="5940"/>
        </w:tabs>
        <w:ind w:firstLine="540"/>
        <w:jc w:val="both"/>
        <w:rPr>
          <w:sz w:val="22"/>
          <w:szCs w:val="22"/>
        </w:rPr>
      </w:pPr>
    </w:p>
    <w:tbl>
      <w:tblPr>
        <w:tblW w:w="10226" w:type="dxa"/>
        <w:tblInd w:w="1" w:type="dxa"/>
        <w:tblLayout w:type="fixed"/>
        <w:tblCellMar>
          <w:left w:w="10" w:type="dxa"/>
          <w:right w:w="10" w:type="dxa"/>
        </w:tblCellMar>
        <w:tblLook w:val="0000" w:firstRow="0" w:lastRow="0" w:firstColumn="0" w:lastColumn="0" w:noHBand="0" w:noVBand="0"/>
      </w:tblPr>
      <w:tblGrid>
        <w:gridCol w:w="530"/>
        <w:gridCol w:w="3013"/>
        <w:gridCol w:w="1417"/>
        <w:gridCol w:w="2763"/>
        <w:gridCol w:w="2503"/>
      </w:tblGrid>
      <w:tr w:rsidR="00154488">
        <w:tblPrEx>
          <w:tblCellMar>
            <w:top w:w="0" w:type="dxa"/>
            <w:bottom w:w="0" w:type="dxa"/>
          </w:tblCellMar>
        </w:tblPrEx>
        <w:trPr>
          <w:trHeight w:val="249"/>
        </w:trPr>
        <w:tc>
          <w:tcPr>
            <w:tcW w:w="5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34373E">
            <w:pPr>
              <w:pStyle w:val="Standard"/>
              <w:tabs>
                <w:tab w:val="left" w:pos="5940"/>
              </w:tabs>
              <w:ind w:firstLine="540"/>
              <w:jc w:val="center"/>
              <w:rPr>
                <w:sz w:val="22"/>
                <w:szCs w:val="22"/>
              </w:rPr>
            </w:pPr>
            <w:r>
              <w:rPr>
                <w:sz w:val="22"/>
                <w:szCs w:val="22"/>
              </w:rPr>
              <w:t>№№ п/п</w:t>
            </w:r>
          </w:p>
        </w:tc>
        <w:tc>
          <w:tcPr>
            <w:tcW w:w="3013"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jc w:val="center"/>
              <w:rPr>
                <w:sz w:val="22"/>
                <w:szCs w:val="22"/>
              </w:rPr>
            </w:pPr>
          </w:p>
          <w:p w:rsidR="00154488" w:rsidRDefault="0034373E">
            <w:pPr>
              <w:pStyle w:val="Standard"/>
              <w:tabs>
                <w:tab w:val="left" w:pos="5940"/>
              </w:tabs>
              <w:jc w:val="center"/>
              <w:rPr>
                <w:sz w:val="22"/>
                <w:szCs w:val="22"/>
              </w:rPr>
            </w:pPr>
            <w:r>
              <w:rPr>
                <w:sz w:val="22"/>
                <w:szCs w:val="22"/>
              </w:rPr>
              <w:t>Наименование товара</w:t>
            </w:r>
          </w:p>
        </w:tc>
        <w:tc>
          <w:tcPr>
            <w:tcW w:w="1417"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22"/>
              <w:jc w:val="center"/>
              <w:rPr>
                <w:sz w:val="22"/>
                <w:szCs w:val="22"/>
              </w:rPr>
            </w:pPr>
          </w:p>
          <w:p w:rsidR="00154488" w:rsidRDefault="0034373E">
            <w:pPr>
              <w:pStyle w:val="Standard"/>
              <w:tabs>
                <w:tab w:val="left" w:pos="5940"/>
              </w:tabs>
              <w:ind w:firstLine="22"/>
              <w:jc w:val="center"/>
              <w:rPr>
                <w:sz w:val="22"/>
                <w:szCs w:val="22"/>
              </w:rPr>
            </w:pPr>
            <w:r>
              <w:rPr>
                <w:sz w:val="22"/>
                <w:szCs w:val="22"/>
              </w:rPr>
              <w:t>Количество</w:t>
            </w:r>
          </w:p>
        </w:tc>
        <w:tc>
          <w:tcPr>
            <w:tcW w:w="2763"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34373E">
            <w:pPr>
              <w:pStyle w:val="Standard"/>
              <w:tabs>
                <w:tab w:val="left" w:pos="5940"/>
              </w:tabs>
              <w:ind w:firstLine="42"/>
              <w:jc w:val="center"/>
              <w:rPr>
                <w:sz w:val="22"/>
                <w:szCs w:val="22"/>
              </w:rPr>
            </w:pPr>
            <w:r>
              <w:rPr>
                <w:sz w:val="22"/>
                <w:szCs w:val="22"/>
              </w:rPr>
              <w:t>Стоимость единицы товара</w:t>
            </w:r>
          </w:p>
        </w:tc>
        <w:tc>
          <w:tcPr>
            <w:tcW w:w="25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jc w:val="center"/>
              <w:rPr>
                <w:sz w:val="22"/>
                <w:szCs w:val="22"/>
              </w:rPr>
            </w:pPr>
          </w:p>
          <w:p w:rsidR="00154488" w:rsidRDefault="0034373E">
            <w:pPr>
              <w:pStyle w:val="Standard"/>
              <w:tabs>
                <w:tab w:val="left" w:pos="5940"/>
              </w:tabs>
              <w:jc w:val="center"/>
              <w:rPr>
                <w:sz w:val="22"/>
                <w:szCs w:val="22"/>
              </w:rPr>
            </w:pPr>
            <w:r>
              <w:rPr>
                <w:sz w:val="22"/>
                <w:szCs w:val="22"/>
              </w:rPr>
              <w:t>Примечание</w:t>
            </w:r>
          </w:p>
        </w:tc>
      </w:tr>
      <w:tr w:rsidR="00154488">
        <w:tblPrEx>
          <w:tblCellMar>
            <w:top w:w="0" w:type="dxa"/>
            <w:bottom w:w="0" w:type="dxa"/>
          </w:tblCellMar>
        </w:tblPrEx>
        <w:trPr>
          <w:trHeight w:val="346"/>
        </w:trPr>
        <w:tc>
          <w:tcPr>
            <w:tcW w:w="530"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540"/>
              <w:jc w:val="both"/>
              <w:rPr>
                <w:sz w:val="22"/>
                <w:szCs w:val="22"/>
              </w:rPr>
            </w:pPr>
          </w:p>
        </w:tc>
        <w:tc>
          <w:tcPr>
            <w:tcW w:w="3013"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540"/>
              <w:jc w:val="both"/>
              <w:rPr>
                <w:sz w:val="22"/>
                <w:szCs w:val="22"/>
              </w:rPr>
            </w:pPr>
          </w:p>
        </w:tc>
        <w:tc>
          <w:tcPr>
            <w:tcW w:w="1417"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540"/>
              <w:jc w:val="both"/>
              <w:rPr>
                <w:sz w:val="22"/>
                <w:szCs w:val="22"/>
              </w:rPr>
            </w:pPr>
          </w:p>
        </w:tc>
        <w:tc>
          <w:tcPr>
            <w:tcW w:w="2763"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540"/>
              <w:jc w:val="both"/>
              <w:rPr>
                <w:sz w:val="22"/>
                <w:szCs w:val="22"/>
              </w:rPr>
            </w:pPr>
          </w:p>
        </w:tc>
        <w:tc>
          <w:tcPr>
            <w:tcW w:w="25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rsidR="00154488" w:rsidRDefault="00154488">
            <w:pPr>
              <w:pStyle w:val="Standard"/>
              <w:tabs>
                <w:tab w:val="left" w:pos="5940"/>
              </w:tabs>
              <w:ind w:firstLine="540"/>
              <w:jc w:val="both"/>
              <w:rPr>
                <w:sz w:val="22"/>
                <w:szCs w:val="22"/>
              </w:rPr>
            </w:pPr>
          </w:p>
        </w:tc>
      </w:tr>
    </w:tbl>
    <w:p w:rsidR="00154488" w:rsidRDefault="00154488">
      <w:pPr>
        <w:pStyle w:val="Standard"/>
        <w:tabs>
          <w:tab w:val="left" w:pos="5940"/>
        </w:tabs>
        <w:ind w:firstLine="540"/>
        <w:jc w:val="both"/>
      </w:pPr>
    </w:p>
    <w:p w:rsidR="00154488" w:rsidRDefault="0034373E">
      <w:pPr>
        <w:pStyle w:val="Standard"/>
        <w:tabs>
          <w:tab w:val="left" w:pos="5940"/>
        </w:tabs>
        <w:ind w:firstLine="540"/>
        <w:jc w:val="both"/>
        <w:rPr>
          <w:sz w:val="22"/>
          <w:szCs w:val="22"/>
        </w:rPr>
      </w:pPr>
      <w:r>
        <w:rPr>
          <w:sz w:val="22"/>
          <w:szCs w:val="22"/>
        </w:rPr>
        <w:t>Дата поставки Партии товара – «___» _____________ 2022 г.</w:t>
      </w:r>
    </w:p>
    <w:p w:rsidR="00154488" w:rsidRDefault="0034373E">
      <w:pPr>
        <w:pStyle w:val="Standard"/>
        <w:tabs>
          <w:tab w:val="left" w:pos="5940"/>
        </w:tabs>
        <w:ind w:firstLine="540"/>
        <w:jc w:val="both"/>
        <w:rPr>
          <w:sz w:val="22"/>
          <w:szCs w:val="22"/>
        </w:rPr>
      </w:pPr>
      <w:r>
        <w:rPr>
          <w:sz w:val="22"/>
          <w:szCs w:val="22"/>
        </w:rPr>
        <w:t>Место поставки Партии товара – самовывоз со склада Поставщика.</w:t>
      </w:r>
    </w:p>
    <w:p w:rsidR="00154488" w:rsidRDefault="00154488">
      <w:pPr>
        <w:pStyle w:val="Standard"/>
        <w:tabs>
          <w:tab w:val="left" w:pos="5940"/>
        </w:tabs>
        <w:ind w:firstLine="540"/>
        <w:jc w:val="both"/>
        <w:rPr>
          <w:sz w:val="22"/>
          <w:szCs w:val="22"/>
        </w:rPr>
      </w:pPr>
    </w:p>
    <w:p w:rsidR="00154488" w:rsidRDefault="0034373E">
      <w:pPr>
        <w:pStyle w:val="Standard"/>
        <w:tabs>
          <w:tab w:val="left" w:pos="5940"/>
        </w:tabs>
        <w:ind w:firstLine="540"/>
        <w:jc w:val="both"/>
        <w:rPr>
          <w:sz w:val="22"/>
          <w:szCs w:val="22"/>
        </w:rPr>
      </w:pPr>
      <w:r>
        <w:rPr>
          <w:sz w:val="22"/>
          <w:szCs w:val="22"/>
        </w:rPr>
        <w:t>Итого сумма, подлежащая оплате Поставщику: ___________________________________ руб.</w:t>
      </w:r>
    </w:p>
    <w:p w:rsidR="00154488" w:rsidRDefault="00154488">
      <w:pPr>
        <w:pStyle w:val="Standard"/>
        <w:tabs>
          <w:tab w:val="left" w:pos="5940"/>
        </w:tabs>
        <w:ind w:firstLine="540"/>
        <w:jc w:val="both"/>
        <w:rPr>
          <w:sz w:val="22"/>
          <w:szCs w:val="22"/>
        </w:rPr>
      </w:pPr>
    </w:p>
    <w:p w:rsidR="00154488" w:rsidRDefault="00154488">
      <w:pPr>
        <w:pStyle w:val="Standard"/>
        <w:tabs>
          <w:tab w:val="left" w:pos="5940"/>
        </w:tabs>
        <w:ind w:firstLine="540"/>
        <w:jc w:val="both"/>
        <w:rPr>
          <w:sz w:val="22"/>
          <w:szCs w:val="22"/>
        </w:rPr>
      </w:pPr>
    </w:p>
    <w:p w:rsidR="00154488" w:rsidRDefault="00154488">
      <w:pPr>
        <w:pStyle w:val="Standard"/>
        <w:tabs>
          <w:tab w:val="left" w:pos="5940"/>
        </w:tabs>
        <w:ind w:firstLine="540"/>
        <w:jc w:val="both"/>
        <w:rPr>
          <w:sz w:val="22"/>
          <w:szCs w:val="22"/>
        </w:rPr>
      </w:pPr>
    </w:p>
    <w:p w:rsidR="00154488" w:rsidRDefault="00154488">
      <w:pPr>
        <w:pStyle w:val="Standard"/>
        <w:tabs>
          <w:tab w:val="left" w:pos="5940"/>
        </w:tabs>
        <w:ind w:firstLine="540"/>
        <w:jc w:val="both"/>
        <w:rPr>
          <w:sz w:val="22"/>
          <w:szCs w:val="22"/>
        </w:rPr>
      </w:pPr>
    </w:p>
    <w:tbl>
      <w:tblPr>
        <w:tblW w:w="9922" w:type="dxa"/>
        <w:tblInd w:w="426" w:type="dxa"/>
        <w:tblLayout w:type="fixed"/>
        <w:tblCellMar>
          <w:left w:w="10" w:type="dxa"/>
          <w:right w:w="10" w:type="dxa"/>
        </w:tblCellMar>
        <w:tblLook w:val="0000" w:firstRow="0" w:lastRow="0" w:firstColumn="0" w:lastColumn="0" w:noHBand="0" w:noVBand="0"/>
      </w:tblPr>
      <w:tblGrid>
        <w:gridCol w:w="4956"/>
        <w:gridCol w:w="4966"/>
      </w:tblGrid>
      <w:tr w:rsidR="00154488" w:rsidTr="0034373E">
        <w:tblPrEx>
          <w:tblCellMar>
            <w:top w:w="0" w:type="dxa"/>
            <w:bottom w:w="0" w:type="dxa"/>
          </w:tblCellMar>
        </w:tblPrEx>
        <w:trPr>
          <w:trHeight w:val="425"/>
        </w:trPr>
        <w:tc>
          <w:tcPr>
            <w:tcW w:w="4956" w:type="dxa"/>
            <w:shd w:val="clear" w:color="auto" w:fill="auto"/>
            <w:tcMar>
              <w:top w:w="0" w:type="dxa"/>
              <w:left w:w="108" w:type="dxa"/>
              <w:bottom w:w="0" w:type="dxa"/>
              <w:right w:w="108" w:type="dxa"/>
            </w:tcMar>
          </w:tcPr>
          <w:p w:rsidR="00154488" w:rsidRPr="0034373E" w:rsidRDefault="0034373E" w:rsidP="0034373E">
            <w:pPr>
              <w:pStyle w:val="Standard"/>
              <w:rPr>
                <w:b/>
                <w:bCs/>
                <w:sz w:val="22"/>
                <w:szCs w:val="22"/>
              </w:rPr>
            </w:pPr>
            <w:r>
              <w:rPr>
                <w:b/>
                <w:bCs/>
                <w:sz w:val="22"/>
                <w:szCs w:val="22"/>
              </w:rPr>
              <w:t>Форму спецификации подтверждаю:</w:t>
            </w:r>
          </w:p>
        </w:tc>
        <w:tc>
          <w:tcPr>
            <w:tcW w:w="4966" w:type="dxa"/>
            <w:shd w:val="clear" w:color="auto" w:fill="auto"/>
            <w:tcMar>
              <w:top w:w="0" w:type="dxa"/>
              <w:left w:w="108" w:type="dxa"/>
              <w:bottom w:w="0" w:type="dxa"/>
              <w:right w:w="108" w:type="dxa"/>
            </w:tcMar>
          </w:tcPr>
          <w:p w:rsidR="00154488" w:rsidRPr="0034373E" w:rsidRDefault="0034373E" w:rsidP="0034373E">
            <w:pPr>
              <w:pStyle w:val="Standard"/>
              <w:rPr>
                <w:b/>
                <w:bCs/>
                <w:sz w:val="22"/>
                <w:szCs w:val="22"/>
              </w:rPr>
            </w:pPr>
            <w:r w:rsidRPr="0034373E">
              <w:rPr>
                <w:b/>
                <w:bCs/>
                <w:sz w:val="22"/>
                <w:szCs w:val="22"/>
              </w:rPr>
              <w:t xml:space="preserve">Форму </w:t>
            </w:r>
            <w:r>
              <w:rPr>
                <w:b/>
                <w:bCs/>
                <w:sz w:val="22"/>
                <w:szCs w:val="22"/>
              </w:rPr>
              <w:t>спецификации</w:t>
            </w:r>
            <w:r w:rsidRPr="0034373E">
              <w:rPr>
                <w:b/>
                <w:bCs/>
                <w:sz w:val="22"/>
                <w:szCs w:val="22"/>
              </w:rPr>
              <w:t xml:space="preserve"> подтверждаю:</w:t>
            </w:r>
          </w:p>
        </w:tc>
      </w:tr>
      <w:tr w:rsidR="00154488" w:rsidTr="0034373E">
        <w:tblPrEx>
          <w:tblCellMar>
            <w:top w:w="0" w:type="dxa"/>
            <w:bottom w:w="0" w:type="dxa"/>
          </w:tblCellMar>
        </w:tblPrEx>
        <w:trPr>
          <w:trHeight w:val="1865"/>
        </w:trPr>
        <w:tc>
          <w:tcPr>
            <w:tcW w:w="4956" w:type="dxa"/>
            <w:shd w:val="clear" w:color="auto" w:fill="auto"/>
            <w:tcMar>
              <w:top w:w="0" w:type="dxa"/>
              <w:left w:w="108" w:type="dxa"/>
              <w:bottom w:w="0" w:type="dxa"/>
              <w:right w:w="108" w:type="dxa"/>
            </w:tcMar>
          </w:tcPr>
          <w:p w:rsidR="00154488" w:rsidRDefault="0034373E">
            <w:pPr>
              <w:pStyle w:val="Standard"/>
              <w:rPr>
                <w:b/>
                <w:bCs/>
                <w:sz w:val="22"/>
                <w:szCs w:val="22"/>
              </w:rPr>
            </w:pPr>
            <w:r>
              <w:rPr>
                <w:b/>
                <w:bCs/>
                <w:sz w:val="22"/>
                <w:szCs w:val="22"/>
              </w:rPr>
              <w:t>От Поставщика:</w:t>
            </w:r>
          </w:p>
          <w:p w:rsidR="00154488" w:rsidRDefault="00154488">
            <w:pPr>
              <w:pStyle w:val="Standard"/>
              <w:rPr>
                <w:b/>
                <w:bCs/>
                <w:sz w:val="22"/>
                <w:szCs w:val="22"/>
              </w:rPr>
            </w:pPr>
          </w:p>
          <w:p w:rsidR="00154488" w:rsidRDefault="00154488">
            <w:pPr>
              <w:pStyle w:val="Standard"/>
              <w:rPr>
                <w:b/>
                <w:bCs/>
                <w:color w:val="000000"/>
                <w:sz w:val="22"/>
                <w:szCs w:val="22"/>
              </w:rPr>
            </w:pPr>
          </w:p>
          <w:p w:rsidR="00154488" w:rsidRDefault="0034373E">
            <w:pPr>
              <w:pStyle w:val="Standard"/>
              <w:rPr>
                <w:b/>
                <w:bCs/>
                <w:color w:val="000000"/>
                <w:sz w:val="22"/>
                <w:szCs w:val="22"/>
              </w:rPr>
            </w:pPr>
            <w:r>
              <w:rPr>
                <w:b/>
                <w:bCs/>
                <w:color w:val="000000"/>
                <w:sz w:val="22"/>
                <w:szCs w:val="22"/>
              </w:rPr>
              <w:t>ИП Сидоренко В.Б.</w:t>
            </w:r>
          </w:p>
          <w:p w:rsidR="0034373E" w:rsidRDefault="0034373E">
            <w:pPr>
              <w:pStyle w:val="Standard"/>
              <w:rPr>
                <w:b/>
                <w:bCs/>
                <w:color w:val="000000"/>
                <w:sz w:val="22"/>
                <w:szCs w:val="22"/>
              </w:rPr>
            </w:pPr>
          </w:p>
          <w:p w:rsidR="00154488" w:rsidRDefault="00154488">
            <w:pPr>
              <w:pStyle w:val="Standard"/>
              <w:rPr>
                <w:b/>
                <w:bCs/>
                <w:color w:val="000000"/>
                <w:sz w:val="22"/>
                <w:szCs w:val="22"/>
              </w:rPr>
            </w:pPr>
          </w:p>
          <w:p w:rsidR="00154488" w:rsidRDefault="0034373E">
            <w:pPr>
              <w:pStyle w:val="Standard"/>
            </w:pPr>
            <w:r>
              <w:rPr>
                <w:b/>
                <w:bCs/>
                <w:color w:val="000000"/>
                <w:sz w:val="22"/>
                <w:szCs w:val="22"/>
              </w:rPr>
              <w:t xml:space="preserve">_____________/ </w:t>
            </w:r>
            <w:r>
              <w:rPr>
                <w:b/>
                <w:bCs/>
                <w:color w:val="000000"/>
                <w:sz w:val="24"/>
                <w:szCs w:val="22"/>
              </w:rPr>
              <w:t>ИП Сидоренко В.Б./</w:t>
            </w:r>
          </w:p>
          <w:p w:rsidR="00154488" w:rsidRDefault="00154488">
            <w:pPr>
              <w:pStyle w:val="Standard"/>
              <w:ind w:firstLine="540"/>
              <w:jc w:val="center"/>
              <w:rPr>
                <w:b/>
                <w:bCs/>
                <w:color w:val="000000"/>
                <w:sz w:val="22"/>
                <w:szCs w:val="22"/>
              </w:rPr>
            </w:pPr>
          </w:p>
        </w:tc>
        <w:tc>
          <w:tcPr>
            <w:tcW w:w="4966" w:type="dxa"/>
            <w:shd w:val="clear" w:color="auto" w:fill="auto"/>
            <w:tcMar>
              <w:top w:w="0" w:type="dxa"/>
              <w:left w:w="108" w:type="dxa"/>
              <w:bottom w:w="0" w:type="dxa"/>
              <w:right w:w="108" w:type="dxa"/>
            </w:tcMar>
          </w:tcPr>
          <w:p w:rsidR="00154488" w:rsidRDefault="0034373E">
            <w:pPr>
              <w:pStyle w:val="Standard"/>
            </w:pPr>
            <w:r>
              <w:rPr>
                <w:b/>
                <w:bCs/>
                <w:color w:val="000000"/>
                <w:sz w:val="22"/>
                <w:szCs w:val="22"/>
              </w:rPr>
              <w:t>от Покупателя</w:t>
            </w:r>
            <w:r>
              <w:rPr>
                <w:b/>
                <w:bCs/>
                <w:sz w:val="22"/>
                <w:szCs w:val="22"/>
              </w:rPr>
              <w:t xml:space="preserve"> </w:t>
            </w:r>
            <w:r>
              <w:rPr>
                <w:rFonts w:ascii="Symbol" w:hAnsi="Symbol"/>
                <w:b/>
                <w:bCs/>
                <w:color w:val="000000"/>
                <w:sz w:val="22"/>
                <w:szCs w:val="22"/>
              </w:rPr>
              <w:t></w:t>
            </w:r>
          </w:p>
          <w:p w:rsidR="00154488" w:rsidRDefault="00154488">
            <w:pPr>
              <w:pStyle w:val="Standard"/>
              <w:jc w:val="center"/>
              <w:rPr>
                <w:b/>
                <w:bCs/>
                <w:color w:val="000000"/>
                <w:sz w:val="22"/>
                <w:szCs w:val="22"/>
              </w:rPr>
            </w:pPr>
          </w:p>
          <w:p w:rsidR="00154488" w:rsidRDefault="0034373E">
            <w:pPr>
              <w:pStyle w:val="Standard"/>
              <w:rPr>
                <w:b/>
                <w:bCs/>
                <w:color w:val="000000"/>
                <w:sz w:val="22"/>
                <w:szCs w:val="22"/>
              </w:rPr>
            </w:pPr>
            <w:r>
              <w:rPr>
                <w:b/>
                <w:bCs/>
                <w:color w:val="000000"/>
                <w:sz w:val="22"/>
                <w:szCs w:val="22"/>
              </w:rPr>
              <w:t>Первый заместитель</w:t>
            </w:r>
          </w:p>
          <w:p w:rsidR="00154488" w:rsidRDefault="0034373E">
            <w:pPr>
              <w:pStyle w:val="Standard"/>
              <w:rPr>
                <w:b/>
                <w:bCs/>
                <w:color w:val="000000"/>
                <w:sz w:val="22"/>
                <w:szCs w:val="22"/>
              </w:rPr>
            </w:pPr>
            <w:r>
              <w:rPr>
                <w:b/>
                <w:bCs/>
                <w:color w:val="000000"/>
                <w:sz w:val="22"/>
                <w:szCs w:val="22"/>
              </w:rPr>
              <w:t>генерального директора ЗАО «СПГЭС»</w:t>
            </w:r>
          </w:p>
          <w:p w:rsidR="0034373E" w:rsidRDefault="0034373E">
            <w:pPr>
              <w:pStyle w:val="Standard"/>
              <w:rPr>
                <w:b/>
                <w:bCs/>
                <w:color w:val="000000"/>
                <w:sz w:val="22"/>
                <w:szCs w:val="22"/>
              </w:rPr>
            </w:pPr>
          </w:p>
          <w:p w:rsidR="00154488" w:rsidRDefault="00154488">
            <w:pPr>
              <w:pStyle w:val="Standard"/>
              <w:rPr>
                <w:b/>
                <w:bCs/>
                <w:color w:val="000000"/>
                <w:sz w:val="22"/>
                <w:szCs w:val="22"/>
              </w:rPr>
            </w:pPr>
          </w:p>
          <w:p w:rsidR="00154488" w:rsidRDefault="0034373E">
            <w:pPr>
              <w:pStyle w:val="Standard"/>
              <w:rPr>
                <w:b/>
                <w:bCs/>
                <w:color w:val="000000"/>
                <w:sz w:val="22"/>
                <w:szCs w:val="22"/>
              </w:rPr>
            </w:pPr>
            <w:r>
              <w:rPr>
                <w:b/>
                <w:bCs/>
                <w:color w:val="000000"/>
                <w:sz w:val="22"/>
                <w:szCs w:val="22"/>
              </w:rPr>
              <w:t>_______________/Стрелин Е.Н./</w:t>
            </w:r>
          </w:p>
          <w:p w:rsidR="00154488" w:rsidRDefault="00154488">
            <w:pPr>
              <w:pStyle w:val="Standard"/>
              <w:jc w:val="center"/>
              <w:rPr>
                <w:b/>
                <w:bCs/>
                <w:color w:val="000000"/>
                <w:sz w:val="22"/>
                <w:szCs w:val="22"/>
              </w:rPr>
            </w:pPr>
          </w:p>
        </w:tc>
      </w:tr>
    </w:tbl>
    <w:p w:rsidR="0034373E" w:rsidRDefault="0034373E">
      <w:pPr>
        <w:pStyle w:val="Textbody"/>
      </w:pPr>
    </w:p>
    <w:p w:rsidR="0034373E" w:rsidRDefault="0034373E">
      <w:pPr>
        <w:suppressAutoHyphens w:val="0"/>
      </w:pPr>
      <w:r>
        <w:br w:type="page"/>
      </w:r>
    </w:p>
    <w:p w:rsidR="00154488" w:rsidRDefault="0034373E">
      <w:pPr>
        <w:pStyle w:val="Standard"/>
        <w:ind w:firstLine="540"/>
        <w:jc w:val="right"/>
        <w:rPr>
          <w:b/>
        </w:rPr>
      </w:pPr>
      <w:r>
        <w:rPr>
          <w:b/>
        </w:rPr>
        <w:t xml:space="preserve">                Приложение № 3 к договору поставки</w:t>
      </w:r>
    </w:p>
    <w:p w:rsidR="00154488" w:rsidRDefault="0034373E">
      <w:pPr>
        <w:pStyle w:val="Standard"/>
        <w:ind w:firstLine="540"/>
        <w:jc w:val="right"/>
        <w:rPr>
          <w:b/>
        </w:rPr>
      </w:pPr>
      <w:r>
        <w:rPr>
          <w:b/>
        </w:rPr>
        <w:t xml:space="preserve"> №___ от «___» ____________2022 года</w:t>
      </w:r>
    </w:p>
    <w:p w:rsidR="00154488" w:rsidRDefault="0034373E">
      <w:pPr>
        <w:pStyle w:val="Standard"/>
        <w:tabs>
          <w:tab w:val="left" w:pos="1778"/>
        </w:tabs>
        <w:ind w:right="1842"/>
        <w:rPr>
          <w:sz w:val="24"/>
          <w:szCs w:val="24"/>
        </w:rPr>
      </w:pPr>
      <w:r>
        <w:rPr>
          <w:sz w:val="24"/>
          <w:szCs w:val="24"/>
        </w:rPr>
        <w:tab/>
      </w:r>
    </w:p>
    <w:p w:rsidR="00154488" w:rsidRDefault="0034373E">
      <w:pPr>
        <w:pStyle w:val="Standard"/>
        <w:jc w:val="center"/>
        <w:rPr>
          <w:b/>
          <w:bCs/>
          <w:sz w:val="24"/>
          <w:szCs w:val="24"/>
        </w:rPr>
      </w:pPr>
      <w:r>
        <w:rPr>
          <w:b/>
          <w:bCs/>
          <w:sz w:val="24"/>
          <w:szCs w:val="24"/>
        </w:rPr>
        <w:t>Перечень агрегатов, узлов и деталей к тракторам</w:t>
      </w:r>
    </w:p>
    <w:p w:rsidR="00154488" w:rsidRDefault="00154488">
      <w:pPr>
        <w:pStyle w:val="Standard"/>
        <w:ind w:right="51"/>
        <w:rPr>
          <w:b/>
          <w:sz w:val="22"/>
        </w:rPr>
      </w:pPr>
    </w:p>
    <w:tbl>
      <w:tblPr>
        <w:tblW w:w="10477" w:type="dxa"/>
        <w:tblCellMar>
          <w:left w:w="10" w:type="dxa"/>
          <w:right w:w="10" w:type="dxa"/>
        </w:tblCellMar>
        <w:tblLook w:val="0000" w:firstRow="0" w:lastRow="0" w:firstColumn="0" w:lastColumn="0" w:noHBand="0" w:noVBand="0"/>
      </w:tblPr>
      <w:tblGrid>
        <w:gridCol w:w="1274"/>
        <w:gridCol w:w="6378"/>
        <w:gridCol w:w="1656"/>
        <w:gridCol w:w="1169"/>
      </w:tblGrid>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tabs>
                <w:tab w:val="left" w:pos="731"/>
              </w:tabs>
              <w:ind w:left="720" w:right="51" w:hanging="698"/>
              <w:jc w:val="center"/>
              <w:rPr>
                <w:b/>
              </w:rPr>
            </w:pPr>
            <w:r>
              <w:rPr>
                <w:b/>
              </w:rPr>
              <w:t>№ п/п</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
              </w:rPr>
            </w:pPr>
            <w:r>
              <w:rPr>
                <w:b/>
              </w:rPr>
              <w:t>Наименование товара</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
              </w:rPr>
            </w:pPr>
            <w:r>
              <w:rPr>
                <w:b/>
              </w:rPr>
              <w:t>Страна происхождения товара</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
              </w:rPr>
            </w:pPr>
            <w:r>
              <w:rPr>
                <w:b/>
              </w:rPr>
              <w:t>Цена за единицу товара, руб. с НДС 20%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1,2-150*180*15 сальник  ГОСТ 8752-79 (ЧзРТД),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1,2-20*30*7-1 сальник ГОСТ 8752-79 (Уралэластомер),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1,2-20*32*7 Сальник,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1,2-30*50*10 сальник первичного вала КПП 412-1701033-01 (Уралэластомер),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1,2-40*52*7 сальник разжимного кулака 101-3501020 для а/м МАЗ-4370 Зубренок,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102 3405103-Б СБ Палец рулевого гидроцилиндра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104Ремкомплект НШ-32У /старого образца/,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10500-3711000-02 Фара противотуманная  ТН105-02 бел. КАМАЗ Освар,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105р/к НШ-32У (нового образца)/ЮМЗ/Т-40/Нива/КСК/3,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108Ремкомплект НШ - 100 А ЭО - 2621, К - 700, К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11.720.720 Свеча накаливания 23В (Искра),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11.721.083 Свеча накаливания 11В (Искра),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11*10-1280 ремень (ЯТР) вентиляторный ЗИЛ,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11*10*1120 ремень (УЗЭМИК)/25/,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lang w:val="en-US"/>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lang w:val="en-US"/>
              </w:rPr>
              <w:t xml:space="preserve">11*10*1120 </w:t>
            </w:r>
            <w:r>
              <w:rPr>
                <w:bCs/>
                <w:sz w:val="16"/>
                <w:szCs w:val="16"/>
              </w:rPr>
              <w:t>ремень</w:t>
            </w:r>
            <w:r>
              <w:rPr>
                <w:bCs/>
                <w:sz w:val="16"/>
                <w:szCs w:val="16"/>
                <w:lang w:val="en-US"/>
              </w:rPr>
              <w:t xml:space="preserve"> RUBYCON Optimum (</w:t>
            </w:r>
            <w:r>
              <w:rPr>
                <w:bCs/>
                <w:sz w:val="16"/>
                <w:szCs w:val="16"/>
              </w:rPr>
              <w:t>ЯРТ</w:t>
            </w:r>
            <w:r>
              <w:rPr>
                <w:bCs/>
                <w:sz w:val="16"/>
                <w:szCs w:val="16"/>
                <w:lang w:val="en-US"/>
              </w:rPr>
              <w:t xml:space="preserve">),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11*10*1180 ремень (ЯРТ) ЯМЗ-238АК, 8401, К-701М, 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11*10*1250 ремень (ЯРТ) Д-240 (МТЗ-80,82) СМД-31-0,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11*10*1280 ремень (ЯРТ) вентиляторный ЗИЛ,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11*10*1500 ремень (ЯРТ) ПАЗ, СМД 157Д-1308020 /80/,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11*10*900 ремень (ЯРТ) для а/м ГАЗ ЯМЗ 14-1308020,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110*135*12-Viton сальник задний коленчатого вала Ф,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1101п Р/к Г/цил. отвала (полиурет. манж.) ЭО2621,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1102Ремкомплект гидроцилиндра ЭО-2621 ковш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11030037 АЕ Щетка для усиленных стартеров,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1103п Р/к Г/цил. рукояти (полиурет. манж.) ЭО2621,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1103Ремкомплект гидроцилиндра рукояти ЭО2621,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1104п Р/к Г/цил. Опоры (полиурет.манж.) ЭО2621,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1105п Ремкомплект Гидроцилиндра подъема стрелы (из,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111.3722-200 к-т (30А+60А) Комплект вставок Все гр,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11102 Р/к коллектора центрального ЭО-3322Б "ТВЕКС",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1110Ремкомплект гидроцилиндра рукояти ЭО-2621В,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1114Р\к г\цил. подъем стр ЭО 2621-В3,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1119Ремкомплект гидроцилиндра ковша ЭО-2621В,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112 р/к НШ-50У (с пластмассовой обоймой) ДТ-75/Т-7,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1214Ремкомплект гидроцилиндра ЭО-3323 125*80*710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1220 1303004-01 Патрубок радиатора МТЗ-1221, -1523,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12302 н-р корзины сцепления (полный)/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12303 Ремкомплект корзины сцепления ЮМЗ (Д-65)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12304 н-р корзины сцепления (полный)/ Д-65,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12305 Ремкомплект корзины сцепления ДТ-75 (СМД-14)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12307 Ремкомплект корзины сцепления ДТ-75 (СМД-18/А-41)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12308 н-р корзины сцепления (полный) СМД-18;А-41,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12311 Ремкомплект корзины сцепления Т-40 (Д-144)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12313 Ремкомплект корзины сцепления Т-16 (Д-21)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12315 Ремкомплект корзины сцепления Т-25 (Д-21)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12316 н-р корзины сцепления (полный)/ Т-25,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12319 Ремкомплект корзины сцепления Т-4А (А-01) (Малый),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12801н-р топливного фильтра тонкой очистки МТЗ/ДТ-,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12802 н-р Топливный фильтр тонкой очистки,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12803Р/к для замены фильтра тонкой очистки 236,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12804 н-р топливный фильтр грубой очистки МАЗ КРАЗ,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12902 Ремкомплект масляного фильтра (53-11-1017010-11),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12904 Набор фильтра тонкой очистки масла (238нб-10,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12905 Набор фильтра грубой очистки масла (236-1012010-А),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12908 Набор масляного фильтра (461-10с1) Д-442/442,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13.3702-01 Регулятор напряжения ГАЗель, Волга, УАЗ 777.3702 ООО "ЭМИ" г.Пенза,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18.3829Датчик давления ММ355,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180204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180210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180212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180304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180305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180309 Подшипник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180310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180312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180502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180504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180603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1807Н-р Задн. моста кон. перед. мех. блокир. (с ма,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1824Ремкомплект механизма блокировки диффер МТЗ-80,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1825Ремкомплект переднего ведущего моста МТЗ-80/82/82А/100/102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1921Ремкомплект ПВМ МТЗ (72-2209010-А) (Промежуточной опоры),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1931 Ремкомплект направляющих втулок штанг клапано,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1940 Ремкомплект редуктора бортов (с манж) Т-130,1,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1940Ремкомплект редуктора бортов(с манж)Т-130,170,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1963Ремкомплект тормозной системы МТЗ-80/82/80А/82А/100/102,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20.3708 Комплект щеток для стартера,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20.3708-800***Втягивающее реле на стартер 20,201,202.3708 24в---#компл,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2005Ремкомплект уплотнение коренного подшД - 65 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2006Набор направляющих втулок штанг клап Т-40,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201Кольца фланц. упл.насосов НШ/МТЗ,ЮМЗ,Т-40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202Кольца фланц. упл. насосов НШ/Т - 150, Т - 150К,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204 Подшипник (двигатель МТЗ,Т-150,Т-40,вал распре,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204Кольца фланцевых уплотнений насосов НШ/К-700,К-,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205Кольца фланц. упл. насосов НШ/ДТ - 75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206Кольца фланцевых уплотнений насосов НШ - 100А,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207Кольца фланц.упл.насосов НШ-10,50 \Т-4,ТТ-4М,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209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209Кольца флан. упл. распределителя Р - 80/МТЗ,ЮМЗ,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2101.3704 (-06) Замок зажигания МАЗ, Камаз, ГАЗ,ВАЗ 6-конт. ДААЗ,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2106р/к Уплотнение форсункиЯМЗ-236,238 (1шт.),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2107Набор уплотнения форсунки Д-160,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2108Н-р уплотнение форсунки дв СМД14,60 ДТ-75,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21103 р/к г/цил. стрелы К-700, К-701,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2112 Н-р уплотнение форсунки двигателя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21124 Ремкомплект гидроцилиндра (125*50) "ЕЛЕЦГИДРОАГРЕГАТ",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21151Ремкомплект ТНВД Д-245(4УТНМ-Т-1111005)с прок,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212 Кольца фланц упл распределителя Р-200\ЭО-2621В,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2120 Набор топливного насоса высокого давления Д-2,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2121Р/к ТНВД двиг СМД-14,18,А-41 (+прокладки),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2122 Ремкомплект топливного насоса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2129Ремкомплект ТНВД дв. Д-160 + прокл.,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2132 Н-р уплотнение форсунки двигателя Д-240 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2135 Ремкомплект уплотнения форсунки двигателя Д-2,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2139 ремкомплект ТНВД с манжнтами и прокладкой КАМ,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2149 Ремкомплект уплотнений форсунки(33/271/273)КА,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2150 Ремкомплект топливного насоса высокого давлен,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2151 Ремкомплект топливного насоса высокого давлен,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2158 Н/р ТНВД двигателя (с прокладками и манжетой,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2159 Н/р ТНВД (с прокладками и манжетой 1,2-20*42),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2160 Ремкомплект ТНВД Д-160,Д-180(16-67-1СП)(с про,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2163 Р/к ТНВД с/о и н/о (с прокладками) Т-40, Т-25,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2166 Ремкомплект ТНВД ЯМЗ-240(90.1111005) с прок(н,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2168 Р/к уплотнений форсунок (240-1111036-Б + 245-1111020),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2172 Ремкомплект ТНВД Д-245(773.1111005-20)(с прок,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2176Ремкомплект ТНВД(363.1111005)+прокладки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2181 Ремкомплект топливного насоса высокого давлен,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2195 Рем-т ТНВД (58.1111004) (+ прокладки) СМД-31,СМД-60...72,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2205 Кольца уплотнительные СМД-17/СМД-18,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2210н-р Кольца уплотнительные ЯМЗ-240,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2219 Ремкомплект Колец уплотнительных гильз двигат,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2224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2228Подшипник на борт,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228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2310 КМ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2310Р\к гидроцилиндра подъема стрелы на базе КАМАЗ,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2312 КМ Подшипник (коробка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2313п Р/к Г/цил.выносной опоры (полиурет.манж.),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2314Ремкомплект гидроцилиндра подъема стрелы на ба,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2315п Р/к Г/цил.выдвижения стрелы (У31.08.000-01)*,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2315Ремкомплект гидроцилиндра выдвижной стрелы КС-,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2321 р/к Г/цил. Выдв. стрелы (У31.03.000)/ КС-3577,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2324Ремкомплект гидроцил.выносн.опоры КС-4562,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2325 р/к Г/цил. вертикальной выносной опоры /КС-45,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2326 Ремкомплект гидроцилиндра горизонтальной выно,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24.3708 Комплект щеток для стартера,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24.3708-600 Привод на стартер 24,241,242.3708 6шл,,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1002069-А Втулка р/вала передняя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1003037 Заглушка (ммз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1003108 Прокладка клапанной крышки нижняя (пар,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1004115-А1 Втулка шатуна под палец d=38мм,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1007014-Б9 Клапан впускной дв.Д-243,Д-245 с/о,,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1007015-Б9 Клапан выпускной Д-243,245,260, ГАЗ,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1007020-Б Манжета уплотнительная клапанаЕ2,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1007152-Б-01 Стойка оси коромысел ЗиЛ-5301 сре,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1008021-Б1 Переходник выпускного коллектора  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1022062 Прокладка под НШ (ММЗ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1104118-В1 Угольник поворотный на трубку НД по,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 1104787-Б Болт штуцер на форсунку средний Д-24,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240-1002033 Прокладка щита распределения (ММЗ Стол,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240-1002036 Крышка люка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240-1002038 Прокладка крышки люка шестерен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240-1002046 Штифт направляющий головки блока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240-1002047 Болт головки блока длинный(ММЗ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240-1002047-01 Болт головки блока короткий (ММЗ Ст,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240-1003027 Заглушка головки блока 21г (ММЗ Столбц,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240-1117102 Фильтра топл. тонкой оч.,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240-1401059 Прокладка маслянного картера передняя,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240-1401065 Прокладка масляного картера задняя (ре,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240-3509037-А Прокладка чашки компресс.нижняя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240-3509150 Шланг смазки компрессора Д-245, МТЗ бр,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240-3509150 Шланг смазки компрессора Д-245, МТЗ бронир. 350мм,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240-3509232 Штуцер маслопровода компрессора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240-3509233 Болт штуцера на компрессоре (ММЗ Столб,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2409Ремкомплект гидроцилиндра подъема стрелы ПЭА-1,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2411 КМ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1003018-Б6 Седло клапана впускного Д-243, Д-24,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1003122 Колпак крышки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1004115-А2 Втулка шатуна под палец d=42мм (Е3),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1007032 Втулка направляющая клапана (ММЗ) Стол,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1008016-А Прокладка переходника ТКР (метал),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1008024 Болт крепления переходника короткий ТК,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1104143-CR Кольцо форсунки Д-245Е Е4 ММЗ Столб,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1109015-02 Воздухоочиститель ПАЗ,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1111020 Прокладка-экран форсунки Д-243, Д-245,,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1117010-Д Корпус фильтра ТОТ Д-245Е2, ГАЗ-3309,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1117071-В Кронштейн фильтра ТОТ ГАЗ-33104 "Валдай" Д-245 МММ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1118016 Прокладка трубки подводящей ТКР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1307214 Патрубок подводящий к теплообменнику 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1403010 Насос масляный (32 зуба) (БЗА),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 прокладки ТКР-7 установочный комплект (4шт) 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245-1002323 Штуцер в блок цилиндров под щуп,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245-1005054 Болт крепления шкива к/вала L=95мм, Зи,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245-1005127 Болт крепления маховика 245дв.(ММЗ),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245-1008014-А Переходник ТКР-6 ЗИЛ-5301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245-1008016-А Прокладка,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245-1008190 Труба выпускная ЗИЛ-5301 (ТКР-6),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245-1111145-А Скоба Е2 крепления форсунки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245-1117079 Штуцер топливного фильтра (ММЗ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245-1306023 Прокладка крышки термостата МТЗ-80, -8,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245.35 1004140ТБ-Н-1 Вкладыш Д-245.35 Евро-4 шатун,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245.35 1005100ТБ-Н-1 Вкладыш Д-245.35 Евро-4 корен,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2512 Ремкомплект компрессора (130-3509012) (малый+поршни) (Н),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2550 Набор для ремонта компрессора А29.01,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260 1013011-Б Крышка теплообменника Д-260, МТЗ-1221,-1523, Амкодор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260-1002069 втулка р/вала передняя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260-1005044 Маслоотражатель коленвала задний к/вал,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260-1017012 Штуцер корпуса масляного фильтра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2627 Р/к гидрораспределителя 8 - секц. мускульный,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2649Р/к гидрораспределителя 6 - секц. мускульный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26507 Р\к центр.коллектора ЭО-3323А,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2655Р/к  гидроцилиндра главного тормозного 54 - 5,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2658 Р/к Г/цил.подъема мотовила 34-9-5,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272614 КМУ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27807р/к Г/цил. подъема стрелы (02-03год) /ЕК-12,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27902р/к гидроцилиндра складывания стрелы (до 02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280114 Подшипник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28306Ремкомплект г/цил рукояти ( 2002-2003г.) ЕК-1,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303Ремкомплект Р-100 ЭО2621,ЭО2628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304 Ремкомплект Р-160 3/1-222 (Т-130/Т-170/К700),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305Ремкомплект Р-200 ЭО-2621В-3,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306 р/к Гидрораспределителя МРС 70.4/1.РМ.111/МТЗ,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310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311 р/к Гидрораспределителя РП-70 /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312 р/к Гидрораспределителя (820-4634010) МТЗ-1221,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31200-3700000-01 Переключатель П312 (12/24) наруж.,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31201Ремкомплект гидроцилиндра навески №1 (Ц80*200-,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32314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32315 КМ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3232.3731 (ан. ФП 401Б) Световозвращатель треуголь,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32612 КМ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 1106350-01 Насос топливный ручной подкачки ТНВД ЯЗДА, КАМАЗ Евро-0 (дв.7403), ЯМЗ-238НБ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33081-1108050 Трос газа Г-3309 в сборе Д-245 (ГАЗ),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332/337-1111000-40У ремкомплект паронит. прокладок ТНВД (топливный насос высокого давления) ЕВРО (4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332/337-1111000У ремкомплект ТНВД (топливный насос высокого давления) ЕВРО (22 позиции) РТИ, паронит,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337.1111180 Рейка,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337.1111181 Рейка,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341.3711 АЕ Фара КАМАЗ,маз,газ-3102, УАЗ-3160, К-700 рифленое стекло (ФГ014 АЕ) AVTOELECTRICA свет,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35101Ремкомплект г/цил ковша 80х50 ЭО-2628,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35303 Ремкомплект гидроцилиндра (125х50),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3609 Прокладка клапанной крышки Д-144/Д-21,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3610 Н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36121 Прокладка бачка радиатора ЮМЗ нижняя (36-1301169),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36122 Прокладка бачка радиатора ЮМЗ верхняя (36-1301165),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36144 Прокладка бачка радиатора СМД (150-13010-3),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36147 Комплект прокладок двигателя (малый) Д-160,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36150 Комплект прокладок коллектора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36153 Комплект прокладок коллектора СМД-60,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36155 Комплект прокладок коллектора А-01,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36156 Комплект прокладок коллектора А-41,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36192 Комплект прокладок коллектора СМД-31,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362.3708-800 АЕ Втягивающее реле,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36281 Комплект прокладок коллектора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3673 Прокладка поддона (Д-01-097-Б) Д-65,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3685 Прокладка поддона (238-1009040-А) ЯМЗ-238,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38903 Ремкомплект гидроцилиндра (100*80) "АВТОКРАН,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40-4605022-А Рычаг задней навески наружный правый,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401 Ремкомплект гидроцилиндра ЦС-55 (Ц55-1010001-А,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402 Ремкомплект  гидроцилиндра ЦС-63 (ЦС63*200-24),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402311КМ Подшипник(на коробку),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403Ремкомплект гидроцилин ЦС-75 МТЗ,ЮМЗ,ДТ-75,Т-25,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404Ремкомплект ЦС-80 \ЮМЗ,с\х машины,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40503 Ремкомплект гидроцилиндра (63*40)/1 "Могилевтрансмаш",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406Ремкомплект гидроцилиндра ЦС-100 МТЗ,ЮМЗ,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407 Ремкомплект гидроцилиндра ЦС-110 (Ц110-1414001,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408 р/к ЦС-125 (поворота) (с манжетами) / К-701,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409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409п Р/К Ц/С-125 (силовой) (полиурет манж.) К-701,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4101 Ремкомплект домкрата ШААЗ 5 тонн (н/о),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4103 Ремкомплект домкрата ШААЗ 12 тонн (с/о),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410п Р/К ЦС-125 (основной) с манжетами (с/о)* (пол,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413 Ремкомплект гидроцилиндра ЦС-125   МТЗ-80;82;1,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417Ремкомплект гидроцилиндра Т-151К (без манжет) (Поворота (шток 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418 Ремкомплект гидроцилиндра ГУР трактора МТЗ, ЮМ,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420 р/к ЦС-100(поворота) старого образца/К-700,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421Ремкомплект гидроцил бороны диск.тяж.БДТ7,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42212 К1М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42217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422Р/К Г\цил отвала переднего (манж.резин)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423 Ремкомплект механизма натяжения 24-21-134СП,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42314 КМ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42315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42415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431900-1601130 Диск сцепления ЗИЛ 5301 (Бычок),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4331-1602590 Шланг ПГУ ЗИЛ Бычок,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433п Р/К ЦС-125 (поворота) (полиурет. манж.) К-702,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434Ремкомплект гидроцилиндра передн (отвала) (манж,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435 Ремкомплект гидроцил натяж гусен манжет шеврон,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436Ремкомплект гидроцилиндра поворота (с манж.шевр,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4370-1323093-002 патрубок (3-50*61-0,2) ВРТ,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438 Ремкомплект гидроцилиндра  ЦС-100 старого обра,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439 Ремкомплект гидроцилиндра бороны дисковой тяже,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45-08КП.Ц9. ХР Заглушка  45-08кп.ц9ХР,МТЗ-80,-82 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454 Ремкомплект гидроцилиндра бороны дисковой тяжелой БДТ-6,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476Ремкомплект гидроц ЦС-125 (К-701) поворот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479 р/к ЦС-125/МТЗ-1221,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48-1002318 Шайба головки блока н=2(ММЗ),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482 Р/К цс-50(поворота) (н/о),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486 р/к Г/цил. поворота (с манж.) шток 40/Т-151К,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488 Ремкомплект уплотнение подшипника К-701 (ШС-50) ЦС-125,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 1002326-В Заглушка блока (маленькая) РК 5г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 1005021-А Заглушка к/вала 2г, Д-243, Д-245, Д-2,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 1005033-А Шестерня коленвала большая (привода 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 1007053-А2 Сухарь клапана (МТЗ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 1007102-А1 Ось коромысел Д-245 (ММЗ Столбцы),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50-1404059-Б1 Прокладка колпака МТЗ-80, -82,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50-1601180-А Отводка с подшипником (муфта с подшип,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50-1602029 Шайба привода выключения сцепления упор,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50-1702236 Чехол рычага КПП МТЗ-80 (Аналог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50-4605068-Б1 Шайба оси з/навески МТЗ-82 (Аналог 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501Ремкомплект гидроц подъема прицепа 2ПТС-4/М,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502Ремкомплект гидроцилиндра подъема 1ПТС-9 Т-150,,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50308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50408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505Ремкомплект гидроц подьема прицепа 2ПТС-6/М,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506 Р/к г/цил подъема прицепа КСП МТЗ;ЮМЗ,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52 1802091 Шестерня раздаточной коробки МТЗ-82, Z=22 Аналог МЗШ,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52 2308061 Шестерня редуктора конечной передачи МТ,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52-1802092-Б Втулка раздаточной коробки малая МТЗ-82 (Аналог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52-2308035 Крышка нижняя редуктора конечной переда,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52-2308084-А1 Гильза шкворня МТЗ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5301-1600010 Комплект сцепл. в сборе лепестковое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57401 Ремкомплект гидроцилиндра (40*25) ЧП "МАГИСТР",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57402 Ремкомплект гидроцилиндра (50*25) ЧП "МАГИСТР",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57415 Ремкомплект гидроцилиндра (50*32) ЧП "МАГИСТР",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58201 Ремкомплект гидроцилиндра (50*25) ЧП "ПРОФМАШ",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59001 Ремкомплект гидроцилиндра (реечный) 80*350*57 ЧП "ПРОФМАШ",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59201Ремкомплект гидроцилиндра (125*50) ЧП "ПРОФМА,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6-106 ПодшипникТНВД КАМАЗ,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6-180105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6-180109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6-180202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6-180203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6-180204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6-180206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6-180209 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6-180217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6-180303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6-180304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6-180311 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6-180312 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6-180503 АС17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6-201 Подшипник (ТНВД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6-213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6-305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6-411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6-50115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6-7204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6-7205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6-7306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6-7311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6-7506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6-7507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6-7909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6-80029 C17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6007Ремкомплект повор переднего моста ДЗ-122А-6,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6009Р\к г\цил накл колес передн моста шевр ДЗ-122,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601 Ремкомплект гидроцилиндра кузова ГАЗ,САЗ,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602 Ремкомплект гидроцилиндра подъма кузова автомо,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606 Ремкомплект гидроцилиндра подъема кузова (75 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 1104180 Топливопровод дренаж (тонкий) (БЗТДиА),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 4605050 Тяга навески правая длинная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 4605055 Тяга навески левая длинная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70-1101345-Б1 Топливопровод (от баков к ФГОТ)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70-12315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70-1601090-А Диск сцепления нажимной МТЗ-80,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70-1601094 Рычаг отжимной с/о МТЗ-80 (БЗТДиА),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70-1721318 Шайба маслоотражательная МТЗ-80, -82 (М,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70-2409021 Диафрагма механизма блокировки дифференциала заднего моста МТЗ-82, МТЗ-1221 (Аналог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70-3001040-01 Рычаг поворотный передней оси левый,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70-32417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702Р/к ГУР Т-40,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706 Р/к ГУР Рулевого механизма / Т-150,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707Ремкомплект ГУРа МТЗ полный,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708Ремкомплект ГУР/МТЗ,ЮМЗ-6,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70П-1301055 Бак радиатора верхний (пласт)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70У-1301169 прокладка РЕЗИНО-ПРОБКОВАЯ радиатора для МТЗ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717Ремкомплект наконечника рулевой тяги МТЗ/ЮМЗ/Т-40 (А35.32.001) (с пальцем),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72-2209016-Б Шайба промежуточной опоры МТЗ-82 (БЗТ,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72-2308004 Шпилька рычага поворотного п.в.м. МТЗ-8,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72-2308075-01 Рычаг поворота редуктора переднего 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7204 Подшипник (30204),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7205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7212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721Ремкомплект сервомеханизма большой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724 Ремкомплект рулевого наконечника с пальцем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7303.3716.20.000 Рассеиватель заднего фонаря МТЗ Руденск,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738.3747 Реле стартера (РС 507Б),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738.3747-20 Реле стартера 738.3747,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738.3747-30 Реле стартера,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74.3708 АЕ Стартер МТЗ-80 аналог AZJ 3385, AZJ 3124,142М, 24.3708 12В, 3.6кВт AVTOELECTRICA,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11 600,00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74.3708-800 АЕ Втягивающее реле (стартер 74.3708) AVTOELECTRICA,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7402.3708 АЕ Стартер двиг. "Евро-2" ММЗ, Д-243,245, аналог AZJ 3381, AZJ 3353 вместо  142Н 24В, 5.2к,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12 030,00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746Ремкомплект ГУР Т-170, Т-130 (полный) 2003л,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747Ремкомплект ГУР ТТ-4 с чехлами(н/о),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749Ремкомплект рулевой тяги Т-25,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7506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7513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7516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7518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753Ремкомплект сервомех муфты сцепл с\о ЮМЗ-6,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760 Ремкомплект Наконечника продольной тяги (с пал,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7608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7609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7610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7612 А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8,5*8*1280 РЕМЕНЬ (ЯРТ) Д-21,А-1,Д-120,Д-37,Д-144,,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8,5*8*1320 ремень (ЯРТ) ЗИЛ-133ГЯ, УРАЛ,КамАЗ-740,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8,5*8*833 ремень (ЯРТ) для а/м ГАЗ, УАЗ, Москвич 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8,5*8*850 ремень (ЯРТ) привода генератора ЯМЗ-236,,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80-1602033 Болт привода выключения сцепления упорн,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80*105*10-2,2 Манжета армированная,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803п Ремкомплект гидроцилиндра изгиба стрелы ПЭ-Ф-,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8102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8103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8109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811.3702 Регулятор напряжения (ан. 7302.3702) 14В,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837Ремкомплект гидроцилиндра погрузчика фронтального (ковша) ТО-18Б "Амкодор"-333,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839 Ремкомплект гидроцилиндра отвала погрузчика ТО-18Б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840-1117186 прокладка,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841Ремкомплект г/цил. поворота погрузчика ТО-18Б,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85-2403055-01 Сателлит дифференциала заднего моста МТЗ-82 (Аналог МТЗ)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85-4202100 Лента ВОМ 34мм (узкая) МТЗ (БЗТДиА),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85-4202100-01 Лента ВОМ 56 мм (широкая) МТЗ (БЗТДи,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85-4604012 Втулка привода НШ-32, МТЗ-80, -82, -122,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906 Набор манжет Т-130/170 (водяного насоса),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923 Ремкомплект водяного насоса Д-240 (н/о) (вал+подш) (240-1307010),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942/40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943/20 К1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943/30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94908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9521Р\К Гидрораспределителя (3323-520.00гр) ЕК-18,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954712 К8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9588213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9588214 Подшипник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9588217 Подшипник выж. Т-40,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983.3777-10 Реле ан. 903.3747-10,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986714 Подшипник выжимной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991/00052 Ремкомплект 991/00052 Гидроцилиндра 60х30,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991/00099 Ремкомплект 99100099 Гидроцилиндра 70х30,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991/00100 Ремкомплект 991/00100 Гидроцилиндра 70х40,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991/00102 Ремкомплект 991/00102 Гидроцилиндра 80х50,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991/00103 Ремкомплект 991/00103 Гидроцилиндра 90х50,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991/00105 Ремкомплект 991/00105 Гидроцилиндра 70х50,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991/00111 Ремкомплект 991/00111 Гидроцилиндра 110х65,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991/00115 Ремкомплект 991/00115 Гидроцилиндра 120х65,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991/00145 Ремкомплект 991/00145 Гидроцилиндра 100х60,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991/00147 Ремкомплект 991/00147 Гидроцилиндра 90х60,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991/00148 Ремкомплект 991/00148 Гидроцилиндра 110х60,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991/00152 Ремкомплект 991/00152 Гидроцилиндра 100х60,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991/00156п Ремкомплект 991/00156п Гидроцилиндра 75х45,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991/00157 Ремкомплект 991/00157 Гидроцилиндра 90х50,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991/00158 Ремкомплект 991/00158 Гидроцилиндра 120х60,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991/10142 Ремкомплект 991/10142 Гидроцилиндра 100х60,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991/10152 Ремкомплект 991/10152 Гидроцилиндра 70х40,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991/20021 Ремкомплект 991/20021Гидроцилиндра 70*40,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991/20029 Ремкомплект 991/20029 Гидроцилиндра 140х75 JCB,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999 Ремкомплект водяного насоса Д-245 евро-3 Д-260 евро-3,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А203Уплотнение поршня MPI 634718 (63-47-18,5),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А206 Уплотнение поршня в сборе MPI-806022 (80-60,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А207 Уплотнение поршня в сборе МРI1007522,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А209 Уплотнение поршня в сборе MPI-1108522 (110-85,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А21.01.270 Пробка радиатора МТЗ-82 большая (аналог,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А210 Уплотнение поршня в сборе MPI-1109622 (110-96,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А211 Уплотнение поршня МРI-12510025,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А220 Уплотнение поршня в сборе MPI-705420 (70-54-2,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А222 Уплотнение поршня МРI 604418,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А223 Уплотнение поршня в сборе MPI-705022 (70-50-2,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А224 Уплотнение поршня в сборе MPI 907022,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А24-10 Автолампа ВА15s 24V 10W,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А24-21/3 Автолампа большая,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А29.05.000-А-06 Компрессор Д245 Е-3 (144 л/мин) (Б,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А407 Манжета штока в сборе MPU (TPU)-056-071-11.5/13.0,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А409 Манжета штока MPU-060-075-13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А410 Манжета штока MPU (ТРU)-63-78-13,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А412Манжета штока MPU-70-85-11.5,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А413 Манжета штока в сборе MPU/2S (TPU)-070-090-17,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А417 Манжета штока MPU/2S-090-110-17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А418 Манжета штока MPU-100*115*11.5/13.0 (TPU),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А419 Манжета штока в сборе MPU/2S (TPU)-100-120-17,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А435 Манжета штока в сборе MPU (TPU)-105-120-11.5/13.0,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А61.09.002 Серьга задней навески МТЗ-80, -82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А61.10.001 Палец задней навески (70-4605071-01) МТ,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А61.11.001 Вилка поперечины задней навески МТЗ-80,,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А702 Кольцо опорно-направляющее поршня и штока S (РА)-40-45/10,0 (Полиамид),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А718 Кольцо опорно-напр. поршня и штока S(РА)-50-5,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А807 Кольцо опорно-напр штока S2-063,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Амортизатор опоры двигателя 240-1001025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Амортизатор опоры двигателя 77.29.093,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Амортизатор опоры двигателя и КПП (резина) "скоба" 500-1001029,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Амортизатор передний 300*480мм (МАЗ-4370) 40.2905006-10,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Б307сб Уплотнение штока DP2-63,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Б308сбУплотнение штока DP2-070,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Б309сб Уплотнение штока DP2-80,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Б311сб  Уплотнение штока  DP2 (ТРЕ)-100,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Б317сб Уплотнение штока DP2-60,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Б320сб Уплотнение штока DP2-055,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Б323сб Уплотнение штока в сборе DP2 (ТРЕ)-075,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Б401Манжета штока МР-20х28-6,3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Б402 Манжета штока MP-25-33-6.3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Б403 Манжета штока МР-30*38-6,3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Б404 Манжета штока MP (TPU)-32*40-5.8/6.3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Б406 Манжета штока МР-40-48-6,3,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Б407 Манжета штока MP-40-48-9,0,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Б409Манжета штока MP/L-50*60-8,0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Б410 Манжета штока МР/L-50-65-11,0,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Б412Манжета штока MP/L-55-65-8.0,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Б414  Манжета штока МР-63-73-13,0,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Б415 Манжета штока MP (TPU)-80-90-10.0/11.0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Б419 Манжета штока MP/L-45-55-8,0,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Б421 Манжета штока MP/L-56-71-11.00,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Б431 Манжета штока ML/L 63-73-11.0,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Б437 Манжета штока МР/L(ТРЕ)-40х50-7.0/6.3,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Б447 Манжета штока MP/L (TPU)- 36*44-6,3,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Б461 Манжета штока MP-56-66-11.0,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Б508сб Грязесъемник штока в сборе Z52 (РА)-080,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Б724Кольцо опорно-напр. поршня и штока S7-55-50/9,,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Б739 Кольцо опорно-направляющее поршня и штока S7 (PA)-65-60/9,7 (Полиамид),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Б751 Кольцо опорно-направляющее поршня и штока S7,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Б759 Кольцо опорно-направляющее поршня и штока S7,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Б777Кольцо опорно-направ. поршня и штока S7-100-95,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Бачок промежуточный КО-505Б 0301000,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Блок предохранителей БП-6,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03331,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12304,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16103,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28234 М20*60,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28417,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28504,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28556,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28558 М12*35,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28582,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700-28-2320,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700-28-2379(крепления звездочки),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700-28-2509 (16137) кр. борт.фрик,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700-28-2517 с гайкой (боковой нож),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700-28-2518( с гайкой),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700-28-2527 катка,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700-28-2587 шаг 2 М24*2*160,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700-28-2618 (2837),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700-28-2621 М16*35 28431,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L=170*12*1,25 центровой рессоры с гайкой (упак. 5шт)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L=180х12х1,5 мм центровой рессоры с гайкой (упак. 5 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башмачный М 16*1,5*62,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башмачный М 20*1,5*62,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башмачный с гайкой М20*1,5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бендикса М8x12,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заднего колеса МТЗ, ЮМЗ 40-3104021,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и гайка М 16*1,5 (баш),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кардана (длинный) 125.36.114-1,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кардана (короткий) 125.36.113-1,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карданный 52-2203020 с гайкой,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карданный М10 (гайка+гровер,  L-40мм) 371264,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амортизатора "Зубрёнок" (М16*150) 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бокореза 3/4*2,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вала стабилизатора п/п (М20*110) 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головки блока 240-1002047 длинный,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головки блока 240-1002047-01 коротк,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крепления стакана подшипника (М14*40) 372206,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КРН - 2.1,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крышки сальника ступицы п/п МТМ (М12*25),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М10Х48 крепления сильфона и коллекторов двига,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М16*1,5*48 мм крепления маховика (аналог 7511,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М6*20 с шестигран., проч. 8,8, оцинк. DIN 933 DIN 933,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М6*25 с шестигран., проч. 8,8, оцинк. DIN 933 DIN 933,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отводящей топливной трубки (М10, пустотелый,Я,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переднего колеса МТЗ,ЮМЗ,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подводящих топливных трубок (М14, пустотелый,,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приводной (наконечника шланга ГУР) 64221-3408,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специальный КУН 01.603,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ступицы (Еврошпилька) ГАЗ-3310 Валдай М20х1,5х70 ТЕФЛОН (упак. 10шт),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ступицы (шпилька колеса) 150.39.128 правый,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топливной трубки с 1 отв. М14*1,5 L=29мм БТ-М14-1,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топливной трубки с 1 отв. М8*1 L=19мм БТ-М8-1,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топливной трубки с 2 отв. М8*1 L=36мм,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топливопровода форсунки "Зубренок"ЕВРО-3 240-,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форсунки (пустотелый,ЯМЗ-656) 8.8972,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 шарнира рессоры "Зубренок" (М16*135) 372677,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Болт-штуцер М10х1.0 МАЗ трубки топливной отводящей ТНВД ЯМЗ CAMOZZI,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Болт-штуцер топл. тр.с 1 отв. М14*1,5 L=30 мм (уп,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Болт-штуцер топливной трубки с 1 отв.М14*1,5 L=43мм (упак.20 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Болт+втулка крепления выпускного коллектора (произ,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Болт+гайка ножа отвала ДТ-75,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Бонка 700-51-2080,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БПВ 56-65-02 Диодный мост трактора МТЗ Молодечно Белоруссия компл.,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Брызговик задний 85-8404040,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В103сб Уплотнение поршня в сборе СР3 (шор-D-47) (TPE)-063,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В106сб Уплотнение поршня СР3-90,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В107сб Уплотнение поршня СР3-100,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В108сб Уплотнение поршня СР3-110,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В109сб Уплотнение поршня CP3 (шор-D-47) (TPE)-125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В110сб Уплотнение поршня СР3-140,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В205 Манжета поршня MPN-110-90-12.5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В206 Манжета поршня МРN125х105-12,5,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В402 Манжета штока MPS/L-40-55-11.0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В406 Манжета штока MPS/L-60-75-11.0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В514 Грязесъемник штока GW (TPE)-056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В516 Грязесъемник штока GW (ТРЕ)-60,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В517 Грязесъемник штока GW/1 (TPE)-060,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В518 Грязесъемник штока GW (TPU)-063,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В522 Грязесъемник GW-070 (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В527 Грязесъемник штока GW-080 (полиэфир),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В601 Кольцо опорно-направляющее поршня S1-090 (РА),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В605 Кольцо опорно напр поршня S1 (РА)-140-133/15,,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В607 Кольцо опорно-направляющее поршня S1-050 (PA),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В614 Кольцо опорно-направляющее поршня S1-160,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50-1701182 промежуточный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50-26-814,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70 - 4202044,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70-4202018 ВОМ 8-ми шлиц. (цельный)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72-2209013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верхний (КПП) 18-12-132,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10 430,00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внутренний КПП 50-1701185 МТЗ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вторичный 50-1701252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гибкий спидометра ГВ20В-01 (МТЗ,Т-40),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гл. сц.Т25-1601192 Г2 (14 шлц),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гл. сцепления СШ20.21.126-1А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гл.сц.А41-2103-3,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карданный 18-14-77-1 (50 - 14 - 23),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карданный МТЗ 72-2203010,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коленчатый 17-03-26,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коленчатый Д-21 (Т-25 ВТЗ) диаметр 14 мм (с тв,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кулачковый 337.1111055-01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кулачковый 41-А1604,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кулачковый 4УТН3-1111152-10(25мм),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кулачковый 4УТНЗ-1111152-20(20мм),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муфты сцепления Т - 25 25-21-102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первичный 7.37102 Т-25,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первичный 77.37.125,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привода ВОМ КПП (колесн.) 151.37.397-А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привода насоса Т-150 151.37.407,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тормозной 70-3504055,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шлицевой КРН-2.1.03.603,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 шнековый,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Вал-шестерня коническая ЭЦУ-150,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25 900,00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Валик 50-1601215,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Валик вилки реверса 50-12-682,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Валик КПП 50-12-684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Ваф. полотно пл.200 г/м2 (60м),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Ввертыш 33.1110312,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Венец маховика 03618-1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Венец маховика Д-240 ст. 50-1005121 145зуб.,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Венец маховика Д22-1005332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Вентилятор 245-1308010 пластм 6 лопастн,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17-73-58 ПД-23,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18245,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50-12-565 КПП (реверса),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ведущей шестерни Т-40 Т40А-2306112 (короткая),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сцепления 50-1601203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Вилка цепи 38.000.00,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Винт М6*20 с потайной головкой DIN 965 DIN 965 M6*20,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Винт регулировочный 70-4216028,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ВК12-2 АЕ Выключатель трактора (уп. 10 шт) МТЗ-80/82,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ВК12-21 Выключатель (ан. 1342.3768-01) (уп. 10 шт) Трактора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ВК412 Выключатель сигнала торможения (19.3720) УАЗ,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ВК856 Замок зажигания (МАЗ,КРАЗ,Белаз) вместо ВК31,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Д-65-01-030-Б,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60-1005100МН1,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А23.01-103 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А23.01-103Р1,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А23.01-103Р2,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А23.01-103Р3,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ЯМЗ236ДР1 109,75,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ЯМЗ238ДР1 109,75,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коренной ЯМЗ238ДСТ,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ПД 23 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ПД-23 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шатунный А23.01-100Р1,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шатунный А23.01-100Р2,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 шатунный ЯМЗ238ДР1 87,75,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3 070,00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А-01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А-01 шатунные 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А-01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А-01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А-41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А-41 коренные 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А-41 шатунные 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А-41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А-41 ШР2,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КН2,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КР1,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КР2,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Д-144 ШР3,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Д-21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КН2,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КР1,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ШН2,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Д-240 ШР2,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Д-260 КР3,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Д-440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Д-440 КР1,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Д-440 Р1 шатунные (Тамбовские),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Д-65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Д-65 коренные 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СМД-18 КН1,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СМД-18 КР2,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СМД-18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СМД-18 ШН2,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СМД-18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СМД-20 Н2 коренные (Тамбовские),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СМД-31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СМД-31 ШН2,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СМД-60 коренные 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СМД-60 шатунные 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СМД-60 ШН1,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СМД-60 ШН2,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СМД-60 ШР1,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ЯМЗ 238 КР1-02 (ДААЗ),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ЯМЗ-236 КН1-02 (ДААЗ),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ЯМЗ-238 КР2-02 (ДААЗ),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Вкладыши ЯМЗ-238 ШР2-04 ДААЗ,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Вода дистиллированная Саратов 1л.,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Воздухоочиститель 17-05-174СП,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Воздухоочиститель 240-1109015,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Воздухосборник 51-05-205,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Воздушный фильтр MANN-FILTER C25124,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14355,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150.37.146 (распределителя),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151.37.406 раздаточной коробки Т-150К,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18-19-23 бортового редуктора,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21-19-3,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24-22-3,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24-22-4 замыкающая,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332.1111172 поворотная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50-3001021,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50-3001052,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51-02-41 клап.,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51-02-48 форкамера(14-02-30),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51-66-3 уравн. мех.,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80-3401070,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rPr>
              <w:t>Втулка</w:t>
            </w:r>
            <w:r>
              <w:rPr>
                <w:bCs/>
                <w:sz w:val="16"/>
                <w:szCs w:val="16"/>
                <w:lang w:val="en-US"/>
              </w:rPr>
              <w:t xml:space="preserve"> DIN 1SN/DIN 2 SN d=10,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rPr>
              <w:t>Втулка</w:t>
            </w:r>
            <w:r>
              <w:rPr>
                <w:bCs/>
                <w:sz w:val="16"/>
                <w:szCs w:val="16"/>
                <w:lang w:val="en-US"/>
              </w:rPr>
              <w:t xml:space="preserve"> DIN 1SN/DIN 2 SN d=16,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rPr>
              <w:t>Втулка</w:t>
            </w:r>
            <w:r>
              <w:rPr>
                <w:bCs/>
                <w:sz w:val="16"/>
                <w:szCs w:val="16"/>
                <w:lang w:val="en-US"/>
              </w:rPr>
              <w:t xml:space="preserve"> DIN 1SN/DIN 2 SN d=20,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rPr>
              <w:t>Втулка</w:t>
            </w:r>
            <w:r>
              <w:rPr>
                <w:bCs/>
                <w:sz w:val="16"/>
                <w:szCs w:val="16"/>
                <w:lang w:val="en-US"/>
              </w:rPr>
              <w:t xml:space="preserve"> DIN 1SN/DIN 2 SN d=8,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амортизатора 40*19мм (МАЗ-4370) (упак. 4шт),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амортизатора МАЗ-4370 "Зубренок" 4370-29054,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вала стабилизатора "Зубренок" (переднего) 4370-2906030,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направляющая 240-1007032,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направляющая Д37 - 1007033А2,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переднего стабилизатора МАЗ-4370 4370-2906030 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подшипника муфты 182.1601193-02,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рамы 40-3001022,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распределительного вала узкая 236-1006037,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рессоры МАЗ 4370 Зубренок Минская рессора 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рессоры МАЗ 4370 Зубренок Чусовская рессора,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стабилизатора заднего МАЗ-4370 "Зубренок" (шарнир) 4370-2916028П,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шатуна (51-03-28) 03315,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шатуна Д-65 50-1004115,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шатуна ПД 03148,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шатуна ПД-10 Д24.018,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шатуна СМД - 18,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шланга АНМ-53 0900004,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ЭО-2621 03.5300.005 с буртиком D-60,D-50,L,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Втулка ЭТЦ-1609 30.00.117,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"массы" (2 болтика) ВК-860Б-СПЕЦМАШ 24В,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3842.3710-10.36М 24В Авар,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ВК 418,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ВК-12-21 МТЗ-1221,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ВК-322 кнопка,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з/х ВК 403,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массы ВК-318 (кнопка) ЗИЛ, ГАЗ, УАЗ,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н/о (клавиша панели приборов) 581.3710,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Выключатель света заднего хода МАЗ, ГАЗ, УРАЛ ВК-418,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Г1000В.10.1 Генератор 28в,1Р Т-130,Т-170 Электром,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Г1400.04.1 АЕ (9721.3701) Генератор Трактора МТЗ: Д-243-85Э, -91, -93Т, 562, -654, Д-260 AVTOELECTRI,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Г272-010 Щеточный узел Г288,287,19,191,192,193 Зит,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Г273-010 Щеточный узел генератора Г273-010 с регулятором напряжения в сборе Я120М КамАЗ ЗИТ компл.,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Г273Г1-3701-03 АЕ Генератор МАЗ-500 28В, 50А, КАМАЗ с дв. 740.10-20, 740.50-360,740.13-260 AVTOELECT,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Г303сб Уплотнение штока в сборе DP4(ТРЕ)-040,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Г305сб Уплотнение штока в сборе DP4(ТРЕ)-050,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Г311сб Уплотнение штока в сборе DР4(ТРЕ)-090 Полиэ,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Г502 Грязесъемник штока GWR (TPU)-025 (25-33-4,0),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Г504 Грязесъемник штока GWR-030 (30-38-4,0),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Г505 Грязесъемник штока GWR (TPU)-032 (32-40-4.0)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Г506 Грязесъемник штока GWR-036 (36-44-4,0),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Г507 Грязесъемник штока GWR (TPU)-040 (40-48-4,0)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Г508 Грязесъемник штока GWR-050 (50-58-4,0),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Г509 Грязесъемник штока GWR-055,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Г521 Грязесъемник штока GWR-035,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Г613 Кольцо опорно-направляющее поршня S3 (PA)-63-,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Г616 Опорно-напр. кольцо поршня 3-80-74/12.8,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Г700.01.1 АЕ Генератор (461.3701) Тракторы:Т-4А, Т-4М, ЛТЗ-145, ДТ-75Д, ТТ-4, ТТ-4М, ВТ-100Д, 100С,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Г700.04.1 АЕ Генератор (464.3701) Тракторы:МТЗ-80, 82, Т-70, 70В, 80, 90С, Т-150КС; Дорожно-строител,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17377,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19457,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28-16-13,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30212,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30246 (700-30-2417),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30280,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700-30-2238, 700-30-2327,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700-30-2301,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700-30-2318 (3014)(700-30-2415),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700-30-2331,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башмачная  М 16*1,5,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башмачная М20,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заднего колеса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колеса Евро (с юбкой) М18*1,5 (Газель, Бычок,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колеса Евро (с юбкой) М20*1,5 (Зубренок, Вал,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колеса Евро (с юбкой) М22х1,5 ТЕФЛОН (ключ 32 мм) (упак. 10 шт) 93865-3104038-01-СПЕЦМАШ,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колеса МТЗ заднего (А) 36-3104019,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корончатая КРН - 2.1,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корончатая М 18 1.5-6 наконечника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крепления ступицы (М20*1,5) ТЕФЛОН (класс пр,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КРН-2.1 на вал ротора,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М10-6Н омедненная (крепления вып. колл.) уси,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М20*1,5 мм (рулевого пальца МАЗ-4370) (упак.,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М6 шестигран., проч. 8 DIN 934 M6 пр. 8 DIN 934 M6,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накидная АНМ-53 09.00.002К,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оси тяг навески МТЗ А04.02.020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переднего колеса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передней стремянки "Зубрёнок" (М14) 374631,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специальная 4УТН3-1111033-10 в комплекте с гравером,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стремянки М16*1,5-5Н6 ГАЗ, ЗИЛ, МАЗ-4370, АМ,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фитинга латунь под резин. кольцо М10*1,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фитинга латунь под резин. кольцо М16*1,5,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фитинга латунь под резин. кольцо М22*1,5,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центрального болта рессоры (М12) 250515,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Гайка шпильки ГБЦ (омедненная) М-16 (упак.20 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967.3701/Г1000.11/ЯМЗ-236Д комбайн "Дон-1500", Т-150, Гродно, Радиоволна,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Г-1000.01 (28V) (А-01М,А-41,Д-440,Д-442,СМД-18П,А-01МР)- Г9957.3701 (10108030/011018/0000),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Г1000.11.1 ЯМЗ-236,238,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Г1000.18.1 (960.3701) 14В СМД-18-60,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Г273В1 АЕ МАЗ, УРАЛ с дв. ЯМЗ-236, 238 КАМАЗ 28В, 50А,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Генератор Г700.02.1 (462.3701) Д-144 14В SUPERTRACTOR,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Гидроцилиндр ЦС-100*200-3-12(Китай),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Гильза (цилиндр с воздушным охлаждением) Д-37М-Д37М-1002021А3,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Гильза Д-245-1002021 гр. "М"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Гильза Д-245-1002021 гр."М" укор. (120 мм)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Гильза цилиндра 236-1002021-Б2,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длинный 80-1205015-А2,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КО-503,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короткий 60-1205015,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МАЗ-53371, 5337, 4370 под хомут,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Т-150 60.30701200,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Глушитель Т-25  Т30-1201040,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Головки соединительные ПАЛМ М16 КОМПЛЕКТ (мама+пап,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Головки соединительные ПАЛМ М22 КОМПЛЕКТ (мама+пап,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Горловина маслозаливная Т-40 Д-144-1401280,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d=120мм (Г-6У) Г-Д120,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d=150мм (Г-7У) Г-Д150,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d=180мм (Г-8У) Г-Д180,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d=60 мм (усиленный) Г-3У,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d=70 мм (усиленный) Г-4У,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Грибок d=80мм (Г-5) Г-Д80,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Гровер 10 1/5168-71,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Гровер 6 1/5164-71,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Гровер 8 1/5166-71,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Груз 33.1110045-10,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Грязесъемник штока силового цилиндра "Зубренок" ЦГ,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Грязесъемник штока силового цилиндра ЦГ80-280-3405,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 240 (МТЗ) Прокладка радиатора (70У-1301169),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 37 Прокладка клап. кр. проб.(Д37М-1007419)ПРК (Д,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Д107сб Уплотнение поршня СР5-090,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Д24.051 Прокладка глушителя пускового двигателя ПД,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Д245-1004140-ЕН1 Вкладыш шатунный стандарт (Дайдо,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Д245-1004140-ЕН2 Вкладыш Д245 шатунный Н2 (0,25)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Д245-1004140-ЕР2 Вкладыш Д245 шатунный Р2 (1,25)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Д245-1005100-ЕН1 Вкладыш коренной стандарт (Дайдо,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Д260-1004140-ЕН1 Вкладыш шатунный стандарт Д260 (Д,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Д260-1004140-ЕН2 Вкладыш Д-260 шатунный Н2 (0,25),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Д260-1004140-ЕР1 Вкладыш шатунный Р1 (0,75) МТЗ-12,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Д260-1005100-ЕН1 Вкладыш Д260 коренной Н1 (СТ)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Д260-1005100-ЕР1 Вкладыш Д-260 коренной Р1 (0,75),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ДАДМ-03 (штекер,К1/8) Датчик аварийного давления 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301.3828 АЕ температуры охлаждающей жидкости,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давления масла (с болтиком) МАЗ, ЗИЛ, БелАЗ,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давления масла ДД-6Е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давления масла ММ370,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ДАДМ-03,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масла ММ111Д (2602.3829, ДАДМ, 6012.3829),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сигнализатора МАЗ, МТЗ-1221, КАМАЗ, ПАЗ засоренности в. фильтра ЭКРАН ДСФ-65,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температуры воды 301.3828.07-08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температуры воды ТМ100В,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температуры МАЗ, УАЗ, ГАЗ, ЗИЛ, ПАЗ охлаждающей жидкости t=40-110 ТМ100,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Датчик температуры охлаждающей жидкости ГАЗ, ЗИЛ, МАЗ, ПАЗ (аналог 425.3828) г.Калуга 0 280 130 093,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Диафрагма "трясуна" и КОМа (503-го) (упак. 10шт) 503-8609117,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Диафрагма 4УТНМ-Т-1110520-10,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Диафрагма тормозной камеры (тип20) 100-3519350-20,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Диафрагма тормозной камеры (тип24) 100-3519250-СМ,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Диафрагма тормозной камеры (тип30) 100-3519350-30,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(клепаный) 738-4 (17-73-139),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17-73-139СП,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гл. муфты сцепления Т-16 ДСШ 14.21.02,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главной муфты сцепления ЮМЗ-6 45-1604,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ДТ-75 мягкий (ДВ А-41) А 52.21.000-70,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муфты сцепления Т-150 "Усиленный" 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сцепления А-41 (А52.21.000-70) с закрытой пружиной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сцепления Д-144 (Т-40) Т25-1601130-В,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сцепления МТЗ-80 (70-1601130-А3) с пруж.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сцепления МТЗ-80 (70-1601130)  с резинкой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ведомый сцепления Т-4А, ТТ-4 01М-21С6БСБ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муфты сцепления ЛТЗ-60 Т25-1601130-Г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ручного тормоза с каркасом 70-3502040-02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Диск сцепления ведомый на автомобиль ЗИЛ-130 (на пружинках,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Заглушка 03159,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Заглушка 20-19-23,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Заглушка ГБЦ 240-1003027,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Заглушка фитинга М10*1,5,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Заклепка на тормозную ленту 5*13,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Заклепка накладки сцепления (118 шт., 4*9) 238,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Заклепка тормозных накладок СМ (64 шт., 8*20) 5336,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Замок зажигания ВК-350 (1202.3704-08),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Замок зажигания МАЗ, УРАЛ ВК-353,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Захват трубный 250 мм (Ключ переставной) 75250,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Звездочка ведущая,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Звездочка М06.12.03.003-01,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Звездочка шнековая,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Звено левое 50-22-7,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Звено правое 50-22-8,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Зеркало 220х170 дополнит. над дверью с обогревом САКД 458.201.040-01,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Зеркало 220х170 дополнит.над дверью без обогрева,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Зеркало 347х167 заднего вида с обогревом,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Зеркало 443*215 (основное) с обогревом САКД 458.201.050-01,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Зеркало переднего обзора ("БелОГ") 458.201.070,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ЗКК 30*35*46Е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ЗКК20*26*34 Е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к10+к10 Шланг топливный ф4 дл.330,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к10+к10 Шланг топливный ф4 дл.450,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К42-18-8-1 Конденсатор магнето,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Камера тормозная передняя тип-16 (ЗиЛ, Зубренок и т.д.) 16-3519010-СПЕЦМАШ,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Камера тормозная передняя Тип-20 100-3519110-10-СПЕЦМАШ,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Камера тормозная передняя Тип-24 5336-3519210-СПЕЦМАШ,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Камера тормозная передняя Тип-30 100-3519310-СПЕЦМАШ,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Карбюратор К-125,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Карбюратор К125Л АЕ (ПД23У, тракторов ЧТЗ с дв. Д160),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Карбюратор пускача ПД-10 (24) 11-1107011,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Карбюратор пускача ПД-10 (24) 11.1107011 Алтай,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Кардан рулевого управления МТЗ 50-3401060,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Картер сцепления "Зубренок" ("колокол") 4370 (245),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Кассета Д37Е-1109020Б5,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Катафот круглый (красного типа) ТН-109,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Катафот круглый (оранжевого типа) ТН-109А,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Каток поддерживающий 24-21-171СП,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04234,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04235,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14-02-32 выхлопной,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14-02-33 впускной,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16С-13-1Б,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50-21-177СП,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69041-19,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впускной (большой) 236-1007010-В,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впускной 240-1007014 (012),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впускной А-41,СМД-60,ЯМЗ-236,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впускной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выпускной (малый) 236-1007015-В4,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выпускной 240-1007015,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выпускной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ЕВРО перепускной ТНВД 338.1111140-20,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ЗИЛ,МАЗ,УРАЛ защитный тройной 100-3515210-СПЕЦМАШ,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контрольного вывода 5336-3515410,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МАЗ управления механизмом подъема платформы L=350мм 5516-8607010,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10Д6-1802 (Дагдизель),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323.1111220-10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33.1111102-10 КАМАЗ,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337.1111220-40,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4УТНИ-1111220,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901.1111102-01 (ТНВД 60,80,9,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УТН5-1111220 (22мм)КНР,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нагнетательный ЯМЗ-236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перепускной 338-1111140-20,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перепускной 41-А16с13 (топливный),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перепускной ЯМЗ 60.1111282-01,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потока Т30-3405190 ЛТЗ,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предохранительный КО-503 0412000,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слива конденсата 5336-3513110,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ТНВД (нового образца) 51-67-127,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Клапан ТНВД 67218 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Колесо ведущее 50-19-99,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Колесо зубчатое В2.80.16.564-3,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Колесо КО-503В 0211702,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Колесо КО-503В-2 0212102,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Коллектор впускной 238-1115021,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Коллектор выпускной Д21А-1008121,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77.38.052,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(3310-3501800) к-т 4шт АККОР,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(4370-3501090/91) 120 мм к-т 2 шт АККОР,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(4370-3502090/91) 150мм к-т 2шт АККОР,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36 - 3502045 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МАЗ (шир. 15 см, задняя, прав.),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Колодка тормозная МАЗ (шир. 15см, задняя, лев.) МА,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Колпак защитный (чехол рычага КПП гофра) 64221-1703425,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Колпак защитный (Чехол рычага КПП н/об. лейка) 64302-1703425,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Колпак защитный подшипника рычага КПП 64221-1703544,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Колпачок 119-73В,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Колпачок защитный на ТННД,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Колпачок на распылитель 171.1112204 д.9,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Колпачок на распылитель ф7дим.,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Кольца поршневые 03712 (ПД-23 Р1)(92,75),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Кольца поршневые 03712 СП Н1(92),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095*101,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150.37.333 (мет),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236М-1111083А2 МАЗ, УТН, ЛСТН зелёное ЯЗРТИ,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24-21-126,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24-21-127,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2В55 ГОСТ 13940,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2В60 ГОСТ 13940-68,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2В90,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33.1111259-10 (018-021-19) зеленое,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33.1111940-02(секции 363,773 зеленое)(025-028-19),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37.1111942 ГОСТ (015-018-19),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40738 (под регулятор),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40747,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40843 (прокладка ГБЦ Д-160) бочата,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40910 (22*30*1,5),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40938 (10*14*1,5),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51-06-8,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51-67-30,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67157,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700 - 40 - 2010,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700-40-4166,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700-40-4786,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700-40-9163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700-58-2341 (замковое),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700-58-2369,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гильзы 245-1002022-А,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круглого сечения 027-031-25 (33.1111069) (ГНИ 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отжимных рычагов 236-1601120 (Т-150) усилен,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отжимных рычагов ДТ-75,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резиновое (большое),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M14,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резинометаллическое USIT (NBR) M42,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стопорное 240-1004022,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стопорное поршневого пальца 236-1004022,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стопорное пускача Д24-028,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уплотнит. 92.264, СТ-А27.00.007(51-54-30),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уплотнительное 151.37.333Б (пластик),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уплотнительное 54.32.426,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уплотнительное 85.31.027 (54.31.430),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Кольцо уплотнительное 85.32.017 (54.32.429),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 (прямозуб) дизель КО-503В-2 0212100-02,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9 640,00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Комбинация приборов МАЗ (аналог 28.3801) 281.3801010-СПЕЦМАЩ,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236-1004005-Б,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вкладышей шатунных (R240-1000104-В2) СТ (беззаглушек) ДАЙДО,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вкладышей шатунных 20-1004140МР3,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вкладышей шатунных 20-1004140МР4,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выводов переходных для АКБ,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01М-03с5-01/2,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01М-03с5-30,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144-1004002-А5,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160-01-1004002 (150),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160-1004002 (145),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236-1004002-А4,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260-1004060-Б,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440-03с5,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СТ-260-245.110-Б,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п/колец СТ-7511.1004002,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ЗИЛ-130. ЗиЛ-5301 (6 наим.),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КПП "Зубренок" н/о (5 наименований) 433420-1702000,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КПП 236 236-1702000,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КПП 238А 238А-1702000,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КПП ЯМЗ-238-ВМ.ВК (17 наим.),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прокладок перед, моста МТЗ-82,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трубок ВД Д37М-1104200-06/09 (пучковый),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уплотнительных колец гильзы 50-1002022 ММЗ,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Комплект шайб реверса Т-25 14.37.025-2Р,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Конус 22109,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Корзина сцепления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Корзина сцепления Т - 25 25.21.031Х,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Коромысло 50-1007212А3,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Коромысло в сб. Д37Е-1007080 Б2 (10103020/150316/0,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(с кронштейном) ФТ 245-1117010-Г,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КОМ КО-503 В-2 (диз.),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конечной пер. прав. Т40а-2306014 ЛТЗ,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муфты сцепления ЯМЗ 172.21.021(кол.),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подшипника 18-14-123 (50-14-38),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подшипника 24-19-31,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подшипника 24-19-38,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подшипника 50-19-145,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подшипника 50-19-147,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термостата 50Л-1306025,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уплотнения 77.32.118,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уплотнения каретки 54.31.022,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ФГОТ PL270/420,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ФГОТ PL270/420 н/о с усил. подкачкой,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Корпус ФТ со штуцером 245-1117081,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лючка АНМ,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МАЗ управления подъемом кузова 503А-8606204,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пробковый ПП3-2 (КР12Д),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сливной ВС-11 (упак. 4 шт.) ВС11-8101010-СПЕЦ,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сливной КР-25 (топл. баки) ПП6-1,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сливной системы охлаждения латунь, 5320-1305010 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топливный сливной КР-25 ПП6-1,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тормозной главный 100-3514008,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 четырехходовой АНМ-53э 0318000,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Краник д24 с09-В,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Краник КР-12 (ППЗ) топл.бака ПД,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3102-2201025 (30*88),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5320-2205025 (50*135),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53А-2201025 (35*98),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53А-2201025-10 (35*98),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540-2201025 (62*173),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карданного вала 69-2201025 (30*88),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Крестовина МАЗ, КРАЗ, К-700 вала карданного в сборе 4310-2205025-СПЕЦМАШ,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пр172.00.102-1-01ХТЗ переобор.Т-150 под,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245-1117010-Г под фильтр ФТ020 с крышкой 245-1117081,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245-1117015 под фильтр ФТ009,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70-4605017 гидроцилиндра,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лев.172.00.102-1переобор.Т-150 под ЯМЗ,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опоры 72-2209011,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Кронштейн отводки 50-1601172,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Крыло К-500, R 500 (HYUNDAI HD72. ISUZU),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Крыльчатка водяного насоса 51-08-124,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18-12-150 (18-12-183),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18-14-125,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50-19-146,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50-25-127СП бака,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52-2308030,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выхлопной трубы (заслонка) 64302-1203148,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552,00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клапанная Д-65,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КО-522А.02.01.104К (ребристая),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люка Д-245 245-1002036,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маслозаливной горловины 50-1002290-Б-03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первичного вала "Зубренок" (д-р 48 мм) 4370,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подшипника Т40А-2306134Б2,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радиатора (пробка радиатора) А.21.05-480 (5,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рукава задней полуоси 50-2407028,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стартера 9142780,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термостата Д-260-1306057,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Крышка фильтра тонкой очистки 240-1117185-В,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Кувалда с деревянной ручкой 2000 71420,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Кулак поворотный АНМ-53 0700010,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12v H4 60/55 w "Маяк",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24V Н3 100W ДиаЛуч РК22s (24103),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 12-5 "Маяк" без цоколя (подсв. приборов),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 12-5 (10) в упак.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А12-21 фасовка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А12-21/5 "Маяк" 2-х конт. (зад. свет, стоп-с,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А12-4 ДиаЛуч (Т4W) BA9s (92124),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А12-75/70 фарная,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А24-21/5 2-х конт.,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А24-5 без цоколя,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А24-60 ДиаЛуч Р42s (24860),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А24-75/70 фар.50/55,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Н3 А12-55 с проводом,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Н4 24V 75/70,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Н4 60/55 Маяк 12в,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Лампа переносная 220В L=10м,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ВОМ 85-4202100 34 мм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ВОМ 85-4202100-01 56мм,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остановочная ДТ-75 77.38.040-2,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тормоза 18360 (50-18-116),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тормозная  Т-25-3502070 ЛТЗ,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тормозная Т - 16 СШ20.38.021,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тормозная Т-25 25.38.020,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Лента тормозная Т-25-3502070 ЛТЗ,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Лист асбостальной ЛА-2 51,2*67,5 см,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Магнитная миска под инструмент большая 70895,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Манжета уплотнительная клапана 240-1007020-Б,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Манжета штока силового цилиндра ЦГ80-280-405087,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Манометр МД-225 16 атм. Т-150,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Масленка М06*1 прямая ПМ0600,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Масленка М08*1 прямая ПМ0800,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Масленка М10*1 прямая ПМ1000,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"Зубренок" (гофра, L-1000мм, д-р 80мм) 4370-1203024-01,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вальц. D-80 мм за 1 пог. метр,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ЕВРО D-110 cталь (360),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ЕВРО D-110 сталь (390 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МАЗ гофра (3 фланца) 500А-1203126,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МАЗ гофра (без флянцев) 500А-1203013-01,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Металлорукав МАЗ-4370 (Зубренок) 4370-1203024,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Механизм коромысел 240-1007100-Б1,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Механизм натяжения в сборе 50-21-134СП,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Механизм промежуточный (завод) короткий,с площадкой на 4 болта 551-1703325,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Механизм промежуточный (завод) под зажим, универсальный 551639-1703325-001,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Моторокомплект п/колец СТ-20-03с6-КЧ (на 4 цил),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Моторокомплект п/колец СТ-22-03с6А-КЧ (на 4 цил.),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Моторокомплект п/колец СТ-240-1004060-А (на 4 цил),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Моторокомплект п/колец СТ-245-1004060 (на 4 цил.),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Моторокомплект п/колец СТ-51-03-115СП d145 (4цил,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18-12-323,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DN12 с двумя замками,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DN8 с двумя замками,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 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DN16,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1SN\2SN Dy20,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50-26-807 (18-26-803)привода НШ-100,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50-4202045 ВОМ в сборе МТЗ-80/82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60.1110060-02,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70-1601081,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72118 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DN 25 2SN (4SP/4SH) K,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Муфта вкл. реверса Т60 1701154 (Z=22) КПП(2-х венц,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выпуск. колл.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выпускн.коллектора и водяной трубы Д-26,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ЗИЛ-5301,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Д-240 с ГБЦ,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Д-260 ориг.,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СМД-18 с ГБЦ,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ЯМЗ-236 нов. ГБЦ,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 ЯМЗ-238 нов. ГБЦ,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двигателя Д-245.7 Е-3,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для замены ГБЦ Д-245 Е-2,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пр-к РПН К-700,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А 41 (полный),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Д160 (паронит),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заднего моста МТЗ-1221,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КПП Д-65 (ЮМЗ) (паронит),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КПП К-700,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КПП МТЗ-1221,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КПП МТЗ-80,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прокладок СМД 14/22 (ДТ 75,Нива) (полн),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упл. резиновых колец 30 размеров 386 штук (метрические размеры, синие),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уплотнительных колец (379 предметов) 73419,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Набор шоферского инструмента №1 71551,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Накладка тормозная 700-40-7373 Т-130,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Наконечник № 430 (станд. h=14 мм)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Д 245-1307010-А1 (2 руч.)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Д-240,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Д-65 Д11-С01-В4-Д11-С01-В4 (10108030,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с/о (дв. ЯМЗ-236,238) 236-1307010-А3,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Т-130 16-08-140,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ЮМЗ Д11-С12-Б3СБ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ЯМЗ 236-1307010-А (Двигатель)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водяной ЯМЗ 238АК-1307010-А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КО-503Б 0214100 (левый),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КО-503Б 0214100-02,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масляный 29-09-124 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масляный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масляный Д-21-1403010,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масляный С/О 236-1011014-В3,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НШ-10Г-3Л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НШ-10М-3 А 4-х шлиц.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НШ-10М-3Л А 4-х шлиц.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НШ-10М-3Л г.Кировоград,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НШ-10М-З г. Кировоград,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НШ-14М-ЗЛ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НШ-32А-3Л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НШ-50А-3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НШ-50М-3Л "Гидросила",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омывателя MAN TGA MERSEDES Actor,Atego, Axor (три контакта),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перекачки топлива элек. (солярка) 12В d38мм,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2 447 222 000 (WUXI WEIFU) ан. 236-1106288,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33.1106350-01,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36098643 Motorpal,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перекачки топлива РНМ К-700-1100130,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подкачки (солдатик),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подкачки 16с35р АЗТН,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ручной подкачки 21.1106350,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топливный ЯМЗ-236, 238 низкого давления (ТННД) 236-1106210-А2,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 топливоподкачивающий РНМ-1К,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100А-З,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16 720,00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100А-ЗЛ,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16 720,00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10У-3,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10У-ЗЛ,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32С-З,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32С-ЗЛ,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50С-З,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Насосы НШ 50С-ЗЛ,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Натяжитель ремня ГАЗ, ПАЗ, МАЗ Зубренок дв.CUMMINS ISF3.8 (5287021, 5267127) ES173021,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Начинка ведомой звездочки,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Нипель К1/8 314656-П29,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Нож боковой левый -8д.80-52-59,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Нож боковой правый -8д.80-52-60,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Нож косилки роторной Wirax Z-069 (5036010450) упак,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Нож КРН-2.1 03.404 прямой кор.,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Нож средний 1820*180*12 65Г прямой,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Обойма 24-21-130,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Окно смотровое 151.37.074-1А,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Опора для домкрата подкатного (универсальная),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Опора карданного вала ГАЗон Next с удлиненной базой (40*168*27) (СВ.04027.01.02) ECS4016827,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Опора карданного вала ГАЗон Next с удлиненной базой, КамАЗ-4308 (45*194*19) (СВ.04519.19.99, 4253652,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Опора карданного вала МАЗ-256, 4370 4370-2202081-С,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Опора промежуточная "Зубрёнок" 4370-2202081,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Оправка поршневых колец 53-175 высота 7,5 см 77751,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151.30.137,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24-21-123 ленивца,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52-1802094 РН,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А25.39.026-10 (зад.кол. Т-25,Т-16),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левая 25.31.134,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правая 25.31.133,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Ось шестерни 70-1601335,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Отражатель 28-16-12,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Отстойник (стакан) для ФГОТ Прилайн,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П147-01.01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П147-01.01 Переключатель ближнего света,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П147-01.03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П147-03.11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П147-04.04 АЕ Переключатель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П147-04.11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П147-04.29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П147-09.09 АЕ Переключатель,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18-14-128,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24-22-6(соединительный к втулке24-22-3),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24-22-7,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700-47-2027 (большое уплотнение),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замыкающий 24-22-7 гол.,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КЗНМ 08.010 (КСФ 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наконечника рулевой тяги в сборе ЗИЛ 433360\5301 120-3003032П,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наконечника рулевой тяги г/цилиндра поворота ЭО-3322Б.70.50.103,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ПКУ-0,8.01.611,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Д-144 Д37-1004020,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Д-160 (диаметр 145 мм) 16-03-50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Д-160-01 (диаметр 150 мм) 16-03-50-01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Д-240 50-1004020-50-1004042,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Д-260 д.42 245-1004020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Д-260-265-1004020,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ПД 23 03158-1,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ПД-10 Д24.026-А,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СМД-18/20/22 (10108060/040313/0000,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СМД-31 31-0306.00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СМД-60 60-03106.00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поршневой ЯМЗ 236-1004020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Палец рулевой МАЗ "Зубренок" 4370-3003065 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ПМБ-0,4 100*50,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ПМБ-0,6 100*50,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ПМБ-0,8 100*50,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ПМБ-1,0 100*50,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ПМБ-1,5 100*50,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Паронит ПМБ-2,0 100*50,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Пассатижи 180 мм с красно-черной ручкой PROFFI (6шт. упаковка) 75180,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Пассатижи 200мм (с синими ручками) (6 шт. упаковка,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Патрубки КО-503 (комплект),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Патрубки радиатора МТЗ-80 силикон армир. (к-т 2 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50-1307044.02,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головки 50-1015592-Б,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Д144-1201061,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ЗИЛ,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коробки термостата 236-1306053-58,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Патрубок насоса водяного Д-260/265 265-1307047,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Переключатель П305 (ЮМЗ,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Переключатель подрулевой поворота ЗИЛ, МАЗ, УРАЛ, КРАЗ, КАЗ 6602.3709,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Перемычка АКБ с наконечниками Ф10 мм, 250 мм (усил,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Перемычка АКБ с наконечниками Ф10 мм, 300 мм (усил,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Перемычка АКБ с наконечниками Ф10 мм, 500 мм (усил,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Переходник (вал дозатора соединительный с подшипни,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Переходник 245-1008021,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Переходник глушителя 240-1008021,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Переходник глушителя 240-1008021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Перчатки "Мастер" черные,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Перчатки 7,5 класс (6) с ПВХ,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Пистолет для подкачки шин Большой 70600,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Планка 50-19-129-1,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Планка 50-21-162 на каток,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Планка 50-21-163 на каток дл.,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Планка генератора 240-3701063,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31318 борт фрик,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4УТНМ-1111244,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700-31-2262,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700-31-2352,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700-31-2474,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700-31-2498,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700-31-2584,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Пластина КС-Ф-2,1=КЗНМ 08.405,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Плита 50-21-123СП,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Плита 75.24.109,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33.1111074-01,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337.1111150-11(евро-1),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445 16с15 (АЗТН),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445-16с15 WEIFU,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4УТНМ-1111410-01 АЗТН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60-1111074-31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60403-14 (ZETOR,Z-5201,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771.1111150-10,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U4128 2 418 455 727(BOSCH КамАЗ Ев,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U4139 2 418 455 732 (КамАЗ Bosch E,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U5004 (d10) 60/1111074-31,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U5013  (d11) 337.1111150-11 евр,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U5015 (d9) 33.1111074-01,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U5019 (d10) 4УТНЗ-1111410,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U5021(d11) 771.1111150-10 евро-2,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U5022 (d11) 337.1111150-21 ев,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U5023 (d10) 771.1111150 евро-1,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Д-240 4УТНМ-1111410-01/У16с15 г.Барнаул,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Т-130, Д-160 (16-67-102/108СП),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ТНВД (U834(XY 120 p40(p60)) (2418455714),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Плунжерная пара ЯМЗ-236/238 9мм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боковая двигателя 6422-1001035-34-СПЕЦМАШ,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МАЗ двигателя передняя нижняя, КПП верхняя,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МАЗ опоры промежуточной карданного вала (шир. 19см) 5336-2202085,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МАЗ опоры промежуточной карданного вала (шир. 20см) 63031-2202085,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МК 130-5001332 кабины верх. большая,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передней опоры двигателя 150.00.73,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передней опоры двигателя МАЗ-4370 "Зубренок" 4370-1001029 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Подушка рессоры 214-2902430А2 Т-150,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180100,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409 (мост Т-40, ВОМ Т-150, КПП ДТ-75),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блока шестерен заднего хода "Зубренок" 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выжимной ЮМЗ (отводка) в сборе 36-160 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ЗКК - 30*35*46 (вал 1 пер. и З/Х),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промежуточный КО-503 0202000,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разжимного кулака "Зубрёнок" ШС-35,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ступицы (задний внутренний 7517-6А 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хвостовика "Зубренок" 6-7312 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хвостовика ср. м. (малый) 6-27613,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чашки дифференциала "Зубренок" (правый) 6-7217 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шестерня заднего хода 264706,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Подшипник ШСП20,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Ползун кулисы 60.1110220-02,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Полотно ножовочное по металлу (цена за 10шт) 77333,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Полуось 52-2308065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Поперечина 80-4605025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Поршень гидромуфты 150.37.127-1 (Двигатель),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Поршень ПД 03349 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Поршень ПД 03349 Р1,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Предохранители флажковые мини 10-30А (8шт),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Предохранители флажковый евро 5-30А (8шт),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Предфильтр ЭФВ-305.12 (740-1109560-02),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Предфильтр ЭФВ-305.16БД(6510-1109080),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Предфильтр ЭФВ-305.25(ДТ75М-1109560,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Прерыватель поворотов РС-57,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Привод стартера "Зубренок" н/о (бендикс на 10 зуб),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Привод стартера (бендикс 11 зубов) СТ-25, СТ-142 25.3708.600-01,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Привод стартера (бендикс Z=10) 2502.3708.600-20-СПЕЦМАШ,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Привод стартера 212.3708-600 (20.3708),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Прижим высокий КС-Ф-2,1=КЗНМ-08,401 (КДП-40.71),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Прижим гибкой муфты 45-2208017,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Прижим низкий КЗНМ-08.403 (КДП-4053),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Пробка 28-19-37-1,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Провод 10663,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Провод 10664,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Провод высоковольтный Т130/170 ДАП-24.130 (ПД-23) 1,20м,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Прожектор на крышу автомобиля F180W-3030 (306,5*77,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(перфометалл) турбокомпрессора приемного,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16-212А,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2421015057 (регулятора ТНВД) Bosch,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40155,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40279 (др. коленвал),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40285,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40748(корпус рег. к ТНВД),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40944 (70-40-7399)( ГБЦ  ПД-23),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46237,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46792,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46906,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4УТНМ-1111213,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51-02-107 СП ГБЦ мед.,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51-02-110 асб.ГБЦ Д-160,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51-02-47 (700-40-2253),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627.1111246,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700-40-20011 (46170) регулятора,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700-40-2049 коллектора ПД23,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700-40-2108-1 клапанной коробки,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700-40-2195 пускача,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700-40-2754 СП турбины,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700-40-2896 пробковая колпака,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700-40-3047,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700-40-3105 крышки шестерен,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700-40-3218 перемычка поддона (паронит),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700-40-3880СП коллектора,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700-40-4092 борт.,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700-40-4947 поддона (картера),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700-40-5958,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700-40-7386,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700-40-7448,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ГБЦ ГАЗ, ПАЗ, МАЗ, ЗИЛ Д-245 ЕВРО-3 (50-,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ГБЦ ГАЗ, ПАЗ, МАЗ, ЗИЛ Д-245 ЕВРО-3 мета,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заслонки 5336 (вн. д-р 110 мм) 5428-1203,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ЗИЛ-5301 форсунки ММЗ 245-1111020,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коллектора 50-1008026,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коллектора 50-1008027,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крышки Д37М-1007419А2 (ГНИ 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крышки сальника передней ступицы "Зубрён,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лючка приемного АНМ-53 0700000,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нагнетательного клапана 8,5/11 НБ1А-26-1,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насоса тнвд V-обр. 323,337\78.1111077 то,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насоса тнвд V-обр. 323,337\78.1111078,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основания турбокомпрессора (металл) 238Ф,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радиатора К-700; К-701 700.1301035,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регулятора ТНВД 3421015100 (10013160/190120/0014520/022, Германия),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сильфона (треугольная, с окантовкой внутри) 238НБ-1008054-01,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термостата и водяной трубы 236-1306054,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турбокомпрессора (перфометалл) КАМАЗ, ПА,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турбокомпрессора КАМАЗ-ЕВРО (металл) 740,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форсунки Д-245 245-1111020,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Прокладка ЯМЗ крышки Ф.Т.О.Т. РД 201.1117118,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Прокладки регулировочные "Зубренок" (3шт) 4370-240,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Проставка 216.1112600,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Проставка в сб.33.1112382,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Проушина 70-4605048А,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Профиль резиновый стекла МК ПР-1,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Профиль резиновый стекла МК ПР-2(замок),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11.1112192 (форсунки),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171.1112192,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323.1111228 нагнетат. клапана,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332.1110448,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38318 фрикц. мал,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38325,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38441,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4УТНИ-1111225,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4УТНМ-1110170-11,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4УТНМ-1110170-21 (7 витков),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4УТНМ-1111243-10,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4УТНМ.1110659,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6844.1112192 (172,174),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700-38-2306,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700-38-2568,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77.38.163,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771.1111138,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92.1110448,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МАЗ-4370, 256 колодок стяжная 4370-3501034,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МАЗ-4370,256 пальца рулевого 4370-3003069,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передних колодок нижняя (ОАО "ТАиМ") 500-3501037,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рычага 150.21.210,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рычага рейки с зацепом 60.1110438,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сжатия 16-068-А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сцепл. оттяжных рычагов (кузнечик) 236-160,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Пружина УТН5-1111138,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ПФ204 Л Фонарь передний пластм.,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ПФ204 Л Фонарь передний пластм. левый корпус МТЗ Руслан-Комплект,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ПФ204 П Фонарь передний пластм.,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ПФ204 П Фонарь передний пластм. правый корпус МТЗ Руслан-Комплект,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ПФ204.3711 Рассеиватель перед. фонаря тракт бел.же,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Пыльник рулевого пальца МАЗ-4370, 256,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202.1112701-1 ЗИ (прокл. регул),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3302-1111001-05 8 секций, компл</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7402.3708 (щетки/втулки),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бортового редуктора,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вод.насоса с валиком Т-130\Т-170,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гидроцил. (нов. образ. фторопластовый) рем.к-т 50-26-570СП,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карбюратора К-125,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коробки передач (23 наим),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ПД-17-23,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прокладок на двигатель Д-160, Д-180,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СТ142-800 Ремкомплект втяг. реле,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форсунок 01-41-111,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Р/К фурнитуры + ШШ1616 трубка 10 (9 деталей) 10-35,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Р101 Манжета поршня и штока 1-80-65-9,0,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Р103Манжета (TPU) 70*55-10.5/12.0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Р105 Манжета поршня и штока 2-40-60-10,0,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Р110Манжета  поршня и штока (TPU) 1-63-48-9,0,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Р114Манжета  поршня и штока (TPU) 3-80-55-17.0,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Р118 Манжета поршня и штока 3-80-60-12,0,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Р119 Манжета поршня и штока 3-100-80-12,0,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Р130 Манжета поршня и штока 1-180-160-10,0,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Р131 Манжета поршня и штока 1-200-180*10.0,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Радиатор масляный МТЗ-80-1405010-1,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Радиатор МТЗ (латунный с металлическими бачками) 70У-1301010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14 750,00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Размораживатель замков (аэроз.) 75мл. KR983,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Размораживатель замков с PTFE "АСТРОХИМ" Ас-109, аэрозоль, 59мл,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Рама под насос КО-522,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Раскос 50-4605012,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Раскос 50-4605012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Распределитель ГУРа 50-3406015-А,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Распределитель перепускной 151.37.025-4,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Распределитель Р 80-3/1-22 г.Мелитополь,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0181.1112110,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026.1112110 (26),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0261.1112110(261) ЯМЗ тур,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0511.1112110,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11ТА-20с2 АЗПИ (4*0,37),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11ТА-20с2-01 АЗПИ (4*0,35),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1379.1112110 (аналог 273),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14-69-107-1 СП (Mashida),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171.1112110-01 АЗПИ,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172.1112110-12.01 АЗПИ аналог 335-120,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172.1112110-12.02,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174.1112110-1.-01,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174.1112110-1.02,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204.1112110-1,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204.1112110-1-04 АЗПИ,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33-1112110-220 МАЗ (конт)(ЯЗДА)(26),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33.1112110-12 КАМАЗ 740,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33.1112110-240 (ЯМЗ, аналог 26-01),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33.1112110-260 (Д-144/Т-40)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6А1-20с2-16 Д-144,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6А1-20с2-40 АЗПИ Д-65,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6А1-20с2-70.02 (СМД-14) смд-18-20,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6А1-20с2д  (А-01) (4х0,32),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906.1112110 АЗПИ,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Pr="0034373E" w:rsidRDefault="0034373E">
            <w:pPr>
              <w:pStyle w:val="Standard"/>
              <w:ind w:right="51"/>
              <w:rPr>
                <w:lang w:val="en-US"/>
              </w:rPr>
            </w:pPr>
            <w:r>
              <w:rPr>
                <w:bCs/>
                <w:sz w:val="16"/>
                <w:szCs w:val="16"/>
              </w:rPr>
              <w:t>Распылитель</w:t>
            </w:r>
            <w:r>
              <w:rPr>
                <w:bCs/>
                <w:sz w:val="16"/>
                <w:szCs w:val="16"/>
                <w:lang w:val="en-US"/>
              </w:rPr>
              <w:t xml:space="preserve"> DOP160S430-1436(Z-5201)(Motorpal)ZETOR, </w:t>
            </w:r>
            <w:r>
              <w:rPr>
                <w:bCs/>
                <w:sz w:val="16"/>
                <w:szCs w:val="16"/>
              </w:rPr>
              <w:t>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Распылитель штифтовой 16с45-6Б (РФ) 4Ч 8,5/11,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Рассеиватель заднего фонаря Газель 171.3716,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24*1050,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24*1050-0/90 угловые,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24*1250-0/90 угловые,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24*1450-0/90 угловые,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24*2010-0/90 угловые,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РВД 24*2300 1522В-3407100-01 0/90,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втягивающее 24В 243082,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поворота 8586.6/0031,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поворотов 24v РС-951 (МАЗ) РС-951,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поворотов РПП-3.1-6К (ан57.3777-07,ПЭУМ-7М) 11 конт. 24 В МАЗ-6430,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поворотов РС -410М (тр),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регулятор напряжения МАЗ (ЭНЕРГОМАШ, г.Калуга) Я120М1,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стартера н/о (ЕВРО-3) YL-368-A-DC-24V,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стартера СТ-25 в сборе (втягивающее) 25.3708800-СПЕЦМАШ,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электромагнитное 24V 4-х контактное 15/25А (винт. зажимы) АВАР 731.3747,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Реле электромагнитное 5 контактов 24В 901-3747,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Ремень 1090 12,5*9,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Ремень 14*10-1037 (1040) Rubena,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Ремень 16*11 1650 вентилятора,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Ремень 6РК-1703 поликлиновой Rubena,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Ремкомплект 12-219-111,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Ремкомплект 2417010022 (Bosch КамАЗ)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Ремкомплект 773-1111010-03У ТНВД 773, 773-20 (евро-1/-2),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Ремкомплект ЯМЗ Ф.Т.О.Т. 236-1117010РК,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Ролик 4х34,8,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Ролик поддерживающий в сборе,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Ротор КРН-2,1 (овальный),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Ротор МАЗ вентилятора отопителя 64229-8102014,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РС57 Реле поворотов ГАЗ УРАЛ,ЗИЛ,КАВЗ,ЛАЗ,ПАЗ,РАФ,,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10*17,5-0,63 МБС (бухты,м) ВОЛГОПРОМТРАНС,ГОСТ-10362-76/30/,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14*22-0,63 МБС (бухты,м) ВОЛГОПРОМТРАНС,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16*24-0,63 МБС (бухты,м) ВОЛГОПРОТРАНС, ГОСТ,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18*26-0,63 МБС (бухты,м) ВОЛГОПРОМТРАНС, ГОС,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20*28,5-0,63 МБС (бухты,м) ВОЛГОПРОМТРАНС, Г,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25*34-0,63 МБС (бухты,м) ВОЛГОПРОМТРАНС,ГОСТ,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42701 резиновый,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700-40-3503 ниж. рад. по 2шт,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700-46-2041 верх. рад.,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8*15,5-1,0 МБС (бухты,м) ВОЛГОПРОМТРАНС,ГОСТ,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DIN 2SN P=250 d=16,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DIN 2SN P=275 d=12,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DIN 2SN P=275 d=8,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DIN 2SN P=350 d=8,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2 SN10,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2 SN12,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2 SN19,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DN08.2SN-S19.DKM-0610-01В,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DN08.2SN-S19.DKM-1010-В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DN08.2SN-S19.DKM-1410-B,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DN08.2SN-S19.DKM-1410-В,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DN08.2SN.2-S19.DKM-2010-01,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DN10.2SN-S22.DKM-0610-B,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DN10.2SN-S22.DKM-1010-B,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DN10.2SN-S22.DKM-1610-B,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DN12.2SN-S24.DKM-0610-B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DN12.2SN-S24.DKM-0810-B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DN12.2SN-S24.DKM-1010-B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DN12.2SN-S24.DKM-1410-B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DN12.2SN-S24.DKM-1610-B"ST,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DN12.2SN-S24.DKM-2010-B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DN12.2SN-S27.DKM-0610-B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DN12.2SN-S27.DKM-1010-B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DN12.2SN-S27.DKM-2010-B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DN12.2SN-S30.DKM-1010,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DN12.2SN-S30.DKM-1610,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DN16.2SN-S32.DKM-0410-B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DN16.2SN-S32.DKM-0610-B,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DN16.2SN-S32.DKM-0810-B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DN16.2SN-S32.DKM-1010-B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DN16.2SN-S32.DKM-1410-B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DN16.2SN-S32.DKM-1610-B,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DN16.2SN-S32.DKM-2010-B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DN20.2SN-S36.DKM-0810-B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DN20.2SN-S36.DKM-1210-01,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DN20.2SN-S36.DKM-2010-В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DN20.2SN-S41.DKM-0610-В,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DN20.2SN-S41.DKM-0810-B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DN20.2SN-S41.DKM-1610-B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высокого давления DN20.2SN-S41.DKM-2010-B "S,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с м/о DIN EN853 1SN DN 10 (18 МПа) TEHNO,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Рукав с м/о DIN EN853 2SN DN 12 (27,5 МПа TEHNO),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Ручка наружная левая н/о (водительская) Сертифицир,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236-1110151,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24-13-101 СП (МУП),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24-14-104СП,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24-15-90,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72-2308074 правый под ГОРУ БЗТДиА,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КПП 150.37.170,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85-1601094 Д-240 (нов.обр.),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ЛТЗ Т25-1601094,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Т-16 ДСШ14.21.116-1,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Т-25 25.21.130,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Т25-1601224(10108060/250116/0000017,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отжимной ЮМЗ 45-1604102-А,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оттяжной в сборе с пружиной (узел 086) 236-1,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переключения передач "Зубренок" 4370-1703410,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регулировочный тормозной 5320 8 т (задний правый),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регулировочный тормозной 5320, 8 т (задний левый),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стабилизатора "Зубренок" в сб. (задний,L-28,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стабилизатора "Зубренок" н/о в сб. (задний,,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стеклоочистителя КАМАЗ,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стеклоочистителя КАМАЗ евро-2 (с крюком),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стеклоочистителя 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управления регулятором 238НБ-1110151,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Рычаг управления регулятором 33.1110150,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Сателлит ВОМ 70-4202424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Свеча 18х1,5 М-8Т,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Свеча А11-0,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Свеча зажигания М8 (Трактора, пусковые двигатели),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СВН-2-02 (24В) Счетчик моточасов (электронный) ТРА,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Сектор 18-14-137,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Секция 6М-54 (аналог 60503-54),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Секция ВД 57.000010 (4х рожк.) Т-40,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5 040,00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Секция ВД 58.111110 (3х рожк.) СМД-60,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Сервомеханизм Т-150 125.20.057-1,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Серьга 7313,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Серьга А61.09.002-01 в сб. с крепежом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Сетка масляного фильтра 240-1404110,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Сигнал звуковой (Улитка, к-т 2 шт.) С306Д/307Д,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Сигнал-пищалка заднего хода 12-24В 12V-36V (ES-85),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Сигнал-пищалка заднего хода 12-24В 12V-48V (ES-47),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Сильфон (внутр. d=100 мм, фл. круглый, увел. ресур,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Синхронизатор 4-5 передачи Зубренок 4370(130)-1701,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Система смазки КО-503 0214300,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4 060,00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масляный фильтр смазочной системы W 1160 M,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масляный фильтр смазочной системы W 920/21,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масляный фильтр смазочной системы W 940/25,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масляный фильтр смазочной системы W 950/7,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масляный фильтр смазочной системы W713/28,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сушильный элемент с арматурой для пневмати,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топливный фильтр для систем высокого давления WDK 940/1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топливный фильтр для системы PreLine PL 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топливный фильтр для системы Preline PL270/7 X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фильтр для гидросистем WK 723,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фильтр для гидросистем WK 929X,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фильтр для гидросистем WK 940/20,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Сменный фильтр для гидросистем WK 950/19,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(тройник) 5335-3506293,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нар. резьба М16*1,5 шланга 10 Г-образ.,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(D=11мм) PUC 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(D=16мм),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(D=4мм),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(D=8мм),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Т-образный (D=4мм),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трубки ПВХ Т-образный (D=5мм),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трубок угловой (наруж. резьба) 10мм М16*1,5,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шланга под хомуты 12 мм СШХ12,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шланга под хомуты переходной 10/12мм,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шланга под хомуты переходной 12/14 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шланга под хомуты переходной 14/16 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Соединитель шланга под хомуты переходной 6/10 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Сошка 50-3405042,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СТ142-330 АЕ Траверса для стартера СТ142 в сборе со щетками AVTOELECTRICA,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СТ142М-3708-600 Привод для стартера СТ 142М,142Н,1,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СТ212 РК Ремкомплект втяг. реле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СТ212Б-600 Привод на стартер 20,201,202.3708. 4 шл.,24В ЗиТ # компл.,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СТ222-3708 Комплект щеток,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СТ222-3708-600 Привод стартер СТ222А-02.904,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СТ362А Стартер для пусковых двиг. П-350,ПД-10 к тр,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50-15-166СП,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верхний КПП 150.37.102-1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выжимного подшипника (ХТЗ) 150.21.222,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выжимного подшипника 172.21.222,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выжимного подшипника СМД-18 14-2132,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подшипника 50-1701195,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подшипника 77.37.108,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подшипника УТН-5-1111451-И,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Стакан форсунки 236-1003112-В,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9142780 12В/2,7 кВт ТЕХНО,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931.3708 АЕ ан. 9241.3708 УМЗ-4178,4218,4215, ЗМЗ-402,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редукторный 9-142-780 (8232.3708) аналог 74.3708,2402.3708-01 МТЗ с дв.ММЗ (12v) БАТЭ,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редукторный 9-142-780 АЕ (11010002) (МТЗ-80/82) 12В, 2,7кВт,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редукторный 9-172-780 (8242.3708) 24v 7402.3708, 2002.3708-01 МТЗ, АМКАДОР,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7 570,00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Стартер редукторный 9-172-780 АЕ (11010111) МТЗ, ЗИЛ-Бычок двиг. ММЗ: 24В 3,5 кВт,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8 520,00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Стартовые провода 2.5 метра 500 Ампер 73113,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Стекло (рассеиватель) фары ФГ-308 (квадратной) 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Стекло указателя поворота перед. ФП-204 (з.у. 88шт),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Стекло фары 34.3711-201,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Стержень 50-19-157,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Стопор 18-21-45 под гайку 3010,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Стопор на коронку ЕК-12.23.21.260,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Стремянка 360 мм "Зубренок" 4370-2912408-010,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Стремянка задней рессоры "Зубренок" (L-340мм, гайка М16) 4370-2912408-010,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ТМ101 АЕ Датчик сигнализатора температуры (ГАЗ, УАЗ, ВАЗ),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ТМ111-01 Датчик (вместо ТМ103) ОАО"Автоприбор" г.К,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ТН105-03 Фара противотуманная (желтая) (ФГ152.3743010) ООО "Формула-Света),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0440008073 Бош-КаМАЗ,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16с30 А-01/А-41,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21006003У (аналог ТННД УТН-3-1106010-А4,ТННД,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23007008М (аналог 990.3554 МТЗ-1221,Д-240,Д-2,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323.1106010,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332.1106010,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37-1106010-20,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37.1106010-10,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2 080,00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4УТНИ-1106010-01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990.3554-Р (Китай),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в сб.д-120/144,СМД-60 аналог 21006004,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УТН3-110.6010-1 А4 (насосы УТН),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ТННД ЯМЗ 236-1106210А2 (ЯЗДА),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Толкатель (шток подпедального цилиндра,диаметр 12мм) 6430-1602568,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Толкатель 337.1111110-01,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Толкатель коромысла клапана в сборе (замена на 7511-1007180) 236-1007180,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Толкатель муфты 72101,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Толкатель Н/О (шток подпедального цилиндра, диаметр 14мм) 6430-1602568-10,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Топливный фильтр MANN FILTER WK 842/2,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Топливный фильтр MANN-FILTER WK723,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 ТНВД 310/312/314/316/318/320/322/324 (станд.), компл</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 ТНВД Д-245 евро-2 ЯЗДА (ЗиЛ 5301), компл</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Тр.ТНВД Д-240(МТЗ),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дренажная гибкая спец. полиамид 236-1104370,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А-41 (А-01),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L-0.415(12*12) Д-6,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 - 0,750 Д-6,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 0,56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 0,56 Д-6,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 1,1 Д-6,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 1,3,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ТНВД прямая-0,62 Д-6,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топливная выс/давл. ТНВД (н/о, гайка-флакон,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Трубка уплотнения 02218,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Трубопровод 70-1101345,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Трубопровод дренажа форсунок (3 цил.) 236-1104370-В,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Трубопровод слива 70-1104180,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ТС107-1306100-04 АЕ Термостат 87С,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ТС107.1306100-04М Термостат а/м ЗИЛ 5301 ("Бычок"),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ТС108-1306100-02 АЕ Термостат 70С,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Тумблер П-4602.3710 (2 положения) Завод,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Тумблер П-5102.3705 (3 положения) Завод,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Турбокомпрессор ТКР-6.1 (01) мзтК, Д-245.7; Д245.9,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Тяга 50-15-36,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Тяга 50-4605030 правая,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Тяга 50-4605035 левая,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(М27*М25, ОАО "МАЗ") 55165-8609838,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2022-3407202-А (М16*1,5 на Ф16),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БД 17.10.00,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МАЗ М16х16 402984-СПЕЦМАШ,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МАЗ М16х18 861004-СПЕЦМАШ,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Угольник топливных трубок (М16*М18, ОАО "МАЗ") 402815,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Удалитель наклеек ABRO 227г,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Уплотнитель МАЗ рулевой колонки (резина) 64221-344,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Упор 50-1701187,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Управление редуктором 70-1723010,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Фара квадратная МТЗ 08.7101.000,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Фиксатор 50-19-154,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17К28С9А,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 пускача 350.04.010.00,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240 кв. к - 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725-1109560/-10 БелАвтоФильтр ком,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2 125,00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AP057,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ФД.110-001 (740-1109560-02) имп.,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ФД.110-002 (7405-1109560),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ФД.110-004 (238Н-1109080) с дном,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ФД.110-010 (250И-1109080),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ФД.110-017 (СМД-60) комплект,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ФД.110-018 (СМД-14) комплект,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ФД.110-028 (740-1109560-10),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эфв544,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воздушный ЭФОВ257-29386 (МКСМ),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25-53/230 (CHP422C25NX) (195,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KBJ1691 (JCB) RUIAN,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MF CRE050 CD1,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MF HP0503A10AN,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МФ.Г.44 (10-50/125),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гидравлический Р171534 (СR112C25R) (HF35205,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грубой очистки в сборе 240-1105010,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 LF 16015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 LF 16034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 LF 3349 Fleetguаrd,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FSM563 (035-1012005),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LF16011,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LFP2538 LUBERFINER (LF3402),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W11102/35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W67/1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W712/75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W719/30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ЕКО-02.208,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ФД.101-001 (740-1012040),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ФД.101-004 (840-1012040),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ФД.101-012 (Нарва 6-4-04, 545.00.0,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ФД.101-013 (Волга-32, К-1012040),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ФД.101-016 (Р-636-1-19),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ФД.101-018 (Р-463-1-19, 5-957.030.,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ФД.101-019(11.1017080),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ФД.101-028 (260-1017060),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ФД.101-035 (Р-600-1-06) глухой,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ФД.101-036 (Р-601-1-19) сквозной,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ФД.101-037 (4331-3407359-02),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ФД.101-041 (Р-630-1-06),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ФД.101-045 (Р-605-1-06) сквозной,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масляный ЭФМС 635,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осушителя воздуха ФОВ-305.87 (Wabco 4324102227),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диз. топлива GB-613 (универсальный проточный),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ФМ-305.31 (009-1012005) Дальн,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ФМ-305.31 (009-1012005) Дальн,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ФМ-305.32(035-1012005) Дальнобой,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ФМ-305.36 (3105-1017010) Груз,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ФМ-305.70 (аналог W 11102, М5103) ЯМЗ,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масла ФМ305.69 (аналог W950/26, LF16015),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ФТ-305.31 (020-1117010) Дал,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ФТ-305.49.ГО (PL 270) Дальн,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ФТ-305.50.ГО (PL 420) Дальн,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ФТ-305.56 (KF-ФТ.01.0002 ЯМ,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ФТ-305.56 (KF-ФТ.01.0002, W,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ФТ-305.59 (WDK 940/1) Дальнобой,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ФТ-305.62 (024-1117010),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очистки топлива ФТ-305.63.ГО (PL 150),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FF 147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FF 5074,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FF 5156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FF 5272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FF 5421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FS 1280 Fieetguard,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FS 19597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 FS 19732 Fleetguard,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FG006 GoodWill,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FOT564 (020-1117010),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P551039 Donaldson,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SK 3626,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WDK 940/1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WDK 962/16 MANN FILTER,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Т-25 х/б нитка,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ФД.111-001 (740-1117040) сетка,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ФД.111-004 (840-1117035),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ФД.111-019 (11.1117080),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ФД.111-020 (ЭФТ-75) сетка,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ФД.111-021 (А.65.240-1117030),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ФД.111-022 (ЭТФ-3),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ФД.111-081,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ФТ 024-1117010 Д-260,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ФТ 041.1105010 ЛААЗ,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ФТ 044.1117010 ЛААЗ (для дизель А41СИ, Д-440/442И),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 топливный Элемент ФГОТ PL-270 (Москва),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Фильтрующий элемент воздушного салонного фильтра CU 2145,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1 070,00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Фильтрующий элемент воздушного салонного фильтра CU 2939,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Фильтрующий элемент воздушного фильтра С 14 130,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30х1,5 Dy20,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M16*1.5 DN 08(0),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M18*1.5 DN 10 (0),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M20*1.5 DN 12 (0),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M22*1.5 DN 12 (0),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M24*1.5 DN 12 (0),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Фитинг DK M27*1.5 DN 16 (0),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18-12-201,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2 730,00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50-16-20 (24-16-2),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3 710,00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72-2209014,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АНМ-53 0208020,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 50 на РВД 41 прямого подключения,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НШ-10 (универс.)20х1,5 НШ10-440.26.47,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НШ-100 выпускной (универс),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НШ-32 (универс.)30х1,5 НШ46-0505037,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Фланец НШ-50 (универс.)36х1,5 НШ46-0505035В,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Флянец коленвала ЯМЗ (6/140) 236-1005121,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Фонарь задний (3 секции с подсветкой) левый МАЗ,ЗИЛ  и тд.ФП-130В,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Фонарь задний (6 секций) левый, с подсв. номера 7452.3716,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Форсунка 171.1112010-02 АЗПИ,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Форсунка 172.1112010-11.01,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Форсунка 174.1112010-01 АЗПИ,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2 670,00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Форсунка А - 41/01,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Форсунка Д-160,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ФП132 LED AE Фонарь задний 12/24В (УАЗ,КАМАЗ,МАЗ,УРАЛ,ПАЗ, прицепы) AVTOELECTRICA свет,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ФП209 Л Фонарь задний левый ,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ФП209.3711 Рассеиватель задн.,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ФП209П (-01) Фонарь задний правый МТЗ,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ФПГ-100/ФПГ-101 Стекло фары,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ФПГ-101 Фара галогенная Тракторная МТЗ 80,1221, 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Фурнитура трубки d 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Фурнитура трубки d 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Хол. сварка АВRО черная (AS-224),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(16-25),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(50-70),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(7326СП) 17-73-127СП,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гофры универсальный (70мм/75мм) ХГ-70-75,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МАЗ опоры вала карданного ОАО МАЗ 4370-2202090,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08-12 (в упак.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12-20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20-32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25-40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32-50 (100шт),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40-60 (50шт),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60-80 (50шт),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70-90 (50шт),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МАЯК (Россия) 8-12,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металлорукава D-110 стяжной силовой ХОМ МЕТ-,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металлорукава D-60 стяжной силовой ХОМ МЕТ-6,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металлорукава D-70 стяжной силовой ХОМ МЕТ-7,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металлорукава D-90 стяжной силовой ХОМ МЕТ-9,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пластиковый 2,5*200 (цена за 100шт) 73203,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пластиковый 3,6*180 (цена за 100шт) 73204,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Хомут пластиковый 3,6*300 (цена за 100шт) 73206,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Цапфа МТЗ правая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Цепи 2ПР-25,4 звено соед.,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Цепи ПР-19,05 звено соединительное,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Цепи ПР-25,4 звено соединит.,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Цилиндр подпедальный сцепления (без штока) 6430-1602510-СПЕЦМАШ,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Цилиндропоршневой комплект 01М (5 кан.) ЗД гр. 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2 940,00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Чехол 70-1703203-А КПП нов. обр.,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Чехол 80-6702243 рычаг КПП бок. включения,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Чехол рычага КПП 50-1702236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Чехол тормозной 50-3502202 РЗТ,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10 плоская DIN 125 DIN 125 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24-21-129,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31106,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50-1701183,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6 плоская DIN 125 DIN 125 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700-31-2470,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700-31-2543,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8 плоская DIN 125 DIN 125 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алюминиевая 10х14х1,5,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алюминиевая 14х20х1,5,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алюминиевая 20х26х1,5,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алюминиевая 22х28х1,5,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МАЗ замковая оси балансира полуприцепа (2,5 мм, с усиками) 500-3104079,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10х16х1,5,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12*23*0,3,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12х18х1,5,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14х20х1,5,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14х20х2,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16х20х1,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16х20х1,5 мм,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18х24х1,5,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20х24х1,5,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22*28*1,5,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8х12х1.5,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9х15х0,5 на форсунку "2 волны",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9х16х1,5,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9х18х1,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9х18х1.5,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медная конус 3х9х1,5,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Ф-10мм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Ф-10мм стальная тип 1 (синяя),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Ф-12мм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Ф-14 мм стальная 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Ф-16мм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Ф-16мм стальная тип 1 (синяя),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Ф-18мм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Ф-20мм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Ф-24мм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Ф-26мм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Ф-30мм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Ф-32мм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Ф-33мм стальная ти,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Ф-6мм стальная тип,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Ф-8мм стальная тип,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с уплотнительной резинкой Ф-8мм стальная тип1 (синяя),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Шайба упорная УТН-5-1110251-Г2,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Шарнир левый А35.25.000-04,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Шарнир поворотный Т-40А-2304010,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4 550,00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Шарнир правый А35.25.000-03,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Шарнир ушка пер/ рессоры МАЗ-4370 н/о, (полиуретан,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Шарнир ушка пер/ рессоры МАЗ-4370 н/о, (резина+мет,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Шатун 03427 СП ПД,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150.37.120 Z=38,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151.37.110 (4-я перед.) Z=32,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155.37.237,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17-76-22,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17-76-22 бенд (13 зуб),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18-12-320 (26зуб),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3 430,00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18-12-321(19зуб),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33.1110515-10,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333.1110670-30,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50-1701082,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50-1701105,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50-1701212  (1-й пер. и з.х.),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50-1701214 3-передача,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50-1701216 4-передача,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50-1701218 (5-й передачи),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50-19-150 вед. 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5 880,00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50-2407122,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52 - 1802091 МТЗ раздаточной коробки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70-1601086 сцепл.,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1 990,00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70-1701072 (включ. ходоуменьш.),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70-1721031,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70-2407053 длинная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70-2407053-01 короткая ТАРА,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72104 бен.н.о.,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77.37.187,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77.52.215 (Z=28),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А25.37.228,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А25.37.229Б (18/29) стар. обр.,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ведущая 24-19-29,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5 810,00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Д04-005 ЮМЗ распредвала,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двойная 20-19-24,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23 100,00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двойная новая 50-19-144 СП (50-19-174),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19 600,00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коленвала 01-0404,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компрессора А-29.01.201А,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привода гидронасоса 240-1022061,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промежуточная Z-42 КРН 2.1.03.611,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промежуточная Д04-010,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2 400,00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солнечная 150.39.110-3,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стартерная Д-25-051 РПД ЮМЗ,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Т25-1701318 (4-й пер.z=35),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Шестерня Т50-1701029,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Шкворень "Зубренок" 4370-3001019,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Шкив КО-503 0200009-01,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Шкив коленвала (3 ручья, на шпонке) с/о широкий 238П-1005061,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Шкив коленвала 240-1005131,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Шкив коленвала Д-65,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10мм*17мм ГОСТ 10362-76, м</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витой желтый М16х1,5 (7.5 м ПОЛИАМИД) 452.711.007.0-6-СПЕЦМАШ,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подъема кабины (усиленный 2-х слойный мягкий) 5336-5009160-СПЕЦМАШ,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дл.1000 брон.,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дл.2200,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дл.250,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дл.350 брон.,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дл.400 брон.,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дл.500 брон.,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дл.600 брон.,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дл.700,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топливный к14+к14 длина 800,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тормозной (гайка-штуцер, под ключ "27", 345,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тормозной 4310 задний, L=82 см, (гайка-гайка, в стальной оплетке),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тормозной 6520 задний,L=80 см, (гайка-гайка, бронированный),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тормозной МАЗ к тормозным камерам L=600мм (гайка 24-штуцер 14) 6422-3506094-СПЕЦМАШ,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тормозной МАЗ к тормозным камерам L=715 мм (гайка 27- гайка 27) 5336-3506085-СПЕЦМАШ,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Шланг цилиндра запирания борта 5549-8609480,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01434,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2971,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700-29-2262,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водила колесной передачи (ОАО "МАЗ") 373164,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выпускного коллектора (омеднённая) (упак. 60 шт) 310443-П-СПЕЦМАШ,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картера (М14*50, ОАО "МАЗ") 373588,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картера моста (М16*40, ОАО "МАЗ") 373650,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картера промежуточного н/о (М14*45, ОАО "МАЗ") 373523,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 картера среднего моста н/о (М16*140, ОАО "МАЗ") 373538,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Шпилька,гайка,втулка (черн),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Шпонка 6х9х22 шпонка коленвала 245 (6х9х22) до 200,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Шпонка 700-34-2029,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Шпонка 700-34-2050,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Шпонка сегментная УТН-5-1111155,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Шприц плунжерный 500гр PROFFI под тубу 77650,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Шприц рычажно плунжерный под тяж. усл.раб (0,5 литра)  с 2-мя возд.клапанами,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Шприц рычажно-плунжер. для гус.смазки 500мл под ту,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ШСЛ70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1 220,00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ШСП30 К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ШСП40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ШСП50 К Подшипник,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Штанга 04208СП,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Штанга 216.1112134-01,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Штанга толкателя А-41 6Т2-05с8,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Штифт 700-32-2081,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Штифт ЭТЦ - 1609.30.00.118,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(переходник) механического указателя темпер,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10 Т (М16х1,5),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4УТНИ.1111485,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для соединения РВД 24/24,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конический К1/2*S27 (К1/2 М22*1,5),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конический К1/2*S32 (К1/2-М27*1,5),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на фланец НШ50-S32 (грань S41) (М36*1,5-М27,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отводной 67143,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S19*S22 (M16*1,5-М18*1,5),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S22*S24 (М18*1,5-М20*1,5),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S22*S27 (М18*1,5-М22*1,5),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S24*S27 (M20*1,5-M22*1,5),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S24*S30 (М20*1,5-М24*1,5),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S24*S32 (M20*1,5-M27*1,5),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S24*S36 (М20*1,5-М30*1,5),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S27*S32 (М22*1,5-М27*1,5),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S30*S32 (Р-80) (М24*1,5-М27*1,5),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S41*S50 (M33*2-M42*2),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двойной (уголок) S24*S32 (М20*1,,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двойной (уголок) S27*S30 (М22*1,5-М24*1,5),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переходной для ПГУ с М22х1,5 на М16х1,5 WABCO 69652215-СПЕЦМАШ,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S19*S19 (М16*1,5-М16*1,5),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S22*S22 (М18*1,5-М18*1,5),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S24*S24 (грань S24) (M20*1,5,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S32*S32 (M27*1,5-М27*1,5) (г,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S41*S41 (M33*2-M33*2),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(уголок) S24 (M20*1,,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с гайк. (уголок) S19,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с гайк. (уголок) S22,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с гайк. (уголок) S24,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с гайк. (уголок) S27,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двойной с гайкой (уголок) S32,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соединительный тройной с гайкой S27 (М22*1,,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Штуцер топл. бака 50-1101081 (822-1101081),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12В 344112022 ТЕХНО,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5-рядная с пластмассовой ручкой 70612,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по металлу 1-рядная баллонная 70616,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стартера 24.3708 (685234.002-05) под болт,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стартера в сборе 142-3708050-60,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Щетка стеклоочистителя МАЗ, с/о L-510мм, под крюк 64221-5205900-СПЕЦМАШ,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Щеткодержатель стартера 24В 262010 ТЕХНО,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ЭФВ-305.17.П.,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ЭФВ-305.25 (ДТ,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ЭФВ-305.26 (Т1,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1 470,00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ЭФВ-305.27 (250И-1109080) Агро,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1 680,00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ЭФВ-305.41 (4301-1109013) Грузовичок,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830,00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ЭФВ-305.44 (Т330-1109560-02),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2 800,00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ЭФВ-305.51 (260-1109300) Агро,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1 840,00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ЭФМ-305.163(4370-119080)Грузовичок,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воздуха ЭФМ-305.165(ДТ75М-1109560)Агро,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ЭФМ-305.18.МС (840-1012040-12) Дальнобой,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ЭФМ-305.19.МС (7,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ЭФМ-305.190 (4310-3407359-10) Дальнобой,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ЭФМ-305.191 (636-1-19-1012040)(ПФ),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ЭФМ-305.20.МС (7,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ЭФМ-305.22 МС(240-1017040А3)Дальнобой,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210,00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ЭФМ-305.30.МС (Т,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ЭФМ-305.33.ЧП (7,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340,00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ЭФМ-305.34.МС(33,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170,00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ЭФМ-305.35.МС (31029-1012040) Грузовичок,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ЭФМ-305.45.ГО (236-1012027(23)),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630,00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ЭФМ-305.46Т(840-,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460,00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ЭФМ-305.72 (аналог К1012040, 460-1-06),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450,00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масла ЭФМ-305.73 (аналог Нарва 6-4-04) Агро,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750,00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ЭФТ-305.08.МС,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90,00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ЭФТ-305.09.МС,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100,00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ЭФТ-305.11 ГО,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120,00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ЭФТ-305.197(Т25-1117040)Агро,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ЭФТ-305.23.МС,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130,00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Элемент фильтрующий очистки топлива ЭФТ-305.24.МС (Т150-1117040),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140,00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Я112А Регулятор напряжения (771.3702) ан.41.3702 Москвич, УАЗ ООО "ЭМИ" г. Пенза</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Я112В1 Регулятор напряжения (773.3702-01, 6015.3702А) Москвич, ИЖ, ОДА</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150,00</w:t>
            </w:r>
          </w:p>
        </w:tc>
      </w:tr>
      <w:tr w:rsidR="00154488">
        <w:tblPrEx>
          <w:tblCellMar>
            <w:top w:w="0" w:type="dxa"/>
            <w:bottom w:w="0" w:type="dxa"/>
          </w:tblCellMar>
        </w:tblPrEx>
        <w:trPr>
          <w:trHeight w:val="221"/>
        </w:trPr>
        <w:tc>
          <w:tcPr>
            <w:tcW w:w="1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154488">
            <w:pPr>
              <w:pStyle w:val="Standard"/>
              <w:numPr>
                <w:ilvl w:val="0"/>
                <w:numId w:val="11"/>
              </w:numPr>
              <w:ind w:right="51"/>
              <w:rPr>
                <w:bCs/>
                <w:sz w:val="16"/>
                <w:szCs w:val="16"/>
              </w:rPr>
            </w:pP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rPr>
                <w:bCs/>
                <w:sz w:val="16"/>
                <w:szCs w:val="16"/>
              </w:rPr>
            </w:pPr>
            <w:r>
              <w:rPr>
                <w:bCs/>
                <w:sz w:val="16"/>
                <w:szCs w:val="16"/>
              </w:rPr>
              <w:t>Якорь стартера в сборе 12В 212043, шт</w:t>
            </w:r>
          </w:p>
        </w:tc>
        <w:tc>
          <w:tcPr>
            <w:tcW w:w="1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pPr>
            <w:r>
              <w:t>РФ</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54488" w:rsidRDefault="0034373E">
            <w:pPr>
              <w:pStyle w:val="Standard"/>
              <w:ind w:right="51"/>
              <w:jc w:val="center"/>
              <w:rPr>
                <w:bCs/>
                <w:sz w:val="16"/>
                <w:szCs w:val="16"/>
              </w:rPr>
            </w:pPr>
            <w:r>
              <w:rPr>
                <w:bCs/>
                <w:sz w:val="16"/>
                <w:szCs w:val="16"/>
              </w:rPr>
              <w:t>2 300,00</w:t>
            </w:r>
          </w:p>
        </w:tc>
      </w:tr>
    </w:tbl>
    <w:p w:rsidR="00154488" w:rsidRDefault="00154488">
      <w:pPr>
        <w:pStyle w:val="Standard"/>
        <w:ind w:right="51"/>
        <w:rPr>
          <w:b/>
          <w:sz w:val="22"/>
        </w:rPr>
      </w:pPr>
    </w:p>
    <w:p w:rsidR="00154488" w:rsidRDefault="00154488">
      <w:pPr>
        <w:pStyle w:val="Standard"/>
        <w:ind w:right="51"/>
        <w:rPr>
          <w:b/>
          <w:sz w:val="22"/>
        </w:rPr>
      </w:pPr>
    </w:p>
    <w:tbl>
      <w:tblPr>
        <w:tblW w:w="9924" w:type="dxa"/>
        <w:tblInd w:w="1" w:type="dxa"/>
        <w:tblLayout w:type="fixed"/>
        <w:tblCellMar>
          <w:left w:w="10" w:type="dxa"/>
          <w:right w:w="10" w:type="dxa"/>
        </w:tblCellMar>
        <w:tblLook w:val="0000" w:firstRow="0" w:lastRow="0" w:firstColumn="0" w:lastColumn="0" w:noHBand="0" w:noVBand="0"/>
      </w:tblPr>
      <w:tblGrid>
        <w:gridCol w:w="5245"/>
        <w:gridCol w:w="4679"/>
      </w:tblGrid>
      <w:tr w:rsidR="00154488">
        <w:tblPrEx>
          <w:tblCellMar>
            <w:top w:w="0" w:type="dxa"/>
            <w:bottom w:w="0" w:type="dxa"/>
          </w:tblCellMar>
        </w:tblPrEx>
        <w:trPr>
          <w:trHeight w:val="356"/>
        </w:trPr>
        <w:tc>
          <w:tcPr>
            <w:tcW w:w="5245" w:type="dxa"/>
            <w:shd w:val="clear" w:color="auto" w:fill="auto"/>
            <w:tcMar>
              <w:top w:w="0" w:type="dxa"/>
              <w:left w:w="108" w:type="dxa"/>
              <w:bottom w:w="0" w:type="dxa"/>
              <w:right w:w="108" w:type="dxa"/>
            </w:tcMar>
          </w:tcPr>
          <w:p w:rsidR="00154488" w:rsidRDefault="0034373E">
            <w:pPr>
              <w:pStyle w:val="a4"/>
              <w:rPr>
                <w:b/>
                <w:i w:val="0"/>
                <w:iCs w:val="0"/>
              </w:rPr>
            </w:pPr>
            <w:r>
              <w:rPr>
                <w:b/>
                <w:i w:val="0"/>
                <w:iCs w:val="0"/>
              </w:rPr>
              <w:t>Поставщик:</w:t>
            </w:r>
          </w:p>
          <w:p w:rsidR="00154488" w:rsidRDefault="0034373E">
            <w:pPr>
              <w:pStyle w:val="Textbody"/>
              <w:widowControl/>
              <w:rPr>
                <w:b/>
                <w:sz w:val="24"/>
                <w:szCs w:val="24"/>
              </w:rPr>
            </w:pPr>
            <w:r>
              <w:rPr>
                <w:b/>
                <w:sz w:val="24"/>
                <w:szCs w:val="24"/>
              </w:rPr>
              <w:t>ИП Сидоренко В.Б.</w:t>
            </w:r>
          </w:p>
          <w:p w:rsidR="00154488" w:rsidRDefault="00154488">
            <w:pPr>
              <w:pStyle w:val="Standard"/>
              <w:rPr>
                <w:sz w:val="24"/>
              </w:rPr>
            </w:pPr>
          </w:p>
          <w:p w:rsidR="00154488" w:rsidRDefault="00154488">
            <w:pPr>
              <w:pStyle w:val="Standard"/>
              <w:tabs>
                <w:tab w:val="left" w:pos="0"/>
                <w:tab w:val="left" w:pos="5098"/>
                <w:tab w:val="left" w:pos="5664"/>
                <w:tab w:val="left" w:pos="6231"/>
                <w:tab w:val="left" w:pos="6797"/>
                <w:tab w:val="left" w:pos="7363"/>
                <w:tab w:val="left" w:pos="7930"/>
                <w:tab w:val="left" w:pos="8496"/>
                <w:tab w:val="left" w:pos="9063"/>
              </w:tabs>
              <w:rPr>
                <w:b/>
              </w:rPr>
            </w:pPr>
          </w:p>
          <w:p w:rsidR="00154488" w:rsidRDefault="00154488">
            <w:pPr>
              <w:pStyle w:val="Standard"/>
              <w:tabs>
                <w:tab w:val="left" w:pos="0"/>
                <w:tab w:val="left" w:pos="5098"/>
                <w:tab w:val="left" w:pos="5664"/>
                <w:tab w:val="left" w:pos="6231"/>
                <w:tab w:val="left" w:pos="6797"/>
                <w:tab w:val="left" w:pos="7363"/>
                <w:tab w:val="left" w:pos="7930"/>
                <w:tab w:val="left" w:pos="8496"/>
                <w:tab w:val="left" w:pos="9063"/>
              </w:tabs>
              <w:rPr>
                <w:b/>
              </w:rPr>
            </w:pPr>
          </w:p>
          <w:p w:rsidR="00154488" w:rsidRDefault="00154488">
            <w:pPr>
              <w:pStyle w:val="Textbody"/>
            </w:pPr>
          </w:p>
          <w:p w:rsidR="00154488" w:rsidRDefault="0034373E">
            <w:pPr>
              <w:pStyle w:val="Textbody"/>
              <w:widowControl/>
              <w:rPr>
                <w:b/>
                <w:sz w:val="24"/>
                <w:szCs w:val="24"/>
              </w:rPr>
            </w:pPr>
            <w:r>
              <w:rPr>
                <w:b/>
                <w:sz w:val="24"/>
                <w:szCs w:val="24"/>
              </w:rPr>
              <w:t>______________/Сидоренко В.Б./</w:t>
            </w:r>
          </w:p>
        </w:tc>
        <w:tc>
          <w:tcPr>
            <w:tcW w:w="4679" w:type="dxa"/>
            <w:shd w:val="clear" w:color="auto" w:fill="auto"/>
            <w:tcMar>
              <w:top w:w="0" w:type="dxa"/>
              <w:left w:w="108" w:type="dxa"/>
              <w:bottom w:w="0" w:type="dxa"/>
              <w:right w:w="108" w:type="dxa"/>
            </w:tcMar>
          </w:tcPr>
          <w:p w:rsidR="00154488" w:rsidRDefault="0034373E">
            <w:pPr>
              <w:pStyle w:val="a4"/>
              <w:rPr>
                <w:b/>
                <w:i w:val="0"/>
                <w:iCs w:val="0"/>
              </w:rPr>
            </w:pPr>
            <w:r>
              <w:rPr>
                <w:b/>
                <w:i w:val="0"/>
                <w:iCs w:val="0"/>
              </w:rPr>
              <w:t>Покупатель:</w:t>
            </w:r>
          </w:p>
          <w:p w:rsidR="00154488" w:rsidRDefault="0034373E">
            <w:pPr>
              <w:pStyle w:val="Textbody"/>
              <w:widowControl/>
              <w:rPr>
                <w:b/>
                <w:sz w:val="24"/>
                <w:szCs w:val="24"/>
              </w:rPr>
            </w:pPr>
            <w:r>
              <w:rPr>
                <w:b/>
                <w:sz w:val="24"/>
                <w:szCs w:val="24"/>
              </w:rPr>
              <w:t>ЗАО «СПГЭС»</w:t>
            </w:r>
          </w:p>
          <w:p w:rsidR="00154488" w:rsidRDefault="00154488">
            <w:pPr>
              <w:pStyle w:val="a4"/>
              <w:rPr>
                <w:b/>
                <w:i w:val="0"/>
                <w:iCs w:val="0"/>
              </w:rPr>
            </w:pPr>
          </w:p>
          <w:p w:rsidR="00154488" w:rsidRDefault="0034373E">
            <w:pPr>
              <w:pStyle w:val="a4"/>
            </w:pPr>
            <w:r>
              <w:rPr>
                <w:b/>
                <w:i w:val="0"/>
                <w:iCs w:val="0"/>
              </w:rPr>
              <w:t>Первый заместитель</w:t>
            </w:r>
          </w:p>
          <w:p w:rsidR="00154488" w:rsidRDefault="0034373E">
            <w:pPr>
              <w:pStyle w:val="a4"/>
              <w:rPr>
                <w:b/>
                <w:i w:val="0"/>
                <w:iCs w:val="0"/>
              </w:rPr>
            </w:pPr>
            <w:r>
              <w:rPr>
                <w:b/>
                <w:i w:val="0"/>
                <w:iCs w:val="0"/>
              </w:rPr>
              <w:t>генерального директора</w:t>
            </w:r>
          </w:p>
          <w:p w:rsidR="00154488" w:rsidRDefault="00154488">
            <w:pPr>
              <w:pStyle w:val="a4"/>
              <w:rPr>
                <w:b/>
                <w:i w:val="0"/>
                <w:iCs w:val="0"/>
              </w:rPr>
            </w:pPr>
          </w:p>
          <w:p w:rsidR="00154488" w:rsidRDefault="0034373E">
            <w:pPr>
              <w:pStyle w:val="Textbody"/>
              <w:widowControl/>
              <w:rPr>
                <w:b/>
                <w:sz w:val="24"/>
                <w:szCs w:val="24"/>
              </w:rPr>
            </w:pPr>
            <w:r>
              <w:rPr>
                <w:b/>
                <w:sz w:val="24"/>
                <w:szCs w:val="24"/>
              </w:rPr>
              <w:t xml:space="preserve">_______________/Стрелин Е.Н./  </w:t>
            </w:r>
          </w:p>
        </w:tc>
      </w:tr>
    </w:tbl>
    <w:p w:rsidR="00154488" w:rsidRDefault="00154488">
      <w:pPr>
        <w:pStyle w:val="Standard"/>
      </w:pPr>
    </w:p>
    <w:sectPr w:rsidR="00154488">
      <w:pgSz w:w="11905" w:h="16837"/>
      <w:pgMar w:top="992" w:right="567" w:bottom="992"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73E" w:rsidRDefault="0034373E">
      <w:r>
        <w:separator/>
      </w:r>
    </w:p>
  </w:endnote>
  <w:endnote w:type="continuationSeparator" w:id="0">
    <w:p w:rsidR="0034373E" w:rsidRDefault="0034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00"/>
    <w:family w:val="modern"/>
    <w:pitch w:val="fixed"/>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73E" w:rsidRDefault="0034373E">
      <w:r>
        <w:rPr>
          <w:color w:val="000000"/>
        </w:rPr>
        <w:separator/>
      </w:r>
    </w:p>
  </w:footnote>
  <w:footnote w:type="continuationSeparator" w:id="0">
    <w:p w:rsidR="0034373E" w:rsidRDefault="00343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B6A"/>
    <w:multiLevelType w:val="multilevel"/>
    <w:tmpl w:val="0B7E2F52"/>
    <w:lvl w:ilvl="0">
      <w:start w:val="9"/>
      <w:numFmt w:val="decimal"/>
      <w:lvlText w:val="%1."/>
      <w:lvlJc w:val="left"/>
      <w:pPr>
        <w:ind w:left="720" w:hanging="360"/>
      </w:pPr>
    </w:lvl>
    <w:lvl w:ilvl="1">
      <w:start w:val="1"/>
      <w:numFmt w:val="decimal"/>
      <w:lvlText w:val="9.%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6715F46"/>
    <w:multiLevelType w:val="multilevel"/>
    <w:tmpl w:val="A8D2F17E"/>
    <w:lvl w:ilvl="0">
      <w:start w:val="2"/>
      <w:numFmt w:val="decimal"/>
      <w:lvlText w:val="%1."/>
      <w:lvlJc w:val="left"/>
      <w:pPr>
        <w:ind w:left="720" w:hanging="360"/>
      </w:pPr>
    </w:lvl>
    <w:lvl w:ilvl="1">
      <w:start w:val="1"/>
      <w:numFmt w:val="decimal"/>
      <w:lvlText w:val="2.%2."/>
      <w:lvlJc w:val="left"/>
      <w:pPr>
        <w:ind w:left="1080" w:hanging="360"/>
      </w:pPr>
      <w:rPr>
        <w:rFonts w:ascii="Times New Roman" w:hAnsi="Times New Roman" w:cs="Times New Roman"/>
        <w:sz w:val="24"/>
        <w:szCs w:val="24"/>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EE7E3F"/>
    <w:multiLevelType w:val="multilevel"/>
    <w:tmpl w:val="F8986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6E66E5"/>
    <w:multiLevelType w:val="multilevel"/>
    <w:tmpl w:val="3E686A62"/>
    <w:lvl w:ilvl="0">
      <w:start w:val="6"/>
      <w:numFmt w:val="decimal"/>
      <w:lvlText w:val="%1."/>
      <w:lvlJc w:val="left"/>
      <w:pPr>
        <w:ind w:left="720" w:hanging="360"/>
      </w:pPr>
    </w:lvl>
    <w:lvl w:ilvl="1">
      <w:start w:val="1"/>
      <w:numFmt w:val="decimal"/>
      <w:lvlText w:val="6.%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19D82576"/>
    <w:multiLevelType w:val="multilevel"/>
    <w:tmpl w:val="C27224F2"/>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210A412F"/>
    <w:multiLevelType w:val="multilevel"/>
    <w:tmpl w:val="BD584A76"/>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2C340628"/>
    <w:multiLevelType w:val="multilevel"/>
    <w:tmpl w:val="DF2AECBC"/>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2E23374C"/>
    <w:multiLevelType w:val="multilevel"/>
    <w:tmpl w:val="19A885C6"/>
    <w:lvl w:ilvl="0">
      <w:start w:val="1"/>
      <w:numFmt w:val="decimal"/>
      <w:lvlText w:val="%1."/>
      <w:lvlJc w:val="left"/>
      <w:pPr>
        <w:ind w:left="720" w:hanging="360"/>
      </w:pPr>
      <w:rPr>
        <w:b/>
        <w:sz w:val="24"/>
        <w:szCs w:val="24"/>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32745176"/>
    <w:multiLevelType w:val="multilevel"/>
    <w:tmpl w:val="C13CD67C"/>
    <w:lvl w:ilvl="0">
      <w:start w:val="9"/>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339A5479"/>
    <w:multiLevelType w:val="multilevel"/>
    <w:tmpl w:val="C770A6AA"/>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34333F04"/>
    <w:multiLevelType w:val="multilevel"/>
    <w:tmpl w:val="55FC084A"/>
    <w:lvl w:ilvl="0">
      <w:start w:val="5"/>
      <w:numFmt w:val="decimal"/>
      <w:lvlText w:val="%1."/>
      <w:lvlJc w:val="left"/>
      <w:pPr>
        <w:ind w:left="720" w:hanging="360"/>
      </w:pPr>
    </w:lvl>
    <w:lvl w:ilvl="1">
      <w:start w:val="1"/>
      <w:numFmt w:val="decimal"/>
      <w:lvlText w:val="5.%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52D87DEB"/>
    <w:multiLevelType w:val="multilevel"/>
    <w:tmpl w:val="0254C772"/>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558818D1"/>
    <w:multiLevelType w:val="multilevel"/>
    <w:tmpl w:val="86387148"/>
    <w:styleLink w:val="RTF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5B25627F"/>
    <w:multiLevelType w:val="multilevel"/>
    <w:tmpl w:val="E188CF44"/>
    <w:lvl w:ilvl="0">
      <w:start w:val="3"/>
      <w:numFmt w:val="decimal"/>
      <w:lvlText w:val="%1."/>
      <w:lvlJc w:val="left"/>
      <w:pPr>
        <w:ind w:left="720" w:hanging="360"/>
      </w:pPr>
    </w:lvl>
    <w:lvl w:ilvl="1">
      <w:start w:val="1"/>
      <w:numFmt w:val="decimal"/>
      <w:lvlText w:val="3.%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64FC5C4B"/>
    <w:multiLevelType w:val="multilevel"/>
    <w:tmpl w:val="C130E97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68822005"/>
    <w:multiLevelType w:val="multilevel"/>
    <w:tmpl w:val="1302A95A"/>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6CE556C7"/>
    <w:multiLevelType w:val="multilevel"/>
    <w:tmpl w:val="9D425C1C"/>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74F11D4A"/>
    <w:multiLevelType w:val="multilevel"/>
    <w:tmpl w:val="8D92ADF0"/>
    <w:lvl w:ilvl="0">
      <w:start w:val="4"/>
      <w:numFmt w:val="decimal"/>
      <w:lvlText w:val="%1."/>
      <w:lvlJc w:val="left"/>
      <w:pPr>
        <w:ind w:left="720" w:hanging="360"/>
      </w:pPr>
    </w:lvl>
    <w:lvl w:ilvl="1">
      <w:start w:val="1"/>
      <w:numFmt w:val="decimal"/>
      <w:lvlText w:val="4.%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763F1118"/>
    <w:multiLevelType w:val="multilevel"/>
    <w:tmpl w:val="E4F64C44"/>
    <w:lvl w:ilvl="0">
      <w:start w:val="7"/>
      <w:numFmt w:val="decimal"/>
      <w:lvlText w:val="%1."/>
      <w:lvlJc w:val="left"/>
      <w:pPr>
        <w:ind w:left="720" w:hanging="360"/>
      </w:pPr>
    </w:lvl>
    <w:lvl w:ilvl="1">
      <w:start w:val="1"/>
      <w:numFmt w:val="decimal"/>
      <w:lvlText w:val="7.%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76F13B04"/>
    <w:multiLevelType w:val="multilevel"/>
    <w:tmpl w:val="8F0C4344"/>
    <w:lvl w:ilvl="0">
      <w:start w:val="8"/>
      <w:numFmt w:val="decimal"/>
      <w:lvlText w:val="%1."/>
      <w:lvlJc w:val="left"/>
      <w:pPr>
        <w:ind w:left="720" w:hanging="360"/>
      </w:pPr>
    </w:lvl>
    <w:lvl w:ilvl="1">
      <w:start w:val="1"/>
      <w:numFmt w:val="decimal"/>
      <w:lvlText w:val="8.%2."/>
      <w:lvlJc w:val="left"/>
      <w:pPr>
        <w:ind w:left="1080" w:hanging="360"/>
      </w:pPr>
      <w:rPr>
        <w:rFonts w:ascii="Times New Roman" w:hAnsi="Times New Roman" w:cs="Times New Roman"/>
        <w:sz w:val="24"/>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2"/>
  </w:num>
  <w:num w:numId="2">
    <w:abstractNumId w:val="14"/>
  </w:num>
  <w:num w:numId="3">
    <w:abstractNumId w:val="5"/>
  </w:num>
  <w:num w:numId="4">
    <w:abstractNumId w:val="16"/>
  </w:num>
  <w:num w:numId="5">
    <w:abstractNumId w:val="4"/>
  </w:num>
  <w:num w:numId="6">
    <w:abstractNumId w:val="15"/>
  </w:num>
  <w:num w:numId="7">
    <w:abstractNumId w:val="6"/>
  </w:num>
  <w:num w:numId="8">
    <w:abstractNumId w:val="11"/>
  </w:num>
  <w:num w:numId="9">
    <w:abstractNumId w:val="9"/>
  </w:num>
  <w:num w:numId="10">
    <w:abstractNumId w:val="8"/>
  </w:num>
  <w:num w:numId="11">
    <w:abstractNumId w:val="2"/>
  </w:num>
  <w:num w:numId="12">
    <w:abstractNumId w:val="7"/>
  </w:num>
  <w:num w:numId="13">
    <w:abstractNumId w:val="1"/>
  </w:num>
  <w:num w:numId="14">
    <w:abstractNumId w:val="13"/>
  </w:num>
  <w:num w:numId="15">
    <w:abstractNumId w:val="17"/>
  </w:num>
  <w:num w:numId="16">
    <w:abstractNumId w:val="10"/>
  </w:num>
  <w:num w:numId="17">
    <w:abstractNumId w:val="3"/>
  </w:num>
  <w:num w:numId="18">
    <w:abstractNumId w:val="18"/>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154488"/>
    <w:rsid w:val="00154488"/>
    <w:rsid w:val="0034373E"/>
    <w:rsid w:val="0070419D"/>
    <w:rsid w:val="00C2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89E8C"/>
  <w15:docId w15:val="{5E6431A3-CC5E-4119-92D4-5234AFC4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ru-RU" w:eastAsia="ru-RU"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3">
    <w:name w:val="heading 3"/>
    <w:next w:val="Textbody"/>
    <w:pPr>
      <w:keepNext/>
      <w:suppressAutoHyphens/>
      <w:spacing w:before="80"/>
      <w:ind w:right="109"/>
      <w:jc w:val="both"/>
      <w:outlineLvl w:val="2"/>
    </w:pPr>
    <w:rPr>
      <w:rFonts w:ascii="Arial" w:hAnsi="Arial" w:cs="Arial"/>
      <w:b/>
      <w:bCs/>
      <w:color w:val="000000"/>
    </w:rPr>
  </w:style>
  <w:style w:type="paragraph" w:styleId="4">
    <w:name w:val="heading 4"/>
    <w:next w:val="Textbody"/>
    <w:pPr>
      <w:keepNext/>
      <w:suppressAutoHyphens/>
      <w:spacing w:before="240" w:after="60"/>
      <w:outlineLvl w:val="3"/>
    </w:pPr>
    <w:rPr>
      <w:rFonts w:ascii="Calibri" w:hAnsi="Calibri"/>
      <w:b/>
      <w:bCs/>
      <w:sz w:val="28"/>
      <w:szCs w:val="28"/>
    </w:rPr>
  </w:style>
  <w:style w:type="paragraph" w:styleId="5">
    <w:name w:val="heading 5"/>
    <w:next w:val="Textbody"/>
    <w:pPr>
      <w:suppressAutoHyphens/>
      <w:spacing w:before="240" w:after="60"/>
      <w:outlineLvl w:val="4"/>
    </w:pPr>
    <w:rPr>
      <w:b/>
      <w:bCs/>
      <w:i/>
      <w:iCs/>
      <w:sz w:val="26"/>
      <w:szCs w:val="26"/>
    </w:rPr>
  </w:style>
  <w:style w:type="paragraph" w:styleId="7">
    <w:name w:val="heading 7"/>
    <w:next w:val="Textbody"/>
    <w:pPr>
      <w:suppressAutoHyphens/>
      <w:spacing w:before="240" w:after="60"/>
      <w:outlineLvl w:val="6"/>
    </w:pPr>
    <w:rPr>
      <w:rFonts w:ascii="Calibri" w:hAnsi="Calibri"/>
      <w:sz w:val="24"/>
      <w:szCs w:val="24"/>
    </w:rPr>
  </w:style>
  <w:style w:type="paragraph" w:styleId="9">
    <w:name w:val="heading 9"/>
    <w:next w:val="Textbody"/>
    <w:pPr>
      <w:suppressAutoHyphens/>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pPr>
    <w:rPr>
      <w:lang w:eastAsia="ar-SA"/>
    </w:rPr>
  </w:style>
  <w:style w:type="paragraph" w:customStyle="1" w:styleId="a3">
    <w:name w:val="Название"/>
    <w:next w:val="Textbody"/>
    <w:pPr>
      <w:keepNext/>
      <w:suppressAutoHyphens/>
      <w:spacing w:before="240" w:after="120"/>
    </w:pPr>
    <w:rPr>
      <w:rFonts w:ascii="Arial" w:eastAsia="MS Mincho" w:hAnsi="Arial" w:cs="Tahoma"/>
      <w:sz w:val="28"/>
      <w:szCs w:val="28"/>
    </w:rPr>
  </w:style>
  <w:style w:type="paragraph" w:customStyle="1" w:styleId="Textbody">
    <w:name w:val="Text body"/>
    <w:pPr>
      <w:suppressAutoHyphens/>
      <w:spacing w:after="120"/>
    </w:pPr>
  </w:style>
  <w:style w:type="paragraph" w:styleId="a4">
    <w:name w:val="Subtitle"/>
    <w:next w:val="Textbody"/>
    <w:pPr>
      <w:widowControl/>
      <w:suppressAutoHyphens/>
      <w:jc w:val="both"/>
    </w:pPr>
    <w:rPr>
      <w:i/>
      <w:iCs/>
      <w:sz w:val="24"/>
      <w:szCs w:val="28"/>
    </w:rPr>
  </w:style>
  <w:style w:type="paragraph" w:styleId="a5">
    <w:name w:val="List"/>
    <w:pPr>
      <w:suppressAutoHyphens/>
    </w:pPr>
    <w:rPr>
      <w:rFonts w:cs="Tahoma"/>
    </w:rPr>
  </w:style>
  <w:style w:type="paragraph" w:styleId="a6">
    <w:name w:val="caption"/>
    <w:basedOn w:val="Standard"/>
    <w:pPr>
      <w:suppressLineNumbers/>
      <w:spacing w:before="120" w:after="120"/>
    </w:pPr>
    <w:rPr>
      <w:rFonts w:cs="Tahoma"/>
      <w:i/>
      <w:iCs/>
      <w:sz w:val="24"/>
      <w:szCs w:val="24"/>
    </w:rPr>
  </w:style>
  <w:style w:type="paragraph" w:customStyle="1" w:styleId="Index">
    <w:name w:val="Index"/>
    <w:basedOn w:val="Standard"/>
    <w:pPr>
      <w:suppressLineNumbers/>
    </w:pPr>
    <w:rPr>
      <w:rFonts w:cs="Tahoma"/>
    </w:rPr>
  </w:style>
  <w:style w:type="paragraph" w:customStyle="1" w:styleId="2">
    <w:name w:val="Название2"/>
    <w:pPr>
      <w:suppressLineNumbers/>
      <w:suppressAutoHyphens/>
      <w:spacing w:before="120" w:after="120"/>
    </w:pPr>
    <w:rPr>
      <w:rFonts w:cs="Tahoma"/>
      <w:i/>
      <w:iCs/>
      <w:sz w:val="24"/>
      <w:szCs w:val="24"/>
    </w:rPr>
  </w:style>
  <w:style w:type="paragraph" w:customStyle="1" w:styleId="20">
    <w:name w:val="Указатель2"/>
    <w:pPr>
      <w:suppressLineNumbers/>
      <w:suppressAutoHyphens/>
    </w:pPr>
    <w:rPr>
      <w:rFonts w:cs="Tahoma"/>
    </w:rPr>
  </w:style>
  <w:style w:type="paragraph" w:customStyle="1" w:styleId="1">
    <w:name w:val="Название1"/>
    <w:pPr>
      <w:suppressLineNumbers/>
      <w:suppressAutoHyphens/>
      <w:spacing w:before="120" w:after="120"/>
    </w:pPr>
    <w:rPr>
      <w:rFonts w:cs="Tahoma"/>
      <w:i/>
      <w:iCs/>
      <w:sz w:val="24"/>
      <w:szCs w:val="24"/>
    </w:rPr>
  </w:style>
  <w:style w:type="paragraph" w:customStyle="1" w:styleId="10">
    <w:name w:val="Указатель1"/>
    <w:pPr>
      <w:suppressLineNumbers/>
      <w:suppressAutoHyphens/>
    </w:pPr>
    <w:rPr>
      <w:rFonts w:cs="Tahoma"/>
    </w:rPr>
  </w:style>
  <w:style w:type="paragraph" w:customStyle="1" w:styleId="11">
    <w:name w:val="Название объекта1"/>
    <w:pPr>
      <w:widowControl/>
      <w:suppressAutoHyphens/>
      <w:jc w:val="center"/>
    </w:pPr>
    <w:rPr>
      <w:b/>
      <w:sz w:val="24"/>
    </w:rPr>
  </w:style>
  <w:style w:type="paragraph" w:customStyle="1" w:styleId="TableContents">
    <w:name w:val="Table Contents"/>
    <w:pPr>
      <w:suppressLineNumbers/>
      <w:suppressAutoHyphens/>
    </w:pPr>
  </w:style>
  <w:style w:type="paragraph" w:customStyle="1" w:styleId="TableHeading">
    <w:name w:val="Table Heading"/>
    <w:pPr>
      <w:suppressLineNumbers/>
      <w:suppressAutoHyphens/>
      <w:jc w:val="center"/>
    </w:pPr>
    <w:rPr>
      <w:b/>
      <w:bCs/>
    </w:rPr>
  </w:style>
  <w:style w:type="paragraph" w:customStyle="1" w:styleId="Framecontents">
    <w:name w:val="Frame contents"/>
    <w:pPr>
      <w:suppressAutoHyphens/>
    </w:pPr>
  </w:style>
  <w:style w:type="paragraph" w:customStyle="1" w:styleId="12">
    <w:name w:val="Цитата1"/>
    <w:pPr>
      <w:suppressAutoHyphens/>
      <w:spacing w:before="80"/>
      <w:ind w:left="370" w:right="57" w:hanging="370"/>
      <w:jc w:val="both"/>
    </w:pPr>
    <w:rPr>
      <w:rFonts w:ascii="Arial" w:hAnsi="Arial" w:cs="Arial"/>
    </w:rPr>
  </w:style>
  <w:style w:type="paragraph" w:styleId="a7">
    <w:name w:val="Balloon Text"/>
    <w:pPr>
      <w:suppressAutoHyphens/>
    </w:pPr>
    <w:rPr>
      <w:rFonts w:ascii="Tahoma" w:hAnsi="Tahoma" w:cs="Tahoma"/>
      <w:sz w:val="16"/>
      <w:szCs w:val="16"/>
    </w:rPr>
  </w:style>
  <w:style w:type="paragraph" w:styleId="a8">
    <w:name w:val="Block Text"/>
    <w:pPr>
      <w:suppressAutoHyphens/>
      <w:spacing w:before="80"/>
      <w:ind w:left="370" w:right="57" w:hanging="370"/>
      <w:jc w:val="both"/>
    </w:pPr>
    <w:rPr>
      <w:rFonts w:ascii="Arial" w:hAnsi="Arial" w:cs="Arial"/>
    </w:rPr>
  </w:style>
  <w:style w:type="character" w:customStyle="1" w:styleId="Absatz-Standardschriftart">
    <w:name w:val="Absatz-Standardschriftart"/>
  </w:style>
  <w:style w:type="character" w:customStyle="1" w:styleId="21">
    <w:name w:val="Основной шрифт абзаца2"/>
  </w:style>
  <w:style w:type="character" w:customStyle="1" w:styleId="WW-Absatz-Standardschriftart">
    <w:name w:val="WW-Absatz-Standardschriftart"/>
  </w:style>
  <w:style w:type="character" w:customStyle="1" w:styleId="WW8Num2z0">
    <w:name w:val="WW8Num2z0"/>
    <w:rPr>
      <w:sz w:val="24"/>
    </w:rPr>
  </w:style>
  <w:style w:type="character" w:customStyle="1" w:styleId="13">
    <w:name w:val="Основной шрифт абзаца1"/>
  </w:style>
  <w:style w:type="character" w:customStyle="1" w:styleId="40">
    <w:name w:val="Заголовок 4 Знак"/>
    <w:rPr>
      <w:rFonts w:ascii="Calibri" w:hAnsi="Calibri"/>
      <w:b/>
      <w:bCs/>
      <w:sz w:val="28"/>
      <w:szCs w:val="28"/>
      <w:lang w:val="ru-RU" w:eastAsia="ar-SA" w:bidi="ar-SA"/>
    </w:rPr>
  </w:style>
  <w:style w:type="character" w:customStyle="1" w:styleId="70">
    <w:name w:val="Заголовок 7 Знак"/>
    <w:rPr>
      <w:rFonts w:ascii="Calibri" w:hAnsi="Calibri"/>
      <w:sz w:val="24"/>
      <w:szCs w:val="24"/>
      <w:lang w:val="ru-RU" w:eastAsia="ar-SA" w:bidi="ar-SA"/>
    </w:rPr>
  </w:style>
  <w:style w:type="character" w:customStyle="1" w:styleId="30">
    <w:name w:val="Заголовок 3 Знак"/>
    <w:rPr>
      <w:rFonts w:ascii="Arial" w:hAnsi="Arial" w:cs="Arial"/>
      <w:b/>
      <w:bCs/>
      <w:color w:val="000000"/>
    </w:rPr>
  </w:style>
  <w:style w:type="character" w:customStyle="1" w:styleId="90">
    <w:name w:val="Заголовок 9 Знак"/>
    <w:rPr>
      <w:rFonts w:ascii="Cambria" w:eastAsia="Times New Roman" w:hAnsi="Cambria" w:cs="Times New Roman"/>
      <w:sz w:val="22"/>
      <w:szCs w:val="22"/>
    </w:rPr>
  </w:style>
  <w:style w:type="character" w:customStyle="1" w:styleId="Internetlink">
    <w:name w:val="Internet link"/>
    <w:rPr>
      <w:color w:val="0000FF"/>
      <w:u w:val="single"/>
    </w:rPr>
  </w:style>
  <w:style w:type="character" w:customStyle="1" w:styleId="a9">
    <w:name w:val="Текст выноски Знак"/>
    <w:rPr>
      <w:rFonts w:ascii="Tahoma" w:hAnsi="Tahoma" w:cs="Tahoma"/>
      <w:sz w:val="16"/>
      <w:szCs w:val="16"/>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paragraph" w:styleId="aa">
    <w:name w:val="List Paragraph"/>
    <w:basedOn w:val="a"/>
    <w:pPr>
      <w:ind w:left="720"/>
    </w:pPr>
  </w:style>
  <w:style w:type="character" w:styleId="ab">
    <w:name w:val="Hyperlink"/>
    <w:basedOn w:val="a0"/>
    <w:rPr>
      <w:color w:val="0563C1"/>
      <w:u w:val="single"/>
    </w:rPr>
  </w:style>
  <w:style w:type="character" w:styleId="ac">
    <w:name w:val="FollowedHyperlink"/>
    <w:basedOn w:val="a0"/>
    <w:rPr>
      <w:color w:val="954F72"/>
      <w:u w:val="single"/>
    </w:rPr>
  </w:style>
  <w:style w:type="paragraph" w:customStyle="1" w:styleId="msonormal0">
    <w:name w:val="msonormal"/>
    <w:basedOn w:val="a"/>
    <w:pPr>
      <w:widowControl/>
      <w:suppressAutoHyphens w:val="0"/>
      <w:spacing w:before="100" w:after="100"/>
      <w:textAlignment w:val="auto"/>
    </w:pPr>
    <w:rPr>
      <w:kern w:val="0"/>
      <w:sz w:val="24"/>
      <w:szCs w:val="24"/>
    </w:rPr>
  </w:style>
  <w:style w:type="paragraph" w:customStyle="1" w:styleId="xl65">
    <w:name w:val="xl65"/>
    <w:basedOn w:val="a"/>
    <w:pPr>
      <w:widowControl/>
      <w:pBdr>
        <w:top w:val="single" w:sz="4" w:space="0" w:color="CCC085"/>
        <w:left w:val="single" w:sz="4" w:space="0" w:color="CCC085"/>
        <w:bottom w:val="single" w:sz="4" w:space="0" w:color="CCC085"/>
        <w:right w:val="single" w:sz="4" w:space="0" w:color="CCC085"/>
      </w:pBdr>
      <w:suppressAutoHyphens w:val="0"/>
      <w:spacing w:before="100" w:after="100"/>
      <w:jc w:val="right"/>
      <w:textAlignment w:val="top"/>
    </w:pPr>
    <w:rPr>
      <w:kern w:val="0"/>
      <w:sz w:val="24"/>
      <w:szCs w:val="24"/>
    </w:rPr>
  </w:style>
  <w:style w:type="paragraph" w:customStyle="1" w:styleId="xl66">
    <w:name w:val="xl66"/>
    <w:basedOn w:val="a"/>
    <w:pPr>
      <w:widowControl/>
      <w:pBdr>
        <w:top w:val="single" w:sz="4" w:space="0" w:color="CCC085"/>
        <w:left w:val="single" w:sz="4" w:space="0" w:color="CCC085"/>
        <w:bottom w:val="single" w:sz="4" w:space="0" w:color="CCC085"/>
        <w:right w:val="single" w:sz="4" w:space="0" w:color="CCC085"/>
      </w:pBdr>
      <w:suppressAutoHyphens w:val="0"/>
      <w:spacing w:before="100" w:after="100"/>
      <w:jc w:val="right"/>
      <w:textAlignment w:val="top"/>
    </w:pPr>
    <w:rPr>
      <w:kern w:val="0"/>
      <w:sz w:val="24"/>
      <w:szCs w:val="24"/>
    </w:rPr>
  </w:style>
  <w:style w:type="paragraph" w:customStyle="1" w:styleId="xl67">
    <w:name w:val="xl67"/>
    <w:basedOn w:val="a"/>
    <w:pPr>
      <w:widowControl/>
      <w:pBdr>
        <w:top w:val="single" w:sz="4" w:space="0" w:color="CCC085"/>
        <w:left w:val="single" w:sz="4" w:space="0" w:color="CCC085"/>
        <w:bottom w:val="single" w:sz="4" w:space="0" w:color="CCC085"/>
        <w:right w:val="single" w:sz="4" w:space="0" w:color="CCC085"/>
      </w:pBdr>
      <w:suppressAutoHyphens w:val="0"/>
      <w:spacing w:before="100" w:after="100"/>
      <w:textAlignment w:val="top"/>
    </w:pPr>
    <w:rPr>
      <w:kern w:val="0"/>
      <w:sz w:val="24"/>
      <w:szCs w:val="24"/>
    </w:rPr>
  </w:style>
  <w:style w:type="paragraph" w:customStyle="1" w:styleId="xl68">
    <w:name w:val="xl68"/>
    <w:basedOn w:val="a"/>
    <w:pPr>
      <w:widowControl/>
      <w:pBdr>
        <w:top w:val="single" w:sz="4" w:space="0" w:color="CCC085"/>
        <w:left w:val="single" w:sz="4" w:space="0" w:color="CCC085"/>
        <w:bottom w:val="single" w:sz="4" w:space="0" w:color="CCC085"/>
        <w:right w:val="single" w:sz="4" w:space="0" w:color="CCC085"/>
      </w:pBdr>
      <w:suppressAutoHyphens w:val="0"/>
      <w:spacing w:before="100" w:after="100"/>
      <w:textAlignment w:val="top"/>
    </w:pPr>
    <w:rPr>
      <w:kern w:val="0"/>
      <w:sz w:val="24"/>
      <w:szCs w:val="24"/>
    </w:rPr>
  </w:style>
  <w:style w:type="numbering" w:customStyle="1" w:styleId="RTFNum3">
    <w:name w:val="RTF_Num 3"/>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43</Pages>
  <Words>20672</Words>
  <Characters>117837</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ДОГОВОР ПОСТАВКИ  № ______</vt:lpstr>
    </vt:vector>
  </TitlesOfParts>
  <Company>diakov.net</Company>
  <LinksUpToDate>false</LinksUpToDate>
  <CharactersWithSpaces>138233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dc:title>
  <dc:creator>User</dc:creator>
  <cp:lastModifiedBy>Жарков Андрей Павлович</cp:lastModifiedBy>
  <cp:revision>3</cp:revision>
  <cp:lastPrinted>2022-01-31T06:46:00Z</cp:lastPrinted>
  <dcterms:created xsi:type="dcterms:W3CDTF">2022-01-31T06:41:00Z</dcterms:created>
  <dcterms:modified xsi:type="dcterms:W3CDTF">2022-01-31T06:46:00Z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