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51A" w:rsidRPr="00B06663" w:rsidRDefault="0041651A" w:rsidP="008909B0">
      <w:pPr>
        <w:ind w:left="5797"/>
      </w:pPr>
      <w:r>
        <w:t xml:space="preserve">     </w:t>
      </w:r>
      <w:r w:rsidRPr="00B06663">
        <w:t>«УТВЕРЖДАЮ»</w:t>
      </w:r>
    </w:p>
    <w:p w:rsidR="0041651A" w:rsidRDefault="0041651A" w:rsidP="008909B0">
      <w:pPr>
        <w:ind w:left="5797"/>
      </w:pPr>
      <w:r>
        <w:t xml:space="preserve">     Г</w:t>
      </w:r>
      <w:r w:rsidRPr="00B06663">
        <w:t>енеральн</w:t>
      </w:r>
      <w:r>
        <w:t>ый</w:t>
      </w:r>
      <w:r w:rsidRPr="00B06663">
        <w:t xml:space="preserve"> директор </w:t>
      </w:r>
    </w:p>
    <w:p w:rsidR="0041651A" w:rsidRPr="00B06663" w:rsidRDefault="0041651A" w:rsidP="008909B0">
      <w:pPr>
        <w:ind w:left="5797"/>
      </w:pPr>
      <w:r>
        <w:t xml:space="preserve">     </w:t>
      </w:r>
      <w:r w:rsidRPr="00B06663">
        <w:t>ЗАО «СПГЭС»</w:t>
      </w:r>
    </w:p>
    <w:p w:rsidR="0041651A" w:rsidRDefault="0041651A" w:rsidP="008909B0">
      <w:pPr>
        <w:ind w:left="5797"/>
      </w:pPr>
      <w:r>
        <w:t xml:space="preserve">     ____</w:t>
      </w:r>
      <w:r w:rsidRPr="00B06663">
        <w:t>_________</w:t>
      </w:r>
      <w:r>
        <w:t>____</w:t>
      </w:r>
      <w:r w:rsidRPr="00B06663">
        <w:t xml:space="preserve">___ </w:t>
      </w:r>
      <w:r>
        <w:t>С</w:t>
      </w:r>
      <w:r w:rsidRPr="00B06663">
        <w:t>.</w:t>
      </w:r>
      <w:r>
        <w:t>В</w:t>
      </w:r>
      <w:r w:rsidRPr="00B06663">
        <w:t xml:space="preserve">. </w:t>
      </w:r>
      <w:r>
        <w:t>Козин</w:t>
      </w:r>
    </w:p>
    <w:p w:rsidR="0041651A" w:rsidRPr="00B06663" w:rsidRDefault="0041651A" w:rsidP="008909B0">
      <w:pPr>
        <w:ind w:left="5797"/>
      </w:pPr>
    </w:p>
    <w:p w:rsidR="0041651A" w:rsidRPr="00B06663" w:rsidRDefault="0041651A" w:rsidP="008909B0">
      <w:pPr>
        <w:ind w:left="5797"/>
      </w:pPr>
      <w:r>
        <w:t xml:space="preserve">     </w:t>
      </w:r>
      <w:r w:rsidRPr="00B06663">
        <w:t>«</w:t>
      </w:r>
      <w:r w:rsidRPr="00957ABE">
        <w:t>29</w:t>
      </w:r>
      <w:r w:rsidRPr="00B06663">
        <w:t xml:space="preserve">» </w:t>
      </w:r>
      <w:r>
        <w:t>мая</w:t>
      </w:r>
      <w:r w:rsidRPr="00B06663">
        <w:t xml:space="preserve"> 201</w:t>
      </w:r>
      <w:r>
        <w:t>3</w:t>
      </w:r>
      <w:r w:rsidRPr="00B06663">
        <w:t xml:space="preserve"> г.</w:t>
      </w:r>
    </w:p>
    <w:p w:rsidR="0041651A" w:rsidRPr="00B06663" w:rsidRDefault="0041651A" w:rsidP="008909B0"/>
    <w:p w:rsidR="0041651A" w:rsidRPr="00B06663" w:rsidRDefault="0041651A" w:rsidP="008909B0"/>
    <w:p w:rsidR="0041651A" w:rsidRPr="00B06663" w:rsidRDefault="0041651A" w:rsidP="008909B0"/>
    <w:p w:rsidR="0041651A" w:rsidRPr="00B06663" w:rsidRDefault="0041651A" w:rsidP="008909B0"/>
    <w:p w:rsidR="0041651A" w:rsidRPr="00DD36CD" w:rsidRDefault="0041651A" w:rsidP="008909B0"/>
    <w:p w:rsidR="0041651A" w:rsidRPr="00DD36CD" w:rsidRDefault="0041651A" w:rsidP="008909B0"/>
    <w:p w:rsidR="0041651A" w:rsidRPr="00B06663" w:rsidRDefault="0041651A" w:rsidP="008909B0"/>
    <w:p w:rsidR="0041651A" w:rsidRPr="00B06663" w:rsidRDefault="0041651A" w:rsidP="008909B0"/>
    <w:p w:rsidR="0041651A" w:rsidRPr="00DC6234" w:rsidRDefault="0041651A" w:rsidP="008909B0">
      <w:pPr>
        <w:jc w:val="center"/>
        <w:rPr>
          <w:b/>
          <w:bCs/>
          <w:sz w:val="32"/>
          <w:szCs w:val="32"/>
        </w:rPr>
      </w:pPr>
      <w:r w:rsidRPr="00DC6234">
        <w:rPr>
          <w:b/>
          <w:bCs/>
          <w:sz w:val="32"/>
          <w:szCs w:val="32"/>
        </w:rPr>
        <w:t>КОНКУРСНАЯ ДОКУМЕНТАЦИЯ</w:t>
      </w:r>
    </w:p>
    <w:p w:rsidR="0041651A" w:rsidRPr="00DC6234" w:rsidRDefault="0041651A" w:rsidP="008909B0">
      <w:pPr>
        <w:jc w:val="center"/>
        <w:rPr>
          <w:b/>
          <w:bCs/>
          <w:sz w:val="32"/>
          <w:szCs w:val="32"/>
        </w:rPr>
      </w:pPr>
      <w:r w:rsidRPr="00DC6234">
        <w:rPr>
          <w:b/>
          <w:bCs/>
          <w:sz w:val="32"/>
          <w:szCs w:val="32"/>
        </w:rPr>
        <w:t>на проведение от</w:t>
      </w:r>
      <w:r>
        <w:rPr>
          <w:b/>
          <w:bCs/>
          <w:sz w:val="32"/>
          <w:szCs w:val="32"/>
        </w:rPr>
        <w:t>к</w:t>
      </w:r>
      <w:r w:rsidRPr="00DC6234">
        <w:rPr>
          <w:b/>
          <w:bCs/>
          <w:sz w:val="32"/>
          <w:szCs w:val="32"/>
        </w:rPr>
        <w:t>рытого одноэтапного конкурса</w:t>
      </w:r>
    </w:p>
    <w:p w:rsidR="0041651A" w:rsidRPr="00DC6234" w:rsidRDefault="0041651A" w:rsidP="008909B0">
      <w:pPr>
        <w:jc w:val="center"/>
        <w:rPr>
          <w:b/>
          <w:bCs/>
          <w:sz w:val="32"/>
          <w:szCs w:val="32"/>
        </w:rPr>
      </w:pPr>
      <w:r w:rsidRPr="00DC6234">
        <w:rPr>
          <w:b/>
          <w:bCs/>
          <w:sz w:val="32"/>
          <w:szCs w:val="32"/>
        </w:rPr>
        <w:t xml:space="preserve">на право заключения договора подряда </w:t>
      </w:r>
    </w:p>
    <w:p w:rsidR="0041651A" w:rsidRDefault="0041651A" w:rsidP="008909B0">
      <w:pPr>
        <w:jc w:val="center"/>
        <w:rPr>
          <w:b/>
          <w:bCs/>
          <w:sz w:val="32"/>
          <w:szCs w:val="32"/>
        </w:rPr>
      </w:pPr>
      <w:r w:rsidRPr="00DC6234">
        <w:rPr>
          <w:b/>
          <w:bCs/>
          <w:sz w:val="32"/>
          <w:szCs w:val="32"/>
        </w:rPr>
        <w:t>на выполнение работ</w:t>
      </w:r>
      <w:r>
        <w:rPr>
          <w:b/>
          <w:bCs/>
          <w:sz w:val="32"/>
          <w:szCs w:val="32"/>
        </w:rPr>
        <w:t xml:space="preserve"> по формированию границ </w:t>
      </w:r>
    </w:p>
    <w:p w:rsidR="0041651A" w:rsidRPr="00DC6234" w:rsidRDefault="0041651A" w:rsidP="008909B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охраной зоны кабельных линий</w:t>
      </w:r>
    </w:p>
    <w:p w:rsidR="0041651A" w:rsidRPr="00DC6234" w:rsidRDefault="0041651A" w:rsidP="008909B0">
      <w:pPr>
        <w:jc w:val="center"/>
        <w:rPr>
          <w:b/>
          <w:bCs/>
          <w:sz w:val="32"/>
          <w:szCs w:val="32"/>
        </w:rPr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Pr="00B06663" w:rsidRDefault="0041651A" w:rsidP="008909B0">
      <w:pPr>
        <w:jc w:val="center"/>
      </w:pPr>
    </w:p>
    <w:p w:rsidR="0041651A" w:rsidRDefault="0041651A" w:rsidP="008909B0">
      <w:pPr>
        <w:jc w:val="center"/>
      </w:pPr>
    </w:p>
    <w:p w:rsidR="0041651A" w:rsidRDefault="0041651A" w:rsidP="008909B0">
      <w:pPr>
        <w:jc w:val="center"/>
      </w:pPr>
    </w:p>
    <w:p w:rsidR="0041651A" w:rsidRDefault="0041651A" w:rsidP="008909B0">
      <w:pPr>
        <w:jc w:val="center"/>
      </w:pPr>
    </w:p>
    <w:p w:rsidR="0041651A" w:rsidRDefault="0041651A" w:rsidP="008909B0">
      <w:pPr>
        <w:jc w:val="center"/>
      </w:pPr>
    </w:p>
    <w:p w:rsidR="0041651A" w:rsidRDefault="0041651A" w:rsidP="008909B0">
      <w:pPr>
        <w:jc w:val="center"/>
      </w:pPr>
    </w:p>
    <w:p w:rsidR="0041651A" w:rsidRDefault="0041651A" w:rsidP="008909B0">
      <w:pPr>
        <w:jc w:val="center"/>
      </w:pPr>
    </w:p>
    <w:p w:rsidR="0041651A" w:rsidRDefault="0041651A" w:rsidP="008909B0">
      <w:pPr>
        <w:jc w:val="center"/>
      </w:pPr>
    </w:p>
    <w:p w:rsidR="0041651A" w:rsidRPr="008C6151" w:rsidRDefault="0041651A" w:rsidP="008909B0">
      <w:pPr>
        <w:jc w:val="center"/>
      </w:pPr>
      <w:r w:rsidRPr="008C6151">
        <w:t>г. Саратов</w:t>
      </w:r>
    </w:p>
    <w:p w:rsidR="0041651A" w:rsidRPr="008C6151" w:rsidRDefault="0041651A" w:rsidP="008909B0">
      <w:pPr>
        <w:jc w:val="center"/>
      </w:pPr>
      <w:r w:rsidRPr="008C6151">
        <w:t>201</w:t>
      </w:r>
      <w:r>
        <w:t>3</w:t>
      </w:r>
      <w:r w:rsidRPr="008C6151">
        <w:t xml:space="preserve"> год</w:t>
      </w:r>
    </w:p>
    <w:p w:rsidR="0041651A" w:rsidRPr="00DC6234" w:rsidRDefault="0041651A" w:rsidP="008909B0">
      <w:pPr>
        <w:pageBreakBefore/>
        <w:jc w:val="center"/>
        <w:rPr>
          <w:b/>
          <w:bCs/>
          <w:sz w:val="28"/>
          <w:szCs w:val="28"/>
        </w:rPr>
      </w:pPr>
      <w:r w:rsidRPr="00DC6234">
        <w:rPr>
          <w:b/>
          <w:bCs/>
          <w:sz w:val="28"/>
          <w:szCs w:val="28"/>
        </w:rPr>
        <w:t>СОДЕРЖАНИЕ</w:t>
      </w:r>
    </w:p>
    <w:p w:rsidR="0041651A" w:rsidRPr="00DC6234" w:rsidRDefault="0041651A" w:rsidP="008909B0">
      <w:pPr>
        <w:rPr>
          <w:b/>
          <w:bCs/>
          <w:sz w:val="28"/>
          <w:szCs w:val="28"/>
        </w:rPr>
      </w:pPr>
    </w:p>
    <w:p w:rsidR="0041651A" w:rsidRPr="00DC6234" w:rsidRDefault="0041651A" w:rsidP="008909B0">
      <w:pPr>
        <w:rPr>
          <w:b/>
          <w:bCs/>
          <w:sz w:val="28"/>
          <w:szCs w:val="28"/>
        </w:rPr>
      </w:pPr>
      <w:r w:rsidRPr="00DC6234">
        <w:rPr>
          <w:b/>
          <w:bCs/>
          <w:sz w:val="28"/>
          <w:szCs w:val="28"/>
        </w:rPr>
        <w:t>ТЕРМИНЫ И ОПРЕДЕЛЕНИЯ, ИСПОЛЬЗУЕМЫЕ В КОНКУРСНОЙ ДОКУМЕНТАЦИИ</w:t>
      </w:r>
    </w:p>
    <w:p w:rsidR="0041651A" w:rsidRPr="00DC6234" w:rsidRDefault="0041651A" w:rsidP="008909B0">
      <w:pPr>
        <w:rPr>
          <w:b/>
          <w:bCs/>
          <w:sz w:val="28"/>
          <w:szCs w:val="28"/>
        </w:rPr>
      </w:pPr>
    </w:p>
    <w:p w:rsidR="0041651A" w:rsidRPr="00DC6234" w:rsidRDefault="0041651A" w:rsidP="008909B0">
      <w:pPr>
        <w:rPr>
          <w:b/>
          <w:bCs/>
          <w:sz w:val="28"/>
          <w:szCs w:val="28"/>
        </w:rPr>
      </w:pPr>
      <w:r w:rsidRPr="00DC6234">
        <w:rPr>
          <w:b/>
          <w:bCs/>
          <w:sz w:val="28"/>
          <w:szCs w:val="28"/>
        </w:rPr>
        <w:t>Раздел I. ИНСТРУКЦИЯ УЧАСТНИКАМ КОНКУРСА</w:t>
      </w:r>
    </w:p>
    <w:p w:rsidR="0041651A" w:rsidRPr="00DC6234" w:rsidRDefault="0041651A" w:rsidP="008909B0">
      <w:pPr>
        <w:rPr>
          <w:b/>
          <w:bCs/>
          <w:sz w:val="28"/>
          <w:szCs w:val="28"/>
        </w:rPr>
      </w:pPr>
    </w:p>
    <w:p w:rsidR="0041651A" w:rsidRPr="00DC6234" w:rsidRDefault="0041651A" w:rsidP="008909B0">
      <w:pPr>
        <w:rPr>
          <w:b/>
          <w:bCs/>
          <w:sz w:val="28"/>
          <w:szCs w:val="28"/>
        </w:rPr>
      </w:pPr>
      <w:r w:rsidRPr="00DC6234">
        <w:rPr>
          <w:b/>
          <w:bCs/>
          <w:sz w:val="28"/>
          <w:szCs w:val="28"/>
        </w:rPr>
        <w:t>Раздел II. ИНФОРМАЦИОННАЯ КАРТА КОНКУРСА</w:t>
      </w:r>
    </w:p>
    <w:p w:rsidR="0041651A" w:rsidRPr="00DC6234" w:rsidRDefault="0041651A" w:rsidP="008909B0">
      <w:pPr>
        <w:rPr>
          <w:b/>
          <w:bCs/>
          <w:sz w:val="28"/>
          <w:szCs w:val="28"/>
        </w:rPr>
      </w:pPr>
    </w:p>
    <w:p w:rsidR="0041651A" w:rsidRPr="00DC6234" w:rsidRDefault="0041651A" w:rsidP="008909B0">
      <w:pPr>
        <w:rPr>
          <w:b/>
          <w:bCs/>
          <w:sz w:val="28"/>
          <w:szCs w:val="28"/>
        </w:rPr>
      </w:pPr>
      <w:r w:rsidRPr="00DC6234">
        <w:rPr>
          <w:b/>
          <w:bCs/>
          <w:sz w:val="28"/>
          <w:szCs w:val="28"/>
        </w:rPr>
        <w:t>Раздел III. ОБРАЗЦЫ ФОРМ ДЛЯ ЗАПОЛНЕНИЯ</w:t>
      </w:r>
    </w:p>
    <w:p w:rsidR="0041651A" w:rsidRPr="00DC6234" w:rsidRDefault="0041651A" w:rsidP="008909B0">
      <w:pPr>
        <w:rPr>
          <w:b/>
          <w:bCs/>
          <w:sz w:val="28"/>
          <w:szCs w:val="28"/>
        </w:rPr>
      </w:pPr>
    </w:p>
    <w:p w:rsidR="0041651A" w:rsidRPr="00B06663" w:rsidRDefault="0041651A" w:rsidP="008909B0"/>
    <w:p w:rsidR="0041651A" w:rsidRPr="00B06663" w:rsidRDefault="0041651A" w:rsidP="008909B0"/>
    <w:p w:rsidR="0041651A" w:rsidRPr="00B06663" w:rsidRDefault="0041651A" w:rsidP="008909B0">
      <w:pPr>
        <w:pStyle w:val="Heading1"/>
        <w:pageBreakBefore/>
      </w:pPr>
      <w:r w:rsidRPr="00B06663">
        <w:t>ТЕРМИНЫ И ОПРЕДЕЛЕНИЯ,</w:t>
      </w:r>
    </w:p>
    <w:p w:rsidR="0041651A" w:rsidRPr="00B06663" w:rsidRDefault="0041651A" w:rsidP="008909B0">
      <w:pPr>
        <w:pStyle w:val="Heading1"/>
      </w:pPr>
      <w:r w:rsidRPr="00B06663">
        <w:t>ИСПОЛЬЗУЕМЫЕ В КОНКУРСНОЙ ДОКУМЕНТАЦИИ</w:t>
      </w:r>
    </w:p>
    <w:p w:rsidR="0041651A" w:rsidRPr="00B06663" w:rsidRDefault="0041651A" w:rsidP="008909B0">
      <w:pPr>
        <w:jc w:val="center"/>
      </w:pPr>
    </w:p>
    <w:p w:rsidR="0041651A" w:rsidRDefault="0041651A" w:rsidP="008909B0">
      <w:pPr>
        <w:ind w:firstLine="567"/>
      </w:pPr>
      <w:r w:rsidRPr="00DC6234">
        <w:rPr>
          <w:b/>
          <w:bCs/>
        </w:rPr>
        <w:t>Заказчик</w:t>
      </w:r>
      <w:r w:rsidRPr="00B06663">
        <w:t xml:space="preserve"> – З</w:t>
      </w:r>
      <w:r>
        <w:t>акрытое акционерное общество</w:t>
      </w:r>
      <w:r w:rsidRPr="00B06663">
        <w:t xml:space="preserve"> </w:t>
      </w:r>
      <w:r>
        <w:t>«</w:t>
      </w:r>
      <w:r w:rsidRPr="00B06663">
        <w:t>Саратовское предприятие городских электрических сетей</w:t>
      </w:r>
      <w:r>
        <w:t>»</w:t>
      </w:r>
    </w:p>
    <w:p w:rsidR="0041651A" w:rsidRDefault="0041651A" w:rsidP="008909B0">
      <w:pPr>
        <w:ind w:firstLine="567"/>
      </w:pPr>
    </w:p>
    <w:p w:rsidR="0041651A" w:rsidRDefault="0041651A" w:rsidP="008909B0">
      <w:pPr>
        <w:ind w:firstLine="567"/>
      </w:pPr>
      <w:r w:rsidRPr="008424F8">
        <w:rPr>
          <w:b/>
          <w:bCs/>
        </w:rPr>
        <w:t xml:space="preserve">Закупка </w:t>
      </w:r>
      <w:r>
        <w:t>– приобретение Заказчиком товаров, работ, услуг путем проведения открытого одноэтапного конкурса, как способа закупки</w:t>
      </w:r>
    </w:p>
    <w:p w:rsidR="0041651A" w:rsidRPr="00B06663" w:rsidRDefault="0041651A" w:rsidP="008909B0">
      <w:pPr>
        <w:ind w:firstLine="567"/>
      </w:pPr>
    </w:p>
    <w:p w:rsidR="0041651A" w:rsidRDefault="0041651A" w:rsidP="008909B0">
      <w:pPr>
        <w:ind w:firstLine="567"/>
      </w:pPr>
      <w:r w:rsidRPr="00DC6234">
        <w:rPr>
          <w:b/>
          <w:bCs/>
        </w:rPr>
        <w:t>Участник закупки</w:t>
      </w:r>
      <w:r w:rsidRPr="00B06663">
        <w:t xml:space="preserve"> –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которые соответствуют требования</w:t>
      </w:r>
      <w:r>
        <w:t>м, установленным в документации</w:t>
      </w:r>
    </w:p>
    <w:p w:rsidR="0041651A" w:rsidRPr="00B06663" w:rsidRDefault="0041651A" w:rsidP="008909B0">
      <w:pPr>
        <w:ind w:firstLine="567"/>
      </w:pPr>
    </w:p>
    <w:p w:rsidR="0041651A" w:rsidRDefault="0041651A" w:rsidP="008909B0">
      <w:pPr>
        <w:ind w:firstLine="567"/>
      </w:pPr>
      <w:r w:rsidRPr="00DC6234">
        <w:rPr>
          <w:b/>
          <w:bCs/>
        </w:rPr>
        <w:t>Участник конкурса</w:t>
      </w:r>
      <w:r w:rsidRPr="00B06663">
        <w:t xml:space="preserve"> – участник закупки, допущенный</w:t>
      </w:r>
      <w:r>
        <w:t xml:space="preserve"> комиссией к участию в конкурсе</w:t>
      </w:r>
    </w:p>
    <w:p w:rsidR="0041651A" w:rsidRPr="00B06663" w:rsidRDefault="0041651A" w:rsidP="008909B0">
      <w:pPr>
        <w:ind w:firstLine="567"/>
      </w:pPr>
    </w:p>
    <w:p w:rsidR="0041651A" w:rsidRDefault="0041651A" w:rsidP="008909B0">
      <w:pPr>
        <w:ind w:firstLine="567"/>
      </w:pPr>
      <w:r w:rsidRPr="00DC6234">
        <w:rPr>
          <w:b/>
          <w:bCs/>
        </w:rPr>
        <w:t>Конкурс</w:t>
      </w:r>
      <w:r w:rsidRPr="00B06663">
        <w:t xml:space="preserve"> – торги, победителем которых признается лицо, которое предложило лучшие условия исполнения договора и заявке на участие в конкурсе</w:t>
      </w:r>
      <w:r>
        <w:t xml:space="preserve"> которого присвоен первый номер</w:t>
      </w:r>
    </w:p>
    <w:p w:rsidR="0041651A" w:rsidRPr="00B06663" w:rsidRDefault="0041651A" w:rsidP="008909B0">
      <w:pPr>
        <w:ind w:firstLine="567"/>
      </w:pPr>
    </w:p>
    <w:p w:rsidR="0041651A" w:rsidRDefault="0041651A" w:rsidP="008909B0">
      <w:pPr>
        <w:ind w:firstLine="567"/>
      </w:pPr>
      <w:r w:rsidRPr="00DC6234">
        <w:rPr>
          <w:b/>
          <w:bCs/>
        </w:rPr>
        <w:t>Конкурсная документация</w:t>
      </w:r>
      <w:r w:rsidRPr="00B06663">
        <w:t xml:space="preserve"> – документация, утвержденная </w:t>
      </w:r>
      <w:r>
        <w:t>З</w:t>
      </w:r>
      <w:r w:rsidRPr="00B06663">
        <w:t xml:space="preserve">аказчиком, содержащая установленные </w:t>
      </w:r>
      <w:r>
        <w:t>З</w:t>
      </w:r>
      <w:r w:rsidRPr="00B06663">
        <w:t xml:space="preserve">аказчиком требования к товарам, работам, услугам на поставку, выполнение, оказание </w:t>
      </w:r>
      <w:r>
        <w:t>которых размещается закупка</w:t>
      </w:r>
    </w:p>
    <w:p w:rsidR="0041651A" w:rsidRPr="00B06663" w:rsidRDefault="0041651A" w:rsidP="008909B0">
      <w:pPr>
        <w:ind w:firstLine="567"/>
      </w:pPr>
    </w:p>
    <w:p w:rsidR="0041651A" w:rsidRDefault="0041651A" w:rsidP="008909B0">
      <w:pPr>
        <w:ind w:firstLine="567"/>
      </w:pPr>
      <w:r w:rsidRPr="00DC6234">
        <w:rPr>
          <w:b/>
          <w:bCs/>
        </w:rPr>
        <w:t>Заявка на участие в конкурсе (далее – Заявка</w:t>
      </w:r>
      <w:r w:rsidRPr="00B06663">
        <w:t>) – письменное подтверждение участником закупки его согласия участвовать в конкурсе на условиях, указанных в извещении о проведении конкурса, поданная в срок и по форме, установ</w:t>
      </w:r>
      <w:r>
        <w:t>ленной конкурсной документацией</w:t>
      </w:r>
    </w:p>
    <w:p w:rsidR="0041651A" w:rsidRPr="00B06663" w:rsidRDefault="0041651A" w:rsidP="008909B0">
      <w:pPr>
        <w:ind w:firstLine="567"/>
      </w:pPr>
    </w:p>
    <w:p w:rsidR="0041651A" w:rsidRDefault="0041651A" w:rsidP="008909B0">
      <w:pPr>
        <w:ind w:firstLine="567"/>
      </w:pPr>
      <w:r w:rsidRPr="00DC6234">
        <w:rPr>
          <w:b/>
          <w:bCs/>
        </w:rPr>
        <w:t>Договор</w:t>
      </w:r>
      <w:r w:rsidRPr="00B06663">
        <w:t xml:space="preserve"> – договор, заключенный по результатам конкурса в целях обеспечения нужд </w:t>
      </w:r>
      <w:r>
        <w:t>З</w:t>
      </w:r>
      <w:r w:rsidRPr="00B06663">
        <w:t>а</w:t>
      </w:r>
      <w:r>
        <w:t>казчика</w:t>
      </w:r>
    </w:p>
    <w:p w:rsidR="0041651A" w:rsidRPr="00B06663" w:rsidRDefault="0041651A" w:rsidP="008909B0">
      <w:pPr>
        <w:ind w:firstLine="567"/>
      </w:pPr>
    </w:p>
    <w:p w:rsidR="0041651A" w:rsidRPr="00B06663" w:rsidRDefault="0041651A" w:rsidP="008909B0">
      <w:pPr>
        <w:ind w:firstLine="567"/>
      </w:pPr>
      <w:r w:rsidRPr="00DC6234">
        <w:rPr>
          <w:b/>
          <w:bCs/>
        </w:rPr>
        <w:t>Закупочная комиссия (далее комиссия</w:t>
      </w:r>
      <w:r w:rsidRPr="00B06663">
        <w:t>) – комиссия, созданная для</w:t>
      </w:r>
      <w:r>
        <w:t xml:space="preserve"> проведения процедур закупки</w:t>
      </w:r>
      <w:r w:rsidRPr="00B06663">
        <w:t xml:space="preserve"> для нужд З</w:t>
      </w:r>
      <w:r>
        <w:t>акрытого акционерного общества «</w:t>
      </w:r>
      <w:r w:rsidRPr="00B06663">
        <w:t>Саратовское предприятие городских электрических сетей</w:t>
      </w:r>
      <w:r>
        <w:t>»</w:t>
      </w:r>
    </w:p>
    <w:p w:rsidR="0041651A" w:rsidRPr="00B06663" w:rsidRDefault="0041651A" w:rsidP="008909B0">
      <w:pPr>
        <w:ind w:firstLine="567"/>
      </w:pPr>
    </w:p>
    <w:p w:rsidR="0041651A" w:rsidRPr="004A1E3A" w:rsidRDefault="0041651A" w:rsidP="008909B0">
      <w:pPr>
        <w:pStyle w:val="Heading1"/>
        <w:pageBreakBefore/>
        <w:rPr>
          <w:sz w:val="32"/>
          <w:szCs w:val="32"/>
        </w:rPr>
      </w:pPr>
      <w:r w:rsidRPr="004A1E3A">
        <w:rPr>
          <w:sz w:val="32"/>
          <w:szCs w:val="32"/>
        </w:rPr>
        <w:t>РАЗДЕЛ I</w:t>
      </w:r>
      <w:r>
        <w:rPr>
          <w:sz w:val="32"/>
          <w:szCs w:val="32"/>
        </w:rPr>
        <w:t>.</w:t>
      </w:r>
    </w:p>
    <w:p w:rsidR="0041651A" w:rsidRPr="00B06663" w:rsidRDefault="0041651A" w:rsidP="008909B0">
      <w:pPr>
        <w:pStyle w:val="Heading1"/>
      </w:pPr>
      <w:r w:rsidRPr="00B06663">
        <w:t>ИНСТРУКЦИЯ УЧАСТНИКАМ КОНКУРСА</w:t>
      </w:r>
    </w:p>
    <w:p w:rsidR="0041651A" w:rsidRPr="00B06663" w:rsidRDefault="0041651A" w:rsidP="008909B0">
      <w:pPr>
        <w:pStyle w:val="Heading1"/>
      </w:pPr>
      <w:r w:rsidRPr="00B06663">
        <w:t>1</w:t>
      </w:r>
      <w:r>
        <w:t>.</w:t>
      </w:r>
      <w:r w:rsidRPr="00B06663">
        <w:t xml:space="preserve"> ОБЩИЕ ПОЛОЖЕНИЯ</w:t>
      </w:r>
    </w:p>
    <w:p w:rsidR="0041651A" w:rsidRPr="00B06663" w:rsidRDefault="0041651A" w:rsidP="008909B0">
      <w:pPr>
        <w:pStyle w:val="Heading2"/>
      </w:pPr>
      <w:r w:rsidRPr="00B06663">
        <w:t>1.1 Законодательное регулирование</w:t>
      </w:r>
    </w:p>
    <w:p w:rsidR="0041651A" w:rsidRPr="00B06663" w:rsidRDefault="0041651A" w:rsidP="008909B0">
      <w:pPr>
        <w:pStyle w:val="a"/>
      </w:pPr>
      <w:r w:rsidRPr="00B06663">
        <w:t>1.</w:t>
      </w:r>
      <w:r w:rsidRPr="00CD5D58">
        <w:t>1</w:t>
      </w:r>
      <w:r>
        <w:t>.1.</w:t>
      </w:r>
      <w:r w:rsidRPr="00B06663">
        <w:t xml:space="preserve"> Настоящая конкурсная документация подготовлена в соответствии с Гражданским кодексом Российской Федерации, Федеральным законом от 18 июля 2011 года №223-ФЗ </w:t>
      </w:r>
      <w:r>
        <w:t xml:space="preserve">           </w:t>
      </w:r>
      <w:r w:rsidRPr="00B06663">
        <w:t xml:space="preserve">«О закупках товаров, работ, услуг отдельными </w:t>
      </w:r>
      <w:r>
        <w:t xml:space="preserve">видами </w:t>
      </w:r>
      <w:r w:rsidRPr="00B06663">
        <w:t>юридически</w:t>
      </w:r>
      <w:r>
        <w:t>х</w:t>
      </w:r>
      <w:r w:rsidRPr="00B06663">
        <w:t xml:space="preserve"> лиц», Положением о закупке товаров, работ, услуг </w:t>
      </w:r>
      <w:r>
        <w:t>ЗА</w:t>
      </w:r>
      <w:r w:rsidRPr="00B06663">
        <w:t xml:space="preserve">О </w:t>
      </w:r>
      <w:r>
        <w:t>«</w:t>
      </w:r>
      <w:r w:rsidRPr="00B06663">
        <w:t>Саратовское предприятие городских электрических сетей</w:t>
      </w:r>
      <w:r>
        <w:t>»</w:t>
      </w:r>
      <w:r w:rsidRPr="00B06663">
        <w:t>.</w:t>
      </w:r>
    </w:p>
    <w:p w:rsidR="0041651A" w:rsidRPr="00B06663" w:rsidRDefault="0041651A" w:rsidP="008909B0">
      <w:pPr>
        <w:pStyle w:val="Heading2"/>
      </w:pPr>
      <w:r w:rsidRPr="00B06663">
        <w:t>1.</w:t>
      </w:r>
      <w:r w:rsidRPr="00CD5D58">
        <w:t>2</w:t>
      </w:r>
      <w:r w:rsidRPr="00B06663">
        <w:t xml:space="preserve"> Заказчик</w:t>
      </w:r>
    </w:p>
    <w:p w:rsidR="0041651A" w:rsidRPr="00B06663" w:rsidRDefault="0041651A" w:rsidP="008909B0">
      <w:pPr>
        <w:pStyle w:val="a"/>
      </w:pPr>
      <w:r w:rsidRPr="00B06663">
        <w:t>1.</w:t>
      </w:r>
      <w:r w:rsidRPr="00CD5D58">
        <w:t>2</w:t>
      </w:r>
      <w:r w:rsidRPr="00B06663">
        <w:t>.1 Заказчик, указанный в Информационной карте конкурса, проводит конкурс, предмет и условия которого указаны в Информационной карте конкурса, в соответствии с процедурами, условиями и положениями настоящей конкурсной документации.</w:t>
      </w:r>
    </w:p>
    <w:p w:rsidR="0041651A" w:rsidRPr="00B06663" w:rsidRDefault="0041651A" w:rsidP="008909B0">
      <w:pPr>
        <w:pStyle w:val="Heading2"/>
      </w:pPr>
      <w:r w:rsidRPr="00B06663">
        <w:t>1.</w:t>
      </w:r>
      <w:r>
        <w:t>3</w:t>
      </w:r>
      <w:r w:rsidRPr="00B06663">
        <w:t xml:space="preserve"> Место и сроки выполнения работ</w:t>
      </w:r>
    </w:p>
    <w:p w:rsidR="0041651A" w:rsidRPr="00B06663" w:rsidRDefault="0041651A" w:rsidP="008909B0">
      <w:pPr>
        <w:pStyle w:val="a"/>
      </w:pPr>
      <w:r w:rsidRPr="00B06663">
        <w:t>1.</w:t>
      </w:r>
      <w:r>
        <w:t>3</w:t>
      </w:r>
      <w:r w:rsidRPr="00B06663">
        <w:t>.1 Место, сроки и условия выполнения работ указаны в Информационной карте конкурса.</w:t>
      </w:r>
    </w:p>
    <w:p w:rsidR="0041651A" w:rsidRPr="00B06663" w:rsidRDefault="0041651A" w:rsidP="008909B0">
      <w:pPr>
        <w:pStyle w:val="Heading2"/>
      </w:pPr>
      <w:r w:rsidRPr="00B06663">
        <w:t>1.</w:t>
      </w:r>
      <w:r>
        <w:t>4</w:t>
      </w:r>
      <w:r w:rsidRPr="00B06663">
        <w:t xml:space="preserve"> Начальная (максимальная) цена договора</w:t>
      </w:r>
    </w:p>
    <w:p w:rsidR="0041651A" w:rsidRPr="00B06663" w:rsidRDefault="0041651A" w:rsidP="008909B0">
      <w:pPr>
        <w:pStyle w:val="a"/>
      </w:pPr>
      <w:r w:rsidRPr="00B06663">
        <w:t>1.</w:t>
      </w:r>
      <w:r>
        <w:t>4</w:t>
      </w:r>
      <w:r w:rsidRPr="00B06663">
        <w:t>.1 Начальная (максимальная) цена договора указана в Информационной карте конкурса.</w:t>
      </w:r>
    </w:p>
    <w:p w:rsidR="0041651A" w:rsidRPr="00B06663" w:rsidRDefault="0041651A" w:rsidP="008909B0">
      <w:pPr>
        <w:pStyle w:val="Heading2"/>
      </w:pPr>
      <w:r w:rsidRPr="00B06663">
        <w:t>1.</w:t>
      </w:r>
      <w:r>
        <w:t>5</w:t>
      </w:r>
      <w:r w:rsidRPr="00B06663">
        <w:t xml:space="preserve"> Источник финансирования и порядок оплаты</w:t>
      </w:r>
    </w:p>
    <w:p w:rsidR="0041651A" w:rsidRPr="00B06663" w:rsidRDefault="0041651A" w:rsidP="008909B0">
      <w:pPr>
        <w:pStyle w:val="a"/>
      </w:pPr>
      <w:r w:rsidRPr="00B06663">
        <w:t>1.</w:t>
      </w:r>
      <w:r>
        <w:t>5</w:t>
      </w:r>
      <w:r w:rsidRPr="00B06663">
        <w:t>.1 Источник финансирования зак</w:t>
      </w:r>
      <w:r>
        <w:t>упки</w:t>
      </w:r>
      <w:r w:rsidRPr="00B06663">
        <w:t>, указан в Информационной карте конкурса.</w:t>
      </w:r>
    </w:p>
    <w:p w:rsidR="0041651A" w:rsidRPr="00B06663" w:rsidRDefault="0041651A" w:rsidP="008909B0">
      <w:pPr>
        <w:pStyle w:val="a"/>
      </w:pPr>
      <w:r w:rsidRPr="00B06663">
        <w:t>1.</w:t>
      </w:r>
      <w:r>
        <w:t>5</w:t>
      </w:r>
      <w:r w:rsidRPr="00B06663">
        <w:t xml:space="preserve">.2 Порядок оплаты за выполненные работы определяется в </w:t>
      </w:r>
      <w:r>
        <w:t>проекте</w:t>
      </w:r>
      <w:r w:rsidRPr="00B06663">
        <w:t xml:space="preserve"> договора, приведенном в конкурсной документации, и указан в Информационной карте конкурса.</w:t>
      </w:r>
    </w:p>
    <w:p w:rsidR="0041651A" w:rsidRPr="00B06663" w:rsidRDefault="0041651A" w:rsidP="008909B0">
      <w:pPr>
        <w:pStyle w:val="Heading2"/>
      </w:pPr>
      <w:r w:rsidRPr="00B06663">
        <w:t>1.</w:t>
      </w:r>
      <w:r>
        <w:t>6</w:t>
      </w:r>
      <w:r w:rsidRPr="00B06663">
        <w:t xml:space="preserve"> Требования к участникам закупки</w:t>
      </w:r>
    </w:p>
    <w:p w:rsidR="0041651A" w:rsidRPr="00B06663" w:rsidRDefault="0041651A" w:rsidP="008909B0">
      <w:pPr>
        <w:pStyle w:val="a"/>
      </w:pPr>
      <w:r w:rsidRPr="00B06663">
        <w:t>1.</w:t>
      </w:r>
      <w:r>
        <w:t>6</w:t>
      </w:r>
      <w:r w:rsidRPr="00B06663">
        <w:t>.1 В настоящем конкурсе может принять участие любое юридическое лицо независимо от организационно-правовой формы, формы собственности, места нахождения.</w:t>
      </w:r>
    </w:p>
    <w:p w:rsidR="0041651A" w:rsidRPr="00B06663" w:rsidRDefault="0041651A" w:rsidP="008909B0">
      <w:pPr>
        <w:pStyle w:val="a"/>
      </w:pPr>
      <w:r w:rsidRPr="00B06663">
        <w:t>1.</w:t>
      </w:r>
      <w:r>
        <w:t>6</w:t>
      </w:r>
      <w:r w:rsidRPr="00B06663">
        <w:t xml:space="preserve">.2 Участник закупки должен обладать гражданской правоспособностью в полном объеме для заключения и исполнения Договора </w:t>
      </w:r>
      <w:r w:rsidRPr="00E91DA4">
        <w:t>(должен быть зарегистрирован в установленном порядке).</w:t>
      </w:r>
    </w:p>
    <w:p w:rsidR="0041651A" w:rsidRPr="00B06663" w:rsidRDefault="0041651A" w:rsidP="008909B0">
      <w:pPr>
        <w:pStyle w:val="a"/>
      </w:pPr>
      <w:r w:rsidRPr="00B06663">
        <w:t>1.</w:t>
      </w:r>
      <w:r>
        <w:t>6</w:t>
      </w:r>
      <w:r w:rsidRPr="00B06663">
        <w:t>.3 Участник закупки должен соответствовать обязательным требованиям, указанным в Информационной карте конкурса.</w:t>
      </w:r>
    </w:p>
    <w:p w:rsidR="0041651A" w:rsidRPr="00B06663" w:rsidRDefault="0041651A" w:rsidP="008909B0">
      <w:pPr>
        <w:pStyle w:val="Heading2"/>
      </w:pPr>
      <w:r w:rsidRPr="00B06663">
        <w:t>1.</w:t>
      </w:r>
      <w:r>
        <w:t>7</w:t>
      </w:r>
      <w:r w:rsidRPr="00B06663">
        <w:t xml:space="preserve"> Расходы на участие в конкурсе</w:t>
      </w:r>
    </w:p>
    <w:p w:rsidR="0041651A" w:rsidRPr="00B06663" w:rsidRDefault="0041651A" w:rsidP="008909B0">
      <w:pPr>
        <w:pStyle w:val="a"/>
      </w:pPr>
      <w:r w:rsidRPr="00B06663">
        <w:t>1.</w:t>
      </w:r>
      <w:r>
        <w:t>7</w:t>
      </w:r>
      <w:r w:rsidRPr="00B06663">
        <w:t>.1 Участник закупки несет все расходы, связанные с подготовкой и подачей заявки на участие в конкурсе, участием в конкурсе и заключением договора. Заказчик не несет ответственности и не имеет обязательств в связи с такими расходами независимо от того, чем завершается процесс торгов.</w:t>
      </w:r>
    </w:p>
    <w:p w:rsidR="0041651A" w:rsidRPr="00B06663" w:rsidRDefault="0041651A" w:rsidP="008909B0">
      <w:pPr>
        <w:pStyle w:val="Heading2"/>
      </w:pPr>
      <w:r w:rsidRPr="00B06663">
        <w:t>1.</w:t>
      </w:r>
      <w:r>
        <w:t>8</w:t>
      </w:r>
      <w:r w:rsidRPr="00B06663">
        <w:t xml:space="preserve"> Отстранение от участия в конкурсе</w:t>
      </w:r>
    </w:p>
    <w:p w:rsidR="0041651A" w:rsidRPr="00B06663" w:rsidRDefault="0041651A" w:rsidP="008909B0">
      <w:pPr>
        <w:pStyle w:val="a"/>
      </w:pPr>
      <w:r w:rsidRPr="00B06663">
        <w:t>1.</w:t>
      </w:r>
      <w:r>
        <w:t>8</w:t>
      </w:r>
      <w:r w:rsidRPr="00B06663">
        <w:t xml:space="preserve">.1 Заказчик </w:t>
      </w:r>
      <w:r>
        <w:t>(</w:t>
      </w:r>
      <w:r w:rsidRPr="00B06663">
        <w:t>комиссия</w:t>
      </w:r>
      <w:r>
        <w:t>)</w:t>
      </w:r>
      <w:r w:rsidRPr="00B06663">
        <w:t xml:space="preserve"> вправе отстранить участника закупки от участия в конкурсе на любом этапе его проведения вплоть до заключения договора в следующих случаях:</w:t>
      </w:r>
    </w:p>
    <w:p w:rsidR="0041651A" w:rsidRPr="00B06663" w:rsidRDefault="0041651A" w:rsidP="008909B0">
      <w:pPr>
        <w:numPr>
          <w:ilvl w:val="0"/>
          <w:numId w:val="1"/>
        </w:numPr>
        <w:tabs>
          <w:tab w:val="clear" w:pos="1287"/>
          <w:tab w:val="num" w:pos="935"/>
        </w:tabs>
        <w:ind w:left="0" w:firstLine="567"/>
      </w:pPr>
      <w:r w:rsidRPr="00B06663">
        <w:t>в случае установления недостоверности сведений, содержащихся в документах, представленных участником закупки в составе заявки на участие в конкурсе;</w:t>
      </w:r>
    </w:p>
    <w:p w:rsidR="0041651A" w:rsidRPr="00B06663" w:rsidRDefault="0041651A" w:rsidP="008909B0">
      <w:pPr>
        <w:numPr>
          <w:ilvl w:val="0"/>
          <w:numId w:val="1"/>
        </w:numPr>
        <w:tabs>
          <w:tab w:val="clear" w:pos="1287"/>
          <w:tab w:val="num" w:pos="935"/>
        </w:tabs>
        <w:ind w:left="0" w:firstLine="567"/>
      </w:pPr>
      <w:r w:rsidRPr="00B06663">
        <w:t>в случае установления факта проведения ликвидации или проведения процедуры банкротства;</w:t>
      </w:r>
    </w:p>
    <w:p w:rsidR="0041651A" w:rsidRPr="00B06663" w:rsidRDefault="0041651A" w:rsidP="008909B0">
      <w:pPr>
        <w:numPr>
          <w:ilvl w:val="0"/>
          <w:numId w:val="1"/>
        </w:numPr>
        <w:tabs>
          <w:tab w:val="clear" w:pos="1287"/>
          <w:tab w:val="num" w:pos="935"/>
        </w:tabs>
        <w:ind w:left="0" w:firstLine="567"/>
      </w:pPr>
      <w:r w:rsidRPr="00B06663">
        <w:t>в случае установления факта приостановления деятельности участника закупки в порядке, предусмотренном Кодексом Российской Федерации об административных правонарушениях; несоответствия заявки на участие в конкурсе требованиям конкурсной документации, в том числе наличие в таких заявках предложения о цене договора, превышающей начальную (максимальную) цену договора.</w:t>
      </w:r>
    </w:p>
    <w:p w:rsidR="0041651A" w:rsidRPr="00B06663" w:rsidRDefault="0041651A" w:rsidP="008909B0">
      <w:pPr>
        <w:pStyle w:val="a"/>
      </w:pPr>
      <w:r w:rsidRPr="00B06663">
        <w:t>1.</w:t>
      </w:r>
      <w:r>
        <w:t>8</w:t>
      </w:r>
      <w:r w:rsidRPr="00B06663">
        <w:t>.2 В случае, если указанные в пункте 1.</w:t>
      </w:r>
      <w:r>
        <w:t>8</w:t>
      </w:r>
      <w:r w:rsidRPr="00B06663">
        <w:t xml:space="preserve">.1 факты будут установлены после заключения договора, договор может быть расторгнут </w:t>
      </w:r>
      <w:r>
        <w:t>З</w:t>
      </w:r>
      <w:r w:rsidRPr="00B06663">
        <w:t>аказчиком в одностороннем порядке.</w:t>
      </w:r>
    </w:p>
    <w:p w:rsidR="0041651A" w:rsidRPr="00B06663" w:rsidRDefault="0041651A" w:rsidP="008909B0">
      <w:pPr>
        <w:pStyle w:val="a"/>
      </w:pPr>
    </w:p>
    <w:p w:rsidR="0041651A" w:rsidRPr="00B06663" w:rsidRDefault="0041651A" w:rsidP="008909B0">
      <w:pPr>
        <w:pStyle w:val="Heading1"/>
      </w:pPr>
      <w:r w:rsidRPr="00B06663">
        <w:t>2 КОНКУРСНАЯ ДОКУМЕНТАЦИЯ</w:t>
      </w:r>
    </w:p>
    <w:p w:rsidR="0041651A" w:rsidRPr="00B06663" w:rsidRDefault="0041651A" w:rsidP="008909B0">
      <w:pPr>
        <w:pStyle w:val="Heading2"/>
      </w:pPr>
      <w:r w:rsidRPr="00B06663">
        <w:t>2.1 Сод</w:t>
      </w:r>
      <w:r>
        <w:t>ержание конкурсной документации</w:t>
      </w:r>
    </w:p>
    <w:p w:rsidR="0041651A" w:rsidRPr="00B06663" w:rsidRDefault="0041651A" w:rsidP="008909B0">
      <w:pPr>
        <w:pStyle w:val="a"/>
      </w:pPr>
      <w:r w:rsidRPr="00B06663">
        <w:t xml:space="preserve">2.1.1 Конкурсная документация включает </w:t>
      </w:r>
      <w:r>
        <w:t xml:space="preserve">в себя настоящий </w:t>
      </w:r>
      <w:r w:rsidRPr="00B06663">
        <w:t>документы</w:t>
      </w:r>
      <w:r>
        <w:t>, все приложения к нему</w:t>
      </w:r>
      <w:r w:rsidRPr="00B06663">
        <w:t>, а также изменения и дополнения, вносимые в Конкурсную документацию в порядке, предусмотренном пунктом 2.3 настоящего Раздела.</w:t>
      </w:r>
    </w:p>
    <w:p w:rsidR="0041651A" w:rsidRPr="00B06663" w:rsidRDefault="0041651A" w:rsidP="008909B0">
      <w:pPr>
        <w:pStyle w:val="a"/>
      </w:pPr>
      <w:r w:rsidRPr="00B06663">
        <w:t xml:space="preserve">2.1.2 Конкурсная документация в электронном виде размещается на официальном </w:t>
      </w:r>
      <w:r>
        <w:t xml:space="preserve">общероссийском сайте – </w:t>
      </w:r>
      <w:r>
        <w:rPr>
          <w:lang w:val="en-US"/>
        </w:rPr>
        <w:t>www</w:t>
      </w:r>
      <w:r w:rsidRPr="008909B0">
        <w:t>.</w:t>
      </w:r>
      <w:r>
        <w:rPr>
          <w:lang w:val="en-US"/>
        </w:rPr>
        <w:t>zakupki</w:t>
      </w:r>
      <w:r w:rsidRPr="008909B0">
        <w:t>.</w:t>
      </w:r>
      <w:r>
        <w:rPr>
          <w:lang w:val="en-US"/>
        </w:rPr>
        <w:t>gov</w:t>
      </w:r>
      <w:r w:rsidRPr="008909B0">
        <w:t>.</w:t>
      </w:r>
      <w:r>
        <w:rPr>
          <w:lang w:val="en-US"/>
        </w:rPr>
        <w:t>ru</w:t>
      </w:r>
      <w:r>
        <w:t xml:space="preserve"> и на </w:t>
      </w:r>
      <w:r w:rsidRPr="00B06663">
        <w:t>сайте</w:t>
      </w:r>
      <w:r>
        <w:t xml:space="preserve"> Заказчика</w:t>
      </w:r>
      <w:r w:rsidRPr="00B06663">
        <w:t xml:space="preserve"> </w:t>
      </w:r>
      <w:r>
        <w:t>ЗАО</w:t>
      </w:r>
      <w:r w:rsidRPr="00B06663">
        <w:t xml:space="preserve"> «СПГЭС»</w:t>
      </w:r>
      <w:r>
        <w:t xml:space="preserve"> –</w:t>
      </w:r>
      <w:r w:rsidRPr="00B06663">
        <w:t xml:space="preserve"> </w:t>
      </w:r>
      <w:hyperlink r:id="rId7" w:history="1">
        <w:r w:rsidRPr="009A6B42">
          <w:rPr>
            <w:rStyle w:val="Hyperlink"/>
          </w:rPr>
          <w:t>www.spgs.ru</w:t>
        </w:r>
      </w:hyperlink>
      <w:r w:rsidRPr="00B06663">
        <w:t>.</w:t>
      </w:r>
      <w:r>
        <w:t xml:space="preserve"> </w:t>
      </w:r>
      <w:r w:rsidRPr="00B06663">
        <w:t>При этом в случае разночтений преимущество имеет текст конкурсной документации на бумажном носителе. При разрешении разногласий (в случае их возникновения) комиссия будет руководствоваться текстом конкурсной документации на бумажном носителе, и не несет ответственности за содержание конкурсной документации, полученной участником конкурса неофициально.</w:t>
      </w:r>
    </w:p>
    <w:p w:rsidR="0041651A" w:rsidRPr="00B06663" w:rsidRDefault="0041651A" w:rsidP="008909B0">
      <w:pPr>
        <w:pStyle w:val="a"/>
      </w:pPr>
      <w:r w:rsidRPr="00B06663">
        <w:t>2.1.3 Порядок представления указан в Информационной карте конкурса.</w:t>
      </w:r>
    </w:p>
    <w:p w:rsidR="0041651A" w:rsidRPr="00B06663" w:rsidRDefault="0041651A" w:rsidP="008909B0">
      <w:pPr>
        <w:pStyle w:val="Heading2"/>
      </w:pPr>
      <w:r w:rsidRPr="00B06663">
        <w:t>2.2 Разъяснение положений конкурсной документации</w:t>
      </w:r>
    </w:p>
    <w:p w:rsidR="0041651A" w:rsidRPr="00B06663" w:rsidRDefault="0041651A" w:rsidP="008909B0">
      <w:pPr>
        <w:pStyle w:val="a"/>
      </w:pPr>
      <w:r w:rsidRPr="00B06663">
        <w:t xml:space="preserve">2.2.1 При проведении конкурса какие-либо переговоры </w:t>
      </w:r>
      <w:r>
        <w:t>З</w:t>
      </w:r>
      <w:r w:rsidRPr="00B06663">
        <w:t>аказчика или комиссии с участником закупки не допускаются. В случае нарушения указанного положения конкурс может быть признан недействительным в порядке, предусмотренном законодательством Российской Федерации. Заказчик вправе давать разъяснения положений конкурсной документации.</w:t>
      </w:r>
    </w:p>
    <w:p w:rsidR="0041651A" w:rsidRPr="00B06663" w:rsidRDefault="0041651A" w:rsidP="008909B0">
      <w:pPr>
        <w:pStyle w:val="a"/>
      </w:pPr>
      <w:r w:rsidRPr="00B06663">
        <w:t xml:space="preserve">2.2.2 Любой участник закупки вправе направить </w:t>
      </w:r>
      <w:r>
        <w:t>З</w:t>
      </w:r>
      <w:r w:rsidRPr="00B06663">
        <w:t xml:space="preserve">аказчику запрос о разъяснении положений конкурсной документации. Запрос о разъяснении положений конкурсной документации направляется в адрес </w:t>
      </w:r>
      <w:r>
        <w:t>З</w:t>
      </w:r>
      <w:r w:rsidRPr="00B06663">
        <w:t xml:space="preserve">аказчика в письменной форме, на бланке организации и подписывается уполномоченным лицом. В течение </w:t>
      </w:r>
      <w:r>
        <w:t>трех</w:t>
      </w:r>
      <w:r w:rsidRPr="00B06663">
        <w:t xml:space="preserve"> рабочих дней со дня поступления указанного запроса </w:t>
      </w:r>
      <w:r>
        <w:t>З</w:t>
      </w:r>
      <w:r w:rsidRPr="00B06663">
        <w:t xml:space="preserve">аказчик направит в письменной форме, или форме электронного документа разъяснения положений конкурсной документации, если указанный запрос поступил к </w:t>
      </w:r>
      <w:r>
        <w:t>З</w:t>
      </w:r>
      <w:r w:rsidRPr="00B06663">
        <w:t xml:space="preserve">аказчику не позднее, чем за </w:t>
      </w:r>
      <w:r>
        <w:t>шесть</w:t>
      </w:r>
      <w:r w:rsidRPr="00B06663">
        <w:t xml:space="preserve"> дней до дня окончания подачи заявок на участие в конкурсе. Не позднее, чем в течение трех дней со дня предоставления указанных разъяснений такое разъяснение размещается </w:t>
      </w:r>
      <w:r>
        <w:t>З</w:t>
      </w:r>
      <w:r w:rsidRPr="00B06663">
        <w:t>аказчиком на официальном сайте с указанием предмета запроса, но без указания участника закупки, от которого поступил запрос.</w:t>
      </w:r>
    </w:p>
    <w:p w:rsidR="0041651A" w:rsidRPr="00B06663" w:rsidRDefault="0041651A" w:rsidP="008909B0">
      <w:pPr>
        <w:pStyle w:val="Heading2"/>
      </w:pPr>
      <w:r w:rsidRPr="00B06663">
        <w:t>2.3 Внесение изменений в конкурсную документацию</w:t>
      </w:r>
    </w:p>
    <w:p w:rsidR="0041651A" w:rsidRPr="00B06663" w:rsidRDefault="0041651A" w:rsidP="008909B0">
      <w:pPr>
        <w:pStyle w:val="a"/>
      </w:pPr>
      <w:r w:rsidRPr="00B06663">
        <w:t>2.3.1 Заказчик по собственной инициативе или в соответствии с запросом участника закупки вправе внести изменения в извещение и конкурсную документацию не позднее, чем за шесть дней до даты окончания подачи заявки на участие в конкурсе.</w:t>
      </w:r>
    </w:p>
    <w:p w:rsidR="0041651A" w:rsidRPr="00B06663" w:rsidRDefault="0041651A" w:rsidP="008909B0">
      <w:pPr>
        <w:pStyle w:val="a"/>
      </w:pPr>
      <w:r w:rsidRPr="00B06663">
        <w:t>2.3.2 Не позднее чем в течение трех дней со дня принятия решения о внесении указанных изменений такие изменения размещается Заказчиком на официальном сайте и в течение трех рабочих дней направляются всем участникам закупки, которым была предоставлена конкурсная документация.</w:t>
      </w:r>
    </w:p>
    <w:p w:rsidR="0041651A" w:rsidRPr="00B06663" w:rsidRDefault="0041651A" w:rsidP="008909B0">
      <w:pPr>
        <w:pStyle w:val="a"/>
      </w:pPr>
      <w:r w:rsidRPr="00B06663">
        <w:t>2.3.3 В случае, если изменения в извещение о проведении конкурса, конкурсную документацию внесены Заказчиком позднее чем за пятнадцать дней до даты окончания подачи заявок на участие в конкурсе, срок подачи заявок на участие в конкурсе должен быть продлен так, чтобы со дня размещения на официальном сайте внесенных в извещение о проведении конкурса, конкурсную документацию изменений до даты окончания подачи заявок на участие в закупке такой срок составлял не менее чем пятнадцать дней.</w:t>
      </w:r>
    </w:p>
    <w:p w:rsidR="0041651A" w:rsidRPr="00B06663" w:rsidRDefault="0041651A" w:rsidP="008909B0">
      <w:pPr>
        <w:pStyle w:val="a"/>
      </w:pPr>
      <w:r w:rsidRPr="00B06663">
        <w:t>2.3.4 Участники закупки, использующие конкурсную документацию с сайта, самостоятельно отслеживают возможные изменения, внесенные в извещение о проведение открытого конкурса и в конкурсную документацию, размещенные на сайте. Заказчик не несет ответственности в случае, если участник закупки не ознакомился с изменениями, внесенными в извещение о проведении конкурса и конкурсную документацию, размещенными надлежащим образом.</w:t>
      </w:r>
    </w:p>
    <w:p w:rsidR="0041651A" w:rsidRPr="00B06663" w:rsidRDefault="0041651A" w:rsidP="008909B0">
      <w:pPr>
        <w:pStyle w:val="Heading2"/>
      </w:pPr>
      <w:r w:rsidRPr="00B06663">
        <w:t>2.4. Отказ от проведения конкурса</w:t>
      </w:r>
    </w:p>
    <w:p w:rsidR="0041651A" w:rsidRPr="00B06663" w:rsidRDefault="0041651A" w:rsidP="008909B0">
      <w:pPr>
        <w:pStyle w:val="a"/>
      </w:pPr>
      <w:r w:rsidRPr="00B06663">
        <w:t>2.4.1 Заказчик, разместивший на сайте извещение о проведении открытого конкурса, вправе отказаться от проведения открытого конкурса на любом этапе его проведения.</w:t>
      </w:r>
    </w:p>
    <w:p w:rsidR="0041651A" w:rsidRPr="00B06663" w:rsidRDefault="0041651A" w:rsidP="008909B0">
      <w:pPr>
        <w:pStyle w:val="a"/>
      </w:pPr>
      <w:r w:rsidRPr="00B06663">
        <w:t xml:space="preserve">2.4.2 Извещение об отказе от проведения открытого конкурса размещается </w:t>
      </w:r>
      <w:r>
        <w:t>З</w:t>
      </w:r>
      <w:r w:rsidRPr="00B06663">
        <w:t>аказчиком на сайте в течение трех рабочих дней со дня принятия решения об отказе от проведения открытого конкурса.</w:t>
      </w:r>
    </w:p>
    <w:p w:rsidR="0041651A" w:rsidRDefault="0041651A" w:rsidP="008909B0">
      <w:pPr>
        <w:pStyle w:val="a"/>
      </w:pPr>
      <w:r w:rsidRPr="00F776C9">
        <w:t>2.4.3 В течение двух рабочих дней со дня принятия указанного решения Заказчиком вскрываются (в случае, если на конверте указаны почтовый адрес участника закупки) конверты с заявками на участие в конкурсе, и направляются соответствующие уведомления всем участникам закупки, подавшим заявки на участие в конкурсе</w:t>
      </w:r>
      <w:r>
        <w:t>.</w:t>
      </w:r>
      <w:r w:rsidRPr="00B06663">
        <w:t xml:space="preserve"> </w:t>
      </w:r>
    </w:p>
    <w:p w:rsidR="0041651A" w:rsidRPr="00B06663" w:rsidRDefault="0041651A" w:rsidP="008909B0">
      <w:pPr>
        <w:pStyle w:val="a"/>
      </w:pPr>
      <w:r w:rsidRPr="00B06663">
        <w:t>2.4.4 В случае</w:t>
      </w:r>
      <w:r>
        <w:t>,</w:t>
      </w:r>
      <w:r w:rsidRPr="00B06663">
        <w:t xml:space="preserve"> если в Информационной карте конкурса установлено требование обеспечения заявки на участие в конкурсе, </w:t>
      </w:r>
      <w:r>
        <w:t>З</w:t>
      </w:r>
      <w:r w:rsidRPr="00B06663">
        <w:t>аказчик возвращает участникам зак</w:t>
      </w:r>
      <w:r>
        <w:t>упки</w:t>
      </w:r>
      <w:r w:rsidRPr="00B06663">
        <w:t xml:space="preserve"> денежные средства, внесенные в качестве обеспечения заявок на участие в конкурсе, в течение пяти рабочих дней со дня принятия решения об отказе от проведения открытого конкурса.</w:t>
      </w:r>
    </w:p>
    <w:p w:rsidR="0041651A" w:rsidRPr="00B06663" w:rsidRDefault="0041651A" w:rsidP="008909B0">
      <w:pPr>
        <w:pStyle w:val="a"/>
      </w:pPr>
    </w:p>
    <w:p w:rsidR="0041651A" w:rsidRPr="00B06663" w:rsidRDefault="0041651A" w:rsidP="008909B0">
      <w:pPr>
        <w:pStyle w:val="Heading1"/>
      </w:pPr>
      <w:r w:rsidRPr="00B06663">
        <w:t>3 ПОДГОТОВКА ЗАЯВКИ НА УЧАСТИЕ В КОНКУРСЕ</w:t>
      </w:r>
    </w:p>
    <w:p w:rsidR="0041651A" w:rsidRPr="00B06663" w:rsidRDefault="0041651A" w:rsidP="008909B0">
      <w:pPr>
        <w:pStyle w:val="Heading2"/>
      </w:pPr>
      <w:r w:rsidRPr="00B06663">
        <w:t>3.1. Форма заявки на участие в конкурсе</w:t>
      </w:r>
    </w:p>
    <w:p w:rsidR="0041651A" w:rsidRPr="00B06663" w:rsidRDefault="0041651A" w:rsidP="008909B0">
      <w:pPr>
        <w:pStyle w:val="a"/>
      </w:pPr>
      <w:r w:rsidRPr="00B06663">
        <w:t>3.1.1 Участник закупки подает заявку на участие в конкурсе в письменной форме в запечатанном конверте</w:t>
      </w:r>
      <w:r>
        <w:t xml:space="preserve"> по форме, установленной п. 4.1.5 настоящей конкурсной документации</w:t>
      </w:r>
      <w:r w:rsidRPr="00B06663">
        <w:t>.</w:t>
      </w:r>
    </w:p>
    <w:p w:rsidR="0041651A" w:rsidRPr="00B06663" w:rsidRDefault="0041651A" w:rsidP="008909B0">
      <w:pPr>
        <w:pStyle w:val="Heading2"/>
      </w:pPr>
      <w:r w:rsidRPr="00B06663">
        <w:t>3.2. Язык документов, входящих в состав заявки на участие в конкурсе</w:t>
      </w:r>
    </w:p>
    <w:p w:rsidR="0041651A" w:rsidRDefault="0041651A" w:rsidP="008909B0">
      <w:pPr>
        <w:pStyle w:val="a"/>
      </w:pPr>
      <w:r w:rsidRPr="00B06663">
        <w:t>3.2.1 Все документы, входящие в состав заявки на участие в конкурсе, должны быть составлены на русском языке. Подача документов, входящих в состав заявки на иностранном языке, должна сопровождаться предоставлением надлежащим образом заверенного перевода соответствующих документов на русский язык.</w:t>
      </w:r>
    </w:p>
    <w:p w:rsidR="0041651A" w:rsidRPr="00B06663" w:rsidRDefault="0041651A" w:rsidP="008909B0">
      <w:pPr>
        <w:pStyle w:val="a"/>
      </w:pPr>
      <w:r w:rsidRPr="00B06663">
        <w:t>3.2.2 Документы, происходящие из иностранного государства, должны быть надлежащим образом легализованы в соответствии с законодательством и международными договорами Российской Федерации.</w:t>
      </w:r>
    </w:p>
    <w:p w:rsidR="0041651A" w:rsidRPr="00B06663" w:rsidRDefault="0041651A" w:rsidP="008909B0">
      <w:pPr>
        <w:pStyle w:val="Heading2"/>
      </w:pPr>
      <w:r w:rsidRPr="00B06663">
        <w:t>3.3 Требования к содержанию документов, входящих в состав заявки на участие в конкурсе</w:t>
      </w:r>
    </w:p>
    <w:p w:rsidR="0041651A" w:rsidRPr="00B06663" w:rsidRDefault="0041651A" w:rsidP="008909B0">
      <w:pPr>
        <w:pStyle w:val="a"/>
      </w:pPr>
      <w:r w:rsidRPr="00B06663">
        <w:t>3.3.1 Заявка на участие в конкурсе, которую представляет участник закупки в соответствии с настоящей конкурсной документацией должна:</w:t>
      </w:r>
    </w:p>
    <w:p w:rsidR="0041651A" w:rsidRPr="00B06663" w:rsidRDefault="0041651A" w:rsidP="008909B0">
      <w:pPr>
        <w:pStyle w:val="a"/>
        <w:numPr>
          <w:ilvl w:val="0"/>
          <w:numId w:val="2"/>
        </w:numPr>
        <w:tabs>
          <w:tab w:val="clear" w:pos="1854"/>
          <w:tab w:val="num" w:pos="935"/>
        </w:tabs>
        <w:ind w:left="0" w:firstLine="561"/>
      </w:pPr>
      <w:r w:rsidRPr="00B06663">
        <w:t>быть подготовлена по форме, установленной конкурсной документацией;</w:t>
      </w:r>
    </w:p>
    <w:p w:rsidR="0041651A" w:rsidRPr="00B06663" w:rsidRDefault="0041651A" w:rsidP="008909B0">
      <w:pPr>
        <w:pStyle w:val="a"/>
        <w:numPr>
          <w:ilvl w:val="0"/>
          <w:numId w:val="2"/>
        </w:numPr>
        <w:tabs>
          <w:tab w:val="clear" w:pos="1854"/>
          <w:tab w:val="num" w:pos="935"/>
        </w:tabs>
        <w:ind w:left="0" w:firstLine="561"/>
      </w:pPr>
      <w:r w:rsidRPr="00B06663">
        <w:t>содержать сведения и документы, указанные в Информационной карте конкурса.</w:t>
      </w:r>
    </w:p>
    <w:p w:rsidR="0041651A" w:rsidRPr="00B06663" w:rsidRDefault="0041651A" w:rsidP="008909B0">
      <w:pPr>
        <w:pStyle w:val="a"/>
      </w:pPr>
      <w:r w:rsidRPr="00B06663">
        <w:t>3.3.2 Участники закупки подают заявки, которые отвечают требованиям настоящей конкурсной документации, включая требования к товарам, работам, услугам, указанные в Техническом задании</w:t>
      </w:r>
      <w:r>
        <w:t>, являющимся Приложением к</w:t>
      </w:r>
      <w:r w:rsidRPr="00B06663">
        <w:t xml:space="preserve"> до</w:t>
      </w:r>
      <w:r>
        <w:t>говору подряда</w:t>
      </w:r>
      <w:r w:rsidRPr="00B06663">
        <w:t>.</w:t>
      </w:r>
    </w:p>
    <w:p w:rsidR="0041651A" w:rsidRPr="00B06663" w:rsidRDefault="0041651A" w:rsidP="008909B0">
      <w:pPr>
        <w:pStyle w:val="a"/>
      </w:pPr>
      <w:r w:rsidRPr="00B06663">
        <w:t>3.3.3 При подготовке заявки и документов, входящих в состав заявки, не допускается применение факсимильных подписей.</w:t>
      </w:r>
    </w:p>
    <w:p w:rsidR="0041651A" w:rsidRPr="00B06663" w:rsidRDefault="0041651A" w:rsidP="008909B0">
      <w:pPr>
        <w:pStyle w:val="a"/>
      </w:pPr>
      <w:r w:rsidRPr="00B06663">
        <w:t>3.3.4 Непредставление необходимых документов в составе заявки, наличие в таких документах недостоверных сведений об участнике закупки или о товарах, работах, услугах, на поставку, выполнение, оказание которых размещается зак</w:t>
      </w:r>
      <w:r>
        <w:t>упка</w:t>
      </w:r>
      <w:r w:rsidRPr="00B06663">
        <w:t>, несоответствие требованиям Техническим заданием является основанием для не допуска участника закупки к участию в конкурсе.</w:t>
      </w:r>
    </w:p>
    <w:p w:rsidR="0041651A" w:rsidRPr="00B06663" w:rsidRDefault="0041651A" w:rsidP="008909B0">
      <w:pPr>
        <w:pStyle w:val="a"/>
      </w:pPr>
      <w:r w:rsidRPr="00B06663">
        <w:t xml:space="preserve">При этом в случае установления недостоверности сведений, содержащихся в документах, предоставленных участником закупки в составе заявки на участие в конкурсе, такой участник может быть отстранен </w:t>
      </w:r>
      <w:r>
        <w:t>З</w:t>
      </w:r>
      <w:r w:rsidRPr="00B06663">
        <w:t>аказчиком</w:t>
      </w:r>
      <w:r>
        <w:t xml:space="preserve"> (</w:t>
      </w:r>
      <w:r w:rsidRPr="00B06663">
        <w:t>комиссией</w:t>
      </w:r>
      <w:r>
        <w:t>)</w:t>
      </w:r>
      <w:r w:rsidRPr="00B06663">
        <w:t xml:space="preserve"> от участия в конкурсе на любом этапе его проведения вплоть до заключения договора.</w:t>
      </w:r>
    </w:p>
    <w:p w:rsidR="0041651A" w:rsidRPr="00B06663" w:rsidRDefault="0041651A" w:rsidP="008909B0">
      <w:pPr>
        <w:pStyle w:val="Heading2"/>
      </w:pPr>
      <w:r w:rsidRPr="00B06663">
        <w:t>3.4 Требования к предложениям о цене договора</w:t>
      </w:r>
    </w:p>
    <w:p w:rsidR="0041651A" w:rsidRPr="00B06663" w:rsidRDefault="0041651A" w:rsidP="008909B0">
      <w:pPr>
        <w:pStyle w:val="a"/>
      </w:pPr>
      <w:r w:rsidRPr="00B06663">
        <w:t>3.4.1 Валютой конкурсной заявки является российский рубль.</w:t>
      </w:r>
    </w:p>
    <w:p w:rsidR="0041651A" w:rsidRPr="00B06663" w:rsidRDefault="0041651A" w:rsidP="008909B0">
      <w:pPr>
        <w:pStyle w:val="a"/>
      </w:pPr>
      <w:r w:rsidRPr="00B06663">
        <w:t xml:space="preserve">3.4.2 </w:t>
      </w:r>
      <w:r>
        <w:t xml:space="preserve">Начальная (максимальная) </w:t>
      </w:r>
      <w:r w:rsidRPr="00B06663">
        <w:t>цен</w:t>
      </w:r>
      <w:r>
        <w:t>а</w:t>
      </w:r>
      <w:r w:rsidRPr="00B06663">
        <w:t xml:space="preserve"> договора указан</w:t>
      </w:r>
      <w:r>
        <w:t>а</w:t>
      </w:r>
      <w:r w:rsidRPr="00B06663">
        <w:t xml:space="preserve"> в Информационной карте.</w:t>
      </w:r>
    </w:p>
    <w:p w:rsidR="0041651A" w:rsidRPr="00B06663" w:rsidRDefault="0041651A" w:rsidP="008909B0">
      <w:pPr>
        <w:pStyle w:val="Heading2"/>
      </w:pPr>
      <w:r w:rsidRPr="00B06663">
        <w:t>3.5 Требования к оформлению заявок на участие в конкурсе</w:t>
      </w:r>
    </w:p>
    <w:p w:rsidR="0041651A" w:rsidRPr="00B06663" w:rsidRDefault="0041651A" w:rsidP="008909B0">
      <w:pPr>
        <w:pStyle w:val="a"/>
      </w:pPr>
      <w:r w:rsidRPr="00B06663">
        <w:t>3.5.1 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правовых актов.</w:t>
      </w:r>
    </w:p>
    <w:p w:rsidR="0041651A" w:rsidRPr="00B06663" w:rsidRDefault="0041651A" w:rsidP="008909B0">
      <w:pPr>
        <w:pStyle w:val="a"/>
      </w:pPr>
      <w:r w:rsidRPr="00B06663">
        <w:t>3.5.2 Сведения, которые содержатся в заявках закупки, не должны допускать двусмысленных толкований.</w:t>
      </w:r>
    </w:p>
    <w:p w:rsidR="0041651A" w:rsidRPr="00B06663" w:rsidRDefault="0041651A" w:rsidP="008909B0">
      <w:pPr>
        <w:pStyle w:val="a"/>
      </w:pPr>
      <w:r w:rsidRPr="00B06663">
        <w:t>3.5.3 Все документы, представленные участниками закупки, должны быть оформлены в соответствие с Информационной картой конкурса.</w:t>
      </w:r>
    </w:p>
    <w:p w:rsidR="0041651A" w:rsidRPr="00B06663" w:rsidRDefault="0041651A" w:rsidP="008909B0">
      <w:pPr>
        <w:pStyle w:val="a"/>
      </w:pPr>
      <w:r w:rsidRPr="00B06663">
        <w:t>3.5.4 Все документы заявки должны быть четко напечатаны. Подчистки и исправления не допускаются, за исключением исправлений, скрепленных печатью и заверенных подписью уполномоченного лица.</w:t>
      </w:r>
    </w:p>
    <w:p w:rsidR="0041651A" w:rsidRPr="00B06663" w:rsidRDefault="0041651A" w:rsidP="008909B0">
      <w:pPr>
        <w:pStyle w:val="a"/>
      </w:pPr>
      <w:r w:rsidRPr="00B06663">
        <w:t>3.5.5 Все документы, представляемые участниками закупки в составе заявки на участие в конкурсе, должны быть заполнены по всем пунктам.</w:t>
      </w:r>
    </w:p>
    <w:p w:rsidR="0041651A" w:rsidRPr="00484AAF" w:rsidRDefault="0041651A" w:rsidP="008909B0">
      <w:pPr>
        <w:pStyle w:val="a"/>
      </w:pPr>
      <w:r w:rsidRPr="00B06663">
        <w:t>3.5.6 Представленные в составе заявки на участие в конкурсе документы не возвращаются участнику закупки.</w:t>
      </w:r>
    </w:p>
    <w:p w:rsidR="0041651A" w:rsidRPr="00B06663" w:rsidRDefault="0041651A" w:rsidP="008909B0">
      <w:pPr>
        <w:pStyle w:val="Heading1"/>
      </w:pPr>
      <w:r w:rsidRPr="00B06663">
        <w:t>4 ПОДАЧА ЗАЯВОК НА УЧАСТИЕ В КОНКУРСЕ</w:t>
      </w:r>
    </w:p>
    <w:p w:rsidR="0041651A" w:rsidRPr="00B06663" w:rsidRDefault="0041651A" w:rsidP="008909B0">
      <w:pPr>
        <w:pStyle w:val="Heading2"/>
      </w:pPr>
      <w:r w:rsidRPr="00B06663">
        <w:t>4.1 Срок и порядок подачи и регистрации заявок на участие в конкурсе</w:t>
      </w:r>
    </w:p>
    <w:p w:rsidR="0041651A" w:rsidRPr="00B06663" w:rsidRDefault="0041651A" w:rsidP="008909B0">
      <w:pPr>
        <w:pStyle w:val="a"/>
      </w:pPr>
      <w:r w:rsidRPr="00B06663">
        <w:t>4.1.1 Прием заявок заканчивается в день вскрытия конвертов с заявками</w:t>
      </w:r>
      <w:r>
        <w:t xml:space="preserve"> (срок окончания предоставления заявок)</w:t>
      </w:r>
      <w:r w:rsidRPr="00B06663">
        <w:t xml:space="preserve">, но не ранее времени, указанного в извещении о проведении открытого конкурса </w:t>
      </w:r>
      <w:r w:rsidRPr="00F776C9">
        <w:t>(с учетом всех изменений извещения о проведении конкурса) и Информационной карте конкурса.</w:t>
      </w:r>
    </w:p>
    <w:p w:rsidR="0041651A" w:rsidRPr="00B06663" w:rsidRDefault="0041651A" w:rsidP="008909B0">
      <w:pPr>
        <w:pStyle w:val="a"/>
      </w:pPr>
      <w:r w:rsidRPr="00B06663">
        <w:t>4.1.2 Заявки на участие в конкурсе до последнего дня срока подачи заявок на участие в конкурсе подаются по адресу, указанному в извещении о проведении открытого конкурса и Информационной карте конкурса.</w:t>
      </w:r>
    </w:p>
    <w:p w:rsidR="0041651A" w:rsidRPr="00B06663" w:rsidRDefault="0041651A" w:rsidP="008909B0">
      <w:pPr>
        <w:pStyle w:val="a"/>
      </w:pPr>
      <w:r w:rsidRPr="00B06663">
        <w:t>4.1.3 Участник закупки при отправке заявки по почте, несет риск того, что его заявка будет доставлена по неправильному адресу и признана опоздавшей.</w:t>
      </w:r>
    </w:p>
    <w:p w:rsidR="0041651A" w:rsidRPr="00B06663" w:rsidRDefault="0041651A" w:rsidP="008909B0">
      <w:pPr>
        <w:pStyle w:val="a"/>
      </w:pPr>
      <w:r w:rsidRPr="00B06663">
        <w:t xml:space="preserve">4.1.4 Каждый конверт с заявкой, поступивший в срок, указанный в пунктах 4.1.1, 4.1.2 настоящего Раздела, регистрируется уполномоченными лицами </w:t>
      </w:r>
      <w:r>
        <w:t>З</w:t>
      </w:r>
      <w:r w:rsidRPr="00B06663">
        <w:t xml:space="preserve">аказчика. Поступившие конверты с заявками регистрируются в Журнале регистрации заявок на участие в </w:t>
      </w:r>
      <w:r>
        <w:t xml:space="preserve">открытом одноэтапном </w:t>
      </w:r>
      <w:r w:rsidRPr="00B06663">
        <w:t>конкурсе</w:t>
      </w:r>
      <w:r>
        <w:t xml:space="preserve"> на право заключения договора подряда на выполнение работ по проведению технической инвентаризации сооружений (кабельных линий)</w:t>
      </w:r>
      <w:r w:rsidRPr="00B06663">
        <w:t xml:space="preserve"> в порядке поступления конвертов с заявками. Запись регистрации конверта должна включать регистрационный номер заявки, дату, время, способ подачи, подпись и расшифровку подписи лица, вручившего конверт должностному лицу </w:t>
      </w:r>
      <w:r>
        <w:t>З</w:t>
      </w:r>
      <w:r w:rsidRPr="00B06663">
        <w:t xml:space="preserve">аказчика. Лицу, вручившему конверт с заявкой на участие в конкурсе, по его требованию, </w:t>
      </w:r>
      <w:r>
        <w:t>З</w:t>
      </w:r>
      <w:r w:rsidRPr="00B06663">
        <w:t>аказчиком выдается расписка в получении конверта с заявкой на участие в конкурсе, с указанием даты и времени его поступления.</w:t>
      </w:r>
    </w:p>
    <w:p w:rsidR="0041651A" w:rsidRPr="00DC6234" w:rsidRDefault="0041651A" w:rsidP="008909B0">
      <w:pPr>
        <w:pStyle w:val="a"/>
        <w:rPr>
          <w:b/>
          <w:bCs/>
        </w:rPr>
      </w:pPr>
      <w:r w:rsidRPr="00B06663">
        <w:t xml:space="preserve">4.1.5 Участник закупки подает заявку на участие в конкурсе в письменной форме в запечатанном конверте. </w:t>
      </w:r>
      <w:r w:rsidRPr="00DC6234">
        <w:rPr>
          <w:b/>
          <w:bCs/>
        </w:rPr>
        <w:t>На таком конверте указывается:</w:t>
      </w:r>
    </w:p>
    <w:p w:rsidR="0041651A" w:rsidRDefault="0041651A" w:rsidP="008909B0">
      <w:pPr>
        <w:pStyle w:val="a"/>
        <w:numPr>
          <w:ilvl w:val="0"/>
          <w:numId w:val="20"/>
        </w:numPr>
      </w:pPr>
      <w:r w:rsidRPr="00B06663">
        <w:t xml:space="preserve">наименование и адрес </w:t>
      </w:r>
      <w:r>
        <w:t>Заказчика;</w:t>
      </w:r>
      <w:r w:rsidRPr="00B06663">
        <w:t xml:space="preserve"> </w:t>
      </w:r>
    </w:p>
    <w:p w:rsidR="0041651A" w:rsidRDefault="0041651A" w:rsidP="008909B0">
      <w:pPr>
        <w:pStyle w:val="a"/>
        <w:numPr>
          <w:ilvl w:val="0"/>
          <w:numId w:val="20"/>
        </w:numPr>
      </w:pPr>
      <w:r w:rsidRPr="00B06663">
        <w:t>наименование и адрес</w:t>
      </w:r>
      <w:r>
        <w:t xml:space="preserve"> Участника;</w:t>
      </w:r>
    </w:p>
    <w:p w:rsidR="0041651A" w:rsidRPr="003F1BD3" w:rsidRDefault="0041651A" w:rsidP="008909B0">
      <w:pPr>
        <w:pStyle w:val="a"/>
        <w:numPr>
          <w:ilvl w:val="0"/>
          <w:numId w:val="20"/>
        </w:numPr>
      </w:pPr>
      <w:r w:rsidRPr="003F1BD3">
        <w:t>текст «Не</w:t>
      </w:r>
      <w:r w:rsidRPr="00C64FFD">
        <w:t xml:space="preserve"> </w:t>
      </w:r>
      <w:r w:rsidRPr="003F1BD3">
        <w:t>вскрывать до 1</w:t>
      </w:r>
      <w:r w:rsidRPr="00135FD1">
        <w:t>5</w:t>
      </w:r>
      <w:r w:rsidRPr="003F1BD3">
        <w:t>:00  «</w:t>
      </w:r>
      <w:r>
        <w:t>21</w:t>
      </w:r>
      <w:r w:rsidRPr="003F1BD3">
        <w:t>»</w:t>
      </w:r>
      <w:r>
        <w:t xml:space="preserve"> июня</w:t>
      </w:r>
      <w:r w:rsidRPr="003F1BD3">
        <w:t xml:space="preserve"> 201</w:t>
      </w:r>
      <w:r>
        <w:t>3</w:t>
      </w:r>
      <w:r w:rsidRPr="003F1BD3">
        <w:t xml:space="preserve"> г.; </w:t>
      </w:r>
    </w:p>
    <w:p w:rsidR="0041651A" w:rsidRPr="00B06663" w:rsidRDefault="0041651A" w:rsidP="008909B0">
      <w:pPr>
        <w:pStyle w:val="a"/>
        <w:numPr>
          <w:ilvl w:val="0"/>
          <w:numId w:val="20"/>
        </w:numPr>
      </w:pPr>
      <w:r>
        <w:t xml:space="preserve">текст </w:t>
      </w:r>
      <w:r w:rsidRPr="00B06663">
        <w:t xml:space="preserve">«Заявка на участие в открытом одноэтапном конкурсе </w:t>
      </w:r>
      <w:r>
        <w:t>на право заключения договора подряда на выполнение работ по формированию границ охранной зоны кабельных линий</w:t>
      </w:r>
      <w:r w:rsidRPr="00B06663">
        <w:t>».</w:t>
      </w:r>
    </w:p>
    <w:p w:rsidR="0041651A" w:rsidRPr="00B06663" w:rsidRDefault="0041651A" w:rsidP="008909B0">
      <w:pPr>
        <w:pStyle w:val="a"/>
      </w:pPr>
      <w:r w:rsidRPr="00B06663">
        <w:t xml:space="preserve">4.1.6 Участники закупки, подавшие заявки и </w:t>
      </w:r>
      <w:r>
        <w:t>З</w:t>
      </w:r>
      <w:r w:rsidRPr="00B06663">
        <w:t>аказчик обязаны обеспечить конфиденциальность сведений, содержащихся в таких заявках до вскрытия конвертов с заявками на участие в конкурсе.</w:t>
      </w:r>
    </w:p>
    <w:p w:rsidR="0041651A" w:rsidRPr="00B06663" w:rsidRDefault="0041651A" w:rsidP="008909B0">
      <w:pPr>
        <w:pStyle w:val="a"/>
      </w:pPr>
      <w:r w:rsidRPr="00B06663">
        <w:t>Лица, осуществляющие хранение конвертов с заявками, не вправе допускать повреждение таких конвертов и заявок до момента их вскрытия.</w:t>
      </w:r>
    </w:p>
    <w:p w:rsidR="0041651A" w:rsidRPr="00B06663" w:rsidRDefault="0041651A" w:rsidP="008909B0">
      <w:pPr>
        <w:pStyle w:val="a"/>
      </w:pPr>
      <w:r w:rsidRPr="00B06663">
        <w:t xml:space="preserve">4.1.7 Если конверт с заявкой не запечатан и не маркирован в порядке, указанном выше, </w:t>
      </w:r>
      <w:r>
        <w:t>З</w:t>
      </w:r>
      <w:r w:rsidRPr="00B06663">
        <w:t xml:space="preserve">аказчик не несет ответственности за утерю конверта или его содержимого или досрочное вскрытие такого конверта. В случае если конверт не запечатан и не маркирован в порядке, указанном выше, такие конверты с заявками не принимаются </w:t>
      </w:r>
      <w:r>
        <w:t>З</w:t>
      </w:r>
      <w:r w:rsidRPr="00B06663">
        <w:t>аказчиком и возвращаются лицу, подавшему такой конверт.</w:t>
      </w:r>
    </w:p>
    <w:p w:rsidR="0041651A" w:rsidRPr="00B06663" w:rsidRDefault="0041651A" w:rsidP="008909B0">
      <w:pPr>
        <w:pStyle w:val="a"/>
      </w:pPr>
      <w:r w:rsidRPr="00B06663">
        <w:t xml:space="preserve">В случае получения такого конверта </w:t>
      </w:r>
      <w:r>
        <w:t>З</w:t>
      </w:r>
      <w:r w:rsidRPr="00B06663">
        <w:t>аказчиком по почте, соответствующий конверт возвращается по адресу отправителя, указанному на конверте.</w:t>
      </w:r>
    </w:p>
    <w:p w:rsidR="0041651A" w:rsidRPr="00B06663" w:rsidRDefault="0041651A" w:rsidP="008909B0">
      <w:pPr>
        <w:pStyle w:val="Heading2"/>
      </w:pPr>
      <w:r w:rsidRPr="00B06663">
        <w:t>4.2 Изменения заявок на участие в конкурсе</w:t>
      </w:r>
    </w:p>
    <w:p w:rsidR="0041651A" w:rsidRPr="00B06663" w:rsidRDefault="0041651A" w:rsidP="008909B0">
      <w:pPr>
        <w:pStyle w:val="a"/>
      </w:pPr>
      <w:r w:rsidRPr="00B06663">
        <w:t>4.2.1 Участник закупки, подавший заявку, вправе изменить заявку в любое время до момента вскрытия комиссией конвертов с заявками.</w:t>
      </w:r>
    </w:p>
    <w:p w:rsidR="0041651A" w:rsidRPr="00B06663" w:rsidRDefault="0041651A" w:rsidP="008909B0">
      <w:pPr>
        <w:pStyle w:val="a"/>
      </w:pPr>
      <w:r w:rsidRPr="00B06663">
        <w:t>4.2.2 Изменения, внесенные в заявку, считаются неотъемлемой частью заявки на участие в конкурсе.</w:t>
      </w:r>
    </w:p>
    <w:p w:rsidR="0041651A" w:rsidRPr="00B06663" w:rsidRDefault="0041651A" w:rsidP="008909B0">
      <w:pPr>
        <w:pStyle w:val="a"/>
      </w:pPr>
      <w:r w:rsidRPr="00B06663">
        <w:t>4.2.3 Заявки на участие в конкурсе изменяются в следующем порядке.</w:t>
      </w:r>
    </w:p>
    <w:p w:rsidR="0041651A" w:rsidRPr="00B06663" w:rsidRDefault="0041651A" w:rsidP="008909B0">
      <w:pPr>
        <w:pStyle w:val="a"/>
      </w:pPr>
      <w:r w:rsidRPr="00B06663">
        <w:t xml:space="preserve">Изменения заявки на участие в конкурсе подаются в запечатанном конверте. На соответствующем конверте указываются: наименование открытого конкурса, в следующем порядке: «Изменение заявки на участие в открытом одноэтапном конкурсе </w:t>
      </w:r>
      <w:r>
        <w:t>на право заключения договора подряда на выполнение работ по формированию границ охранной зоны кабельных линий,</w:t>
      </w:r>
      <w:r w:rsidRPr="00B06663">
        <w:t xml:space="preserve"> </w:t>
      </w:r>
      <w:r w:rsidRPr="00C64FFD">
        <w:t>____</w:t>
      </w:r>
      <w:r>
        <w:t>__</w:t>
      </w:r>
      <w:r w:rsidRPr="00C64FFD">
        <w:t xml:space="preserve"> (</w:t>
      </w:r>
      <w:r w:rsidRPr="00B06663">
        <w:t>регистрационный номер заявки)».</w:t>
      </w:r>
    </w:p>
    <w:p w:rsidR="0041651A" w:rsidRPr="00B06663" w:rsidRDefault="0041651A" w:rsidP="008909B0">
      <w:pPr>
        <w:pStyle w:val="a"/>
      </w:pPr>
      <w:r w:rsidRPr="00B06663">
        <w:t>Изменения заявки должны быть оформлены в порядке, установленном для оформления заявок на участие в конкурсе в соответствии с пунктом 3.5 настоящего Раздела.</w:t>
      </w:r>
    </w:p>
    <w:p w:rsidR="0041651A" w:rsidRPr="00B06663" w:rsidRDefault="0041651A" w:rsidP="008909B0">
      <w:pPr>
        <w:pStyle w:val="a"/>
      </w:pPr>
      <w:r w:rsidRPr="00B06663">
        <w:t>До окончания предпоследнего дня подачи заявок, установленного в пункте 4.1 настоящего Раздела, изменения заявок на участие в конкурсе подаются по адресу, указанному в извещении о проведении конкурса (с учетом всех изменений извещения о проведении конкурса, являющихся неотъемлемой частью извещения о проведении конкурса) и в Информационной карте конкурсе.</w:t>
      </w:r>
    </w:p>
    <w:p w:rsidR="0041651A" w:rsidRPr="00B06663" w:rsidRDefault="0041651A" w:rsidP="008909B0">
      <w:pPr>
        <w:pStyle w:val="a"/>
      </w:pPr>
      <w:r w:rsidRPr="00B06663">
        <w:t>4.2.4 Изменения заявок на участие в конкурсе регистрируются в Журнале регистрации заявок на участие в конкурсе в порядке, установленном в пункте 4.1 настоящего Раздела.</w:t>
      </w:r>
    </w:p>
    <w:p w:rsidR="0041651A" w:rsidRPr="00B06663" w:rsidRDefault="0041651A" w:rsidP="008909B0">
      <w:pPr>
        <w:pStyle w:val="a"/>
      </w:pPr>
      <w:r w:rsidRPr="00B06663">
        <w:t>4.2.5 После окончания срока подачи заявок не допускается внесение изменений в заявки.</w:t>
      </w:r>
    </w:p>
    <w:p w:rsidR="0041651A" w:rsidRPr="00B06663" w:rsidRDefault="0041651A" w:rsidP="008909B0">
      <w:pPr>
        <w:pStyle w:val="a"/>
      </w:pPr>
      <w:r w:rsidRPr="00B06663">
        <w:t xml:space="preserve">4.2.6 Участники закупки, подавшие изменения заявок на участие в конкурсе, </w:t>
      </w:r>
      <w:r>
        <w:t>З</w:t>
      </w:r>
      <w:r w:rsidRPr="00B06663">
        <w:t>аказчик обязаны обеспечить конфиденциальность сведений, содержащихся в таких изменениях заявок до вскрытия конвертов с изменениями заявок. Лица, осуществляющие хранение конвертов с изменениями заявок на участие в конкурсе, не вправе допускать повреждение таких конвертов и содержащихся в них изменений заявок до момента их вскрытия.</w:t>
      </w:r>
    </w:p>
    <w:p w:rsidR="0041651A" w:rsidRPr="00B06663" w:rsidRDefault="0041651A" w:rsidP="008909B0">
      <w:pPr>
        <w:pStyle w:val="a"/>
      </w:pPr>
      <w:r w:rsidRPr="00B06663">
        <w:t>4.2.7 Конверты с изменениями заявок вскрываются комиссией одновременно с конвертами с заявками на участие в конкурсе.</w:t>
      </w:r>
    </w:p>
    <w:p w:rsidR="0041651A" w:rsidRPr="00B06663" w:rsidRDefault="0041651A" w:rsidP="008909B0">
      <w:pPr>
        <w:pStyle w:val="a"/>
      </w:pPr>
      <w:r w:rsidRPr="00B06663">
        <w:t>После вскрытия конвертов с заявками и конвертов с изменениями соответствующих заявок комиссия устанавливает, поданы ли изменения заявки на участие в конкурсе надлежащим лицом.</w:t>
      </w:r>
    </w:p>
    <w:p w:rsidR="0041651A" w:rsidRPr="00B06663" w:rsidRDefault="0041651A" w:rsidP="008909B0">
      <w:pPr>
        <w:pStyle w:val="a"/>
      </w:pPr>
      <w:r w:rsidRPr="00B06663">
        <w:t>О вскрытии конвертов с изменениями заявок на участие в конкурсе делается соответствующая отметка в протоколе вскрытия заявок на участие в конкурсе.</w:t>
      </w:r>
    </w:p>
    <w:p w:rsidR="0041651A" w:rsidRPr="00B06663" w:rsidRDefault="0041651A" w:rsidP="008909B0">
      <w:pPr>
        <w:pStyle w:val="a"/>
      </w:pPr>
      <w:r w:rsidRPr="00B06663">
        <w:t xml:space="preserve">4.2.8 Если конверт с изменениями заявки на участие в конкурсе не запечатан и не маркирован в порядке, указанном выше, </w:t>
      </w:r>
      <w:r>
        <w:t>З</w:t>
      </w:r>
      <w:r w:rsidRPr="00B06663">
        <w:t xml:space="preserve">аказчик не несет ответственности за утерю или досрочное вскрытие такого конверта. В случае если конверт не запечатан и не маркирован в порядке, указанном выше, такие конверты с изменениями заявок на участие в конкурсе не принимаются </w:t>
      </w:r>
      <w:r>
        <w:t>З</w:t>
      </w:r>
      <w:r w:rsidRPr="00B06663">
        <w:t xml:space="preserve">аказчиком и возвращаются лицу, подавшему такой конверт. В случае получения такого конверта </w:t>
      </w:r>
      <w:r>
        <w:t>З</w:t>
      </w:r>
      <w:r w:rsidRPr="00B06663">
        <w:t>аказчиком по почте, соответствующий конверт возвращается по адресу отправителя, указанному на конверте.</w:t>
      </w:r>
    </w:p>
    <w:p w:rsidR="0041651A" w:rsidRPr="00B06663" w:rsidRDefault="0041651A" w:rsidP="008909B0">
      <w:pPr>
        <w:pStyle w:val="Heading2"/>
      </w:pPr>
      <w:r w:rsidRPr="00B06663">
        <w:t>4.3 Отзыв заявок на участие в конкурсе</w:t>
      </w:r>
    </w:p>
    <w:p w:rsidR="0041651A" w:rsidRPr="00B06663" w:rsidRDefault="0041651A" w:rsidP="008909B0">
      <w:pPr>
        <w:pStyle w:val="a"/>
      </w:pPr>
      <w:r w:rsidRPr="00B06663">
        <w:t>4.3.1 Участник закупки, подавший заявку на участие в конкурсе, вправе отозвать заявку в любое время до момента вскрытия комиссией конвертов с заявками на участие в конкурсе.</w:t>
      </w:r>
    </w:p>
    <w:p w:rsidR="0041651A" w:rsidRPr="00B06663" w:rsidRDefault="0041651A" w:rsidP="008909B0">
      <w:pPr>
        <w:pStyle w:val="a"/>
      </w:pPr>
      <w:r w:rsidRPr="00B06663">
        <w:t>4.3.2 Заявки на участие в конкурсе отзываются в следующем порядке.</w:t>
      </w:r>
    </w:p>
    <w:p w:rsidR="0041651A" w:rsidRPr="00B06663" w:rsidRDefault="0041651A" w:rsidP="008909B0">
      <w:pPr>
        <w:pStyle w:val="a"/>
      </w:pPr>
      <w:r w:rsidRPr="00B06663">
        <w:t>Участник закупки подает в письменном виде уведомление об отзыве заявки, содержащее информацию о том, что он отзывает свою заявку. При этом в соответствующем уведомлении в обязательном порядке должна быть указана следующая информация: наименование конкурса, регистрационный номер заявки на участие в конкурсе, дата и время подачи заявки на участие в конкурсе.</w:t>
      </w:r>
    </w:p>
    <w:p w:rsidR="0041651A" w:rsidRPr="00B06663" w:rsidRDefault="0041651A" w:rsidP="008909B0">
      <w:pPr>
        <w:pStyle w:val="a"/>
      </w:pPr>
      <w:r w:rsidRPr="00B06663">
        <w:t>Заявление об отзыве заявки на участие в конкурсе должно быть скреплено печатью и заверено подписью уполномоченного лица.</w:t>
      </w:r>
    </w:p>
    <w:p w:rsidR="0041651A" w:rsidRPr="00B06663" w:rsidRDefault="0041651A" w:rsidP="008909B0">
      <w:pPr>
        <w:pStyle w:val="a"/>
      </w:pPr>
      <w:r w:rsidRPr="00B06663">
        <w:t>До окончания предпоследнего дня подачи заявок на участие в конкурсе заявления об отзыве заявок на участие в конкурсе подаются по адресу, указанному в извещении о проведении конкурса и Информационной карте конкурса.</w:t>
      </w:r>
    </w:p>
    <w:p w:rsidR="0041651A" w:rsidRPr="00B06663" w:rsidRDefault="0041651A" w:rsidP="008909B0">
      <w:pPr>
        <w:pStyle w:val="a"/>
      </w:pPr>
      <w:r w:rsidRPr="00B06663">
        <w:t>В день окончания срока подачи заявок на участие в конкурсе, заявки на участие в конкурсе отзываются на заседании комиссии непосредственно перед вскрытием конвертов с заявками на участие в конкурсе по адресу, по которому осуществляется вскрытие конвертов с заявками на участие в конкурсе, указанному в извещении о проведении открытого конкурса.</w:t>
      </w:r>
    </w:p>
    <w:p w:rsidR="0041651A" w:rsidRPr="00B06663" w:rsidRDefault="0041651A" w:rsidP="008909B0">
      <w:pPr>
        <w:pStyle w:val="a"/>
      </w:pPr>
      <w:r w:rsidRPr="00B06663">
        <w:t>4.3.3 Отзывы заявок на участие в конкурсе регистрируются в Журнале регистрации заявок на участие в конкурсе в порядке, установленном в пункте 4.1 настоящего Раздела.</w:t>
      </w:r>
    </w:p>
    <w:p w:rsidR="0041651A" w:rsidRPr="00B06663" w:rsidRDefault="0041651A" w:rsidP="008909B0">
      <w:pPr>
        <w:pStyle w:val="a"/>
      </w:pPr>
      <w:r w:rsidRPr="00B06663">
        <w:t xml:space="preserve">4.3.4 После получения и регистрации отзыва заявки на участие в конкурсе </w:t>
      </w:r>
      <w:r>
        <w:t>З</w:t>
      </w:r>
      <w:r w:rsidRPr="00B06663">
        <w:t>аказчик сравнивает регистрационный номер заявки, указанный в заявке и в уведомлении об отзыве соответствующей заявки на участие в конкурсе, и в случае, если они совпадают, вскрывает конверт с отозванной заявкой на участие в конкурсе.</w:t>
      </w:r>
    </w:p>
    <w:p w:rsidR="0041651A" w:rsidRPr="00B06663" w:rsidRDefault="0041651A" w:rsidP="008909B0">
      <w:pPr>
        <w:pStyle w:val="a"/>
      </w:pPr>
      <w:r w:rsidRPr="00B06663">
        <w:t>4.3.5 Заявки на участие в конкурсе, отозванные до окончания срока подачи заявок на участие в конкурсе в порядке, указанном выше, считаются не поданными.</w:t>
      </w:r>
    </w:p>
    <w:p w:rsidR="0041651A" w:rsidRPr="00B06663" w:rsidRDefault="0041651A" w:rsidP="008909B0">
      <w:pPr>
        <w:pStyle w:val="a"/>
      </w:pPr>
      <w:r w:rsidRPr="00B06663">
        <w:t>4.3.6 После окончания срока подачи заявок не допускается отзыв заявок на участие в конкурсе.</w:t>
      </w:r>
    </w:p>
    <w:p w:rsidR="0041651A" w:rsidRPr="00B06663" w:rsidRDefault="0041651A" w:rsidP="008909B0">
      <w:pPr>
        <w:pStyle w:val="a"/>
      </w:pPr>
      <w:r w:rsidRPr="00B06663">
        <w:t xml:space="preserve">4.3.7 Заказчик обязан вернуть внесенные в качестве обеспечения заявки на участие в конкурсе денежные средства участнику закупки, отозвавшему заявку на участие в конкурсе, в течение пяти рабочих дней со дня поступления </w:t>
      </w:r>
      <w:r>
        <w:t>З</w:t>
      </w:r>
      <w:r w:rsidRPr="00B06663">
        <w:t>аказчику уведомления об отзыве заявки на участие в конкурсе.</w:t>
      </w:r>
    </w:p>
    <w:p w:rsidR="0041651A" w:rsidRPr="00B06663" w:rsidRDefault="0041651A" w:rsidP="008909B0">
      <w:pPr>
        <w:pStyle w:val="Heading2"/>
      </w:pPr>
      <w:r w:rsidRPr="00B06663">
        <w:t>4.4 Заявки на участие в конкурсе, поданные с опозданием</w:t>
      </w:r>
    </w:p>
    <w:p w:rsidR="0041651A" w:rsidRPr="00B06663" w:rsidRDefault="0041651A" w:rsidP="008909B0">
      <w:pPr>
        <w:pStyle w:val="a"/>
      </w:pPr>
      <w:r w:rsidRPr="00F776C9">
        <w:t>4.4.1 Полученные после окончания срока подачи заявок конверты с заявками на участие в конкурсе вскрываются и в течение трех рабочих дней такие конверты и такие заявки возвращаются участникам закупки. В случае, если на конверте не указаны почтовый адрес, такие конверты и такие заявки не возвращаются участникам закупки.</w:t>
      </w:r>
    </w:p>
    <w:p w:rsidR="0041651A" w:rsidRPr="00B06663" w:rsidRDefault="0041651A" w:rsidP="008909B0">
      <w:pPr>
        <w:pStyle w:val="a"/>
      </w:pPr>
      <w:r w:rsidRPr="00B06663">
        <w:t>Заказчик обязан вернуть внесенные в качестве обеспечения заявки на участие в конкурсе денежные средства указанным участникам закупки в течение пяти рабочих дней со дня подписания протокола оценки и сопоставления заявок на участие в конкурсе.</w:t>
      </w:r>
    </w:p>
    <w:p w:rsidR="0041651A" w:rsidRPr="00B06663" w:rsidRDefault="0041651A" w:rsidP="008909B0">
      <w:pPr>
        <w:pStyle w:val="Heading2"/>
      </w:pPr>
      <w:r w:rsidRPr="00B06663">
        <w:t>4.5 Обеспечение заявок на участие в конкурсе</w:t>
      </w:r>
    </w:p>
    <w:p w:rsidR="0041651A" w:rsidRPr="00B06663" w:rsidRDefault="0041651A" w:rsidP="008909B0">
      <w:pPr>
        <w:pStyle w:val="a"/>
      </w:pPr>
      <w:r w:rsidRPr="00B06663">
        <w:t>Участники закупки предоставляют обеспечение заявки на сумму, выраженную в рублях и указанную в Информационной карте конкурса.</w:t>
      </w:r>
    </w:p>
    <w:p w:rsidR="0041651A" w:rsidRPr="00B06663" w:rsidRDefault="0041651A" w:rsidP="008909B0">
      <w:pPr>
        <w:pStyle w:val="a"/>
      </w:pPr>
      <w:r w:rsidRPr="00B06663">
        <w:t>Обеспечение заявки должно отвечать следующим требованиям:</w:t>
      </w:r>
    </w:p>
    <w:p w:rsidR="0041651A" w:rsidRPr="00B06663" w:rsidRDefault="0041651A" w:rsidP="008909B0">
      <w:pPr>
        <w:pStyle w:val="a"/>
        <w:numPr>
          <w:ilvl w:val="0"/>
          <w:numId w:val="3"/>
        </w:numPr>
        <w:tabs>
          <w:tab w:val="clear" w:pos="1854"/>
          <w:tab w:val="num" w:pos="935"/>
        </w:tabs>
        <w:ind w:left="0" w:firstLine="561"/>
      </w:pPr>
      <w:r w:rsidRPr="00B06663">
        <w:t>в качестве обеспечения конкурсной заявки используются только денежные средства;</w:t>
      </w:r>
    </w:p>
    <w:p w:rsidR="0041651A" w:rsidRPr="00B06663" w:rsidRDefault="0041651A" w:rsidP="008909B0">
      <w:pPr>
        <w:pStyle w:val="a"/>
        <w:numPr>
          <w:ilvl w:val="0"/>
          <w:numId w:val="3"/>
        </w:numPr>
        <w:tabs>
          <w:tab w:val="clear" w:pos="1854"/>
          <w:tab w:val="num" w:pos="935"/>
        </w:tabs>
        <w:ind w:left="0" w:firstLine="561"/>
      </w:pPr>
      <w:r w:rsidRPr="00B06663">
        <w:t>в качестве документа, подтверждающего внесение обеспечения заявки, должно быть оригинальное платежное поручение. В том случае, если перевод денежных средств осуществляется Участником закупки при помощи системы «Банк-клиент», то должна быть приложена оригинальная выписка из банка, подтверждающая факт перевода денежных средств.</w:t>
      </w:r>
    </w:p>
    <w:p w:rsidR="0041651A" w:rsidRPr="00B06663" w:rsidRDefault="0041651A" w:rsidP="008909B0">
      <w:pPr>
        <w:pStyle w:val="a"/>
      </w:pPr>
      <w:r w:rsidRPr="00B06663">
        <w:t>Любая заявка на участие в конкурсе, не сопровождаемая установленным обеспечением, не будет допущена до участия в конкурсе в соответствии с пунктом 5.3 настоящего Раздела.</w:t>
      </w:r>
    </w:p>
    <w:p w:rsidR="0041651A" w:rsidRPr="00B06663" w:rsidRDefault="0041651A" w:rsidP="008909B0">
      <w:pPr>
        <w:pStyle w:val="a"/>
      </w:pPr>
      <w:r w:rsidRPr="00B06663">
        <w:t>В случае, если было установлено требование обеспечения заявки на участие в конкурсе, Заказчик возвращает участникам зак</w:t>
      </w:r>
      <w:r>
        <w:t>упки</w:t>
      </w:r>
      <w:r w:rsidRPr="00B06663">
        <w:t xml:space="preserve"> денежные средства, внесенные в качестве обеспечения заявки на участие в конкурсе путем перечисления денежных средств на банковский счет, указанный в заявке, поданной соответствующим участником закупки в следующих случаях и в следующие сроки:</w:t>
      </w:r>
    </w:p>
    <w:p w:rsidR="0041651A" w:rsidRPr="00B06663" w:rsidRDefault="0041651A" w:rsidP="008909B0">
      <w:pPr>
        <w:pStyle w:val="a"/>
        <w:numPr>
          <w:ilvl w:val="0"/>
          <w:numId w:val="4"/>
        </w:numPr>
        <w:tabs>
          <w:tab w:val="clear" w:pos="1854"/>
          <w:tab w:val="num" w:pos="935"/>
        </w:tabs>
        <w:ind w:left="0" w:firstLine="561"/>
      </w:pPr>
      <w:r w:rsidRPr="00B06663">
        <w:t>в течение пяти рабочих дней со дня принятия Заказчиком решения об отказе от проведения открытого конкурса;</w:t>
      </w:r>
    </w:p>
    <w:p w:rsidR="0041651A" w:rsidRPr="00B06663" w:rsidRDefault="0041651A" w:rsidP="008909B0">
      <w:pPr>
        <w:pStyle w:val="a"/>
        <w:numPr>
          <w:ilvl w:val="0"/>
          <w:numId w:val="4"/>
        </w:numPr>
        <w:tabs>
          <w:tab w:val="clear" w:pos="1854"/>
          <w:tab w:val="num" w:pos="935"/>
        </w:tabs>
        <w:ind w:left="0" w:firstLine="561"/>
      </w:pPr>
      <w:r w:rsidRPr="00B06663">
        <w:t>в течение пяти рабочих дней со дня поступления Заказчику, уведомления об отзыве участником закупки заявки на участие в конкурсе с соблюдением положений пункта 4.5.4.настоящего Раздела;</w:t>
      </w:r>
    </w:p>
    <w:p w:rsidR="0041651A" w:rsidRPr="00B06663" w:rsidRDefault="0041651A" w:rsidP="008909B0">
      <w:pPr>
        <w:pStyle w:val="a"/>
        <w:numPr>
          <w:ilvl w:val="0"/>
          <w:numId w:val="4"/>
        </w:numPr>
        <w:tabs>
          <w:tab w:val="clear" w:pos="1854"/>
          <w:tab w:val="num" w:pos="935"/>
        </w:tabs>
        <w:ind w:left="0" w:firstLine="561"/>
      </w:pPr>
      <w:r w:rsidRPr="00B06663">
        <w:t>в течение пяти рабочих дней со дня подписания протокола рассмотрения заявок на участие в конкурсе участникам закупки, которым отказано в допуске к участию в конкурсе;</w:t>
      </w:r>
    </w:p>
    <w:p w:rsidR="0041651A" w:rsidRPr="00B06663" w:rsidRDefault="0041651A" w:rsidP="008909B0">
      <w:pPr>
        <w:pStyle w:val="a"/>
        <w:numPr>
          <w:ilvl w:val="0"/>
          <w:numId w:val="4"/>
        </w:numPr>
        <w:tabs>
          <w:tab w:val="clear" w:pos="1854"/>
          <w:tab w:val="num" w:pos="935"/>
        </w:tabs>
        <w:ind w:left="0" w:firstLine="561"/>
      </w:pPr>
      <w:r w:rsidRPr="00B06663">
        <w:t>в течение пяти рабочих дней со дня подписания протокола оценки и сопоставления заявок на участие в конкурсе участникам конкурса, которые не стали победителями конкурса, за исключением участника конкурса, заявке на участие в конкурсе которого присвоен второй номер;</w:t>
      </w:r>
    </w:p>
    <w:p w:rsidR="0041651A" w:rsidRPr="00B06663" w:rsidRDefault="0041651A" w:rsidP="008909B0">
      <w:pPr>
        <w:pStyle w:val="a"/>
        <w:numPr>
          <w:ilvl w:val="0"/>
          <w:numId w:val="4"/>
        </w:numPr>
        <w:tabs>
          <w:tab w:val="clear" w:pos="1854"/>
          <w:tab w:val="num" w:pos="935"/>
        </w:tabs>
        <w:ind w:left="0" w:firstLine="561"/>
      </w:pPr>
      <w:r w:rsidRPr="00B06663">
        <w:t>в течение пяти рабочих дней со дня подписания протокола оценки и сопоставления заявок на участие в конкурсе участникам закупки, заявки на участие в конкурсе которых получены после окончания приема конвертов с заявками на участие в конкурсе и возвращены;</w:t>
      </w:r>
    </w:p>
    <w:p w:rsidR="0041651A" w:rsidRPr="00B06663" w:rsidRDefault="0041651A" w:rsidP="008909B0">
      <w:pPr>
        <w:pStyle w:val="a"/>
        <w:numPr>
          <w:ilvl w:val="0"/>
          <w:numId w:val="4"/>
        </w:numPr>
        <w:tabs>
          <w:tab w:val="clear" w:pos="1854"/>
          <w:tab w:val="num" w:pos="935"/>
        </w:tabs>
        <w:ind w:left="0" w:firstLine="561"/>
      </w:pPr>
      <w:r w:rsidRPr="00B06663">
        <w:t>участнику конкурса, заявке на участие в конкурсе которого присвоен второй номер, в течение пяти рабочих дней со дня заключения договора с победителем конкурса или с таким Участником конкурса;</w:t>
      </w:r>
    </w:p>
    <w:p w:rsidR="0041651A" w:rsidRPr="00B06663" w:rsidRDefault="0041651A" w:rsidP="008909B0">
      <w:pPr>
        <w:pStyle w:val="a"/>
        <w:numPr>
          <w:ilvl w:val="0"/>
          <w:numId w:val="4"/>
        </w:numPr>
        <w:tabs>
          <w:tab w:val="clear" w:pos="1854"/>
          <w:tab w:val="num" w:pos="935"/>
        </w:tabs>
        <w:ind w:left="0" w:firstLine="561"/>
      </w:pPr>
      <w:r w:rsidRPr="00B06663">
        <w:t>победителю конкурса в течение пяти рабочих дней со дня заключения с ним договора.</w:t>
      </w:r>
    </w:p>
    <w:p w:rsidR="0041651A" w:rsidRPr="00B06663" w:rsidRDefault="0041651A" w:rsidP="008909B0">
      <w:pPr>
        <w:pStyle w:val="a"/>
      </w:pPr>
      <w:r w:rsidRPr="00B06663">
        <w:t>Обеспечение заявки может быть удержано с участника конкурса в следующих случаях:</w:t>
      </w:r>
    </w:p>
    <w:p w:rsidR="0041651A" w:rsidRPr="00B06663" w:rsidRDefault="0041651A" w:rsidP="008909B0">
      <w:pPr>
        <w:pStyle w:val="a"/>
        <w:numPr>
          <w:ilvl w:val="0"/>
          <w:numId w:val="5"/>
        </w:numPr>
        <w:tabs>
          <w:tab w:val="clear" w:pos="1854"/>
          <w:tab w:val="num" w:pos="935"/>
        </w:tabs>
        <w:ind w:left="0" w:firstLine="561"/>
      </w:pPr>
      <w:r w:rsidRPr="00B06663">
        <w:t>уклонения победителя конкурса от заключения договора;</w:t>
      </w:r>
    </w:p>
    <w:p w:rsidR="0041651A" w:rsidRDefault="0041651A" w:rsidP="008909B0">
      <w:pPr>
        <w:pStyle w:val="a"/>
        <w:numPr>
          <w:ilvl w:val="0"/>
          <w:numId w:val="5"/>
        </w:numPr>
        <w:tabs>
          <w:tab w:val="clear" w:pos="1854"/>
          <w:tab w:val="num" w:pos="935"/>
        </w:tabs>
        <w:ind w:left="0" w:firstLine="561"/>
      </w:pPr>
      <w:r w:rsidRPr="00B06663">
        <w:t>уклонения Участника конкурса, заявке на участие в конкурсе которого присвоен второй номер, от заключения договора, в том случае, если победитель конкурса уклонился от заключения договора;</w:t>
      </w:r>
    </w:p>
    <w:p w:rsidR="0041651A" w:rsidRPr="00B06663" w:rsidRDefault="0041651A" w:rsidP="008909B0">
      <w:pPr>
        <w:pStyle w:val="a"/>
        <w:numPr>
          <w:ilvl w:val="0"/>
          <w:numId w:val="5"/>
        </w:numPr>
        <w:tabs>
          <w:tab w:val="clear" w:pos="1854"/>
          <w:tab w:val="num" w:pos="935"/>
        </w:tabs>
        <w:ind w:left="0" w:firstLine="561"/>
      </w:pPr>
      <w:r w:rsidRPr="00B06663">
        <w:t>непредставления победителем конкурса или Участником конкурса, заявке на участие в конкурсе которого присвоен второй номер, обеспечения исполнения обязательств по договору в соответствии с пунктом 8.2. настоящего Раздела.</w:t>
      </w:r>
    </w:p>
    <w:p w:rsidR="0041651A" w:rsidRPr="00B06663" w:rsidRDefault="0041651A" w:rsidP="008909B0">
      <w:pPr>
        <w:pStyle w:val="Heading2"/>
      </w:pPr>
      <w:r w:rsidRPr="00B06663">
        <w:t xml:space="preserve">4.6 Срок </w:t>
      </w:r>
      <w:r w:rsidRPr="0067504B">
        <w:t>действия</w:t>
      </w:r>
      <w:r w:rsidRPr="00B06663">
        <w:t xml:space="preserve"> заявок на участие в конкурсе</w:t>
      </w:r>
    </w:p>
    <w:p w:rsidR="0041651A" w:rsidRDefault="0041651A" w:rsidP="008909B0">
      <w:pPr>
        <w:pStyle w:val="a"/>
      </w:pPr>
      <w:r w:rsidRPr="00B06663">
        <w:t>4.6.1 Заявки на участие в конкурсе должны сохранять свое действие в течение срока проведения процедуры конкурса и до завершения указанной процедуры. Процедура конкурса завершается подписанием договора или принятием решения об отмене конкурса.</w:t>
      </w:r>
    </w:p>
    <w:p w:rsidR="0041651A" w:rsidRPr="00B06663" w:rsidRDefault="0041651A" w:rsidP="008909B0">
      <w:pPr>
        <w:pStyle w:val="a"/>
      </w:pPr>
    </w:p>
    <w:p w:rsidR="0041651A" w:rsidRPr="00B06663" w:rsidRDefault="0041651A" w:rsidP="008909B0">
      <w:pPr>
        <w:pStyle w:val="Heading1"/>
      </w:pPr>
      <w:r w:rsidRPr="00B06663">
        <w:t>5 ВСКРЫТИЕ КОНВЕРТОВ С ЗАЯВКАМИ НА УЧАСТИЕ В КОНКУРСЕ</w:t>
      </w:r>
    </w:p>
    <w:p w:rsidR="0041651A" w:rsidRPr="00B06663" w:rsidRDefault="0041651A" w:rsidP="008909B0">
      <w:pPr>
        <w:pStyle w:val="Heading2"/>
      </w:pPr>
      <w:r w:rsidRPr="00B06663">
        <w:t>5.1 Порядок вскрытия конвертов с заявками на участие в конкурсе</w:t>
      </w:r>
    </w:p>
    <w:p w:rsidR="0041651A" w:rsidRDefault="0041651A" w:rsidP="008909B0">
      <w:pPr>
        <w:pStyle w:val="a"/>
      </w:pPr>
      <w:r w:rsidRPr="00B06663">
        <w:t>5.1.1 Публично в день, во время и в месте, указанные в извещении о проведении конкурса (с учетом всех изменений извещения о проведении конкурса, являющихся неотъемлемой частью извещения о проведении конкурса) и Информационной карте конкурса, комиссией вскрываются конверты с заявками на участие в конкурсе.</w:t>
      </w:r>
    </w:p>
    <w:p w:rsidR="0041651A" w:rsidRDefault="0041651A" w:rsidP="008909B0">
      <w:pPr>
        <w:pStyle w:val="a"/>
      </w:pPr>
      <w:r w:rsidRPr="00B06663">
        <w:t>Участники закупки, подавшие заявки на участие в конкурсе, или их законные представители вправе присутствовать при вскрытии конвертов.</w:t>
      </w:r>
    </w:p>
    <w:p w:rsidR="0041651A" w:rsidRDefault="0041651A" w:rsidP="00957ABE">
      <w:pPr>
        <w:pStyle w:val="a"/>
      </w:pPr>
      <w:r w:rsidRPr="00B06663">
        <w:t>Уполномоченные представители участников закупки, присутствующие при вскрытии конвертов с заявками на участие в конкурсе, должны предоставить доверенность, выданную от имени участника закупки и составленную по форме № 3, содержащейся в настоящей Конкурсной документации</w:t>
      </w:r>
      <w:r>
        <w:t xml:space="preserve"> и Заявление о согласии на обработку персональных данных, составленное по форме № 4, содержащейся в настоящей Конкурсной документации</w:t>
      </w:r>
      <w:r w:rsidRPr="00B06663">
        <w:t>.</w:t>
      </w:r>
    </w:p>
    <w:p w:rsidR="0041651A" w:rsidRDefault="0041651A" w:rsidP="008909B0">
      <w:pPr>
        <w:pStyle w:val="a"/>
      </w:pPr>
      <w:r w:rsidRPr="00B06663">
        <w:t>5.1.2 Все присутствующие при вскрытии конвертов лица регистрируются секретарем комиссии.</w:t>
      </w:r>
    </w:p>
    <w:p w:rsidR="0041651A" w:rsidRDefault="0041651A" w:rsidP="008909B0">
      <w:pPr>
        <w:pStyle w:val="a"/>
      </w:pPr>
      <w:r w:rsidRPr="00B06663">
        <w:t>5.1.3 В день вскрытия конвертов с заявками на участие в конкурсе непосредственно перед вскрытием</w:t>
      </w:r>
      <w:r>
        <w:t xml:space="preserve"> </w:t>
      </w:r>
      <w:r w:rsidRPr="00B06663">
        <w:t>конвертов с заявками на участие в конкурсе, но не раньше времени, указанного в пункте 5.1.1 настоящего Раздела, комиссия обязана объявить присутствующим при вскрытии таких конвертов участникам зак</w:t>
      </w:r>
      <w:r>
        <w:t>упки</w:t>
      </w:r>
      <w:r w:rsidRPr="00B06663">
        <w:t xml:space="preserve"> о возможности подать заявки на участие в конкурсе, изменить или отозвать поданные заявки на участие в конкурсе до вскрытия конвертов с заявками на участие в конкурсе. Указанное объявление должно быть сделано до вскрытия первого конверта с заявкой на</w:t>
      </w:r>
      <w:r>
        <w:t xml:space="preserve"> </w:t>
      </w:r>
      <w:r w:rsidRPr="00B06663">
        <w:t>участие в конкурсе.</w:t>
      </w:r>
    </w:p>
    <w:p w:rsidR="0041651A" w:rsidRPr="003F1BD3" w:rsidRDefault="0041651A" w:rsidP="008909B0">
      <w:pPr>
        <w:pStyle w:val="a"/>
      </w:pPr>
      <w:r>
        <w:t xml:space="preserve">5.1.4 </w:t>
      </w:r>
      <w:r w:rsidRPr="00B06663">
        <w:t>Комиссией вскрываются конверты с заявками на участие в конкурсе, которые поступили</w:t>
      </w:r>
      <w:r>
        <w:t xml:space="preserve"> </w:t>
      </w:r>
      <w:r w:rsidRPr="003F1BD3">
        <w:t>Заказчику до 1</w:t>
      </w:r>
      <w:r w:rsidRPr="00135FD1">
        <w:t>5</w:t>
      </w:r>
      <w:r w:rsidRPr="003F1BD3">
        <w:t>:00 часов «</w:t>
      </w:r>
      <w:r>
        <w:t>21</w:t>
      </w:r>
      <w:r w:rsidRPr="003F1BD3">
        <w:t>»</w:t>
      </w:r>
      <w:r>
        <w:t xml:space="preserve"> июня</w:t>
      </w:r>
      <w:r w:rsidRPr="003F1BD3">
        <w:t xml:space="preserve"> 2012 года.</w:t>
      </w:r>
    </w:p>
    <w:p w:rsidR="0041651A" w:rsidRDefault="0041651A" w:rsidP="008909B0">
      <w:pPr>
        <w:pStyle w:val="a"/>
      </w:pPr>
      <w:r w:rsidRPr="003F1BD3">
        <w:t>5.1.5 Наименование и почтовый адрес каждого участника закупки, конверт с заявкой на</w:t>
      </w:r>
      <w:r w:rsidRPr="00B06663">
        <w:t xml:space="preserve"> участие в конкурсе которого</w:t>
      </w:r>
      <w:r>
        <w:t xml:space="preserve"> </w:t>
      </w:r>
      <w:r w:rsidRPr="00B06663">
        <w:t>вскрывается, наличие документов, предусмотренных конкурсной документацией,</w:t>
      </w:r>
      <w:r>
        <w:t xml:space="preserve"> </w:t>
      </w:r>
      <w:r w:rsidRPr="00B06663">
        <w:t>объявляются при вскрытии конвертов с заявками на участие в конкурсе и</w:t>
      </w:r>
      <w:r>
        <w:t xml:space="preserve"> </w:t>
      </w:r>
      <w:r w:rsidRPr="00B06663">
        <w:t>заносятся в протокол вскрытия конвертов с заявками на участие в конкурсе.</w:t>
      </w:r>
    </w:p>
    <w:p w:rsidR="0041651A" w:rsidRDefault="0041651A" w:rsidP="008909B0">
      <w:pPr>
        <w:pStyle w:val="a"/>
      </w:pPr>
      <w:r>
        <w:t xml:space="preserve">5.1.6 </w:t>
      </w:r>
      <w:r w:rsidRPr="00B06663">
        <w:t>Протокол вскрытия конвертов с заявками на участие в конкурсе ведется комиссией. Указанный</w:t>
      </w:r>
      <w:r>
        <w:t xml:space="preserve"> </w:t>
      </w:r>
      <w:r w:rsidRPr="00B06663">
        <w:t xml:space="preserve">протокол размещается </w:t>
      </w:r>
      <w:r>
        <w:t>З</w:t>
      </w:r>
      <w:r w:rsidRPr="00B06663">
        <w:t>аказчиком на официальном</w:t>
      </w:r>
      <w:r>
        <w:t xml:space="preserve"> общероссийском сайте,</w:t>
      </w:r>
      <w:r w:rsidRPr="00B06663">
        <w:t xml:space="preserve"> сайте</w:t>
      </w:r>
      <w:r>
        <w:t xml:space="preserve"> Заказчика</w:t>
      </w:r>
      <w:r w:rsidRPr="00B06663">
        <w:t xml:space="preserve"> не позднее, чем в течение трех дней</w:t>
      </w:r>
      <w:r>
        <w:t xml:space="preserve"> </w:t>
      </w:r>
      <w:r w:rsidRPr="00B06663">
        <w:t>после подписания данного протокола.</w:t>
      </w:r>
    </w:p>
    <w:p w:rsidR="0041651A" w:rsidRDefault="0041651A" w:rsidP="008909B0">
      <w:pPr>
        <w:pStyle w:val="a"/>
      </w:pPr>
      <w:r>
        <w:t xml:space="preserve">5.1.7 </w:t>
      </w:r>
      <w:r w:rsidRPr="00B06663">
        <w:t>В случае</w:t>
      </w:r>
      <w:r>
        <w:t>,</w:t>
      </w:r>
      <w:r w:rsidRPr="00B06663">
        <w:t xml:space="preserve"> если по окончании срока подачи заявок на участие в конкурсе подана только одна заявка</w:t>
      </w:r>
      <w:r>
        <w:t xml:space="preserve"> </w:t>
      </w:r>
      <w:r w:rsidRPr="00B06663">
        <w:t>или не подано ни одной заявки на участие в конкурсе, конкурс признается несостоявшимся.</w:t>
      </w:r>
    </w:p>
    <w:p w:rsidR="0041651A" w:rsidRPr="00B06663" w:rsidRDefault="0041651A" w:rsidP="008909B0">
      <w:pPr>
        <w:pStyle w:val="a"/>
      </w:pPr>
      <w:r>
        <w:t xml:space="preserve">5.1.8 </w:t>
      </w:r>
      <w:r w:rsidRPr="00B06663">
        <w:t>При вскрытии конвертов с заявками на участие в конкурсе Заказчик вправе запретить проведение</w:t>
      </w:r>
      <w:r>
        <w:t xml:space="preserve"> </w:t>
      </w:r>
      <w:r w:rsidRPr="00B06663">
        <w:t>аудио и видеозаписи.</w:t>
      </w:r>
    </w:p>
    <w:p w:rsidR="0041651A" w:rsidRPr="00B06663" w:rsidRDefault="0041651A" w:rsidP="008909B0">
      <w:pPr>
        <w:pStyle w:val="Heading1"/>
      </w:pPr>
      <w:r w:rsidRPr="00B06663">
        <w:t>6</w:t>
      </w:r>
      <w:r>
        <w:t xml:space="preserve"> </w:t>
      </w:r>
      <w:r w:rsidRPr="00B06663">
        <w:t>РАССМОТРЕНИЕ ЗАЯВОК НА УЧАСТИЕ В КОНКУРСЕ</w:t>
      </w:r>
    </w:p>
    <w:p w:rsidR="0041651A" w:rsidRDefault="0041651A" w:rsidP="008909B0">
      <w:pPr>
        <w:pStyle w:val="a"/>
      </w:pPr>
      <w:r>
        <w:t xml:space="preserve">6.1 </w:t>
      </w:r>
      <w:r w:rsidRPr="00B06663">
        <w:t>Комиссия рассматривает заявки на участие в конкурсе на соответствие требованиям,</w:t>
      </w:r>
      <w:r>
        <w:t xml:space="preserve"> </w:t>
      </w:r>
      <w:r w:rsidRPr="00B06663">
        <w:t>установленным конкурсной документацией, и соответствие участников закупки требованиям,</w:t>
      </w:r>
      <w:r>
        <w:t xml:space="preserve"> </w:t>
      </w:r>
      <w:r w:rsidRPr="00B06663">
        <w:t>установленным в Информационной карте конкурса.</w:t>
      </w:r>
    </w:p>
    <w:p w:rsidR="0041651A" w:rsidRDefault="0041651A" w:rsidP="008909B0">
      <w:pPr>
        <w:pStyle w:val="a"/>
      </w:pPr>
      <w:r>
        <w:t xml:space="preserve">6.2 </w:t>
      </w:r>
      <w:r w:rsidRPr="00B06663">
        <w:t>Срок рассмотрения заявок на участие в конкурсе указан в Информационной карте конкурса и не</w:t>
      </w:r>
      <w:r>
        <w:t xml:space="preserve"> </w:t>
      </w:r>
      <w:r w:rsidRPr="00B06663">
        <w:t>может превышать двадцать дней со дня вскрытия конвертов с заявками на участие в конкурсе.</w:t>
      </w:r>
    </w:p>
    <w:p w:rsidR="0041651A" w:rsidRDefault="0041651A" w:rsidP="008909B0">
      <w:pPr>
        <w:pStyle w:val="a"/>
      </w:pPr>
      <w:r>
        <w:t xml:space="preserve">6.3 </w:t>
      </w:r>
      <w:r w:rsidRPr="00B06663">
        <w:t>На основании результатов рассмотрения заявок на участие в конкурсе комиссией принимается</w:t>
      </w:r>
      <w:r>
        <w:t xml:space="preserve"> </w:t>
      </w:r>
      <w:r w:rsidRPr="00B06663">
        <w:t>решение:</w:t>
      </w:r>
    </w:p>
    <w:p w:rsidR="0041651A" w:rsidRDefault="0041651A" w:rsidP="008909B0">
      <w:pPr>
        <w:pStyle w:val="a"/>
        <w:numPr>
          <w:ilvl w:val="0"/>
          <w:numId w:val="6"/>
        </w:numPr>
        <w:tabs>
          <w:tab w:val="clear" w:pos="1854"/>
          <w:tab w:val="num" w:pos="935"/>
        </w:tabs>
        <w:ind w:left="0" w:firstLine="561"/>
      </w:pPr>
      <w:r w:rsidRPr="00B06663">
        <w:t>о допуске к участию в конкурсе участника закупки и о признании участника его</w:t>
      </w:r>
      <w:r>
        <w:t xml:space="preserve"> </w:t>
      </w:r>
      <w:r w:rsidRPr="00B06663">
        <w:t>участником конкурса;</w:t>
      </w:r>
    </w:p>
    <w:p w:rsidR="0041651A" w:rsidRDefault="0041651A" w:rsidP="008909B0">
      <w:pPr>
        <w:pStyle w:val="a"/>
        <w:numPr>
          <w:ilvl w:val="0"/>
          <w:numId w:val="6"/>
        </w:numPr>
        <w:tabs>
          <w:tab w:val="clear" w:pos="1854"/>
          <w:tab w:val="num" w:pos="935"/>
        </w:tabs>
        <w:ind w:left="0" w:firstLine="561"/>
      </w:pPr>
      <w:r w:rsidRPr="00B06663">
        <w:t>об отказе в допуске участника закупки к участию в конкурсе с обоснованием такого</w:t>
      </w:r>
      <w:r>
        <w:t xml:space="preserve"> </w:t>
      </w:r>
      <w:r w:rsidRPr="00B06663">
        <w:t>решения.</w:t>
      </w:r>
    </w:p>
    <w:p w:rsidR="0041651A" w:rsidRDefault="0041651A" w:rsidP="008909B0">
      <w:pPr>
        <w:pStyle w:val="a"/>
      </w:pPr>
      <w:r>
        <w:t xml:space="preserve">6.4 </w:t>
      </w:r>
      <w:r w:rsidRPr="00B06663">
        <w:t>Участнику зак</w:t>
      </w:r>
      <w:r>
        <w:t>упки</w:t>
      </w:r>
      <w:r w:rsidRPr="00B06663">
        <w:t xml:space="preserve"> отказывается в допуске к участию в конкурсе в случае:</w:t>
      </w:r>
    </w:p>
    <w:p w:rsidR="0041651A" w:rsidRDefault="0041651A" w:rsidP="008909B0">
      <w:pPr>
        <w:pStyle w:val="a"/>
        <w:numPr>
          <w:ilvl w:val="0"/>
          <w:numId w:val="7"/>
        </w:numPr>
        <w:tabs>
          <w:tab w:val="clear" w:pos="1854"/>
          <w:tab w:val="num" w:pos="935"/>
        </w:tabs>
        <w:ind w:left="0" w:firstLine="561"/>
      </w:pPr>
      <w:r w:rsidRPr="00B06663">
        <w:t>не</w:t>
      </w:r>
      <w:r>
        <w:t xml:space="preserve"> </w:t>
      </w:r>
      <w:r w:rsidRPr="00B06663">
        <w:t xml:space="preserve">предоставления определенных Информационной картой конкурса документов в составе заявки на участие в конкурсе либо наличия в таких документах недостоверных сведений об участнике закупки, о товарах, работах, услугах соответственно на поставку, выполнение, оказание которых размещается </w:t>
      </w:r>
      <w:r>
        <w:t>конкурс</w:t>
      </w:r>
      <w:r w:rsidRPr="00B06663">
        <w:t>;</w:t>
      </w:r>
    </w:p>
    <w:p w:rsidR="0041651A" w:rsidRDefault="0041651A" w:rsidP="008909B0">
      <w:pPr>
        <w:pStyle w:val="a"/>
        <w:numPr>
          <w:ilvl w:val="0"/>
          <w:numId w:val="7"/>
        </w:numPr>
        <w:tabs>
          <w:tab w:val="clear" w:pos="1854"/>
          <w:tab w:val="num" w:pos="935"/>
        </w:tabs>
        <w:ind w:left="0" w:firstLine="561"/>
      </w:pPr>
      <w:r w:rsidRPr="00B06663">
        <w:t>несоответствия требованиям, установленным в Информационной карте конкурса;</w:t>
      </w:r>
    </w:p>
    <w:p w:rsidR="0041651A" w:rsidRPr="00B06663" w:rsidRDefault="0041651A" w:rsidP="008909B0">
      <w:pPr>
        <w:pStyle w:val="a"/>
        <w:numPr>
          <w:ilvl w:val="0"/>
          <w:numId w:val="7"/>
        </w:numPr>
        <w:tabs>
          <w:tab w:val="clear" w:pos="1854"/>
          <w:tab w:val="num" w:pos="935"/>
        </w:tabs>
        <w:ind w:left="0" w:firstLine="561"/>
      </w:pPr>
      <w:r w:rsidRPr="00B06663">
        <w:t>несоответствия заявки на участие в конкурсе требованиям конкурсной документации, в том числе наличие в таких заявках предложения о цене договора, превышающей начальную (максимальную) цену договора.</w:t>
      </w:r>
    </w:p>
    <w:p w:rsidR="0041651A" w:rsidRDefault="0041651A" w:rsidP="008909B0">
      <w:pPr>
        <w:pStyle w:val="a"/>
      </w:pPr>
      <w:r w:rsidRPr="00B06663">
        <w:t>Если в документах, входящих в состав заявки на участие в конкурсе, имеются расхождения</w:t>
      </w:r>
      <w:r>
        <w:t xml:space="preserve"> </w:t>
      </w:r>
      <w:r w:rsidRPr="00B06663">
        <w:t>между обозначением сумм прописью и цифрами, то комиссией принимается к рассмотрению сумма, указанная прописью.</w:t>
      </w:r>
    </w:p>
    <w:p w:rsidR="0041651A" w:rsidRDefault="0041651A" w:rsidP="008909B0">
      <w:pPr>
        <w:pStyle w:val="a"/>
      </w:pPr>
      <w:r>
        <w:t xml:space="preserve">6.5 </w:t>
      </w:r>
      <w:r w:rsidRPr="00B06663">
        <w:t>В случае</w:t>
      </w:r>
      <w:r>
        <w:t>,</w:t>
      </w:r>
      <w:r w:rsidRPr="00B06663">
        <w:t xml:space="preserve"> если на основании результатов рассмотрения заявок на участие в конкурсе принято</w:t>
      </w:r>
      <w:r>
        <w:t xml:space="preserve"> </w:t>
      </w:r>
      <w:r w:rsidRPr="00B06663">
        <w:t>решение об отказе в допуске к участию в конкурсе всех участников закупки, подавших заявки на</w:t>
      </w:r>
      <w:r>
        <w:t xml:space="preserve"> </w:t>
      </w:r>
      <w:r w:rsidRPr="00B06663">
        <w:t>участие в конкурсе, или о допуске к участию в конкурсе и признании участником конкурса только</w:t>
      </w:r>
      <w:r>
        <w:t xml:space="preserve"> </w:t>
      </w:r>
      <w:r w:rsidRPr="00B06663">
        <w:t>одного участника закупки, подавшего заявку на участие в конкурсе, конкурс признается</w:t>
      </w:r>
      <w:r>
        <w:t xml:space="preserve"> </w:t>
      </w:r>
      <w:r w:rsidRPr="00B06663">
        <w:t>несостоявшимся.</w:t>
      </w:r>
    </w:p>
    <w:p w:rsidR="0041651A" w:rsidRDefault="0041651A" w:rsidP="008909B0">
      <w:pPr>
        <w:pStyle w:val="a"/>
      </w:pPr>
      <w:r>
        <w:t xml:space="preserve">6.6 </w:t>
      </w:r>
      <w:r w:rsidRPr="00B06663">
        <w:t>На основании результатов рассмотрения заявок на участие в конкурсе комиссией ведется</w:t>
      </w:r>
      <w:r>
        <w:t xml:space="preserve"> </w:t>
      </w:r>
      <w:r w:rsidRPr="00B06663">
        <w:t>протокол рассмотрения заявок на участие в конкурсе, который размещается на официальном сайте</w:t>
      </w:r>
      <w:r>
        <w:t xml:space="preserve"> </w:t>
      </w:r>
      <w:r w:rsidRPr="00B06663">
        <w:t>не позднее чем через три дня со дня подписания протокола рассмотрения заявок.</w:t>
      </w:r>
    </w:p>
    <w:p w:rsidR="0041651A" w:rsidRPr="00D62384" w:rsidRDefault="0041651A" w:rsidP="008909B0">
      <w:pPr>
        <w:pStyle w:val="a"/>
      </w:pPr>
      <w:r w:rsidRPr="00D62384">
        <w:t>6.7 Участникам закупки, подавшим заявки на участие в конкурсе и признанным участниками конкурса, и участникам закупки, подавшим заявки на участие в конкурсе и не допущенным к участию в конкурсе, направляются уведомления о принятых комиссией решениях.</w:t>
      </w:r>
    </w:p>
    <w:p w:rsidR="0041651A" w:rsidRDefault="0041651A" w:rsidP="008909B0">
      <w:pPr>
        <w:pStyle w:val="a"/>
      </w:pPr>
    </w:p>
    <w:p w:rsidR="0041651A" w:rsidRDefault="0041651A" w:rsidP="008909B0">
      <w:pPr>
        <w:pStyle w:val="Heading1"/>
      </w:pPr>
      <w:r w:rsidRPr="00B06663">
        <w:t>7 КРИТЕРИИ ОЦЕНКИ ЗАЯВОК НА УЧАСТИЕ В КОНКУРСЕ</w:t>
      </w:r>
      <w:r>
        <w:t xml:space="preserve"> </w:t>
      </w:r>
      <w:r w:rsidRPr="00B06663">
        <w:t>И</w:t>
      </w:r>
    </w:p>
    <w:p w:rsidR="0041651A" w:rsidRPr="00B06663" w:rsidRDefault="0041651A" w:rsidP="008909B0">
      <w:pPr>
        <w:pStyle w:val="Heading1"/>
      </w:pPr>
      <w:r w:rsidRPr="00B06663">
        <w:t>ПОРЯДОК ОЦЕНКИ И</w:t>
      </w:r>
      <w:r>
        <w:t xml:space="preserve"> </w:t>
      </w:r>
      <w:r w:rsidRPr="00B06663">
        <w:t>СОПОСТАВЛЕНИЯ ЗАЯВОК НА УЧАСТИЕ В КОНКУРСЕ</w:t>
      </w:r>
    </w:p>
    <w:p w:rsidR="0041651A" w:rsidRDefault="0041651A" w:rsidP="008909B0">
      <w:pPr>
        <w:pStyle w:val="a"/>
      </w:pPr>
      <w:r w:rsidRPr="00B06663">
        <w:t>7.1</w:t>
      </w:r>
      <w:r>
        <w:t xml:space="preserve"> </w:t>
      </w:r>
      <w:r w:rsidRPr="00B06663">
        <w:t>Комиссия осуществляет оценку и сопоставление заявок на участие в конкурсе, поданных</w:t>
      </w:r>
      <w:r>
        <w:t xml:space="preserve"> </w:t>
      </w:r>
      <w:r w:rsidRPr="00B06663">
        <w:t>участниками закупки и признанными участниками конкурса.</w:t>
      </w:r>
    </w:p>
    <w:p w:rsidR="0041651A" w:rsidRDefault="0041651A" w:rsidP="008909B0">
      <w:pPr>
        <w:pStyle w:val="a"/>
      </w:pPr>
      <w:r>
        <w:t xml:space="preserve">7.2 </w:t>
      </w:r>
      <w:r w:rsidRPr="00B06663">
        <w:t>Срок оценки и сопоставления таких заявок указан в Информационной карте конкурса и не может</w:t>
      </w:r>
      <w:r>
        <w:t xml:space="preserve"> </w:t>
      </w:r>
      <w:r w:rsidRPr="00B06663">
        <w:t>превышать тридцать дней со дня подписания протокола рассмотрения заявок на участие в</w:t>
      </w:r>
      <w:r>
        <w:t xml:space="preserve"> </w:t>
      </w:r>
      <w:r w:rsidRPr="00B06663">
        <w:t>конкурсе.</w:t>
      </w:r>
    </w:p>
    <w:p w:rsidR="0041651A" w:rsidRDefault="0041651A" w:rsidP="008909B0">
      <w:pPr>
        <w:pStyle w:val="a"/>
      </w:pPr>
      <w:r>
        <w:t xml:space="preserve">7.3 </w:t>
      </w:r>
      <w:r w:rsidRPr="00B06663">
        <w:t>Оценка и сопоставление заявок на участие в конкурсе осуществляются комиссией в целях</w:t>
      </w:r>
      <w:r>
        <w:t xml:space="preserve"> </w:t>
      </w:r>
      <w:r w:rsidRPr="00B06663">
        <w:t>выявления лучших условий исполнения договора в соответствии с критериями, установленными в</w:t>
      </w:r>
      <w:r>
        <w:t xml:space="preserve"> </w:t>
      </w:r>
      <w:r w:rsidRPr="00B06663">
        <w:t>Информационной карте конкурса.</w:t>
      </w:r>
    </w:p>
    <w:p w:rsidR="0041651A" w:rsidRDefault="0041651A" w:rsidP="008909B0">
      <w:pPr>
        <w:pStyle w:val="a"/>
      </w:pPr>
      <w:r>
        <w:t xml:space="preserve">7.4 </w:t>
      </w:r>
      <w:r w:rsidRPr="00B06663">
        <w:t>Оценка и сопоставление заявок на участие в конкурсе проводится в порядке, установленном</w:t>
      </w:r>
      <w:r>
        <w:t xml:space="preserve"> </w:t>
      </w:r>
      <w:r w:rsidRPr="00B06663">
        <w:t xml:space="preserve">Положением о закупке товаров, работ, услуг </w:t>
      </w:r>
      <w:r>
        <w:t>ЗАО</w:t>
      </w:r>
      <w:r w:rsidRPr="00B06663">
        <w:t xml:space="preserve"> "Саратовское предприятие городских</w:t>
      </w:r>
      <w:r>
        <w:t xml:space="preserve"> </w:t>
      </w:r>
      <w:r w:rsidRPr="00B06663">
        <w:t>электрических сетей".</w:t>
      </w:r>
    </w:p>
    <w:p w:rsidR="0041651A" w:rsidRDefault="0041651A" w:rsidP="008909B0">
      <w:pPr>
        <w:pStyle w:val="a"/>
      </w:pPr>
      <w:r>
        <w:t xml:space="preserve">7.5 </w:t>
      </w:r>
      <w:r w:rsidRPr="00B06663">
        <w:t>На основании результатов оценки и сопоставления заявок на участие в конкурсе комиссией</w:t>
      </w:r>
      <w:r>
        <w:t xml:space="preserve"> </w:t>
      </w:r>
      <w:r w:rsidRPr="00B06663">
        <w:t>каждой заявке на участие в конкурсе относительно других по мере уменьшения степени</w:t>
      </w:r>
      <w:r>
        <w:t xml:space="preserve"> </w:t>
      </w:r>
      <w:r w:rsidRPr="00B06663">
        <w:t>выгодности содержащихся в них условий исполнения договора присваивается порядковый номер.</w:t>
      </w:r>
      <w:r>
        <w:t xml:space="preserve"> </w:t>
      </w:r>
      <w:r w:rsidRPr="00B06663">
        <w:t>Заявке на участие в конкурсе, в которой содержатся лучшие условия исполнения договора,</w:t>
      </w:r>
      <w:r>
        <w:t xml:space="preserve"> </w:t>
      </w:r>
      <w:r w:rsidRPr="00B06663">
        <w:t>присваивается первый номер.</w:t>
      </w:r>
    </w:p>
    <w:p w:rsidR="0041651A" w:rsidRDefault="0041651A" w:rsidP="008909B0">
      <w:pPr>
        <w:pStyle w:val="a"/>
      </w:pPr>
      <w:r>
        <w:t xml:space="preserve">7.6 </w:t>
      </w:r>
      <w:r w:rsidRPr="00B06663">
        <w:t>Победителем конкурса признается участник конкурса, который предложил лучшие условия</w:t>
      </w:r>
      <w:r>
        <w:t xml:space="preserve"> </w:t>
      </w:r>
      <w:r w:rsidRPr="00B06663">
        <w:t>исполнения договора и заявке на участие в конкурсе которого присвоен первый номер.</w:t>
      </w:r>
      <w:r>
        <w:t xml:space="preserve"> </w:t>
      </w:r>
      <w:r w:rsidRPr="00B06663">
        <w:t>Комиссия ведет протокол оценки и сопоставления заявок на участие в конкурсе, в котором должны содержаться сведения о месте, дате, времени проведения оценки и сопоставления таких заявок,</w:t>
      </w:r>
      <w:r>
        <w:t xml:space="preserve"> </w:t>
      </w:r>
      <w:r w:rsidRPr="00B06663">
        <w:t>об участниках конкурса, заявки на участие в конкурсе которых были рассмотрены, о порядке</w:t>
      </w:r>
      <w:r>
        <w:t xml:space="preserve"> </w:t>
      </w:r>
      <w:r w:rsidRPr="00B06663">
        <w:t>оценки и о сопоставлении заявок на участие в конкурсе, о принятом на основании результатов</w:t>
      </w:r>
      <w:r>
        <w:t xml:space="preserve"> </w:t>
      </w:r>
      <w:r w:rsidRPr="00B06663">
        <w:t>оценки и сопоставления заявок на участие в конкурсе решении о присвоении заявкам на участие в</w:t>
      </w:r>
      <w:r>
        <w:t xml:space="preserve"> </w:t>
      </w:r>
      <w:r w:rsidRPr="00B06663">
        <w:t>конкурсе порядковых номеров, а также наименования и почтовые адреса участников конкурса, заявкам на участие в конкурсе которых присвоен первый и второй номера.</w:t>
      </w:r>
    </w:p>
    <w:p w:rsidR="0041651A" w:rsidRDefault="0041651A" w:rsidP="008909B0">
      <w:pPr>
        <w:pStyle w:val="a"/>
      </w:pPr>
      <w:r w:rsidRPr="00B06663">
        <w:t>Протокол составляется в двух экземплярах подписывается всеми присутствующими членами закупочной комиссии и размещается Заказчиком на официальном сайте не позднее</w:t>
      </w:r>
      <w:r>
        <w:t xml:space="preserve">, </w:t>
      </w:r>
      <w:r w:rsidRPr="00B06663">
        <w:t>чем через три дня со дня подписания такого протокола.</w:t>
      </w:r>
    </w:p>
    <w:p w:rsidR="0041651A" w:rsidRDefault="0041651A" w:rsidP="008909B0">
      <w:pPr>
        <w:pStyle w:val="a"/>
      </w:pPr>
      <w:r w:rsidRPr="00B06663">
        <w:t xml:space="preserve">В течение </w:t>
      </w:r>
      <w:r>
        <w:t xml:space="preserve">пяти дней с момента </w:t>
      </w:r>
      <w:r w:rsidRPr="00B06663">
        <w:t>оп</w:t>
      </w:r>
      <w:r>
        <w:t>убликования</w:t>
      </w:r>
      <w:r w:rsidRPr="00B06663">
        <w:t xml:space="preserve"> протокола Заказчик передает победителю конкурса один</w:t>
      </w:r>
      <w:r>
        <w:t xml:space="preserve"> </w:t>
      </w:r>
      <w:r w:rsidRPr="00B06663">
        <w:t xml:space="preserve">экземпляр протокола и </w:t>
      </w:r>
      <w:r>
        <w:t>проект</w:t>
      </w:r>
      <w:r w:rsidRPr="00B06663">
        <w:t xml:space="preserve"> договора, который составляется путем включения условий исполнения</w:t>
      </w:r>
      <w:r>
        <w:t xml:space="preserve"> </w:t>
      </w:r>
      <w:r w:rsidRPr="00B06663">
        <w:t xml:space="preserve">договора, предложенных победителем конкурса в заявке на участие в конкурсе, в </w:t>
      </w:r>
      <w:r>
        <w:t>проект</w:t>
      </w:r>
      <w:r w:rsidRPr="00B06663">
        <w:t xml:space="preserve"> договора,</w:t>
      </w:r>
      <w:r>
        <w:t xml:space="preserve"> </w:t>
      </w:r>
      <w:r w:rsidRPr="00B06663">
        <w:t>прилагаемый к конкурсной документации. Победитель конкурса не вправе отказаться от заключения</w:t>
      </w:r>
      <w:r>
        <w:t xml:space="preserve"> </w:t>
      </w:r>
      <w:r w:rsidRPr="00B06663">
        <w:t>договора.</w:t>
      </w:r>
    </w:p>
    <w:p w:rsidR="0041651A" w:rsidRPr="00B06663" w:rsidRDefault="0041651A" w:rsidP="008909B0">
      <w:pPr>
        <w:pStyle w:val="a"/>
      </w:pPr>
    </w:p>
    <w:p w:rsidR="0041651A" w:rsidRPr="00B06663" w:rsidRDefault="0041651A" w:rsidP="008909B0">
      <w:pPr>
        <w:pStyle w:val="Heading1"/>
      </w:pPr>
      <w:r w:rsidRPr="00B06663">
        <w:t>8</w:t>
      </w:r>
      <w:r>
        <w:t xml:space="preserve"> </w:t>
      </w:r>
      <w:r w:rsidRPr="00B06663">
        <w:t>ЗАКЛЮЧЕНИЕ ДОГОВОРА</w:t>
      </w:r>
    </w:p>
    <w:p w:rsidR="0041651A" w:rsidRPr="00B06663" w:rsidRDefault="0041651A" w:rsidP="008909B0">
      <w:pPr>
        <w:pStyle w:val="Heading2"/>
      </w:pPr>
      <w:r w:rsidRPr="00B06663">
        <w:t>8.1 Срок заключения договора</w:t>
      </w:r>
    </w:p>
    <w:p w:rsidR="0041651A" w:rsidRDefault="0041651A" w:rsidP="008909B0">
      <w:pPr>
        <w:pStyle w:val="a"/>
      </w:pPr>
      <w:r w:rsidRPr="00B06663">
        <w:t>8.1.1 Победитель конкурса должен подписать и заверить печатью указанный в п.</w:t>
      </w:r>
      <w:r w:rsidRPr="000A2528">
        <w:t xml:space="preserve"> </w:t>
      </w:r>
      <w:r w:rsidRPr="00B06663">
        <w:t xml:space="preserve">7.6. </w:t>
      </w:r>
      <w:r>
        <w:t>проект</w:t>
      </w:r>
      <w:r w:rsidRPr="00B06663">
        <w:t xml:space="preserve"> договора и</w:t>
      </w:r>
      <w:r>
        <w:t xml:space="preserve"> </w:t>
      </w:r>
      <w:r w:rsidRPr="00B06663">
        <w:t xml:space="preserve">вернуть его </w:t>
      </w:r>
      <w:r>
        <w:t>З</w:t>
      </w:r>
      <w:r w:rsidRPr="00B06663">
        <w:t>аказчику в срок, установленный в Информационной карте конкурса.</w:t>
      </w:r>
    </w:p>
    <w:p w:rsidR="0041651A" w:rsidRDefault="0041651A" w:rsidP="008909B0">
      <w:pPr>
        <w:pStyle w:val="a"/>
      </w:pPr>
      <w:r w:rsidRPr="00B06663">
        <w:t>8.1.2 В случае, если победитель конкурса или участник конкурса, заявке на участие в конкурсе которого</w:t>
      </w:r>
      <w:r>
        <w:t xml:space="preserve"> </w:t>
      </w:r>
      <w:r w:rsidRPr="00B06663">
        <w:t xml:space="preserve">присвоен второй номер, в срок, предусмотренный конкурсной документацией, не представил </w:t>
      </w:r>
      <w:r>
        <w:t>З</w:t>
      </w:r>
      <w:r w:rsidRPr="00B06663">
        <w:t>аказчику подписанный договор, переданный ему в соответствии с п.</w:t>
      </w:r>
      <w:r>
        <w:t xml:space="preserve"> </w:t>
      </w:r>
      <w:r w:rsidRPr="00B06663">
        <w:t>7.6., а также обеспечение исполнения договора, победитель конкурса признается уклонившимся от заключения договора.</w:t>
      </w:r>
    </w:p>
    <w:p w:rsidR="0041651A" w:rsidRDefault="0041651A" w:rsidP="008909B0">
      <w:pPr>
        <w:pStyle w:val="a"/>
      </w:pPr>
      <w:r w:rsidRPr="00B06663">
        <w:t>В случае, если участник закупки, обязанный заключить договор, признан уклонившимся от заключения договора, Заказчик вправе заключить договор с участником закупки, которому присвоен следующий порядковый номер по мере уменьшения степени выгодности предложения участника закупки.</w:t>
      </w:r>
    </w:p>
    <w:p w:rsidR="0041651A" w:rsidRDefault="0041651A" w:rsidP="008909B0">
      <w:pPr>
        <w:pStyle w:val="a"/>
      </w:pPr>
      <w:r w:rsidRPr="00B06663">
        <w:t xml:space="preserve">8.1.3 В случае, если победитель конкурса признан уклонившимся от заключения договора, </w:t>
      </w:r>
      <w:r>
        <w:t>З</w:t>
      </w:r>
      <w:r w:rsidRPr="00B06663">
        <w:t>аказчик вправе обратиться в суд с иском с требованием о понуждении победителя конкурса заключить</w:t>
      </w:r>
      <w:r>
        <w:t xml:space="preserve"> </w:t>
      </w:r>
      <w:r w:rsidRPr="00B06663">
        <w:t>договор, а также о возмещении убытков, причиненных уклонением от заключения договора, либо заключить договор с участником закупки, которому присвоен следующий порядковый номер по мере уменьшения степени выгодности предложения участника закупки. При этом заключение договора для участника конкурса является обязательным. В случае уклонения победителя конкурса или участника конкурса, которому направлен договор, от заключения договора денежные средства, внесенные ими в качестве обеспечения заявки на участие в конкурсе, не возвращаются. В случае уклонения всех участников конкурса от заключения договора принимается решение о признании конкурса несостоявшимся.</w:t>
      </w:r>
    </w:p>
    <w:p w:rsidR="0041651A" w:rsidRDefault="0041651A" w:rsidP="008909B0">
      <w:pPr>
        <w:pStyle w:val="a"/>
      </w:pPr>
      <w:r w:rsidRPr="00B06663">
        <w:t>8.1.4 Участник, уклонившийся от заключения договора, включается в реестр недобросовестных</w:t>
      </w:r>
      <w:r>
        <w:t xml:space="preserve"> </w:t>
      </w:r>
      <w:r w:rsidRPr="00B06663">
        <w:t>поставщиков.</w:t>
      </w:r>
    </w:p>
    <w:p w:rsidR="0041651A" w:rsidRDefault="0041651A" w:rsidP="008909B0">
      <w:pPr>
        <w:pStyle w:val="Heading2"/>
      </w:pPr>
      <w:r>
        <w:t>8.2</w:t>
      </w:r>
      <w:r w:rsidRPr="00B06663">
        <w:t xml:space="preserve"> Обеспечение исполнения договора</w:t>
      </w:r>
    </w:p>
    <w:p w:rsidR="0041651A" w:rsidRDefault="0041651A" w:rsidP="008909B0">
      <w:pPr>
        <w:pStyle w:val="a"/>
      </w:pPr>
      <w:r w:rsidRPr="00B06663">
        <w:t xml:space="preserve">8.2.1 Если в соответствии с Информационной картой конкурса установлено требование обеспечения исполнения договора, договор заключается только после предоставления участником конкурса, с которым заключается договор, безотзывной банковской гарантии или передачи </w:t>
      </w:r>
      <w:r>
        <w:t>З</w:t>
      </w:r>
      <w:r w:rsidRPr="00B06663">
        <w:t xml:space="preserve">аказчику в залог денежных средств, в том числе в форме депозита (вклада). Обеспечение исполнения договора предоставляется на сумму, указанную в Информационной карте конкурса. Способ обеспечения исполнения договора определяется участником конкурса, с которым заключается договор, самостоятельно. Если победителем конкурса или участником конкурса, с которым заключается договор, является бюджетное учреждение и в Информационной карте конкурса установлено требование об обеспечении исполнения договора </w:t>
      </w:r>
      <w:r>
        <w:t>–</w:t>
      </w:r>
      <w:r w:rsidRPr="00B06663">
        <w:t xml:space="preserve"> предоставление обеспечения исполнения договора не требуется.</w:t>
      </w:r>
    </w:p>
    <w:p w:rsidR="0041651A" w:rsidRDefault="0041651A" w:rsidP="008909B0">
      <w:pPr>
        <w:pStyle w:val="a"/>
      </w:pPr>
      <w:r w:rsidRPr="00B06663">
        <w:t>8.2.2 В том случае, если обеспечение исполнения договора представляется в виде безотзывной банковской гарантии, банковская гарантия должна соответствовать требованиям, установленным</w:t>
      </w:r>
      <w:r>
        <w:t xml:space="preserve"> </w:t>
      </w:r>
      <w:r w:rsidRPr="00B06663">
        <w:t>Гражданским кодексом Российской Федерации, иным законодательством Российской Федерации, а также требованиям настоящей конкурсной документации.</w:t>
      </w:r>
    </w:p>
    <w:p w:rsidR="0041651A" w:rsidRDefault="0041651A" w:rsidP="008909B0">
      <w:pPr>
        <w:pStyle w:val="a"/>
      </w:pPr>
      <w:r w:rsidRPr="00B06663">
        <w:t>В безотзывной банковской гарантии в обязательном порядке должна быть указана сумма, в пределах которой банк гарантирует исполнение обязательств по настоящему договору, которая должна быть не менее суммы, установленной в Информационной карте конкурса.</w:t>
      </w:r>
    </w:p>
    <w:p w:rsidR="0041651A" w:rsidRDefault="0041651A" w:rsidP="008909B0">
      <w:pPr>
        <w:pStyle w:val="a"/>
      </w:pPr>
      <w:r w:rsidRPr="00B06663">
        <w:t>Безотзывная банковская гарантия должна содержать указание на договор, исполнение которого</w:t>
      </w:r>
      <w:r>
        <w:t xml:space="preserve"> </w:t>
      </w:r>
      <w:r w:rsidRPr="00B06663">
        <w:t>она обеспечивает путем указания на стороны договора, название предмета договора и ссылки на протокол оценки и сопоставления заявок на участие в конкурсе, как основание заключения договора.</w:t>
      </w:r>
    </w:p>
    <w:p w:rsidR="0041651A" w:rsidRDefault="0041651A" w:rsidP="008909B0">
      <w:pPr>
        <w:pStyle w:val="a"/>
      </w:pPr>
      <w:r w:rsidRPr="00B06663">
        <w:t>Срок действия безотзывной банковской гарантии должен устанавливаться с учетом установленного гарантийного срока поставленных товаров, выполненных работ, оказанных услуг по соответствующему договору и оканчиваться не ранее его завершения.</w:t>
      </w:r>
    </w:p>
    <w:p w:rsidR="0041651A" w:rsidRDefault="0041651A" w:rsidP="008909B0">
      <w:pPr>
        <w:pStyle w:val="a"/>
      </w:pPr>
      <w:r w:rsidRPr="00B06663">
        <w:t>Безотзывная банковская гарантия должна содержать указание на согласие банка с тем, что изменения и дополнения, внесенные в договор, не освобождают его от обязательств по соответствующей банковской гарантии.</w:t>
      </w:r>
    </w:p>
    <w:p w:rsidR="0041651A" w:rsidRDefault="0041651A" w:rsidP="008909B0">
      <w:pPr>
        <w:pStyle w:val="a"/>
      </w:pPr>
      <w:r w:rsidRPr="00B06663">
        <w:t>8.2.3 Денежные средства, находящиеся в залоге, возвращаются исполнителю, с которым заключается договор, по его письменному требованию при условии надлежащего исполнения им всех своих обязательств по договору. Денежные средства возвращаются на банковский счет, указанный исполнителем в этом письменном требовании.</w:t>
      </w:r>
    </w:p>
    <w:p w:rsidR="0041651A" w:rsidRDefault="0041651A" w:rsidP="008909B0">
      <w:pPr>
        <w:pStyle w:val="a"/>
      </w:pPr>
      <w:r w:rsidRPr="00B06663">
        <w:t xml:space="preserve">8.2.4 В случае если по каким-либо причинам обеспечение исполнения обязательств по договору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обязуется в течение 10 (Десяти) банковских дней предоставить </w:t>
      </w:r>
      <w:r>
        <w:t>З</w:t>
      </w:r>
      <w:r w:rsidRPr="00B06663">
        <w:t>аказчику иное (новое) надлежащее обеспечение исполнение обязательств по договору на тех же условиях и в том же размере, которые указаны в настоящем Разделе.</w:t>
      </w:r>
    </w:p>
    <w:p w:rsidR="0041651A" w:rsidRPr="00B06663" w:rsidRDefault="0041651A" w:rsidP="008909B0">
      <w:pPr>
        <w:pStyle w:val="Heading2"/>
      </w:pPr>
      <w:r w:rsidRPr="00B06663">
        <w:t>8.3 Права и обязанности победителя конкурса</w:t>
      </w:r>
    </w:p>
    <w:p w:rsidR="0041651A" w:rsidRDefault="0041651A" w:rsidP="008909B0">
      <w:pPr>
        <w:pStyle w:val="a"/>
      </w:pPr>
      <w:r w:rsidRPr="00B06663">
        <w:t>8.3.1 Договор заключается на условиях, указанных в поданной участником конкурса, с которым заключается договор, заявке на участие в конкурсе, в конкурсной документации с учетом положений пункта настоящего Раздела.</w:t>
      </w:r>
    </w:p>
    <w:p w:rsidR="0041651A" w:rsidRDefault="0041651A" w:rsidP="008909B0">
      <w:pPr>
        <w:pStyle w:val="a"/>
      </w:pPr>
      <w:r w:rsidRPr="00B06663">
        <w:t xml:space="preserve">8.3.2. В случае если победитель конкурса в срок, предусмотренный пунктом 8.1. настоящего Раздела, не представил </w:t>
      </w:r>
      <w:r>
        <w:t>З</w:t>
      </w:r>
      <w:r w:rsidRPr="00B06663">
        <w:t>аказчику подписанный договор, переданный ему в соответствии с пунктом 8.1.1 настоящего Раздела, а также обеспечение исполнения договора в соответствии с пунктом 8.2 настоящего Раздела, победитель конкурса признается уклонившимся от заключения договора.</w:t>
      </w:r>
    </w:p>
    <w:p w:rsidR="0041651A" w:rsidRDefault="0041651A" w:rsidP="008909B0">
      <w:pPr>
        <w:pStyle w:val="a"/>
      </w:pPr>
      <w:r w:rsidRPr="00B06663">
        <w:t xml:space="preserve">8.3.3 Участник конкурса, которому </w:t>
      </w:r>
      <w:r>
        <w:t>З</w:t>
      </w:r>
      <w:r w:rsidRPr="00B06663">
        <w:t xml:space="preserve">аказчик в соответствии с пунктом 8.4.2 </w:t>
      </w:r>
      <w:r>
        <w:t xml:space="preserve">– </w:t>
      </w:r>
      <w:r w:rsidRPr="00B06663">
        <w:t>8.4.3 настоящего Разд</w:t>
      </w:r>
      <w:r>
        <w:t>е</w:t>
      </w:r>
      <w:r w:rsidRPr="00B06663">
        <w:t xml:space="preserve">ла направил </w:t>
      </w:r>
      <w:r>
        <w:t>проект</w:t>
      </w:r>
      <w:r w:rsidRPr="00B06663">
        <w:t xml:space="preserve"> договора, не вправе отказаться от заключения договора.</w:t>
      </w:r>
    </w:p>
    <w:p w:rsidR="0041651A" w:rsidRDefault="0041651A" w:rsidP="008909B0">
      <w:pPr>
        <w:pStyle w:val="Heading2"/>
      </w:pPr>
      <w:r w:rsidRPr="00B06663">
        <w:t xml:space="preserve">8.4 Права и обязанности </w:t>
      </w:r>
      <w:r>
        <w:t>З</w:t>
      </w:r>
      <w:r w:rsidRPr="00B06663">
        <w:t>аказчика</w:t>
      </w:r>
    </w:p>
    <w:p w:rsidR="0041651A" w:rsidRPr="0047237E" w:rsidRDefault="0041651A" w:rsidP="008909B0">
      <w:pPr>
        <w:pStyle w:val="a"/>
      </w:pPr>
      <w:r w:rsidRPr="0047237E">
        <w:t xml:space="preserve">8.4.1 После определения победителя конкурса в течение срока, предусмотренного для заключения договора, </w:t>
      </w:r>
      <w:r>
        <w:t>З</w:t>
      </w:r>
      <w:r w:rsidRPr="0047237E">
        <w:t>аказчик вправе отказаться от заключения договора с победителем конкурса при уклонении победителя конкурса от заключения договора либо в случае установления факта:</w:t>
      </w:r>
    </w:p>
    <w:p w:rsidR="0041651A" w:rsidRPr="00B06663" w:rsidRDefault="0041651A" w:rsidP="008909B0">
      <w:pPr>
        <w:pStyle w:val="a"/>
        <w:numPr>
          <w:ilvl w:val="0"/>
          <w:numId w:val="8"/>
        </w:numPr>
        <w:tabs>
          <w:tab w:val="clear" w:pos="1287"/>
          <w:tab w:val="num" w:pos="935"/>
        </w:tabs>
        <w:ind w:left="0" w:firstLine="561"/>
      </w:pPr>
      <w:r w:rsidRPr="00B06663">
        <w:t>проведения ликвидации участников зак</w:t>
      </w:r>
      <w:r>
        <w:t>упки</w:t>
      </w:r>
      <w:r w:rsidRPr="00B06663">
        <w:t xml:space="preserve"> или проведения в</w:t>
      </w:r>
      <w:r>
        <w:t xml:space="preserve"> </w:t>
      </w:r>
      <w:r w:rsidRPr="00B06663">
        <w:t>отношении участников зак</w:t>
      </w:r>
      <w:r>
        <w:t>упки</w:t>
      </w:r>
      <w:r w:rsidRPr="00B06663">
        <w:t xml:space="preserve"> процедуры банкротства;</w:t>
      </w:r>
    </w:p>
    <w:p w:rsidR="0041651A" w:rsidRPr="00B06663" w:rsidRDefault="0041651A" w:rsidP="008909B0">
      <w:pPr>
        <w:numPr>
          <w:ilvl w:val="0"/>
          <w:numId w:val="8"/>
        </w:numPr>
        <w:tabs>
          <w:tab w:val="clear" w:pos="1287"/>
          <w:tab w:val="num" w:pos="935"/>
        </w:tabs>
        <w:ind w:left="0" w:firstLine="561"/>
      </w:pPr>
      <w:r w:rsidRPr="00B06663">
        <w:t>приостановления деятельности указанных лиц в порядке, предусмотренном Кодексом</w:t>
      </w:r>
      <w:r>
        <w:t xml:space="preserve"> </w:t>
      </w:r>
      <w:r w:rsidRPr="00B06663">
        <w:t>Российской Федерации об административных правонарушениях;</w:t>
      </w:r>
    </w:p>
    <w:p w:rsidR="0041651A" w:rsidRPr="00B06663" w:rsidRDefault="0041651A" w:rsidP="008909B0">
      <w:pPr>
        <w:numPr>
          <w:ilvl w:val="0"/>
          <w:numId w:val="8"/>
        </w:numPr>
        <w:tabs>
          <w:tab w:val="clear" w:pos="1287"/>
          <w:tab w:val="num" w:pos="935"/>
        </w:tabs>
        <w:ind w:left="0" w:firstLine="561"/>
      </w:pPr>
      <w:r w:rsidRPr="00B06663">
        <w:t>предоставления указанными лицами заведомо ложных сведений, содержащихся в документах,</w:t>
      </w:r>
      <w:r>
        <w:t xml:space="preserve"> </w:t>
      </w:r>
      <w:r w:rsidRPr="00B06663">
        <w:t>предусмотренных пунктом 3.3. настоящего Раздела;</w:t>
      </w:r>
    </w:p>
    <w:p w:rsidR="0041651A" w:rsidRPr="00B06663" w:rsidRDefault="0041651A" w:rsidP="008909B0">
      <w:pPr>
        <w:numPr>
          <w:ilvl w:val="0"/>
          <w:numId w:val="8"/>
        </w:numPr>
        <w:tabs>
          <w:tab w:val="clear" w:pos="1287"/>
          <w:tab w:val="num" w:pos="935"/>
        </w:tabs>
        <w:ind w:left="0" w:firstLine="561"/>
      </w:pPr>
      <w:r w:rsidRPr="00B06663">
        <w:t>нахождения имущества указанных лиц под арестом, наложенным по решению суда, если на</w:t>
      </w:r>
      <w:r>
        <w:t xml:space="preserve"> </w:t>
      </w:r>
      <w:r w:rsidRPr="00B06663">
        <w:t>момент истечения срока заключения договора балансовая стоимость арестованного имущества</w:t>
      </w:r>
      <w:r>
        <w:t xml:space="preserve"> </w:t>
      </w:r>
      <w:r w:rsidRPr="00B06663">
        <w:t>превышает двадцать пять процентов балансовой стоимости активов указанных лиц по данным</w:t>
      </w:r>
      <w:r>
        <w:t xml:space="preserve"> </w:t>
      </w:r>
      <w:r w:rsidRPr="00B06663">
        <w:t>бухгалтерской отчетности за последний завершенный отчетный период.</w:t>
      </w:r>
    </w:p>
    <w:p w:rsidR="0041651A" w:rsidRDefault="0041651A" w:rsidP="008909B0">
      <w:pPr>
        <w:pStyle w:val="a"/>
      </w:pPr>
      <w:r w:rsidRPr="00B06663">
        <w:t>8.4.2 В случае если конкурс признан несостоявшимся, и по окончании срока подачи заявок на участие в</w:t>
      </w:r>
      <w:r>
        <w:t xml:space="preserve"> </w:t>
      </w:r>
      <w:r w:rsidRPr="00B06663">
        <w:t>конкурсе подана только одна заявка на участие в конкурсе, конверт с указанной заявкой вскрывается в порядке, предусмотренном пунктом 5, и указанная заявка рассматривается и оценивается в порядке, установленном пункт</w:t>
      </w:r>
      <w:r>
        <w:t>ом</w:t>
      </w:r>
      <w:r w:rsidRPr="00B06663">
        <w:t xml:space="preserve"> 6 настоящего Раздела. В случае если указанная заявка соответствует требованиям и условиям, предусмотренным настоящей конкурсной документацией, </w:t>
      </w:r>
      <w:r>
        <w:t>З</w:t>
      </w:r>
      <w:r w:rsidRPr="00B06663">
        <w:t>аказчик в течение трех дней со дня рассмотрения заявки на участие в конкурсе обязан передать участнику зак</w:t>
      </w:r>
      <w:r>
        <w:t>упки</w:t>
      </w:r>
      <w:r w:rsidRPr="00B06663">
        <w:t xml:space="preserve">, подавшему единственную заявку на участие в конкурсе, </w:t>
      </w:r>
      <w:r>
        <w:t>проект</w:t>
      </w:r>
      <w:r w:rsidRPr="00B06663">
        <w:t xml:space="preserve"> договора. При этом договор заключается с участником конкурса на условиях и по цене договора, которые предусмотрены заявкой на участие в конкурсе и конкурсной документацией, но цена такого договора не может превышать начальную (максимальную) цену договора, указанную в извещении о проведении открытого конкурса.</w:t>
      </w:r>
    </w:p>
    <w:p w:rsidR="0041651A" w:rsidRDefault="0041651A" w:rsidP="008909B0">
      <w:pPr>
        <w:pStyle w:val="a"/>
      </w:pPr>
      <w:r w:rsidRPr="00B06663">
        <w:t>8.4.3 В случае если конкурс признан несостоявшимся, и только один участник закупки, подавший</w:t>
      </w:r>
      <w:r>
        <w:t xml:space="preserve"> </w:t>
      </w:r>
      <w:r w:rsidRPr="00B06663">
        <w:t xml:space="preserve">заявку на участие в конкурсе, признан участником конкурса, </w:t>
      </w:r>
      <w:r>
        <w:t>З</w:t>
      </w:r>
      <w:r w:rsidRPr="00B06663">
        <w:t xml:space="preserve">аказчик в течение трех дней со дня подписания протокола рассмотрения заявок на участие в конкурсе, обязан передать такому участнику конкурса </w:t>
      </w:r>
      <w:r>
        <w:t>проект</w:t>
      </w:r>
      <w:r w:rsidRPr="00B06663">
        <w:t xml:space="preserve"> договора. При этом договор заключается на условиях и по цене договора, которые предусмотрены заявкой на участие в конкурсе и конкурсной документацией, но цена такого договора не может превышать начальную цену договора.</w:t>
      </w:r>
    </w:p>
    <w:p w:rsidR="0041651A" w:rsidRDefault="0041651A" w:rsidP="008909B0">
      <w:pPr>
        <w:pStyle w:val="a"/>
      </w:pPr>
    </w:p>
    <w:p w:rsidR="0041651A" w:rsidRPr="00B06663" w:rsidRDefault="0041651A" w:rsidP="008909B0">
      <w:pPr>
        <w:pStyle w:val="Heading1"/>
      </w:pPr>
      <w:r w:rsidRPr="00B06663">
        <w:t>9</w:t>
      </w:r>
      <w:r>
        <w:t xml:space="preserve"> </w:t>
      </w:r>
      <w:r w:rsidRPr="00B06663">
        <w:t>УРЕГУЛИРОВАНИЕ СПОРОВ</w:t>
      </w:r>
    </w:p>
    <w:p w:rsidR="0041651A" w:rsidRDefault="0041651A" w:rsidP="008909B0">
      <w:pPr>
        <w:pStyle w:val="a"/>
      </w:pPr>
      <w:r>
        <w:t xml:space="preserve">9.1 </w:t>
      </w:r>
      <w:r w:rsidRPr="00B06663">
        <w:t>В случае возникновени</w:t>
      </w:r>
      <w:r>
        <w:t>я любых противоречий, претензий,</w:t>
      </w:r>
      <w:r w:rsidRPr="00B06663">
        <w:t xml:space="preserve"> разногласий и споров, связанных с</w:t>
      </w:r>
      <w:r>
        <w:t xml:space="preserve"> </w:t>
      </w:r>
      <w:r w:rsidRPr="00B06663">
        <w:t xml:space="preserve">проведения конкурса участники закупки, </w:t>
      </w:r>
      <w:r>
        <w:t>З</w:t>
      </w:r>
      <w:r w:rsidRPr="00B06663">
        <w:t>аказчик и комиссия</w:t>
      </w:r>
      <w:r>
        <w:t xml:space="preserve"> </w:t>
      </w:r>
      <w:r w:rsidRPr="00B06663">
        <w:t>предпринимают усилия для урегулирования таких противоречий, претензий и разногласий в</w:t>
      </w:r>
      <w:r>
        <w:t xml:space="preserve"> </w:t>
      </w:r>
      <w:r w:rsidRPr="00B06663">
        <w:t>добровольном порядке.</w:t>
      </w:r>
    </w:p>
    <w:p w:rsidR="0041651A" w:rsidRDefault="0041651A" w:rsidP="008909B0">
      <w:pPr>
        <w:pStyle w:val="a"/>
      </w:pPr>
      <w:r>
        <w:t xml:space="preserve">9.2 </w:t>
      </w:r>
      <w:r w:rsidRPr="00B06663">
        <w:t>Любые споры, остающиеся неурегулированными во внесудебном порядке, разрешаются в</w:t>
      </w:r>
      <w:r>
        <w:t xml:space="preserve"> </w:t>
      </w:r>
      <w:r w:rsidRPr="00B06663">
        <w:t xml:space="preserve">судебном порядке в соответствии </w:t>
      </w:r>
      <w:r>
        <w:t xml:space="preserve"> с </w:t>
      </w:r>
      <w:r w:rsidRPr="00B06663">
        <w:t>действующим процессуальным законодательством Российской</w:t>
      </w:r>
      <w:r>
        <w:t xml:space="preserve"> </w:t>
      </w:r>
      <w:r w:rsidRPr="00B06663">
        <w:t>Федерации.</w:t>
      </w:r>
    </w:p>
    <w:p w:rsidR="0041651A" w:rsidRPr="004A1E3A" w:rsidRDefault="0041651A" w:rsidP="008909B0">
      <w:pPr>
        <w:pStyle w:val="Heading1"/>
        <w:pageBreakBefore/>
        <w:rPr>
          <w:sz w:val="32"/>
          <w:szCs w:val="32"/>
        </w:rPr>
      </w:pPr>
      <w:r w:rsidRPr="004A1E3A">
        <w:rPr>
          <w:sz w:val="32"/>
          <w:szCs w:val="32"/>
        </w:rPr>
        <w:t>РАЗДЕЛ II</w:t>
      </w:r>
      <w:r>
        <w:rPr>
          <w:sz w:val="32"/>
          <w:szCs w:val="32"/>
        </w:rPr>
        <w:t>.</w:t>
      </w:r>
    </w:p>
    <w:p w:rsidR="0041651A" w:rsidRPr="004A1E3A" w:rsidRDefault="0041651A" w:rsidP="008909B0">
      <w:pPr>
        <w:pStyle w:val="Heading1"/>
        <w:rPr>
          <w:sz w:val="28"/>
          <w:szCs w:val="28"/>
        </w:rPr>
      </w:pPr>
      <w:r w:rsidRPr="004A1E3A">
        <w:rPr>
          <w:sz w:val="28"/>
          <w:szCs w:val="28"/>
        </w:rPr>
        <w:t>ИНФОРМАЦИОННАЯ КАРТА КОНКУРСА</w:t>
      </w:r>
    </w:p>
    <w:tbl>
      <w:tblPr>
        <w:tblW w:w="103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3119"/>
        <w:gridCol w:w="865"/>
        <w:gridCol w:w="3369"/>
        <w:gridCol w:w="2287"/>
      </w:tblGrid>
      <w:tr w:rsidR="0041651A">
        <w:tc>
          <w:tcPr>
            <w:tcW w:w="675" w:type="dxa"/>
            <w:vAlign w:val="center"/>
          </w:tcPr>
          <w:p w:rsidR="0041651A" w:rsidRDefault="0041651A" w:rsidP="00315680">
            <w:pPr>
              <w:jc w:val="center"/>
            </w:pPr>
            <w:r>
              <w:t>№ п/п</w:t>
            </w:r>
          </w:p>
        </w:tc>
        <w:tc>
          <w:tcPr>
            <w:tcW w:w="3119" w:type="dxa"/>
            <w:vAlign w:val="center"/>
          </w:tcPr>
          <w:p w:rsidR="0041651A" w:rsidRDefault="0041651A" w:rsidP="00315680">
            <w:pPr>
              <w:jc w:val="center"/>
            </w:pPr>
            <w:r>
              <w:t>Пункт Раздела I</w:t>
            </w:r>
            <w:r w:rsidRPr="00B06663">
              <w:t xml:space="preserve"> </w:t>
            </w:r>
          </w:p>
        </w:tc>
        <w:tc>
          <w:tcPr>
            <w:tcW w:w="6521" w:type="dxa"/>
            <w:gridSpan w:val="3"/>
            <w:vAlign w:val="center"/>
          </w:tcPr>
          <w:p w:rsidR="0041651A" w:rsidRDefault="0041651A" w:rsidP="00315680">
            <w:pPr>
              <w:jc w:val="center"/>
            </w:pPr>
            <w:r>
              <w:t>Текст пояснений</w:t>
            </w:r>
          </w:p>
        </w:tc>
      </w:tr>
      <w:tr w:rsidR="0041651A">
        <w:tc>
          <w:tcPr>
            <w:tcW w:w="675" w:type="dxa"/>
          </w:tcPr>
          <w:p w:rsidR="0041651A" w:rsidRPr="00B06663" w:rsidRDefault="0041651A" w:rsidP="00315680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41651A" w:rsidRPr="00B06663" w:rsidRDefault="0041651A" w:rsidP="00315680">
            <w:r w:rsidRPr="00B06663">
              <w:t>Наименование Заказчика, его адрес</w:t>
            </w:r>
          </w:p>
        </w:tc>
        <w:tc>
          <w:tcPr>
            <w:tcW w:w="6521" w:type="dxa"/>
            <w:gridSpan w:val="3"/>
          </w:tcPr>
          <w:p w:rsidR="0041651A" w:rsidRDefault="0041651A" w:rsidP="00315680">
            <w:r>
              <w:t>Закрытое акционерное о</w:t>
            </w:r>
            <w:r w:rsidRPr="00B06663">
              <w:t>бщество</w:t>
            </w:r>
            <w:r>
              <w:t xml:space="preserve"> «</w:t>
            </w:r>
            <w:r w:rsidRPr="00B06663">
              <w:t>Саратовское предприятие городских электрических сетей</w:t>
            </w:r>
            <w:r>
              <w:t>»</w:t>
            </w:r>
          </w:p>
          <w:p w:rsidR="0041651A" w:rsidRDefault="0041651A" w:rsidP="00315680">
            <w:r w:rsidRPr="00B06663">
              <w:t>Юридический и фактический адрес:</w:t>
            </w:r>
            <w:r>
              <w:t xml:space="preserve"> Российская Федерация, </w:t>
            </w:r>
            <w:r w:rsidRPr="00B06663">
              <w:t>г. Саратов, ул. Белоглинская, 40</w:t>
            </w:r>
          </w:p>
          <w:p w:rsidR="0041651A" w:rsidRDefault="0041651A" w:rsidP="00315680">
            <w:r w:rsidRPr="00B06663">
              <w:t xml:space="preserve">Контактное лицо: </w:t>
            </w:r>
            <w:r>
              <w:t>Рузанова Светлана Николаевна</w:t>
            </w:r>
          </w:p>
          <w:p w:rsidR="0041651A" w:rsidRDefault="0041651A" w:rsidP="00315680">
            <w:r w:rsidRPr="00B06663">
              <w:t>А</w:t>
            </w:r>
            <w:r>
              <w:t xml:space="preserve">дрес электронной почты: </w:t>
            </w:r>
            <w:hyperlink r:id="rId8" w:history="1">
              <w:r w:rsidRPr="00A12CB2">
                <w:rPr>
                  <w:rStyle w:val="Hyperlink"/>
                  <w:lang w:val="en-US"/>
                </w:rPr>
                <w:t>ruzanova</w:t>
              </w:r>
              <w:r w:rsidRPr="00A12CB2">
                <w:rPr>
                  <w:rStyle w:val="Hyperlink"/>
                </w:rPr>
                <w:t>.</w:t>
              </w:r>
              <w:r w:rsidRPr="00A12CB2">
                <w:rPr>
                  <w:rStyle w:val="Hyperlink"/>
                  <w:lang w:val="en-US"/>
                </w:rPr>
                <w:t>sn</w:t>
              </w:r>
              <w:r w:rsidRPr="00FB18BC">
                <w:rPr>
                  <w:rStyle w:val="Hyperlink"/>
                </w:rPr>
                <w:t>@</w:t>
              </w:r>
              <w:r w:rsidRPr="00A12CB2">
                <w:rPr>
                  <w:rStyle w:val="Hyperlink"/>
                </w:rPr>
                <w:t>spgs.ru</w:t>
              </w:r>
            </w:hyperlink>
          </w:p>
          <w:p w:rsidR="0041651A" w:rsidRDefault="0041651A" w:rsidP="00315680">
            <w:r>
              <w:t>К</w:t>
            </w:r>
            <w:r w:rsidRPr="00B06663">
              <w:t>онтактн</w:t>
            </w:r>
            <w:r>
              <w:t>ый</w:t>
            </w:r>
            <w:r w:rsidRPr="00B06663">
              <w:t xml:space="preserve"> телефон: 8</w:t>
            </w:r>
            <w:r>
              <w:t xml:space="preserve"> </w:t>
            </w:r>
            <w:r w:rsidRPr="00B06663">
              <w:t>(845</w:t>
            </w:r>
            <w:r>
              <w:t>-</w:t>
            </w:r>
            <w:r w:rsidRPr="00B06663">
              <w:t>2)</w:t>
            </w:r>
            <w:r>
              <w:t xml:space="preserve"> </w:t>
            </w:r>
            <w:r w:rsidRPr="00B06663">
              <w:t>27</w:t>
            </w:r>
            <w:r>
              <w:t>-</w:t>
            </w:r>
            <w:r w:rsidRPr="00B06663">
              <w:t>95</w:t>
            </w:r>
            <w:r>
              <w:t>-</w:t>
            </w:r>
            <w:r w:rsidRPr="00B06663">
              <w:t>63</w:t>
            </w:r>
          </w:p>
          <w:p w:rsidR="0041651A" w:rsidRDefault="0041651A" w:rsidP="00315680">
            <w:r w:rsidRPr="00B06663">
              <w:t xml:space="preserve">Факс </w:t>
            </w:r>
            <w:r>
              <w:t xml:space="preserve">8 </w:t>
            </w:r>
            <w:r w:rsidRPr="00B06663">
              <w:t>(845</w:t>
            </w:r>
            <w:r>
              <w:t>-</w:t>
            </w:r>
            <w:r w:rsidRPr="00B06663">
              <w:t>2)</w:t>
            </w:r>
            <w:r>
              <w:t xml:space="preserve"> </w:t>
            </w:r>
            <w:r w:rsidRPr="00B06663">
              <w:t>27</w:t>
            </w:r>
            <w:r>
              <w:t>-</w:t>
            </w:r>
            <w:r w:rsidRPr="00B06663">
              <w:t>95</w:t>
            </w:r>
            <w:r>
              <w:t>-</w:t>
            </w:r>
            <w:r w:rsidRPr="00B06663">
              <w:t>63</w:t>
            </w:r>
          </w:p>
        </w:tc>
      </w:tr>
      <w:tr w:rsidR="0041651A">
        <w:tc>
          <w:tcPr>
            <w:tcW w:w="675" w:type="dxa"/>
          </w:tcPr>
          <w:p w:rsidR="0041651A" w:rsidRDefault="0041651A" w:rsidP="00315680">
            <w:pPr>
              <w:jc w:val="center"/>
            </w:pPr>
            <w:r>
              <w:t>2</w:t>
            </w:r>
          </w:p>
        </w:tc>
        <w:tc>
          <w:tcPr>
            <w:tcW w:w="3119" w:type="dxa"/>
          </w:tcPr>
          <w:p w:rsidR="0041651A" w:rsidRPr="00B06663" w:rsidRDefault="0041651A" w:rsidP="00315680">
            <w:r w:rsidRPr="00B06663">
              <w:t>Вид и предмет конкурса</w:t>
            </w:r>
          </w:p>
        </w:tc>
        <w:tc>
          <w:tcPr>
            <w:tcW w:w="6521" w:type="dxa"/>
            <w:gridSpan w:val="3"/>
          </w:tcPr>
          <w:p w:rsidR="0041651A" w:rsidRPr="001A7BC2" w:rsidRDefault="0041651A" w:rsidP="001757C3">
            <w:r>
              <w:t>Открытый одноэтапный конкурс на право з</w:t>
            </w:r>
            <w:r w:rsidRPr="001A7BC2">
              <w:t>аключения договора подряда на выполнения работ по формированию границ охранной зоны кабельных линий: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общая длина 1395 м, расположенная по адресу: г. Саратов, РП Репин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Гусельский;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общая длина1340 м, расположенная по адресу: г. Саратов, РП Рижский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Репин;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общая длина 1000 м, расположенная по адресу: г. Саратов, РП Рижский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Репин;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общая длина 1723 м, расположенная по адресу: г. Саратов, РП Тарховский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Зеркальный;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общая длина 1343 м, расположенная по адресу: г. Саратов, РП Сокурский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Базовый;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общая длина 2208 м, расположенная по адресу: г. Саратов, РП Московский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Елшанский;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общая длина 1085 м, расположенная по адресу: г. Саратов, РП Базовый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Проммаш;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общая длина 1085 м, расположенная по адресу: г. Саратов, РП Базовый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Проммаш;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общая длина 477 м, расположенная по адресу: г. Саратов, РП Магистральный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Буровой;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общая длина 476 м, расположенная по адресу: г. Саратов, РП Магистральный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Буровой;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общая длина 700 м, расположенная по адресу: г. Саратов, РП Моторный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Дачный;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общая длина 700 м, расположенная по адресу: г. Саратов, РП Моторный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Дачный;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общая длина 1307 м, расположенная по адресу: г. Саратов, РП Волжский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Белоглинский;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нитка А, общая длина 660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Бабушкин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Знание;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нитка Б, общая длина 660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Бабушкин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Знание;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нитка А, общая длина 1616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Бабушкин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Обуховский;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нитка Б, общая длина 1634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Бабушкин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Обуховский;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общая длина 1140 м, расположенная по адресу: г. Саратов, РП Бабушкин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Обуховский;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общая длина 1140 м, расположенная по адресу: г. Саратов, РП Бабушкин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Обуховский;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общая длина 1320 м, расположенная по адресу: г. Саратов, РП Октябрьский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Экономический;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общая длина 1165 м, расположенная по адресу: г. Саратов, РП Октябрьский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Кузнечный;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общая длина 1137 м, расположенная по адресу: г. Саратов, РП Трудовой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Корт;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общая длина 80 м, расположенная по адресу: г. Саратов,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РП Корт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Мост;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общая длина 75 м, расположенная по адресу: г. Саратов, РП Корт- РП Мост;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общая длина 370 м, расположенная по адресу: г. Саратов, РП 625- РП Диагностика;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общая длина 420 м, расположенная по адресу: г. Саратов, РП 625- РП Диагностика;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общая длина 825 м, расположенная по адресу: г. Саратов, РП 625- РП Наука;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общая длина 170 м, расположенная по адресу: г. Саратов, РП 625- РП АТС;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общая длина 1385 м, расположенная по адресу: г. Саратов, РП Полярный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Программист;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общая длина 2736 м, расположенная по адресу: г. Саратов, РП Волжский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АТС;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общая длина 1554 м, расположенная по адресу: г. Саратов, РП Кардан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Новосоколовогорский;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общая длина 930 м, расположенная по адресу: г. Саратов, РП Ёлочки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Авангард;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общая длина 542 м, расположенная по адресу: г. Саратов, РП Программист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Горный;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общая длина 208 м, расположенная по адресу: г. Саратов, РП Сеноман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Маяк;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общая длина 480 м, расположенная по адресу: г. Саратов, РП Нити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Маяк;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общая длина 1456 м, расположенная по адресу: г. Саратов, РП 606- РП Чернышевский;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нитка А,  общая длина 580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Силикатный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Чернышевский;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нитка Б,  общая длина 560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Силикатный- РП Чернышевский;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нитка А,  общая длина 430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Фрегат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Спорт;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нитка Б,  общая длина 430 м, расположенная по адресу: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 г. Саратов, РП Фрегат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Спорт;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нитка А,  общая длина 2240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Сеноман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Аткарский;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нитка Б,  общая длина 2240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Сеноман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Аткарский;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989 м, расположенная по адресу: г. Саратов, РП Строймаш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Клинический;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общая длина 187 м, расположенная по адресу: г. Саратов, РП Волгарь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606;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1970 м, расположенная по адресу: г. Саратов, РП Шоссейный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Крымский;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1970 м, расположенная по адресу: г. Саратов, РП Шоссейный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Крымский;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1389 м, расположенная по адресу: г. Саратов, РП Нагорный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Ново-Астраханский;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1389 м, расположенная по адресу: г. Саратов, РП Нагорный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Ново-Астраханский;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633 м, расположенная по адресу: г. Саратов, РП Нагорный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Метизный;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1087 м, расположенная по адресу: г. Саратов, РП Пролетарский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Метизный;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674 м, расположенная по адресу: г. Саратов, РП Общепит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Крымский;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674 м, расположенная по адресу: г. Саратов, РП Общепит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Крымский;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936 м, расположенная по адресу: г. Саратов, РП Шоссейный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Заводской;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625 м, расположенная по адресу: г. Саратов, РП Геофизика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Авторемонт;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245 м, расположенная по адресу: г. Саратов, РП Пугачевский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Жуковский;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нитка А,   общая длина 1738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Завокзальный- РП АТС;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нитка Б,   общая длина 1714 м, расположенная по адресу: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Завокзальный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АТС;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нитка А,   общая длина 820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АТС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Наука;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нитка Б,   общая длина 860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АТС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Наука;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785 м, расположенная по адресу: г. Саратов, РП Горный- РП 608;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1684 м, расположенная по адресу: г. Саратов, РП Тракторный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Завокзальный;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1684 м, расположенная по адресу: г. Саратов, РП Тракторный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- РП Завокзальный;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нитка А, общая длина 1023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Завокзальный – РП Сеноман;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 xml:space="preserve">Кабельная линия,  нитка Б, общая длина 1023 м, расположенная по адресу: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</w:t>
            </w: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г. Саратов, РП Завокзальный – РП Сеноман;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127 м, расположенная по адресу: г. Саратов, РП Северный – ТП 380;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75 м, расположенная по адресу: г. Саратов, РП Северный – ТП 1018;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120 м, расположенная по адресу: г. Саратов, РП Северный – ТП 1018;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804 м, расположенная по адресу: г. Саратов, РП Северный – ТП 1840;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685 м, расположенная по адресу: г. Саратов, РП Северный – ТП 567;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910 м, расположенная по адресу: г. Саратов, РП Северный – ТП 645;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1232 м, расположенная по адресу: г. Саратов, РП Северный – ТП 1224;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1299 м, расположенная по адресу: г. Саратов, РП Северный – ТП 1224;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1462 м, расположенная по адресу: г. Саратов, РП Северный – ТП 152;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1429 м, расположенная по адресу: г. Саратов, РП Северный – ТП 152;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1230 м, расположенная по адресу: г. Саратов, ТП 647 – ТП 645;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155 м, расположенная по адресу: г. Саратов, ТП 645 – ТП 649;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146 м, расположенная по адресу: г. Саратов, ТП 653 – ТП 646;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146 м, расположенная по адресу: г. Саратов, ТП 653 – ТП 646;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200 м, расположенная по адресу: г. Саратов, ТП 1261 – ТП 249;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578 м, расположенная по адресу: г. Саратов, ТП 1261 – ТП 406;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365 м, расположенная по адресу: г. Саратов, ТП 1719 – ТП 1439;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200 м, расположенная по адресу: г. Саратов, ТП 1012 – ТП 1261;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210 м, расположенная по адресу: г. Саратов, ТП 1012 – ТП 1261;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127 м, расположенная по адресу: г. Саратов, ТП 1012 – ТП 1439;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270 м, расположенная по адресу: г. Саратов, ТП 1012 – ТП 382;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160 м, расположенная по адресу: г. Саратов, ТП 162 – ТП 1719;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426 м, расположенная по адресу: г. Саратов, ТП 416 – ТП 162;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142 м, расположенная по адресу: г. Саратов, ТП 406 – ТП 1719;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592 м, расположенная по адресу: г. Саратов, ТП 416 – ТП 249;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150 м, расположенная по адресу: г. Саратов, ТП 43 – ТП 372;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150 м, расположенная по адресу: г. Саратов, ТП 43 – ТП 372;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260 м, расположенная по адресу: г. Саратов, ТП 380 – ТП 1755;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180 м, расположенная по адресу: г. Саратов, ТП 1556 – ТП 1755;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560 м, расположенная по адресу: г. Саратов, ТП 1556 – ТП 281;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449 м, расположенная по адресу: г. Саратов, ТП 372 – ТП 539;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182 м, расположенная по адресу: г. Саратов, ТП 647 – ТП 648;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182 м, расположенная по адресу: г. Саратов, ТП 647 – ТП 648;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260 м, расположенная по адресу: г. Саратов, ТП 382 – ТП 1224;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260 м, расположенная по адресу: г. Саратов, ТП 382 – ТП 1224;</w:t>
            </w:r>
          </w:p>
          <w:p w:rsidR="0041651A" w:rsidRPr="005C4EB6" w:rsidRDefault="0041651A" w:rsidP="0059191C">
            <w:pPr>
              <w:pStyle w:val="ListParagraph"/>
              <w:numPr>
                <w:ilvl w:val="0"/>
                <w:numId w:val="23"/>
              </w:numPr>
              <w:spacing w:after="0"/>
              <w:ind w:left="600" w:right="30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C4EB6">
              <w:rPr>
                <w:rFonts w:ascii="Times New Roman" w:hAnsi="Times New Roman" w:cs="Times New Roman"/>
                <w:sz w:val="16"/>
                <w:szCs w:val="16"/>
              </w:rPr>
              <w:t>Кабельная линия,   общая длина 560 м, расположенная по адресу: г. Саратов, ТП 646 – ТП 649</w:t>
            </w:r>
          </w:p>
          <w:p w:rsidR="0041651A" w:rsidRDefault="0041651A" w:rsidP="00387120"/>
        </w:tc>
      </w:tr>
      <w:tr w:rsidR="0041651A">
        <w:tc>
          <w:tcPr>
            <w:tcW w:w="675" w:type="dxa"/>
          </w:tcPr>
          <w:p w:rsidR="0041651A" w:rsidRDefault="0041651A" w:rsidP="00315680">
            <w:pPr>
              <w:jc w:val="center"/>
            </w:pPr>
            <w:r>
              <w:t>3</w:t>
            </w:r>
          </w:p>
        </w:tc>
        <w:tc>
          <w:tcPr>
            <w:tcW w:w="3119" w:type="dxa"/>
          </w:tcPr>
          <w:p w:rsidR="0041651A" w:rsidRPr="00B06663" w:rsidRDefault="0041651A" w:rsidP="00315680">
            <w:r w:rsidRPr="00B06663">
              <w:t>Место</w:t>
            </w:r>
            <w:r>
              <w:t xml:space="preserve"> объекта и сроки выполнения работ</w:t>
            </w:r>
          </w:p>
        </w:tc>
        <w:tc>
          <w:tcPr>
            <w:tcW w:w="6521" w:type="dxa"/>
            <w:gridSpan w:val="3"/>
            <w:vAlign w:val="center"/>
          </w:tcPr>
          <w:p w:rsidR="0041651A" w:rsidRPr="003F1BD3" w:rsidRDefault="0041651A" w:rsidP="00315680">
            <w:pPr>
              <w:pStyle w:val="1"/>
              <w:tabs>
                <w:tab w:val="left" w:pos="6131"/>
              </w:tabs>
            </w:pPr>
            <w:r w:rsidRPr="003F1BD3">
              <w:t xml:space="preserve">Российская Федерация, </w:t>
            </w:r>
            <w:r w:rsidRPr="003F1BD3">
              <w:rPr>
                <w:spacing w:val="-2"/>
                <w:w w:val="102"/>
              </w:rPr>
              <w:t xml:space="preserve">г. Саратов, </w:t>
            </w:r>
            <w:r w:rsidRPr="003F1BD3">
              <w:t xml:space="preserve">в соответствии </w:t>
            </w:r>
            <w:r>
              <w:t xml:space="preserve">                           </w:t>
            </w:r>
            <w:r w:rsidRPr="003F1BD3">
              <w:t>с п.</w:t>
            </w:r>
            <w:r>
              <w:t xml:space="preserve"> </w:t>
            </w:r>
            <w:r w:rsidRPr="003F1BD3">
              <w:t>2 настоящей Информационной карты конкурса.</w:t>
            </w:r>
          </w:p>
          <w:p w:rsidR="0041651A" w:rsidRPr="003F1BD3" w:rsidRDefault="0041651A" w:rsidP="00315680">
            <w:pPr>
              <w:rPr>
                <w:spacing w:val="-2"/>
                <w:w w:val="102"/>
              </w:rPr>
            </w:pPr>
            <w:r w:rsidRPr="003F1BD3">
              <w:rPr>
                <w:spacing w:val="-2"/>
                <w:w w:val="102"/>
              </w:rPr>
              <w:t>Начало выполнения работ: «</w:t>
            </w:r>
            <w:r>
              <w:rPr>
                <w:spacing w:val="-2"/>
                <w:w w:val="102"/>
              </w:rPr>
              <w:t>04</w:t>
            </w:r>
            <w:r w:rsidRPr="003F1BD3">
              <w:rPr>
                <w:spacing w:val="-2"/>
                <w:w w:val="102"/>
              </w:rPr>
              <w:t xml:space="preserve">» </w:t>
            </w:r>
            <w:r>
              <w:rPr>
                <w:spacing w:val="-2"/>
                <w:w w:val="102"/>
              </w:rPr>
              <w:t>июля</w:t>
            </w:r>
            <w:r w:rsidRPr="003F1BD3">
              <w:rPr>
                <w:spacing w:val="-2"/>
                <w:w w:val="102"/>
              </w:rPr>
              <w:t xml:space="preserve"> 2013 года</w:t>
            </w:r>
          </w:p>
          <w:p w:rsidR="0041651A" w:rsidRPr="00532246" w:rsidRDefault="0041651A" w:rsidP="00315680">
            <w:pPr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Срок выполнение работ: 9 месяцев</w:t>
            </w:r>
          </w:p>
        </w:tc>
      </w:tr>
      <w:tr w:rsidR="0041651A">
        <w:tc>
          <w:tcPr>
            <w:tcW w:w="675" w:type="dxa"/>
          </w:tcPr>
          <w:p w:rsidR="0041651A" w:rsidRDefault="0041651A" w:rsidP="00315680">
            <w:pPr>
              <w:jc w:val="center"/>
            </w:pPr>
            <w:r>
              <w:t>4</w:t>
            </w:r>
          </w:p>
        </w:tc>
        <w:tc>
          <w:tcPr>
            <w:tcW w:w="3119" w:type="dxa"/>
          </w:tcPr>
          <w:p w:rsidR="0041651A" w:rsidRPr="00B06663" w:rsidRDefault="0041651A" w:rsidP="00315680">
            <w:r>
              <w:t>Код ОКДП</w:t>
            </w:r>
          </w:p>
        </w:tc>
        <w:tc>
          <w:tcPr>
            <w:tcW w:w="6521" w:type="dxa"/>
            <w:gridSpan w:val="3"/>
            <w:vAlign w:val="center"/>
          </w:tcPr>
          <w:p w:rsidR="0041651A" w:rsidRPr="003F1BD3" w:rsidRDefault="0041651A" w:rsidP="00315680">
            <w:pPr>
              <w:pStyle w:val="1"/>
              <w:tabs>
                <w:tab w:val="left" w:pos="6131"/>
              </w:tabs>
            </w:pPr>
            <w:r>
              <w:t>4560292</w:t>
            </w:r>
          </w:p>
        </w:tc>
      </w:tr>
      <w:tr w:rsidR="0041651A">
        <w:tc>
          <w:tcPr>
            <w:tcW w:w="675" w:type="dxa"/>
          </w:tcPr>
          <w:p w:rsidR="0041651A" w:rsidRDefault="0041651A" w:rsidP="00315680">
            <w:pPr>
              <w:jc w:val="center"/>
            </w:pPr>
            <w:r>
              <w:t>5</w:t>
            </w:r>
          </w:p>
        </w:tc>
        <w:tc>
          <w:tcPr>
            <w:tcW w:w="3119" w:type="dxa"/>
          </w:tcPr>
          <w:p w:rsidR="0041651A" w:rsidRDefault="0041651A" w:rsidP="00315680">
            <w:r>
              <w:t>Код ОКВЭД</w:t>
            </w:r>
          </w:p>
        </w:tc>
        <w:tc>
          <w:tcPr>
            <w:tcW w:w="6521" w:type="dxa"/>
            <w:gridSpan w:val="3"/>
            <w:vAlign w:val="center"/>
          </w:tcPr>
          <w:p w:rsidR="0041651A" w:rsidRDefault="0041651A" w:rsidP="00315680">
            <w:pPr>
              <w:pStyle w:val="1"/>
              <w:tabs>
                <w:tab w:val="left" w:pos="6131"/>
              </w:tabs>
            </w:pPr>
            <w:r>
              <w:t>74.20.36</w:t>
            </w:r>
          </w:p>
        </w:tc>
      </w:tr>
      <w:tr w:rsidR="0041651A">
        <w:trPr>
          <w:trHeight w:val="869"/>
        </w:trPr>
        <w:tc>
          <w:tcPr>
            <w:tcW w:w="675" w:type="dxa"/>
          </w:tcPr>
          <w:p w:rsidR="0041651A" w:rsidRDefault="0041651A" w:rsidP="00315680">
            <w:pPr>
              <w:jc w:val="center"/>
            </w:pPr>
            <w:r>
              <w:t>6</w:t>
            </w:r>
          </w:p>
        </w:tc>
        <w:tc>
          <w:tcPr>
            <w:tcW w:w="3119" w:type="dxa"/>
          </w:tcPr>
          <w:p w:rsidR="0041651A" w:rsidRPr="00B06663" w:rsidRDefault="0041651A" w:rsidP="00315680">
            <w:r>
              <w:t xml:space="preserve"> </w:t>
            </w:r>
            <w:r w:rsidRPr="002D63C4">
              <w:t>Сведения о начальной (максимальной) цене договора</w:t>
            </w:r>
            <w:r>
              <w:t xml:space="preserve"> </w:t>
            </w:r>
          </w:p>
        </w:tc>
        <w:tc>
          <w:tcPr>
            <w:tcW w:w="6521" w:type="dxa"/>
            <w:gridSpan w:val="3"/>
          </w:tcPr>
          <w:p w:rsidR="0041651A" w:rsidRPr="00532246" w:rsidRDefault="0041651A" w:rsidP="004E2CE4">
            <w:r>
              <w:t>3 000 000</w:t>
            </w:r>
            <w:r w:rsidRPr="00532246">
              <w:t xml:space="preserve"> (</w:t>
            </w:r>
            <w:r>
              <w:t>три</w:t>
            </w:r>
            <w:r w:rsidRPr="00532246">
              <w:t xml:space="preserve"> миллиона) рубл</w:t>
            </w:r>
            <w:r>
              <w:t>ей</w:t>
            </w:r>
            <w:r w:rsidRPr="00532246">
              <w:t>, включая таможенные и другие обязательные платежи и все налоги</w:t>
            </w:r>
          </w:p>
        </w:tc>
      </w:tr>
      <w:tr w:rsidR="0041651A">
        <w:trPr>
          <w:trHeight w:val="527"/>
        </w:trPr>
        <w:tc>
          <w:tcPr>
            <w:tcW w:w="675" w:type="dxa"/>
          </w:tcPr>
          <w:p w:rsidR="0041651A" w:rsidRDefault="0041651A" w:rsidP="00315680">
            <w:pPr>
              <w:jc w:val="center"/>
            </w:pPr>
            <w:r>
              <w:t>7</w:t>
            </w:r>
          </w:p>
        </w:tc>
        <w:tc>
          <w:tcPr>
            <w:tcW w:w="3119" w:type="dxa"/>
          </w:tcPr>
          <w:p w:rsidR="0041651A" w:rsidRPr="00AB485F" w:rsidRDefault="0041651A" w:rsidP="001757C3">
            <w:r w:rsidRPr="00AB485F">
              <w:t>Результат выполнения работ</w:t>
            </w:r>
          </w:p>
        </w:tc>
        <w:tc>
          <w:tcPr>
            <w:tcW w:w="6521" w:type="dxa"/>
            <w:gridSpan w:val="3"/>
          </w:tcPr>
          <w:p w:rsidR="0041651A" w:rsidRPr="00AB485F" w:rsidRDefault="0041651A" w:rsidP="00C50F73">
            <w:r w:rsidRPr="00AB485F">
              <w:t xml:space="preserve">Изготовление </w:t>
            </w:r>
            <w:r>
              <w:t xml:space="preserve">100 карт (планов), согласно                                     п. 2 Информационной карты конкурса </w:t>
            </w:r>
          </w:p>
        </w:tc>
      </w:tr>
      <w:tr w:rsidR="0041651A">
        <w:trPr>
          <w:trHeight w:val="869"/>
        </w:trPr>
        <w:tc>
          <w:tcPr>
            <w:tcW w:w="675" w:type="dxa"/>
          </w:tcPr>
          <w:p w:rsidR="0041651A" w:rsidRDefault="0041651A" w:rsidP="00315680">
            <w:pPr>
              <w:jc w:val="center"/>
            </w:pPr>
            <w:r>
              <w:t>8</w:t>
            </w:r>
          </w:p>
        </w:tc>
        <w:tc>
          <w:tcPr>
            <w:tcW w:w="3119" w:type="dxa"/>
          </w:tcPr>
          <w:p w:rsidR="0041651A" w:rsidRPr="00AB485F" w:rsidRDefault="0041651A" w:rsidP="001757C3">
            <w:r w:rsidRPr="00AB485F">
              <w:t>Требования к качеству</w:t>
            </w:r>
          </w:p>
        </w:tc>
        <w:tc>
          <w:tcPr>
            <w:tcW w:w="6521" w:type="dxa"/>
            <w:gridSpan w:val="3"/>
          </w:tcPr>
          <w:p w:rsidR="0041651A" w:rsidRDefault="0041651A" w:rsidP="00C50F73">
            <w:r w:rsidRPr="00AB485F">
              <w:t>Соответствие требованиям, установленным действующим законодательством РФ</w:t>
            </w:r>
          </w:p>
          <w:p w:rsidR="0041651A" w:rsidRPr="00AB485F" w:rsidRDefault="0041651A" w:rsidP="00C50F73">
            <w:r w:rsidRPr="00AB485F">
              <w:rPr>
                <w:noProof/>
              </w:rPr>
              <w:t>Все используемые материалы и оборудование должны соответствовать требованиям ГОСТов, техническим условиям производителя и иметь соответствующие сертификаты, технические паспорта и другие докуме</w:t>
            </w:r>
            <w:r>
              <w:rPr>
                <w:noProof/>
              </w:rPr>
              <w:t>нты, удостоверяющие их качество</w:t>
            </w:r>
          </w:p>
        </w:tc>
      </w:tr>
      <w:tr w:rsidR="0041651A">
        <w:trPr>
          <w:trHeight w:val="869"/>
        </w:trPr>
        <w:tc>
          <w:tcPr>
            <w:tcW w:w="675" w:type="dxa"/>
          </w:tcPr>
          <w:p w:rsidR="0041651A" w:rsidRDefault="0041651A" w:rsidP="00315680">
            <w:pPr>
              <w:jc w:val="center"/>
            </w:pPr>
            <w:r>
              <w:t>9</w:t>
            </w:r>
          </w:p>
        </w:tc>
        <w:tc>
          <w:tcPr>
            <w:tcW w:w="3119" w:type="dxa"/>
          </w:tcPr>
          <w:p w:rsidR="0041651A" w:rsidRPr="005B5DDD" w:rsidRDefault="0041651A" w:rsidP="001757C3">
            <w:r w:rsidRPr="005B5DDD">
              <w:t>Цель работ</w:t>
            </w:r>
          </w:p>
        </w:tc>
        <w:tc>
          <w:tcPr>
            <w:tcW w:w="6521" w:type="dxa"/>
            <w:gridSpan w:val="3"/>
          </w:tcPr>
          <w:p w:rsidR="0041651A" w:rsidRPr="005B5DDD" w:rsidRDefault="0041651A" w:rsidP="00C50F73">
            <w:r w:rsidRPr="005B5DDD">
              <w:t xml:space="preserve">Получение </w:t>
            </w:r>
            <w:r>
              <w:t>карт (планов)</w:t>
            </w:r>
            <w:r w:rsidRPr="005B5DDD">
              <w:t>, необходим</w:t>
            </w:r>
            <w:r>
              <w:t>ых</w:t>
            </w:r>
            <w:r w:rsidRPr="005B5DDD">
              <w:t xml:space="preserve"> для установления охранной зоны на кабельные линии; получение геодезических координат местоположения кабеля, координирование кабеля на местности, внесение сведений об объекте на картографические планшеты города Саратова, описание границ охранной зоны кабеля, формирование сведений и их передача для учета в орган, осуществляющий г</w:t>
            </w:r>
            <w:r>
              <w:t>осударственный кадастровый учет</w:t>
            </w:r>
          </w:p>
        </w:tc>
      </w:tr>
      <w:tr w:rsidR="0041651A">
        <w:trPr>
          <w:trHeight w:val="869"/>
        </w:trPr>
        <w:tc>
          <w:tcPr>
            <w:tcW w:w="675" w:type="dxa"/>
          </w:tcPr>
          <w:p w:rsidR="0041651A" w:rsidRDefault="0041651A" w:rsidP="00315680">
            <w:pPr>
              <w:jc w:val="center"/>
            </w:pPr>
            <w:r>
              <w:t>10</w:t>
            </w:r>
          </w:p>
        </w:tc>
        <w:tc>
          <w:tcPr>
            <w:tcW w:w="3119" w:type="dxa"/>
          </w:tcPr>
          <w:p w:rsidR="0041651A" w:rsidRPr="00541F84" w:rsidRDefault="0041651A" w:rsidP="001757C3">
            <w:pPr>
              <w:pStyle w:val="BodyText"/>
              <w:jc w:val="both"/>
              <w:rPr>
                <w:b w:val="0"/>
                <w:bCs w:val="0"/>
                <w:sz w:val="24"/>
                <w:szCs w:val="24"/>
              </w:rPr>
            </w:pPr>
            <w:r w:rsidRPr="00541F84">
              <w:rPr>
                <w:b w:val="0"/>
                <w:bCs w:val="0"/>
                <w:sz w:val="24"/>
                <w:szCs w:val="24"/>
              </w:rPr>
              <w:t>Задачи работ</w:t>
            </w:r>
          </w:p>
          <w:p w:rsidR="0041651A" w:rsidRPr="004375F9" w:rsidRDefault="0041651A" w:rsidP="001757C3"/>
        </w:tc>
        <w:tc>
          <w:tcPr>
            <w:tcW w:w="6521" w:type="dxa"/>
            <w:gridSpan w:val="3"/>
          </w:tcPr>
          <w:p w:rsidR="0041651A" w:rsidRPr="00541F84" w:rsidRDefault="0041651A" w:rsidP="00C50F73">
            <w:pPr>
              <w:pStyle w:val="BodyText"/>
              <w:numPr>
                <w:ilvl w:val="0"/>
                <w:numId w:val="24"/>
              </w:numPr>
              <w:jc w:val="both"/>
              <w:rPr>
                <w:b w:val="0"/>
                <w:bCs w:val="0"/>
                <w:sz w:val="24"/>
                <w:szCs w:val="24"/>
              </w:rPr>
            </w:pPr>
            <w:r w:rsidRPr="00541F84">
              <w:rPr>
                <w:b w:val="0"/>
                <w:bCs w:val="0"/>
                <w:sz w:val="24"/>
                <w:szCs w:val="24"/>
              </w:rPr>
              <w:t>Разработать и передать Заказчику, документы на кабельные линии и земельные участки, относящиеся к нему;</w:t>
            </w:r>
          </w:p>
          <w:p w:rsidR="0041651A" w:rsidRPr="00541F84" w:rsidRDefault="0041651A" w:rsidP="00C50F73">
            <w:pPr>
              <w:pStyle w:val="BodyText"/>
              <w:numPr>
                <w:ilvl w:val="0"/>
                <w:numId w:val="24"/>
              </w:numPr>
              <w:jc w:val="both"/>
              <w:rPr>
                <w:b w:val="0"/>
                <w:bCs w:val="0"/>
                <w:sz w:val="24"/>
                <w:szCs w:val="24"/>
              </w:rPr>
            </w:pPr>
            <w:r w:rsidRPr="00541F84">
              <w:rPr>
                <w:b w:val="0"/>
                <w:bCs w:val="0"/>
                <w:sz w:val="24"/>
                <w:szCs w:val="24"/>
              </w:rPr>
              <w:t>Выполнить горизонтальную контрольную исполнительную съемку кабеля с нанесением на картографические планшеты города Саратова (в случае наличия планшетов);</w:t>
            </w:r>
          </w:p>
          <w:p w:rsidR="0041651A" w:rsidRPr="00541F84" w:rsidRDefault="0041651A" w:rsidP="00C50F73">
            <w:pPr>
              <w:pStyle w:val="BodyText"/>
              <w:numPr>
                <w:ilvl w:val="0"/>
                <w:numId w:val="24"/>
              </w:numPr>
              <w:jc w:val="both"/>
              <w:rPr>
                <w:b w:val="0"/>
                <w:bCs w:val="0"/>
                <w:sz w:val="24"/>
                <w:szCs w:val="24"/>
              </w:rPr>
            </w:pPr>
            <w:r w:rsidRPr="00541F84">
              <w:rPr>
                <w:b w:val="0"/>
                <w:bCs w:val="0"/>
                <w:sz w:val="24"/>
                <w:szCs w:val="24"/>
              </w:rPr>
              <w:t>Подготовить, при необходимости, схемы местоположения кабеля на кадастровом плане территории;</w:t>
            </w:r>
          </w:p>
          <w:p w:rsidR="0041651A" w:rsidRPr="00541F84" w:rsidRDefault="0041651A" w:rsidP="00C50F73">
            <w:pPr>
              <w:pStyle w:val="BodyText"/>
              <w:numPr>
                <w:ilvl w:val="0"/>
                <w:numId w:val="24"/>
              </w:numPr>
              <w:jc w:val="both"/>
              <w:rPr>
                <w:b w:val="0"/>
                <w:bCs w:val="0"/>
                <w:sz w:val="24"/>
                <w:szCs w:val="24"/>
              </w:rPr>
            </w:pPr>
            <w:r w:rsidRPr="00541F84">
              <w:rPr>
                <w:b w:val="0"/>
                <w:bCs w:val="0"/>
                <w:sz w:val="24"/>
                <w:szCs w:val="24"/>
              </w:rPr>
              <w:t>Подготовить карту (план) охранной зоны кабеля в разрезе каждого района города Саратова по трассе местоположения кабеля;</w:t>
            </w:r>
          </w:p>
          <w:p w:rsidR="0041651A" w:rsidRPr="004375F9" w:rsidRDefault="0041651A" w:rsidP="00C50F73">
            <w:pPr>
              <w:numPr>
                <w:ilvl w:val="0"/>
                <w:numId w:val="24"/>
              </w:numPr>
            </w:pPr>
            <w:r w:rsidRPr="004375F9">
              <w:t>Обеспечить утверждение установленных границ охранной зоны кабеля в органах местного самоуправления в пределах их полномочий</w:t>
            </w:r>
          </w:p>
        </w:tc>
      </w:tr>
      <w:tr w:rsidR="0041651A">
        <w:tc>
          <w:tcPr>
            <w:tcW w:w="675" w:type="dxa"/>
          </w:tcPr>
          <w:p w:rsidR="0041651A" w:rsidRDefault="0041651A" w:rsidP="00315680">
            <w:pPr>
              <w:jc w:val="center"/>
            </w:pPr>
            <w:r>
              <w:t>11</w:t>
            </w:r>
          </w:p>
        </w:tc>
        <w:tc>
          <w:tcPr>
            <w:tcW w:w="3119" w:type="dxa"/>
          </w:tcPr>
          <w:p w:rsidR="0041651A" w:rsidRPr="00AB485F" w:rsidRDefault="0041651A" w:rsidP="001757C3">
            <w:r w:rsidRPr="00AB485F">
              <w:t>Наименование и виды работ</w:t>
            </w:r>
          </w:p>
        </w:tc>
        <w:tc>
          <w:tcPr>
            <w:tcW w:w="6521" w:type="dxa"/>
            <w:gridSpan w:val="3"/>
          </w:tcPr>
          <w:p w:rsidR="0041651A" w:rsidRPr="00404D2D" w:rsidRDefault="0041651A" w:rsidP="00C50F7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</w:pPr>
            <w:r>
              <w:t xml:space="preserve">Создание инженерно-топографических планов на застроенной территории в соответствующем масштабе </w:t>
            </w:r>
            <w:r w:rsidRPr="00541F84">
              <w:rPr>
                <w:lang w:val="en-US"/>
              </w:rPr>
              <w:t>II</w:t>
            </w:r>
            <w:r>
              <w:t xml:space="preserve"> кат. (</w:t>
            </w:r>
            <w:r w:rsidRPr="00404D2D">
              <w:t>полевы</w:t>
            </w:r>
            <w:r>
              <w:t>е</w:t>
            </w:r>
            <w:r w:rsidRPr="00404D2D">
              <w:t xml:space="preserve"> работ</w:t>
            </w:r>
            <w:r>
              <w:t>ы</w:t>
            </w:r>
            <w:r w:rsidRPr="00404D2D">
              <w:t>)</w:t>
            </w:r>
            <w:r>
              <w:t>;</w:t>
            </w:r>
          </w:p>
          <w:p w:rsidR="0041651A" w:rsidRPr="00404D2D" w:rsidRDefault="0041651A" w:rsidP="00C50F7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</w:pPr>
            <w:r w:rsidRPr="00541F84">
              <w:rPr>
                <w:rFonts w:ascii="Times New Roman CYR" w:hAnsi="Times New Roman CYR" w:cs="Times New Roman CYR"/>
              </w:rPr>
              <w:t>Создание инженерно-топографических планов на застроенной территории в соответствующем масштабе II кат. (камеральные работы)</w:t>
            </w:r>
            <w:r>
              <w:t>;</w:t>
            </w:r>
          </w:p>
          <w:p w:rsidR="0041651A" w:rsidRPr="00404D2D" w:rsidRDefault="0041651A" w:rsidP="00C50F7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</w:pPr>
            <w:r>
              <w:t>Расходы по внутреннему транспорту;</w:t>
            </w:r>
            <w:r w:rsidRPr="00404D2D">
              <w:t xml:space="preserve"> </w:t>
            </w:r>
          </w:p>
          <w:p w:rsidR="0041651A" w:rsidRPr="00404D2D" w:rsidRDefault="0041651A" w:rsidP="00C50F7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</w:pPr>
            <w:r>
              <w:t>Расходы по организации и ликвидации работ;</w:t>
            </w:r>
          </w:p>
          <w:p w:rsidR="0041651A" w:rsidRPr="00404D2D" w:rsidRDefault="0041651A" w:rsidP="00C50F7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</w:pPr>
            <w:r>
              <w:t>Составление планов подземных коммуникаций;</w:t>
            </w:r>
          </w:p>
          <w:p w:rsidR="0041651A" w:rsidRPr="00404D2D" w:rsidRDefault="0041651A" w:rsidP="00C50F7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</w:pPr>
            <w:r>
              <w:t>Проверка полноты планов подземных коммуникаций</w:t>
            </w:r>
            <w:r w:rsidRPr="00404D2D">
              <w:t xml:space="preserve"> в</w:t>
            </w:r>
            <w:r>
              <w:t xml:space="preserve"> </w:t>
            </w:r>
            <w:r w:rsidRPr="00541F84">
              <w:rPr>
                <w:rFonts w:ascii="Times New Roman CYR" w:hAnsi="Times New Roman CYR" w:cs="Times New Roman CYR"/>
              </w:rPr>
              <w:t>эксплуатирующих организациях</w:t>
            </w:r>
            <w:r>
              <w:t>;</w:t>
            </w:r>
          </w:p>
          <w:p w:rsidR="0041651A" w:rsidRPr="00404D2D" w:rsidRDefault="0041651A" w:rsidP="00C50F7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</w:pPr>
            <w:r>
              <w:t xml:space="preserve">Теодолитный ход </w:t>
            </w:r>
            <w:r w:rsidRPr="00541F84">
              <w:rPr>
                <w:lang w:val="en-US"/>
              </w:rPr>
              <w:t xml:space="preserve">III </w:t>
            </w:r>
            <w:r>
              <w:t>кат.;</w:t>
            </w:r>
          </w:p>
          <w:p w:rsidR="0041651A" w:rsidRPr="00404D2D" w:rsidRDefault="0041651A" w:rsidP="00C50F7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</w:pPr>
            <w:r>
              <w:t>Подготовка карт (планов);</w:t>
            </w:r>
            <w:r w:rsidRPr="00404D2D">
              <w:t xml:space="preserve"> </w:t>
            </w:r>
          </w:p>
          <w:p w:rsidR="0041651A" w:rsidRDefault="0041651A" w:rsidP="00C50F73">
            <w:pPr>
              <w:numPr>
                <w:ilvl w:val="0"/>
                <w:numId w:val="25"/>
              </w:numPr>
            </w:pPr>
            <w:r>
              <w:t>Описание границ;</w:t>
            </w:r>
          </w:p>
          <w:p w:rsidR="0041651A" w:rsidRDefault="0041651A" w:rsidP="00C50F73">
            <w:pPr>
              <w:numPr>
                <w:ilvl w:val="0"/>
                <w:numId w:val="25"/>
              </w:numPr>
            </w:pPr>
            <w:r>
              <w:t>Расчет площадей;</w:t>
            </w:r>
          </w:p>
          <w:p w:rsidR="0041651A" w:rsidRDefault="0041651A" w:rsidP="00C50F73">
            <w:pPr>
              <w:numPr>
                <w:ilvl w:val="0"/>
                <w:numId w:val="25"/>
              </w:numPr>
            </w:pPr>
            <w:r>
              <w:t>Изготовление копий на электронном и бумажном носителе;</w:t>
            </w:r>
          </w:p>
          <w:p w:rsidR="0041651A" w:rsidRDefault="0041651A" w:rsidP="00C50F73">
            <w:pPr>
              <w:numPr>
                <w:ilvl w:val="0"/>
                <w:numId w:val="25"/>
              </w:numPr>
            </w:pPr>
            <w:r>
              <w:t>Составление карт (планов);</w:t>
            </w:r>
          </w:p>
          <w:p w:rsidR="0041651A" w:rsidRPr="00AB485F" w:rsidRDefault="0041651A" w:rsidP="00C50F73">
            <w:pPr>
              <w:numPr>
                <w:ilvl w:val="0"/>
                <w:numId w:val="25"/>
              </w:numPr>
            </w:pPr>
            <w:r>
              <w:t>Регистрация карт (планов) в регистрирующем органе</w:t>
            </w:r>
          </w:p>
        </w:tc>
      </w:tr>
      <w:tr w:rsidR="0041651A">
        <w:tc>
          <w:tcPr>
            <w:tcW w:w="675" w:type="dxa"/>
          </w:tcPr>
          <w:p w:rsidR="0041651A" w:rsidRDefault="0041651A" w:rsidP="00315680">
            <w:pPr>
              <w:jc w:val="center"/>
            </w:pPr>
            <w:r>
              <w:t>12</w:t>
            </w:r>
          </w:p>
        </w:tc>
        <w:tc>
          <w:tcPr>
            <w:tcW w:w="3119" w:type="dxa"/>
          </w:tcPr>
          <w:p w:rsidR="0041651A" w:rsidRPr="00B06663" w:rsidRDefault="0041651A" w:rsidP="00EE72EC">
            <w:r w:rsidRPr="00B06663">
              <w:t>Источник финансирования</w:t>
            </w:r>
          </w:p>
        </w:tc>
        <w:tc>
          <w:tcPr>
            <w:tcW w:w="6521" w:type="dxa"/>
            <w:gridSpan w:val="3"/>
          </w:tcPr>
          <w:p w:rsidR="0041651A" w:rsidRDefault="0041651A" w:rsidP="00EE72EC">
            <w:r w:rsidRPr="00B06663">
              <w:t xml:space="preserve">Средства </w:t>
            </w:r>
            <w:r>
              <w:t>ЗА</w:t>
            </w:r>
            <w:r w:rsidRPr="00B06663">
              <w:t xml:space="preserve">О </w:t>
            </w:r>
            <w:r>
              <w:t>«</w:t>
            </w:r>
            <w:r w:rsidRPr="00B06663">
              <w:t>Саратовское предприятие городских</w:t>
            </w:r>
            <w:r>
              <w:t xml:space="preserve"> </w:t>
            </w:r>
            <w:r w:rsidRPr="00B06663">
              <w:t>электрических сетей</w:t>
            </w:r>
            <w:r>
              <w:t>»</w:t>
            </w:r>
          </w:p>
        </w:tc>
      </w:tr>
      <w:tr w:rsidR="0041651A">
        <w:tc>
          <w:tcPr>
            <w:tcW w:w="675" w:type="dxa"/>
          </w:tcPr>
          <w:p w:rsidR="0041651A" w:rsidRDefault="0041651A" w:rsidP="00315680">
            <w:pPr>
              <w:jc w:val="center"/>
            </w:pPr>
            <w:r>
              <w:t>13</w:t>
            </w:r>
          </w:p>
        </w:tc>
        <w:tc>
          <w:tcPr>
            <w:tcW w:w="3119" w:type="dxa"/>
          </w:tcPr>
          <w:p w:rsidR="0041651A" w:rsidRPr="00B06663" w:rsidRDefault="0041651A" w:rsidP="00315680">
            <w:r w:rsidRPr="00B06663">
              <w:t>Форма, сроки и порядок оплаты работ</w:t>
            </w:r>
          </w:p>
        </w:tc>
        <w:tc>
          <w:tcPr>
            <w:tcW w:w="6521" w:type="dxa"/>
            <w:gridSpan w:val="3"/>
          </w:tcPr>
          <w:p w:rsidR="0041651A" w:rsidRPr="00B038ED" w:rsidRDefault="0041651A" w:rsidP="00315680">
            <w:r w:rsidRPr="00B038ED">
              <w:t>Форма оплаты – безналичный расчет путем перечисления денежных средств на расчетный счет.</w:t>
            </w:r>
          </w:p>
          <w:p w:rsidR="0041651A" w:rsidRPr="00B038ED" w:rsidRDefault="0041651A" w:rsidP="00315680">
            <w:r w:rsidRPr="00B038ED">
              <w:t>Порядок оплаты:</w:t>
            </w:r>
          </w:p>
          <w:p w:rsidR="0041651A" w:rsidRPr="00B038ED" w:rsidRDefault="0041651A" w:rsidP="00315680">
            <w:r>
              <w:t xml:space="preserve">- </w:t>
            </w:r>
            <w:r w:rsidRPr="005C17D0">
              <w:t>3</w:t>
            </w:r>
            <w:r w:rsidRPr="00B038ED">
              <w:t>0 % от цены договора авансом в течение 10</w:t>
            </w:r>
            <w:r>
              <w:t xml:space="preserve"> (деся</w:t>
            </w:r>
            <w:r w:rsidRPr="00B038ED">
              <w:t>ти</w:t>
            </w:r>
            <w:r>
              <w:t>)</w:t>
            </w:r>
            <w:r w:rsidRPr="00B038ED">
              <w:t xml:space="preserve"> банковских дней с </w:t>
            </w:r>
            <w:r>
              <w:t>момента</w:t>
            </w:r>
            <w:r w:rsidRPr="00B038ED">
              <w:t xml:space="preserve"> подписания договора;</w:t>
            </w:r>
          </w:p>
          <w:p w:rsidR="0041651A" w:rsidRDefault="0041651A" w:rsidP="00315680">
            <w:r w:rsidRPr="00B038ED">
              <w:t>-</w:t>
            </w:r>
            <w:r>
              <w:t xml:space="preserve"> </w:t>
            </w:r>
            <w:r w:rsidRPr="005C17D0">
              <w:t>7</w:t>
            </w:r>
            <w:r w:rsidRPr="00B038ED">
              <w:t>0 % оплаты за работу производится по факту выполнения работ согласно Акта о приемке выполненных работ в течение 10</w:t>
            </w:r>
            <w:r>
              <w:t xml:space="preserve"> (деся</w:t>
            </w:r>
            <w:r w:rsidRPr="00B038ED">
              <w:t>ти</w:t>
            </w:r>
            <w:r>
              <w:t>)</w:t>
            </w:r>
            <w:r w:rsidRPr="00B038ED">
              <w:t xml:space="preserve"> банковских дней с момента подписания Сторонами указанного Акта</w:t>
            </w:r>
          </w:p>
        </w:tc>
      </w:tr>
      <w:tr w:rsidR="0041651A" w:rsidRPr="00D25C6C">
        <w:tc>
          <w:tcPr>
            <w:tcW w:w="675" w:type="dxa"/>
          </w:tcPr>
          <w:p w:rsidR="0041651A" w:rsidRDefault="0041651A" w:rsidP="00315680">
            <w:pPr>
              <w:jc w:val="center"/>
            </w:pPr>
            <w:r>
              <w:t>14</w:t>
            </w:r>
          </w:p>
        </w:tc>
        <w:tc>
          <w:tcPr>
            <w:tcW w:w="3119" w:type="dxa"/>
          </w:tcPr>
          <w:p w:rsidR="0041651A" w:rsidRPr="00B06663" w:rsidRDefault="0041651A" w:rsidP="00315680">
            <w:r w:rsidRPr="00B06663">
              <w:t>Краткая</w:t>
            </w:r>
            <w:r>
              <w:t xml:space="preserve"> </w:t>
            </w:r>
            <w:r w:rsidRPr="00B06663">
              <w:t>характеристика</w:t>
            </w:r>
            <w:r>
              <w:t xml:space="preserve"> </w:t>
            </w:r>
            <w:r w:rsidRPr="00B06663">
              <w:t>работ</w:t>
            </w:r>
          </w:p>
        </w:tc>
        <w:tc>
          <w:tcPr>
            <w:tcW w:w="6521" w:type="dxa"/>
            <w:gridSpan w:val="3"/>
          </w:tcPr>
          <w:p w:rsidR="0041651A" w:rsidRPr="00D25C6C" w:rsidRDefault="0041651A" w:rsidP="00315680">
            <w:r w:rsidRPr="00D25C6C">
              <w:t xml:space="preserve">Работы в соответствии с техническим заданием по </w:t>
            </w:r>
            <w:r>
              <w:t>формирова</w:t>
            </w:r>
            <w:r w:rsidRPr="00D25C6C">
              <w:t xml:space="preserve">нию </w:t>
            </w:r>
            <w:r>
              <w:t xml:space="preserve">границ охранной зоны </w:t>
            </w:r>
            <w:r w:rsidRPr="00D25C6C">
              <w:t>кабельных линий</w:t>
            </w:r>
          </w:p>
        </w:tc>
      </w:tr>
      <w:tr w:rsidR="0041651A">
        <w:tc>
          <w:tcPr>
            <w:tcW w:w="675" w:type="dxa"/>
          </w:tcPr>
          <w:p w:rsidR="0041651A" w:rsidRDefault="0041651A" w:rsidP="00315680">
            <w:pPr>
              <w:jc w:val="center"/>
            </w:pPr>
            <w:r>
              <w:t>15</w:t>
            </w:r>
          </w:p>
        </w:tc>
        <w:tc>
          <w:tcPr>
            <w:tcW w:w="3119" w:type="dxa"/>
          </w:tcPr>
          <w:p w:rsidR="0041651A" w:rsidRPr="00B06663" w:rsidRDefault="0041651A" w:rsidP="00315680">
            <w:r w:rsidRPr="00B06663">
              <w:t>Участники</w:t>
            </w:r>
            <w:r>
              <w:t xml:space="preserve"> </w:t>
            </w:r>
            <w:r w:rsidRPr="00B06663">
              <w:t>закупки</w:t>
            </w:r>
          </w:p>
        </w:tc>
        <w:tc>
          <w:tcPr>
            <w:tcW w:w="6521" w:type="dxa"/>
            <w:gridSpan w:val="3"/>
          </w:tcPr>
          <w:p w:rsidR="0041651A" w:rsidRDefault="0041651A" w:rsidP="00315680">
            <w:r w:rsidRPr="00B06663">
              <w:t>Участниками закупки являются лица, претендующие</w:t>
            </w:r>
            <w:r>
              <w:t xml:space="preserve"> </w:t>
            </w:r>
            <w:r w:rsidRPr="00B06663">
              <w:t>на заключение договора. Участником закупки может</w:t>
            </w:r>
            <w:r>
              <w:t xml:space="preserve"> </w:t>
            </w:r>
            <w:r w:rsidRPr="00B06663">
              <w:t>быть любое юридическое лицо независимо от организационно-правовой формы, формы собственности,</w:t>
            </w:r>
            <w:r>
              <w:t xml:space="preserve"> </w:t>
            </w:r>
            <w:r w:rsidRPr="00B06663">
              <w:t>места нахождения и места происхождения капитала</w:t>
            </w:r>
          </w:p>
        </w:tc>
      </w:tr>
      <w:tr w:rsidR="0041651A">
        <w:tc>
          <w:tcPr>
            <w:tcW w:w="675" w:type="dxa"/>
          </w:tcPr>
          <w:p w:rsidR="0041651A" w:rsidRDefault="0041651A" w:rsidP="00315680">
            <w:pPr>
              <w:jc w:val="center"/>
            </w:pPr>
            <w:r>
              <w:t>16</w:t>
            </w:r>
          </w:p>
        </w:tc>
        <w:tc>
          <w:tcPr>
            <w:tcW w:w="3119" w:type="dxa"/>
          </w:tcPr>
          <w:p w:rsidR="0041651A" w:rsidRPr="00D25C6C" w:rsidRDefault="0041651A" w:rsidP="00315680">
            <w:r w:rsidRPr="00D25C6C">
              <w:t>Обязательные требования к участникам закупки</w:t>
            </w:r>
          </w:p>
        </w:tc>
        <w:tc>
          <w:tcPr>
            <w:tcW w:w="6521" w:type="dxa"/>
            <w:gridSpan w:val="3"/>
          </w:tcPr>
          <w:p w:rsidR="0041651A" w:rsidRDefault="0041651A" w:rsidP="00E04155">
            <w:r w:rsidRPr="00B06663">
              <w:t>1) соответствие участников зак</w:t>
            </w:r>
            <w:r>
              <w:t>упки</w:t>
            </w:r>
            <w:r w:rsidRPr="00B06663">
              <w:t xml:space="preserve"> требованиям, устанавливаемым в соответствии с законодательством Российской Федерации к лицам, осуществляющим выполнение работ; </w:t>
            </w:r>
          </w:p>
          <w:p w:rsidR="0041651A" w:rsidRPr="00B06663" w:rsidRDefault="0041651A" w:rsidP="00E04155">
            <w:r w:rsidRPr="00B06663">
              <w:t>2) Участник закупки не должен являться неплатежеспособным или банкротом, находится в процессе ликвидации, на имущество Участника закупки в части,</w:t>
            </w:r>
            <w:r>
              <w:t xml:space="preserve"> </w:t>
            </w:r>
            <w:r w:rsidRPr="00B06663">
              <w:t>существенной для исполнения договора, не должен</w:t>
            </w:r>
            <w:r>
              <w:t xml:space="preserve"> </w:t>
            </w:r>
            <w:r w:rsidRPr="00B06663">
              <w:t>быть наложен арест, экономическая деятельность</w:t>
            </w:r>
            <w:r>
              <w:t xml:space="preserve"> </w:t>
            </w:r>
            <w:r w:rsidRPr="00B06663">
              <w:t>Участника закупки не должна быть приостановлена;</w:t>
            </w:r>
          </w:p>
          <w:p w:rsidR="0041651A" w:rsidRPr="00B06663" w:rsidRDefault="0041651A" w:rsidP="00E04155">
            <w:r w:rsidRPr="00B06663">
              <w:t>3) Участник закупки не должен иметь задолженности</w:t>
            </w:r>
            <w:r>
              <w:t xml:space="preserve"> </w:t>
            </w:r>
            <w:r w:rsidRPr="00B06663">
              <w:t>по начисленным налогам, сборам и иным обязательным платежам в бюджеты любого уровня или государственные внебюджетные фонды за прошедший отчетный период, размер которой превышает 25% балансовой стоимости активов участника зак</w:t>
            </w:r>
            <w:r>
              <w:t>упки</w:t>
            </w:r>
            <w:r w:rsidRPr="00B06663">
              <w:t xml:space="preserve"> по данным бухгалтерской отчетности за п</w:t>
            </w:r>
            <w:r>
              <w:t>о</w:t>
            </w:r>
            <w:r w:rsidRPr="00B06663">
              <w:t>следний завершенный отчетный период, при условии,</w:t>
            </w:r>
            <w:r>
              <w:t xml:space="preserve"> </w:t>
            </w:r>
            <w:r w:rsidRPr="00B06663">
              <w:t>что участник зак</w:t>
            </w:r>
            <w:r>
              <w:t>упки</w:t>
            </w:r>
            <w:r w:rsidRPr="00B06663">
              <w:t xml:space="preserve"> не обжалует наличие</w:t>
            </w:r>
            <w:r>
              <w:t xml:space="preserve"> </w:t>
            </w:r>
            <w:r w:rsidRPr="00B06663">
              <w:t>указанной задолженности в соответствии с законодательством РФ;</w:t>
            </w:r>
          </w:p>
          <w:p w:rsidR="0041651A" w:rsidRPr="00B06663" w:rsidRDefault="0041651A" w:rsidP="00E04155">
            <w:r w:rsidRPr="00B06663">
              <w:t>4) Участник закупки должен обладать необходимыми</w:t>
            </w:r>
            <w:r>
              <w:t xml:space="preserve"> </w:t>
            </w:r>
            <w:r w:rsidRPr="00B06663">
              <w:t>профессиональными знаниями, управленческой ко</w:t>
            </w:r>
            <w:r>
              <w:t>м</w:t>
            </w:r>
            <w:r w:rsidRPr="00B06663">
              <w:t>петентностью, деловой репутацией и иметь все необходимые ресурсные возможности (финансовые, материально-технические, производственные, трудовые).</w:t>
            </w:r>
            <w:r>
              <w:t xml:space="preserve"> </w:t>
            </w:r>
            <w:r w:rsidRPr="00B06663">
              <w:t>Участник закупки должен обладать опытом выполнения аналогичных работ не менее 3 лет и иметь за этот</w:t>
            </w:r>
            <w:r>
              <w:t xml:space="preserve"> </w:t>
            </w:r>
            <w:r w:rsidRPr="00B06663">
              <w:t xml:space="preserve">период не менее одного завершенного </w:t>
            </w:r>
            <w:r>
              <w:t>строительства</w:t>
            </w:r>
            <w:r w:rsidRPr="00B06663">
              <w:t xml:space="preserve"> аналогичного типа по структуре и составу выполняемых работ;</w:t>
            </w:r>
          </w:p>
          <w:p w:rsidR="0041651A" w:rsidRDefault="0041651A" w:rsidP="00E04155">
            <w:r w:rsidRPr="00B06663">
              <w:t>5) Участник закупки должен обладать гражданской</w:t>
            </w:r>
            <w:r>
              <w:t xml:space="preserve"> </w:t>
            </w:r>
            <w:r w:rsidRPr="00B06663">
              <w:t>правоспособностью в полном объеме для заключения</w:t>
            </w:r>
            <w:r>
              <w:t xml:space="preserve"> </w:t>
            </w:r>
            <w:r w:rsidRPr="00B06663">
              <w:t>и исполнения Договора (должен быть зарегистрирован</w:t>
            </w:r>
            <w:r>
              <w:t xml:space="preserve"> </w:t>
            </w:r>
            <w:r w:rsidRPr="00B06663">
              <w:t>в установленном порядке и иметь соответствующее</w:t>
            </w:r>
            <w:r>
              <w:t xml:space="preserve"> </w:t>
            </w:r>
            <w:r w:rsidRPr="00B06663">
              <w:t>действующее свидетельство о допуске к работам).</w:t>
            </w:r>
          </w:p>
          <w:p w:rsidR="0041651A" w:rsidRDefault="0041651A" w:rsidP="00E04155">
            <w:r>
              <w:t xml:space="preserve">6) </w:t>
            </w:r>
            <w:r w:rsidRPr="00CD3EDA">
              <w:t>Сведения об участнике не должны содержаться в реестре недобросовестных поставщиков, предусмотренном Федеральным законо</w:t>
            </w:r>
            <w:r>
              <w:t>м  №223 - ФЗ от 18.07.2011 года</w:t>
            </w:r>
          </w:p>
        </w:tc>
      </w:tr>
      <w:tr w:rsidR="0041651A">
        <w:tc>
          <w:tcPr>
            <w:tcW w:w="675" w:type="dxa"/>
          </w:tcPr>
          <w:p w:rsidR="0041651A" w:rsidRDefault="0041651A" w:rsidP="00D81904">
            <w:pPr>
              <w:jc w:val="center"/>
            </w:pPr>
            <w:r>
              <w:t>17</w:t>
            </w:r>
          </w:p>
        </w:tc>
        <w:tc>
          <w:tcPr>
            <w:tcW w:w="3119" w:type="dxa"/>
          </w:tcPr>
          <w:p w:rsidR="0041651A" w:rsidRPr="00B06663" w:rsidRDefault="0041651A" w:rsidP="00D81904">
            <w:r w:rsidRPr="00B06663">
              <w:t xml:space="preserve">Преимущества, предоставляемые при участии </w:t>
            </w:r>
            <w:r>
              <w:t>в конкурсе</w:t>
            </w:r>
          </w:p>
        </w:tc>
        <w:tc>
          <w:tcPr>
            <w:tcW w:w="6521" w:type="dxa"/>
            <w:gridSpan w:val="3"/>
          </w:tcPr>
          <w:p w:rsidR="0041651A" w:rsidRDefault="0041651A" w:rsidP="00D81904">
            <w:r w:rsidRPr="00B06663">
              <w:t xml:space="preserve">Преимущества учреждениям и </w:t>
            </w:r>
            <w:r>
              <w:t>организациям</w:t>
            </w:r>
            <w:r w:rsidRPr="00B06663">
              <w:t xml:space="preserve"> уголовно</w:t>
            </w:r>
            <w:r>
              <w:t xml:space="preserve">- </w:t>
            </w:r>
            <w:r w:rsidRPr="00B06663">
              <w:t>исполнительной системы и организациям инвалидов</w:t>
            </w:r>
            <w:r>
              <w:t xml:space="preserve"> </w:t>
            </w:r>
            <w:r w:rsidRPr="00B06663">
              <w:t>не предоставляются</w:t>
            </w:r>
          </w:p>
        </w:tc>
      </w:tr>
      <w:tr w:rsidR="0041651A">
        <w:tc>
          <w:tcPr>
            <w:tcW w:w="675" w:type="dxa"/>
          </w:tcPr>
          <w:p w:rsidR="0041651A" w:rsidRDefault="0041651A" w:rsidP="00FB1ED0">
            <w:pPr>
              <w:jc w:val="center"/>
            </w:pPr>
            <w:r>
              <w:t>18</w:t>
            </w:r>
          </w:p>
        </w:tc>
        <w:tc>
          <w:tcPr>
            <w:tcW w:w="3119" w:type="dxa"/>
          </w:tcPr>
          <w:p w:rsidR="0041651A" w:rsidRPr="00B06663" w:rsidRDefault="0041651A" w:rsidP="00FB1ED0">
            <w:r w:rsidRPr="00B06663">
              <w:t>Порядок представления конкурсной документации</w:t>
            </w:r>
          </w:p>
        </w:tc>
        <w:tc>
          <w:tcPr>
            <w:tcW w:w="6521" w:type="dxa"/>
            <w:gridSpan w:val="3"/>
          </w:tcPr>
          <w:p w:rsidR="0041651A" w:rsidRDefault="0041651A" w:rsidP="00FB1ED0">
            <w:r w:rsidRPr="00B06663">
              <w:t>Конкурсная документация предоставляется без взимания платы, по рабочим дням с 0</w:t>
            </w:r>
            <w:r>
              <w:t>9:</w:t>
            </w:r>
            <w:r w:rsidRPr="00B06663">
              <w:t>00 до 1</w:t>
            </w:r>
            <w:r>
              <w:t>6:</w:t>
            </w:r>
            <w:r w:rsidRPr="00B06663">
              <w:t>00 часов,</w:t>
            </w:r>
            <w:r>
              <w:t xml:space="preserve"> </w:t>
            </w:r>
            <w:r w:rsidRPr="00B06663">
              <w:t>обед с 12</w:t>
            </w:r>
            <w:r>
              <w:t>:</w:t>
            </w:r>
            <w:r w:rsidRPr="00B06663">
              <w:t>00 до 13</w:t>
            </w:r>
            <w:r>
              <w:t>:</w:t>
            </w:r>
            <w:r w:rsidRPr="00B06663">
              <w:t xml:space="preserve">00 часов (время </w:t>
            </w:r>
            <w:r>
              <w:t>м</w:t>
            </w:r>
            <w:r w:rsidRPr="00B06663">
              <w:t>осковское) по адресу: г.</w:t>
            </w:r>
            <w:r>
              <w:t xml:space="preserve"> </w:t>
            </w:r>
            <w:r w:rsidRPr="00B06663">
              <w:t xml:space="preserve">Саратов, </w:t>
            </w:r>
            <w:r>
              <w:t xml:space="preserve">   </w:t>
            </w:r>
            <w:r w:rsidRPr="00B06663">
              <w:t>ул. Белоглинская, 40, кабинет №</w:t>
            </w:r>
            <w:r>
              <w:t xml:space="preserve"> 333</w:t>
            </w:r>
          </w:p>
        </w:tc>
      </w:tr>
      <w:tr w:rsidR="0041651A">
        <w:tc>
          <w:tcPr>
            <w:tcW w:w="675" w:type="dxa"/>
          </w:tcPr>
          <w:p w:rsidR="0041651A" w:rsidRDefault="0041651A" w:rsidP="00D71F41">
            <w:pPr>
              <w:jc w:val="center"/>
            </w:pPr>
            <w:r>
              <w:t>19</w:t>
            </w:r>
          </w:p>
        </w:tc>
        <w:tc>
          <w:tcPr>
            <w:tcW w:w="3119" w:type="dxa"/>
          </w:tcPr>
          <w:p w:rsidR="0041651A" w:rsidRPr="00B06663" w:rsidRDefault="0041651A" w:rsidP="00D71F41">
            <w:r w:rsidRPr="00B06663">
              <w:t>Форма заявки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6521" w:type="dxa"/>
            <w:gridSpan w:val="3"/>
          </w:tcPr>
          <w:p w:rsidR="0041651A" w:rsidRDefault="0041651A" w:rsidP="00D71F41">
            <w:r w:rsidRPr="00B06663">
              <w:t>Участник закупки подает заявку на участие в конкурсе</w:t>
            </w:r>
            <w:r>
              <w:t xml:space="preserve"> </w:t>
            </w:r>
            <w:r w:rsidRPr="00B06663">
              <w:t>в письменной форме в запечатанном конверте</w:t>
            </w:r>
            <w:r>
              <w:t>.</w:t>
            </w:r>
          </w:p>
          <w:p w:rsidR="0041651A" w:rsidRDefault="0041651A" w:rsidP="00D71F41">
            <w:r w:rsidRPr="00B06663">
              <w:t>Подача заявок на участие в конкурсе в форме</w:t>
            </w:r>
            <w:r>
              <w:t xml:space="preserve"> </w:t>
            </w:r>
            <w:r w:rsidRPr="00B06663">
              <w:t>электронного документа не предусмотрена</w:t>
            </w:r>
          </w:p>
        </w:tc>
      </w:tr>
      <w:tr w:rsidR="0041651A">
        <w:tc>
          <w:tcPr>
            <w:tcW w:w="675" w:type="dxa"/>
          </w:tcPr>
          <w:p w:rsidR="0041651A" w:rsidRDefault="0041651A" w:rsidP="00CE6AF4">
            <w:pPr>
              <w:jc w:val="center"/>
            </w:pPr>
            <w:r>
              <w:t>20</w:t>
            </w:r>
          </w:p>
        </w:tc>
        <w:tc>
          <w:tcPr>
            <w:tcW w:w="3119" w:type="dxa"/>
          </w:tcPr>
          <w:p w:rsidR="0041651A" w:rsidRPr="00B06663" w:rsidRDefault="0041651A" w:rsidP="00CE6AF4">
            <w:r w:rsidRPr="00B06663">
              <w:t>Документы,</w:t>
            </w:r>
            <w:r>
              <w:t xml:space="preserve"> </w:t>
            </w:r>
            <w:r w:rsidRPr="00B06663">
              <w:t>входящие в</w:t>
            </w:r>
            <w:r>
              <w:t xml:space="preserve"> </w:t>
            </w:r>
            <w:r w:rsidRPr="00B06663">
              <w:t>состав заявки на</w:t>
            </w:r>
            <w:r>
              <w:t xml:space="preserve"> </w:t>
            </w:r>
            <w:r w:rsidRPr="00B06663">
              <w:t>участие в конкурсе</w:t>
            </w:r>
          </w:p>
        </w:tc>
        <w:tc>
          <w:tcPr>
            <w:tcW w:w="6521" w:type="dxa"/>
            <w:gridSpan w:val="3"/>
          </w:tcPr>
          <w:p w:rsidR="0041651A" w:rsidRPr="00B06663" w:rsidRDefault="0041651A" w:rsidP="006A036A">
            <w:r w:rsidRPr="00B06663">
              <w:t>Заявка, подготовленная участником, должна содержать</w:t>
            </w:r>
            <w:r>
              <w:t xml:space="preserve"> </w:t>
            </w:r>
            <w:r w:rsidRPr="00B06663">
              <w:t>следующие документы:</w:t>
            </w:r>
          </w:p>
          <w:p w:rsidR="0041651A" w:rsidRPr="00B06663" w:rsidRDefault="0041651A" w:rsidP="006A036A">
            <w:r w:rsidRPr="00B06663">
              <w:t>1. Опись документов, с нумерацией их порядка.</w:t>
            </w:r>
          </w:p>
          <w:p w:rsidR="0041651A" w:rsidRPr="00B06663" w:rsidRDefault="0041651A" w:rsidP="006A036A">
            <w:r w:rsidRPr="00B06663">
              <w:t>2. Форму «Заявка на участие в конкурсе» (форма № 1).</w:t>
            </w:r>
          </w:p>
          <w:p w:rsidR="0041651A" w:rsidRDefault="0041651A" w:rsidP="006A036A">
            <w:r w:rsidRPr="00B06663">
              <w:t>3. Форму «Анкета участника» (форма № 2).</w:t>
            </w:r>
          </w:p>
          <w:p w:rsidR="0041651A" w:rsidRPr="00B06663" w:rsidRDefault="0041651A" w:rsidP="006A036A">
            <w:r w:rsidRPr="00B06663">
              <w:t>4. Документ, подтверждающий правовой статус участника:</w:t>
            </w:r>
          </w:p>
          <w:p w:rsidR="0041651A" w:rsidRPr="00E82BBB" w:rsidRDefault="0041651A" w:rsidP="006A036A">
            <w:pPr>
              <w:rPr>
                <w:i/>
                <w:iCs/>
              </w:rPr>
            </w:pPr>
            <w:r w:rsidRPr="00E82BBB">
              <w:rPr>
                <w:i/>
                <w:iCs/>
              </w:rPr>
              <w:t>4.1. для юридических лиц:</w:t>
            </w:r>
          </w:p>
          <w:p w:rsidR="0041651A" w:rsidRPr="00B06663" w:rsidRDefault="0041651A" w:rsidP="006A036A">
            <w:r w:rsidRPr="00B06663">
              <w:t>Полученную не ранее чем за шесть месяцев до дня размещения извещения о проведении открытого конкурса</w:t>
            </w:r>
            <w:r>
              <w:t xml:space="preserve"> </w:t>
            </w:r>
            <w:r w:rsidRPr="00B06663">
              <w:t>Выписку из Единого государственного реестра юридических</w:t>
            </w:r>
            <w:r>
              <w:t xml:space="preserve"> лиц или нотариально заверенную копию такой выписки.</w:t>
            </w:r>
          </w:p>
          <w:p w:rsidR="0041651A" w:rsidRPr="00E82BBB" w:rsidRDefault="0041651A" w:rsidP="006A036A">
            <w:pPr>
              <w:rPr>
                <w:i/>
                <w:iCs/>
              </w:rPr>
            </w:pPr>
            <w:r w:rsidRPr="00E82BBB">
              <w:rPr>
                <w:i/>
                <w:iCs/>
              </w:rPr>
              <w:t>4.4. для иностранных лиц:</w:t>
            </w:r>
          </w:p>
          <w:p w:rsidR="0041651A" w:rsidRPr="00B06663" w:rsidRDefault="0041651A" w:rsidP="006A036A">
            <w:r w:rsidRPr="00B06663">
              <w:t>надлежащим образом заверенный перевод на русский язык</w:t>
            </w:r>
            <w:r>
              <w:t xml:space="preserve"> </w:t>
            </w:r>
            <w:r w:rsidRPr="00B06663">
              <w:t>документов о государственной регистрации юридического</w:t>
            </w:r>
            <w:r>
              <w:t xml:space="preserve"> </w:t>
            </w:r>
            <w:r w:rsidRPr="00B06663">
              <w:t>лица в соответствии с законодательством соответствующего государства.</w:t>
            </w:r>
          </w:p>
          <w:p w:rsidR="0041651A" w:rsidRPr="00B06663" w:rsidRDefault="0041651A" w:rsidP="006A036A">
            <w:r w:rsidRPr="00B06663">
              <w:t>5. Копии учредительных документов участника зак</w:t>
            </w:r>
            <w:r>
              <w:t>упки</w:t>
            </w:r>
            <w:r w:rsidRPr="00B06663">
              <w:t>.</w:t>
            </w:r>
          </w:p>
          <w:p w:rsidR="0041651A" w:rsidRPr="00B06663" w:rsidRDefault="0041651A" w:rsidP="006A036A">
            <w:r w:rsidRPr="00B06663">
              <w:t>6. Документы, подтверждающие правомочность лица, подписавшего конкурсную заявку:</w:t>
            </w:r>
          </w:p>
          <w:p w:rsidR="0041651A" w:rsidRPr="00B06663" w:rsidRDefault="0041651A" w:rsidP="006A036A">
            <w:r w:rsidRPr="00B06663">
              <w:t>а) в случае если Заявку подписал руководитель юридического лица-участника, то предоставляется документ, подтверждающий правомочность руководителя действовать от</w:t>
            </w:r>
            <w:r>
              <w:t xml:space="preserve"> </w:t>
            </w:r>
            <w:r w:rsidRPr="00B06663">
              <w:t>имени юридического лица в соответствии с учредительными документами (заверенная подписью руководителя и печатью юридического лица копия);</w:t>
            </w:r>
          </w:p>
          <w:p w:rsidR="0041651A" w:rsidRDefault="0041651A" w:rsidP="006A036A">
            <w:r w:rsidRPr="00B06663">
              <w:t>б) в случае если конкурсная заявка подписана не руководителем юридического лица-участника или не физическим</w:t>
            </w:r>
            <w:r>
              <w:t xml:space="preserve"> </w:t>
            </w:r>
            <w:r w:rsidRPr="00B06663">
              <w:t>лицом-участником, в том числе индивидуальным предпринимателем, предоставляется нотариально заверенная копия</w:t>
            </w:r>
            <w:r>
              <w:t xml:space="preserve"> </w:t>
            </w:r>
            <w:r w:rsidRPr="00B06663">
              <w:t>или оригинал доверенности на право подписания конкурсной заявки лицу, подписавшему конкурсную заявку.</w:t>
            </w:r>
          </w:p>
          <w:p w:rsidR="0041651A" w:rsidRDefault="0041651A" w:rsidP="006A036A">
            <w:pPr>
              <w:rPr>
                <w:color w:val="000000"/>
                <w:sz w:val="23"/>
                <w:szCs w:val="23"/>
              </w:rPr>
            </w:pPr>
            <w:r>
              <w:t>7. З</w:t>
            </w:r>
            <w:r w:rsidRPr="007B01D6">
              <w:rPr>
                <w:color w:val="000000"/>
                <w:sz w:val="23"/>
                <w:szCs w:val="23"/>
              </w:rPr>
              <w:t>аверенн</w:t>
            </w:r>
            <w:r>
              <w:rPr>
                <w:color w:val="000000"/>
                <w:sz w:val="23"/>
                <w:szCs w:val="23"/>
              </w:rPr>
              <w:t>ую</w:t>
            </w:r>
            <w:r w:rsidRPr="007B01D6">
              <w:rPr>
                <w:color w:val="000000"/>
                <w:sz w:val="23"/>
                <w:szCs w:val="23"/>
              </w:rPr>
              <w:t xml:space="preserve"> Участником копи</w:t>
            </w:r>
            <w:r>
              <w:rPr>
                <w:color w:val="000000"/>
                <w:sz w:val="23"/>
                <w:szCs w:val="23"/>
              </w:rPr>
              <w:t>ю</w:t>
            </w:r>
            <w:r w:rsidRPr="007B01D6">
              <w:rPr>
                <w:color w:val="000000"/>
                <w:sz w:val="23"/>
                <w:szCs w:val="23"/>
              </w:rPr>
              <w:t xml:space="preserve"> бухгалтерского баланса на последнюю отчетную дату</w:t>
            </w:r>
            <w:r>
              <w:rPr>
                <w:color w:val="000000"/>
                <w:sz w:val="23"/>
                <w:szCs w:val="23"/>
              </w:rPr>
              <w:t>.</w:t>
            </w:r>
          </w:p>
          <w:p w:rsidR="0041651A" w:rsidRDefault="0041651A" w:rsidP="006A036A">
            <w:pPr>
              <w:tabs>
                <w:tab w:val="num" w:pos="1418"/>
              </w:tabs>
            </w:pPr>
            <w:r>
              <w:rPr>
                <w:color w:val="000000"/>
                <w:sz w:val="23"/>
                <w:szCs w:val="23"/>
              </w:rPr>
              <w:t>8. Д</w:t>
            </w:r>
            <w:r w:rsidRPr="00747408">
              <w:t>окумент, подтверждающий отсутствие задолженности по уплате налогов</w:t>
            </w:r>
            <w:r>
              <w:t xml:space="preserve"> и других обязательных платежей.</w:t>
            </w:r>
          </w:p>
          <w:p w:rsidR="0041651A" w:rsidRDefault="0041651A" w:rsidP="006A036A">
            <w:r>
              <w:t>9. Р</w:t>
            </w:r>
            <w:r w:rsidRPr="00747408">
              <w:t>ешение об одобрении или о совершении крупной сделки либо копия такого решения в случае, если требование о необходимости принятия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договора, является крупной сделкой</w:t>
            </w:r>
            <w:r>
              <w:t>.</w:t>
            </w:r>
          </w:p>
        </w:tc>
      </w:tr>
      <w:tr w:rsidR="0041651A">
        <w:tc>
          <w:tcPr>
            <w:tcW w:w="675" w:type="dxa"/>
          </w:tcPr>
          <w:p w:rsidR="0041651A" w:rsidRDefault="0041651A" w:rsidP="000B19A4">
            <w:pPr>
              <w:jc w:val="center"/>
            </w:pPr>
            <w:r>
              <w:t>21</w:t>
            </w:r>
          </w:p>
        </w:tc>
        <w:tc>
          <w:tcPr>
            <w:tcW w:w="3119" w:type="dxa"/>
          </w:tcPr>
          <w:p w:rsidR="0041651A" w:rsidRPr="00B06663" w:rsidRDefault="0041651A" w:rsidP="000B19A4">
            <w:r w:rsidRPr="00B06663">
              <w:t>Требования к</w:t>
            </w:r>
            <w:r>
              <w:t xml:space="preserve"> </w:t>
            </w:r>
            <w:r w:rsidRPr="00B06663">
              <w:t>цене договора</w:t>
            </w:r>
          </w:p>
        </w:tc>
        <w:tc>
          <w:tcPr>
            <w:tcW w:w="6521" w:type="dxa"/>
            <w:gridSpan w:val="3"/>
          </w:tcPr>
          <w:p w:rsidR="0041651A" w:rsidRDefault="0041651A" w:rsidP="000B19A4">
            <w:r w:rsidRPr="00B06663">
              <w:t xml:space="preserve">Цена договора </w:t>
            </w:r>
            <w:r w:rsidRPr="005C17D0">
              <w:t>является твердой</w:t>
            </w:r>
            <w:r w:rsidRPr="00B06663">
              <w:t>, указывается цифрами и</w:t>
            </w:r>
            <w:r>
              <w:t xml:space="preserve"> </w:t>
            </w:r>
            <w:r w:rsidRPr="00B06663">
              <w:t>прописью, в случае разночтения преимущество имеет цена,</w:t>
            </w:r>
            <w:r>
              <w:t xml:space="preserve"> </w:t>
            </w:r>
            <w:r w:rsidRPr="00B06663">
              <w:t>указанная прописью. Все налоги, пошлины и прочие сборы, которые исполнитель договора должен оплачивать в соответствии с условиями договора или на иных основаниях, должны быть</w:t>
            </w:r>
            <w:r>
              <w:t xml:space="preserve"> в</w:t>
            </w:r>
            <w:r w:rsidRPr="00B06663">
              <w:t>ключены в расценки и общую цену заявки, представленной Участником закупки</w:t>
            </w:r>
            <w:r>
              <w:t>.</w:t>
            </w:r>
          </w:p>
        </w:tc>
      </w:tr>
      <w:tr w:rsidR="0041651A">
        <w:tc>
          <w:tcPr>
            <w:tcW w:w="675" w:type="dxa"/>
          </w:tcPr>
          <w:p w:rsidR="0041651A" w:rsidRDefault="0041651A" w:rsidP="00C1198B">
            <w:pPr>
              <w:jc w:val="center"/>
            </w:pPr>
            <w:r>
              <w:t>22</w:t>
            </w:r>
          </w:p>
        </w:tc>
        <w:tc>
          <w:tcPr>
            <w:tcW w:w="3119" w:type="dxa"/>
          </w:tcPr>
          <w:p w:rsidR="0041651A" w:rsidRPr="00B06663" w:rsidRDefault="0041651A" w:rsidP="00C1198B">
            <w:r w:rsidRPr="00B06663">
              <w:t>Требования к</w:t>
            </w:r>
            <w:r>
              <w:t xml:space="preserve"> </w:t>
            </w:r>
            <w:r w:rsidRPr="00B06663">
              <w:t>оформлению</w:t>
            </w:r>
            <w:r>
              <w:t xml:space="preserve"> </w:t>
            </w:r>
            <w:r w:rsidRPr="00B06663">
              <w:t>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6521" w:type="dxa"/>
            <w:gridSpan w:val="3"/>
          </w:tcPr>
          <w:p w:rsidR="0041651A" w:rsidRPr="00B06663" w:rsidRDefault="0041651A" w:rsidP="00C1198B">
            <w:r w:rsidRPr="00B06663">
              <w:t>Все документы, представленные участниками зак</w:t>
            </w:r>
            <w:r>
              <w:t>упки</w:t>
            </w:r>
            <w:r w:rsidRPr="00B06663">
              <w:t>, должны быть пронумерованы, прошиты, скреплены</w:t>
            </w:r>
            <w:r>
              <w:t xml:space="preserve"> </w:t>
            </w:r>
            <w:r w:rsidRPr="00B06663">
              <w:t>печатью и заверены подписью руководителя (уполномоченного лица) участника закупки, в том числе на прошивке.</w:t>
            </w:r>
          </w:p>
          <w:p w:rsidR="0041651A" w:rsidRDefault="0041651A" w:rsidP="00C1198B">
            <w:r>
              <w:t>К</w:t>
            </w:r>
            <w:r w:rsidRPr="00B06663">
              <w:t>опи</w:t>
            </w:r>
            <w:r>
              <w:t>и</w:t>
            </w:r>
            <w:r w:rsidRPr="00B06663">
              <w:t xml:space="preserve"> документов, представляемы</w:t>
            </w:r>
            <w:r>
              <w:t>е</w:t>
            </w:r>
            <w:r w:rsidRPr="00B06663">
              <w:t xml:space="preserve"> в составе заявки на участие в конкурсе должн</w:t>
            </w:r>
            <w:r>
              <w:t>ы</w:t>
            </w:r>
            <w:r w:rsidRPr="00B06663">
              <w:t xml:space="preserve"> быть подтвержден</w:t>
            </w:r>
            <w:r>
              <w:t>ы</w:t>
            </w:r>
            <w:r w:rsidRPr="00B06663">
              <w:t xml:space="preserve"> печатью и подписью уполномоченного лица</w:t>
            </w:r>
            <w:r>
              <w:t>.</w:t>
            </w:r>
          </w:p>
        </w:tc>
      </w:tr>
      <w:tr w:rsidR="0041651A">
        <w:tc>
          <w:tcPr>
            <w:tcW w:w="675" w:type="dxa"/>
          </w:tcPr>
          <w:p w:rsidR="0041651A" w:rsidRDefault="0041651A" w:rsidP="0038520D">
            <w:pPr>
              <w:jc w:val="center"/>
            </w:pPr>
            <w:r>
              <w:t>23</w:t>
            </w:r>
          </w:p>
        </w:tc>
        <w:tc>
          <w:tcPr>
            <w:tcW w:w="3119" w:type="dxa"/>
          </w:tcPr>
          <w:p w:rsidR="0041651A" w:rsidRPr="00B06663" w:rsidRDefault="0041651A" w:rsidP="0038520D">
            <w:r w:rsidRPr="00B06663">
              <w:t>Срок подачи</w:t>
            </w:r>
            <w:r>
              <w:t xml:space="preserve"> </w:t>
            </w:r>
            <w:r w:rsidRPr="00B06663">
              <w:t>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6521" w:type="dxa"/>
            <w:gridSpan w:val="3"/>
          </w:tcPr>
          <w:p w:rsidR="0041651A" w:rsidRPr="004A1E3A" w:rsidRDefault="0041651A" w:rsidP="0038520D">
            <w:r w:rsidRPr="004A1E3A">
              <w:t xml:space="preserve">Дата начала подачи заявок: </w:t>
            </w:r>
            <w:r>
              <w:t>30.05.2013 года</w:t>
            </w:r>
          </w:p>
          <w:p w:rsidR="0041651A" w:rsidRPr="004A1E3A" w:rsidRDefault="0041651A" w:rsidP="0038520D">
            <w:r w:rsidRPr="004A1E3A">
              <w:t xml:space="preserve">Окончание подачи заявок: </w:t>
            </w:r>
            <w:r>
              <w:t>21.06.2013 года</w:t>
            </w:r>
            <w:r w:rsidRPr="004A1E3A">
              <w:t xml:space="preserve"> в 1</w:t>
            </w:r>
            <w:r>
              <w:t>5:</w:t>
            </w:r>
            <w:r w:rsidRPr="004A1E3A">
              <w:t>00.</w:t>
            </w:r>
          </w:p>
          <w:p w:rsidR="0041651A" w:rsidRDefault="0041651A" w:rsidP="0038520D">
            <w:r w:rsidRPr="00B06663">
              <w:t>Заявки, поданные позднее установленного срока</w:t>
            </w:r>
            <w:r>
              <w:t>,</w:t>
            </w:r>
            <w:r w:rsidRPr="00B06663">
              <w:t xml:space="preserve"> не принимаются</w:t>
            </w:r>
          </w:p>
        </w:tc>
      </w:tr>
      <w:tr w:rsidR="0041651A">
        <w:tc>
          <w:tcPr>
            <w:tcW w:w="675" w:type="dxa"/>
          </w:tcPr>
          <w:p w:rsidR="0041651A" w:rsidRDefault="0041651A" w:rsidP="00BD1770">
            <w:pPr>
              <w:jc w:val="center"/>
            </w:pPr>
            <w:r>
              <w:t>24</w:t>
            </w:r>
          </w:p>
        </w:tc>
        <w:tc>
          <w:tcPr>
            <w:tcW w:w="3119" w:type="dxa"/>
          </w:tcPr>
          <w:p w:rsidR="0041651A" w:rsidRPr="00B06663" w:rsidRDefault="0041651A" w:rsidP="00BD1770">
            <w:r w:rsidRPr="00B06663">
              <w:t>Место подачи 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 (адрес)</w:t>
            </w:r>
          </w:p>
        </w:tc>
        <w:tc>
          <w:tcPr>
            <w:tcW w:w="6521" w:type="dxa"/>
            <w:gridSpan w:val="3"/>
          </w:tcPr>
          <w:p w:rsidR="0041651A" w:rsidRDefault="0041651A" w:rsidP="00BD1770">
            <w:r w:rsidRPr="00B06663">
              <w:t>Прием заявок на участие в конкурсе будет осуществляться в рабочие дни по адресу: г.</w:t>
            </w:r>
            <w:r>
              <w:t xml:space="preserve"> </w:t>
            </w:r>
            <w:r w:rsidRPr="00B06663">
              <w:t>Саратов, ул. Белоглинская, 40,</w:t>
            </w:r>
            <w:r>
              <w:t xml:space="preserve"> </w:t>
            </w:r>
            <w:r w:rsidRPr="00B06663">
              <w:t xml:space="preserve">кабинет № </w:t>
            </w:r>
            <w:r>
              <w:t>333</w:t>
            </w:r>
            <w:r w:rsidRPr="00B06663">
              <w:t xml:space="preserve"> с 0</w:t>
            </w:r>
            <w:r>
              <w:t>9</w:t>
            </w:r>
            <w:r w:rsidRPr="00B06663">
              <w:t>:00 до 1</w:t>
            </w:r>
            <w:r>
              <w:t>6</w:t>
            </w:r>
            <w:r w:rsidRPr="00B06663">
              <w:t>:00 часов, обед с 12</w:t>
            </w:r>
            <w:r>
              <w:t>:</w:t>
            </w:r>
            <w:r w:rsidRPr="00B06663">
              <w:t>00 до 13</w:t>
            </w:r>
            <w:r>
              <w:t>:</w:t>
            </w:r>
            <w:r w:rsidRPr="00B06663">
              <w:t xml:space="preserve">00 часов (время </w:t>
            </w:r>
            <w:r>
              <w:t>м</w:t>
            </w:r>
            <w:r w:rsidRPr="00B06663">
              <w:t>осковское)</w:t>
            </w:r>
          </w:p>
        </w:tc>
      </w:tr>
      <w:tr w:rsidR="0041651A">
        <w:tc>
          <w:tcPr>
            <w:tcW w:w="675" w:type="dxa"/>
          </w:tcPr>
          <w:p w:rsidR="0041651A" w:rsidRDefault="0041651A" w:rsidP="00660D22">
            <w:pPr>
              <w:jc w:val="center"/>
            </w:pPr>
            <w:r>
              <w:t>25</w:t>
            </w:r>
          </w:p>
        </w:tc>
        <w:tc>
          <w:tcPr>
            <w:tcW w:w="3119" w:type="dxa"/>
          </w:tcPr>
          <w:p w:rsidR="0041651A" w:rsidRPr="00B06663" w:rsidRDefault="0041651A" w:rsidP="00660D22">
            <w:r w:rsidRPr="00B06663">
              <w:t>Размер</w:t>
            </w:r>
            <w:r>
              <w:t xml:space="preserve"> </w:t>
            </w:r>
            <w:r w:rsidRPr="00B06663">
              <w:t>обеспечения</w:t>
            </w:r>
            <w:r>
              <w:t xml:space="preserve"> </w:t>
            </w:r>
            <w:r w:rsidRPr="00B06663">
              <w:t>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6521" w:type="dxa"/>
            <w:gridSpan w:val="3"/>
          </w:tcPr>
          <w:p w:rsidR="0041651A" w:rsidRPr="006A5D1E" w:rsidRDefault="0041651A" w:rsidP="00660D22">
            <w:r>
              <w:t>Не применяется</w:t>
            </w:r>
          </w:p>
        </w:tc>
      </w:tr>
      <w:tr w:rsidR="0041651A">
        <w:tc>
          <w:tcPr>
            <w:tcW w:w="675" w:type="dxa"/>
          </w:tcPr>
          <w:p w:rsidR="0041651A" w:rsidRDefault="0041651A" w:rsidP="006F54CF">
            <w:pPr>
              <w:jc w:val="center"/>
            </w:pPr>
            <w:r>
              <w:t>26</w:t>
            </w:r>
          </w:p>
        </w:tc>
        <w:tc>
          <w:tcPr>
            <w:tcW w:w="3119" w:type="dxa"/>
          </w:tcPr>
          <w:p w:rsidR="0041651A" w:rsidRPr="00B06663" w:rsidRDefault="0041651A" w:rsidP="006F54CF">
            <w:r w:rsidRPr="00B06663">
              <w:t>Дата, время и</w:t>
            </w:r>
            <w:r>
              <w:t xml:space="preserve"> </w:t>
            </w:r>
            <w:r w:rsidRPr="00B06663">
              <w:t>место вскрытия</w:t>
            </w:r>
            <w:r>
              <w:t xml:space="preserve"> </w:t>
            </w:r>
            <w:r w:rsidRPr="00B06663">
              <w:t>конвертов с</w:t>
            </w:r>
            <w:r>
              <w:t xml:space="preserve"> </w:t>
            </w:r>
            <w:r w:rsidRPr="00B06663">
              <w:t>заявками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6521" w:type="dxa"/>
            <w:gridSpan w:val="3"/>
          </w:tcPr>
          <w:p w:rsidR="0041651A" w:rsidRPr="00532246" w:rsidRDefault="0041651A" w:rsidP="006F54CF">
            <w:r>
              <w:t>21</w:t>
            </w:r>
            <w:r w:rsidRPr="00532246">
              <w:t>.</w:t>
            </w:r>
            <w:r>
              <w:t>06</w:t>
            </w:r>
            <w:r w:rsidRPr="00532246">
              <w:t>.201</w:t>
            </w:r>
            <w:r>
              <w:t>3</w:t>
            </w:r>
            <w:r w:rsidRPr="00532246">
              <w:t xml:space="preserve"> года в 1</w:t>
            </w:r>
            <w:r>
              <w:t>5</w:t>
            </w:r>
            <w:r w:rsidRPr="00532246">
              <w:t xml:space="preserve">:00 (время московское), по адресу:   </w:t>
            </w:r>
            <w:r>
              <w:t xml:space="preserve">   </w:t>
            </w:r>
            <w:r w:rsidRPr="00532246">
              <w:t xml:space="preserve">    г. Саратов, ул. Белоглинская, 40, кабинет № 324</w:t>
            </w:r>
          </w:p>
        </w:tc>
      </w:tr>
      <w:tr w:rsidR="0041651A">
        <w:tc>
          <w:tcPr>
            <w:tcW w:w="675" w:type="dxa"/>
          </w:tcPr>
          <w:p w:rsidR="0041651A" w:rsidRDefault="0041651A" w:rsidP="00B32446">
            <w:pPr>
              <w:jc w:val="center"/>
            </w:pPr>
            <w:r>
              <w:t>27</w:t>
            </w:r>
          </w:p>
        </w:tc>
        <w:tc>
          <w:tcPr>
            <w:tcW w:w="3119" w:type="dxa"/>
          </w:tcPr>
          <w:p w:rsidR="0041651A" w:rsidRPr="00B06663" w:rsidRDefault="0041651A" w:rsidP="00B32446">
            <w:r>
              <w:t>Дата и м</w:t>
            </w:r>
            <w:r w:rsidRPr="00B06663">
              <w:t>есто</w:t>
            </w:r>
            <w:r>
              <w:t xml:space="preserve"> </w:t>
            </w:r>
            <w:r w:rsidRPr="00B06663">
              <w:t>рассмотрения</w:t>
            </w:r>
            <w:r>
              <w:t xml:space="preserve"> </w:t>
            </w:r>
            <w:r w:rsidRPr="00B06663">
              <w:t>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6521" w:type="dxa"/>
            <w:gridSpan w:val="3"/>
          </w:tcPr>
          <w:p w:rsidR="0041651A" w:rsidRPr="00532246" w:rsidRDefault="0041651A" w:rsidP="00B32446">
            <w:r w:rsidRPr="005C17D0">
              <w:t>2</w:t>
            </w:r>
            <w:r>
              <w:t>7.06</w:t>
            </w:r>
            <w:r w:rsidRPr="00532246">
              <w:t>.20</w:t>
            </w:r>
            <w:r>
              <w:t>13</w:t>
            </w:r>
            <w:r w:rsidRPr="00532246">
              <w:t xml:space="preserve"> года в 1</w:t>
            </w:r>
            <w:r>
              <w:t>5</w:t>
            </w:r>
            <w:r w:rsidRPr="00532246">
              <w:t xml:space="preserve">:00 (время московское), по адресу:  </w:t>
            </w:r>
            <w:r>
              <w:t xml:space="preserve">    </w:t>
            </w:r>
            <w:r w:rsidRPr="00532246">
              <w:t xml:space="preserve">     г. Саратов, ул. Белоглинская, 40, кабинет № 324</w:t>
            </w:r>
          </w:p>
        </w:tc>
      </w:tr>
      <w:tr w:rsidR="0041651A">
        <w:tc>
          <w:tcPr>
            <w:tcW w:w="675" w:type="dxa"/>
          </w:tcPr>
          <w:p w:rsidR="0041651A" w:rsidRDefault="0041651A" w:rsidP="00CA2655">
            <w:pPr>
              <w:jc w:val="center"/>
            </w:pPr>
            <w:r>
              <w:t>28</w:t>
            </w:r>
          </w:p>
        </w:tc>
        <w:tc>
          <w:tcPr>
            <w:tcW w:w="3119" w:type="dxa"/>
          </w:tcPr>
          <w:p w:rsidR="0041651A" w:rsidRPr="00B06663" w:rsidRDefault="0041651A" w:rsidP="00CA2655">
            <w:r w:rsidRPr="00B06663">
              <w:t>Место и дата</w:t>
            </w:r>
            <w:r>
              <w:t xml:space="preserve"> </w:t>
            </w:r>
            <w:r w:rsidRPr="00B06663">
              <w:t>подведения</w:t>
            </w:r>
            <w:r>
              <w:t xml:space="preserve"> </w:t>
            </w:r>
            <w:r w:rsidRPr="00B06663">
              <w:t>итогов конкурса</w:t>
            </w:r>
          </w:p>
        </w:tc>
        <w:tc>
          <w:tcPr>
            <w:tcW w:w="6521" w:type="dxa"/>
            <w:gridSpan w:val="3"/>
          </w:tcPr>
          <w:p w:rsidR="0041651A" w:rsidRPr="00532246" w:rsidRDefault="0041651A" w:rsidP="00CA2655">
            <w:r>
              <w:t>01</w:t>
            </w:r>
            <w:r w:rsidRPr="00532246">
              <w:t>.</w:t>
            </w:r>
            <w:r>
              <w:t>07</w:t>
            </w:r>
            <w:r w:rsidRPr="00532246">
              <w:t>.20</w:t>
            </w:r>
            <w:r>
              <w:t>13</w:t>
            </w:r>
            <w:r w:rsidRPr="00532246">
              <w:t xml:space="preserve"> года в 1</w:t>
            </w:r>
            <w:r>
              <w:t>5</w:t>
            </w:r>
            <w:r w:rsidRPr="00532246">
              <w:t xml:space="preserve">:00 (время московское), по адресу:    </w:t>
            </w:r>
            <w:r>
              <w:t xml:space="preserve">     </w:t>
            </w:r>
            <w:r w:rsidRPr="00532246">
              <w:t xml:space="preserve"> г. Саратов, ул. Белоглинская, 40, кабинет № 324</w:t>
            </w:r>
          </w:p>
        </w:tc>
      </w:tr>
      <w:tr w:rsidR="0041651A">
        <w:tc>
          <w:tcPr>
            <w:tcW w:w="675" w:type="dxa"/>
            <w:vMerge w:val="restart"/>
          </w:tcPr>
          <w:p w:rsidR="0041651A" w:rsidRDefault="0041651A" w:rsidP="00315680">
            <w:pPr>
              <w:jc w:val="center"/>
            </w:pPr>
            <w:r>
              <w:t>29</w:t>
            </w:r>
          </w:p>
        </w:tc>
        <w:tc>
          <w:tcPr>
            <w:tcW w:w="3119" w:type="dxa"/>
            <w:vMerge w:val="restart"/>
          </w:tcPr>
          <w:p w:rsidR="0041651A" w:rsidRPr="00B06663" w:rsidRDefault="0041651A" w:rsidP="00315680">
            <w:r w:rsidRPr="00B06663">
              <w:t>Критерии оценки</w:t>
            </w:r>
            <w:r>
              <w:t xml:space="preserve"> </w:t>
            </w:r>
            <w:r w:rsidRPr="00B06663">
              <w:t>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 и</w:t>
            </w:r>
            <w:r>
              <w:t xml:space="preserve"> </w:t>
            </w:r>
            <w:r w:rsidRPr="00B06663">
              <w:t>порядок оценки</w:t>
            </w:r>
            <w:r>
              <w:t xml:space="preserve"> </w:t>
            </w:r>
            <w:r w:rsidRPr="00B06663">
              <w:t>и сопоставления</w:t>
            </w:r>
            <w:r>
              <w:t xml:space="preserve"> </w:t>
            </w:r>
            <w:r w:rsidRPr="00B06663">
              <w:t>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865" w:type="dxa"/>
          </w:tcPr>
          <w:p w:rsidR="0041651A" w:rsidRPr="00D25C6C" w:rsidRDefault="0041651A" w:rsidP="00315680">
            <w:pPr>
              <w:jc w:val="center"/>
            </w:pPr>
            <w:r w:rsidRPr="00D25C6C">
              <w:t>№№</w:t>
            </w:r>
          </w:p>
          <w:p w:rsidR="0041651A" w:rsidRDefault="0041651A" w:rsidP="00315680">
            <w:pPr>
              <w:jc w:val="center"/>
            </w:pPr>
            <w:r w:rsidRPr="00D25C6C">
              <w:t>п/п</w:t>
            </w:r>
          </w:p>
          <w:p w:rsidR="0041651A" w:rsidRPr="00D25C6C" w:rsidRDefault="0041651A" w:rsidP="00315680">
            <w:pPr>
              <w:jc w:val="center"/>
            </w:pPr>
          </w:p>
        </w:tc>
        <w:tc>
          <w:tcPr>
            <w:tcW w:w="3369" w:type="dxa"/>
          </w:tcPr>
          <w:p w:rsidR="0041651A" w:rsidRPr="00D25C6C" w:rsidRDefault="0041651A" w:rsidP="00315680">
            <w:pPr>
              <w:jc w:val="center"/>
            </w:pPr>
            <w:r w:rsidRPr="00D25C6C">
              <w:t>Критерии оценки заявок</w:t>
            </w:r>
          </w:p>
        </w:tc>
        <w:tc>
          <w:tcPr>
            <w:tcW w:w="2287" w:type="dxa"/>
          </w:tcPr>
          <w:p w:rsidR="0041651A" w:rsidRPr="00D25C6C" w:rsidRDefault="0041651A" w:rsidP="00315680">
            <w:pPr>
              <w:jc w:val="center"/>
            </w:pPr>
            <w:r w:rsidRPr="00D25C6C">
              <w:t>Значимость критерия (подкритерия), %</w:t>
            </w:r>
          </w:p>
        </w:tc>
      </w:tr>
      <w:tr w:rsidR="0041651A">
        <w:tc>
          <w:tcPr>
            <w:tcW w:w="675" w:type="dxa"/>
            <w:vMerge/>
          </w:tcPr>
          <w:p w:rsidR="0041651A" w:rsidRDefault="0041651A" w:rsidP="00315680">
            <w:pPr>
              <w:jc w:val="center"/>
            </w:pPr>
          </w:p>
        </w:tc>
        <w:tc>
          <w:tcPr>
            <w:tcW w:w="3119" w:type="dxa"/>
            <w:vMerge/>
          </w:tcPr>
          <w:p w:rsidR="0041651A" w:rsidRPr="00B06663" w:rsidRDefault="0041651A" w:rsidP="00315680"/>
        </w:tc>
        <w:tc>
          <w:tcPr>
            <w:tcW w:w="865" w:type="dxa"/>
          </w:tcPr>
          <w:p w:rsidR="0041651A" w:rsidRPr="00D25C6C" w:rsidRDefault="0041651A" w:rsidP="00315680">
            <w:r w:rsidRPr="00D25C6C">
              <w:t>1</w:t>
            </w:r>
          </w:p>
        </w:tc>
        <w:tc>
          <w:tcPr>
            <w:tcW w:w="3369" w:type="dxa"/>
          </w:tcPr>
          <w:p w:rsidR="0041651A" w:rsidRPr="00E30965" w:rsidRDefault="0041651A" w:rsidP="00315680">
            <w:pPr>
              <w:rPr>
                <w:b/>
                <w:bCs/>
              </w:rPr>
            </w:pPr>
            <w:r w:rsidRPr="00E30965">
              <w:rPr>
                <w:b/>
                <w:bCs/>
              </w:rPr>
              <w:t>Цена договора</w:t>
            </w:r>
          </w:p>
        </w:tc>
        <w:tc>
          <w:tcPr>
            <w:tcW w:w="2287" w:type="dxa"/>
          </w:tcPr>
          <w:p w:rsidR="0041651A" w:rsidRPr="00E30965" w:rsidRDefault="0041651A" w:rsidP="00315680">
            <w:pPr>
              <w:jc w:val="center"/>
              <w:rPr>
                <w:b/>
                <w:bCs/>
              </w:rPr>
            </w:pPr>
            <w:r w:rsidRPr="00E30965">
              <w:rPr>
                <w:b/>
                <w:bCs/>
              </w:rPr>
              <w:t>30</w:t>
            </w:r>
          </w:p>
        </w:tc>
      </w:tr>
      <w:tr w:rsidR="0041651A">
        <w:tc>
          <w:tcPr>
            <w:tcW w:w="675" w:type="dxa"/>
            <w:vMerge/>
          </w:tcPr>
          <w:p w:rsidR="0041651A" w:rsidRDefault="0041651A" w:rsidP="00315680">
            <w:pPr>
              <w:jc w:val="center"/>
            </w:pPr>
          </w:p>
        </w:tc>
        <w:tc>
          <w:tcPr>
            <w:tcW w:w="3119" w:type="dxa"/>
            <w:vMerge/>
          </w:tcPr>
          <w:p w:rsidR="0041651A" w:rsidRPr="00B06663" w:rsidRDefault="0041651A" w:rsidP="00315680"/>
        </w:tc>
        <w:tc>
          <w:tcPr>
            <w:tcW w:w="865" w:type="dxa"/>
          </w:tcPr>
          <w:p w:rsidR="0041651A" w:rsidRPr="00D25C6C" w:rsidRDefault="0041651A" w:rsidP="00315680">
            <w:r w:rsidRPr="00D25C6C">
              <w:t>2</w:t>
            </w:r>
          </w:p>
        </w:tc>
        <w:tc>
          <w:tcPr>
            <w:tcW w:w="3369" w:type="dxa"/>
          </w:tcPr>
          <w:p w:rsidR="0041651A" w:rsidRPr="00E30965" w:rsidRDefault="0041651A" w:rsidP="00315680">
            <w:pPr>
              <w:rPr>
                <w:b/>
                <w:bCs/>
              </w:rPr>
            </w:pPr>
            <w:r w:rsidRPr="00E30965">
              <w:rPr>
                <w:b/>
                <w:bCs/>
              </w:rPr>
              <w:t>Квалификация участника</w:t>
            </w:r>
          </w:p>
        </w:tc>
        <w:tc>
          <w:tcPr>
            <w:tcW w:w="2287" w:type="dxa"/>
          </w:tcPr>
          <w:p w:rsidR="0041651A" w:rsidRPr="00E30965" w:rsidRDefault="0041651A" w:rsidP="00315680">
            <w:pPr>
              <w:jc w:val="center"/>
              <w:rPr>
                <w:b/>
                <w:bCs/>
              </w:rPr>
            </w:pPr>
            <w:r w:rsidRPr="00E30965">
              <w:rPr>
                <w:b/>
                <w:bCs/>
              </w:rPr>
              <w:t>50</w:t>
            </w:r>
          </w:p>
        </w:tc>
      </w:tr>
      <w:tr w:rsidR="0041651A">
        <w:tc>
          <w:tcPr>
            <w:tcW w:w="675" w:type="dxa"/>
            <w:vMerge/>
          </w:tcPr>
          <w:p w:rsidR="0041651A" w:rsidRDefault="0041651A" w:rsidP="00315680">
            <w:pPr>
              <w:jc w:val="center"/>
            </w:pPr>
          </w:p>
        </w:tc>
        <w:tc>
          <w:tcPr>
            <w:tcW w:w="3119" w:type="dxa"/>
            <w:vMerge/>
          </w:tcPr>
          <w:p w:rsidR="0041651A" w:rsidRPr="00B06663" w:rsidRDefault="0041651A" w:rsidP="00315680"/>
        </w:tc>
        <w:tc>
          <w:tcPr>
            <w:tcW w:w="865" w:type="dxa"/>
          </w:tcPr>
          <w:p w:rsidR="0041651A" w:rsidRPr="00D25C6C" w:rsidRDefault="0041651A" w:rsidP="00315680">
            <w:r w:rsidRPr="00D25C6C">
              <w:t>а</w:t>
            </w:r>
          </w:p>
        </w:tc>
        <w:tc>
          <w:tcPr>
            <w:tcW w:w="3369" w:type="dxa"/>
          </w:tcPr>
          <w:p w:rsidR="0041651A" w:rsidRPr="00D25C6C" w:rsidRDefault="0041651A" w:rsidP="00315680">
            <w:r w:rsidRPr="00D25C6C">
              <w:t>Подкритерии:</w:t>
            </w:r>
          </w:p>
          <w:p w:rsidR="0041651A" w:rsidRPr="00D25C6C" w:rsidRDefault="0041651A" w:rsidP="00315680">
            <w:r w:rsidRPr="00D25C6C">
              <w:t>Опыт работы (количество успешных завершенных объектов-аналогов за последний год)</w:t>
            </w:r>
          </w:p>
        </w:tc>
        <w:tc>
          <w:tcPr>
            <w:tcW w:w="2287" w:type="dxa"/>
          </w:tcPr>
          <w:p w:rsidR="0041651A" w:rsidRPr="00D25C6C" w:rsidRDefault="0041651A" w:rsidP="00315680">
            <w:pPr>
              <w:jc w:val="center"/>
            </w:pPr>
            <w:r>
              <w:t>2</w:t>
            </w:r>
            <w:r w:rsidRPr="00D25C6C">
              <w:t>0</w:t>
            </w:r>
          </w:p>
        </w:tc>
      </w:tr>
      <w:tr w:rsidR="0041651A">
        <w:tc>
          <w:tcPr>
            <w:tcW w:w="675" w:type="dxa"/>
            <w:vMerge/>
          </w:tcPr>
          <w:p w:rsidR="0041651A" w:rsidRDefault="0041651A" w:rsidP="00315680">
            <w:pPr>
              <w:jc w:val="center"/>
            </w:pPr>
          </w:p>
        </w:tc>
        <w:tc>
          <w:tcPr>
            <w:tcW w:w="3119" w:type="dxa"/>
            <w:vMerge/>
          </w:tcPr>
          <w:p w:rsidR="0041651A" w:rsidRPr="00B06663" w:rsidRDefault="0041651A" w:rsidP="00315680"/>
        </w:tc>
        <w:tc>
          <w:tcPr>
            <w:tcW w:w="865" w:type="dxa"/>
          </w:tcPr>
          <w:p w:rsidR="0041651A" w:rsidRPr="00D25C6C" w:rsidRDefault="0041651A" w:rsidP="00315680">
            <w:r w:rsidRPr="00D25C6C">
              <w:t>б</w:t>
            </w:r>
          </w:p>
        </w:tc>
        <w:tc>
          <w:tcPr>
            <w:tcW w:w="3369" w:type="dxa"/>
          </w:tcPr>
          <w:p w:rsidR="0041651A" w:rsidRPr="00D25C6C" w:rsidRDefault="0041651A" w:rsidP="00315680">
            <w:r w:rsidRPr="00D25C6C">
              <w:t>Квалификация персонала (наличие в штате квалифицированного персонала)</w:t>
            </w:r>
          </w:p>
        </w:tc>
        <w:tc>
          <w:tcPr>
            <w:tcW w:w="2287" w:type="dxa"/>
          </w:tcPr>
          <w:p w:rsidR="0041651A" w:rsidRPr="00D25C6C" w:rsidRDefault="0041651A" w:rsidP="00315680">
            <w:pPr>
              <w:jc w:val="center"/>
            </w:pPr>
            <w:r>
              <w:rPr>
                <w:lang w:val="en-US"/>
              </w:rPr>
              <w:t>2</w:t>
            </w:r>
            <w:r w:rsidRPr="00D25C6C">
              <w:t>0</w:t>
            </w:r>
          </w:p>
        </w:tc>
      </w:tr>
      <w:tr w:rsidR="0041651A">
        <w:tc>
          <w:tcPr>
            <w:tcW w:w="675" w:type="dxa"/>
            <w:vMerge/>
          </w:tcPr>
          <w:p w:rsidR="0041651A" w:rsidRDefault="0041651A" w:rsidP="00315680">
            <w:pPr>
              <w:jc w:val="center"/>
            </w:pPr>
          </w:p>
        </w:tc>
        <w:tc>
          <w:tcPr>
            <w:tcW w:w="3119" w:type="dxa"/>
            <w:vMerge/>
          </w:tcPr>
          <w:p w:rsidR="0041651A" w:rsidRPr="00B06663" w:rsidRDefault="0041651A" w:rsidP="00315680"/>
        </w:tc>
        <w:tc>
          <w:tcPr>
            <w:tcW w:w="865" w:type="dxa"/>
          </w:tcPr>
          <w:p w:rsidR="0041651A" w:rsidRPr="00D25C6C" w:rsidRDefault="0041651A" w:rsidP="00315680">
            <w:r>
              <w:t>в</w:t>
            </w:r>
          </w:p>
        </w:tc>
        <w:tc>
          <w:tcPr>
            <w:tcW w:w="3369" w:type="dxa"/>
          </w:tcPr>
          <w:p w:rsidR="0041651A" w:rsidRPr="00881706" w:rsidRDefault="0041651A" w:rsidP="00315680">
            <w:pPr>
              <w:rPr>
                <w:highlight w:val="yellow"/>
              </w:rPr>
            </w:pPr>
            <w:r w:rsidRPr="003F1BD3">
              <w:t>Участие в судебных заседаниях в качестве ответчика по арбитражным делам об исполнении договорных обязательств по договорам подряда за последний год (проигранные арбитражные дела)</w:t>
            </w:r>
          </w:p>
        </w:tc>
        <w:tc>
          <w:tcPr>
            <w:tcW w:w="2287" w:type="dxa"/>
          </w:tcPr>
          <w:p w:rsidR="0041651A" w:rsidRPr="00D25C6C" w:rsidRDefault="0041651A" w:rsidP="00315680">
            <w:pPr>
              <w:jc w:val="center"/>
            </w:pPr>
            <w:r>
              <w:t>10</w:t>
            </w:r>
          </w:p>
        </w:tc>
      </w:tr>
      <w:tr w:rsidR="0041651A">
        <w:tc>
          <w:tcPr>
            <w:tcW w:w="675" w:type="dxa"/>
            <w:vMerge/>
          </w:tcPr>
          <w:p w:rsidR="0041651A" w:rsidRDefault="0041651A" w:rsidP="00315680">
            <w:pPr>
              <w:jc w:val="center"/>
            </w:pPr>
          </w:p>
        </w:tc>
        <w:tc>
          <w:tcPr>
            <w:tcW w:w="3119" w:type="dxa"/>
            <w:vMerge/>
          </w:tcPr>
          <w:p w:rsidR="0041651A" w:rsidRPr="00B06663" w:rsidRDefault="0041651A" w:rsidP="00315680"/>
        </w:tc>
        <w:tc>
          <w:tcPr>
            <w:tcW w:w="865" w:type="dxa"/>
          </w:tcPr>
          <w:p w:rsidR="0041651A" w:rsidRPr="00881706" w:rsidRDefault="0041651A" w:rsidP="00315680">
            <w:pPr>
              <w:rPr>
                <w:highlight w:val="yellow"/>
              </w:rPr>
            </w:pPr>
            <w:r w:rsidRPr="00D30230">
              <w:t>3</w:t>
            </w:r>
          </w:p>
        </w:tc>
        <w:tc>
          <w:tcPr>
            <w:tcW w:w="3369" w:type="dxa"/>
          </w:tcPr>
          <w:p w:rsidR="0041651A" w:rsidRPr="00D30230" w:rsidRDefault="0041651A" w:rsidP="00315680">
            <w:pPr>
              <w:rPr>
                <w:b/>
                <w:bCs/>
              </w:rPr>
            </w:pPr>
            <w:r w:rsidRPr="00D30230">
              <w:rPr>
                <w:b/>
                <w:bCs/>
              </w:rPr>
              <w:t>Срок выполнения работ</w:t>
            </w:r>
          </w:p>
        </w:tc>
        <w:tc>
          <w:tcPr>
            <w:tcW w:w="2287" w:type="dxa"/>
          </w:tcPr>
          <w:p w:rsidR="0041651A" w:rsidRPr="00D30230" w:rsidRDefault="0041651A" w:rsidP="00315680">
            <w:pPr>
              <w:jc w:val="center"/>
              <w:rPr>
                <w:b/>
                <w:bCs/>
              </w:rPr>
            </w:pPr>
            <w:r w:rsidRPr="00D30230">
              <w:rPr>
                <w:b/>
                <w:bCs/>
              </w:rPr>
              <w:t>20</w:t>
            </w:r>
          </w:p>
        </w:tc>
      </w:tr>
      <w:tr w:rsidR="0041651A">
        <w:tc>
          <w:tcPr>
            <w:tcW w:w="675" w:type="dxa"/>
            <w:vMerge/>
          </w:tcPr>
          <w:p w:rsidR="0041651A" w:rsidRDefault="0041651A" w:rsidP="00315680">
            <w:pPr>
              <w:jc w:val="center"/>
            </w:pPr>
          </w:p>
        </w:tc>
        <w:tc>
          <w:tcPr>
            <w:tcW w:w="3119" w:type="dxa"/>
            <w:vMerge/>
          </w:tcPr>
          <w:p w:rsidR="0041651A" w:rsidRPr="00B06663" w:rsidRDefault="0041651A" w:rsidP="00315680"/>
        </w:tc>
        <w:tc>
          <w:tcPr>
            <w:tcW w:w="865" w:type="dxa"/>
          </w:tcPr>
          <w:p w:rsidR="0041651A" w:rsidRPr="00B038ED" w:rsidRDefault="0041651A" w:rsidP="00315680"/>
        </w:tc>
        <w:tc>
          <w:tcPr>
            <w:tcW w:w="3369" w:type="dxa"/>
          </w:tcPr>
          <w:p w:rsidR="0041651A" w:rsidRPr="00B038ED" w:rsidRDefault="0041651A" w:rsidP="00315680">
            <w:r w:rsidRPr="00B038ED">
              <w:t>Подкритерии:</w:t>
            </w:r>
          </w:p>
          <w:p w:rsidR="0041651A" w:rsidRPr="00B038ED" w:rsidRDefault="0041651A" w:rsidP="00315680">
            <w:r w:rsidRPr="00B038ED">
              <w:t>Срок выполнения работ</w:t>
            </w:r>
            <w:r>
              <w:t xml:space="preserve">                  </w:t>
            </w:r>
            <w:r w:rsidRPr="00B038ED">
              <w:t xml:space="preserve">(от </w:t>
            </w:r>
            <w:r>
              <w:t>1</w:t>
            </w:r>
            <w:r w:rsidRPr="00B038ED">
              <w:t xml:space="preserve"> месяц</w:t>
            </w:r>
            <w:r>
              <w:t>а до 9</w:t>
            </w:r>
            <w:r w:rsidRPr="00B038ED">
              <w:t xml:space="preserve"> месяцев) </w:t>
            </w:r>
          </w:p>
        </w:tc>
        <w:tc>
          <w:tcPr>
            <w:tcW w:w="2287" w:type="dxa"/>
          </w:tcPr>
          <w:p w:rsidR="0041651A" w:rsidRPr="00D30230" w:rsidRDefault="0041651A" w:rsidP="00315680">
            <w:pPr>
              <w:jc w:val="center"/>
            </w:pPr>
            <w:r>
              <w:t>2</w:t>
            </w:r>
            <w:r w:rsidRPr="00D30230">
              <w:t>0</w:t>
            </w:r>
          </w:p>
        </w:tc>
      </w:tr>
      <w:tr w:rsidR="0041651A">
        <w:tc>
          <w:tcPr>
            <w:tcW w:w="675" w:type="dxa"/>
            <w:vMerge/>
          </w:tcPr>
          <w:p w:rsidR="0041651A" w:rsidRDefault="0041651A" w:rsidP="00315680">
            <w:pPr>
              <w:jc w:val="center"/>
            </w:pPr>
          </w:p>
        </w:tc>
        <w:tc>
          <w:tcPr>
            <w:tcW w:w="3119" w:type="dxa"/>
            <w:vMerge/>
          </w:tcPr>
          <w:p w:rsidR="0041651A" w:rsidRPr="00B06663" w:rsidRDefault="0041651A" w:rsidP="00315680"/>
        </w:tc>
        <w:tc>
          <w:tcPr>
            <w:tcW w:w="6521" w:type="dxa"/>
            <w:gridSpan w:val="3"/>
          </w:tcPr>
          <w:p w:rsidR="0041651A" w:rsidRPr="00D25C6C" w:rsidRDefault="0041651A" w:rsidP="00315680">
            <w:r w:rsidRPr="00D25C6C">
              <w:t xml:space="preserve">1. Рейтинг, присуждаемый заявке по критерию </w:t>
            </w:r>
            <w:r w:rsidRPr="00D25C6C">
              <w:rPr>
                <w:b/>
                <w:bCs/>
              </w:rPr>
              <w:t>«Цена договора»</w:t>
            </w:r>
            <w:r w:rsidRPr="00D25C6C">
              <w:t>, определяется по формуле:</w:t>
            </w:r>
          </w:p>
          <w:p w:rsidR="0041651A" w:rsidRPr="00D25C6C" w:rsidRDefault="0041651A" w:rsidP="00315680">
            <w:r w:rsidRPr="00D25C6C">
              <w:rPr>
                <w:position w:val="-30"/>
              </w:rPr>
              <w:object w:dxaOrig="210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5pt;height:33.75pt" o:ole="">
                  <v:imagedata r:id="rId9" o:title=""/>
                </v:shape>
                <o:OLEObject Type="Embed" ProgID="Equation.3" ShapeID="_x0000_i1025" DrawAspect="Content" ObjectID="_1431348449" r:id="rId10"/>
              </w:object>
            </w:r>
          </w:p>
          <w:p w:rsidR="0041651A" w:rsidRPr="00D25C6C" w:rsidRDefault="0041651A" w:rsidP="00315680">
            <w:r w:rsidRPr="00D25C6C">
              <w:t xml:space="preserve">где: </w:t>
            </w:r>
            <w:r w:rsidRPr="00D25C6C">
              <w:rPr>
                <w:position w:val="-12"/>
              </w:rPr>
              <w:object w:dxaOrig="400" w:dyaOrig="360">
                <v:shape id="_x0000_i1026" type="#_x0000_t75" style="width:20.25pt;height:18pt" o:ole="">
                  <v:imagedata r:id="rId11" o:title=""/>
                </v:shape>
                <o:OLEObject Type="Embed" ProgID="Equation.3" ShapeID="_x0000_i1026" DrawAspect="Content" ObjectID="_1431348450" r:id="rId12"/>
              </w:object>
            </w:r>
            <w:r w:rsidRPr="00D25C6C">
              <w:t xml:space="preserve"> – рейтинг, присуждаемый i-й заявке по указанному критерию;</w:t>
            </w:r>
          </w:p>
          <w:p w:rsidR="0041651A" w:rsidRPr="00D25C6C" w:rsidRDefault="0041651A" w:rsidP="00315680">
            <w:r w:rsidRPr="00D25C6C">
              <w:rPr>
                <w:position w:val="-12"/>
              </w:rPr>
              <w:object w:dxaOrig="480" w:dyaOrig="360">
                <v:shape id="_x0000_i1027" type="#_x0000_t75" style="width:24pt;height:18pt" o:ole="">
                  <v:imagedata r:id="rId13" o:title=""/>
                </v:shape>
                <o:OLEObject Type="Embed" ProgID="Equation.3" ShapeID="_x0000_i1027" DrawAspect="Content" ObjectID="_1431348451" r:id="rId14"/>
              </w:object>
            </w:r>
            <w:r w:rsidRPr="00D25C6C">
              <w:t xml:space="preserve"> – начальная (максимальная) цена договора.</w:t>
            </w:r>
          </w:p>
          <w:p w:rsidR="0041651A" w:rsidRDefault="0041651A" w:rsidP="00315680">
            <w:r w:rsidRPr="00D25C6C">
              <w:rPr>
                <w:position w:val="-12"/>
              </w:rPr>
              <w:object w:dxaOrig="260" w:dyaOrig="360">
                <v:shape id="_x0000_i1028" type="#_x0000_t75" style="width:13.5pt;height:18pt" o:ole="">
                  <v:imagedata r:id="rId15" o:title=""/>
                </v:shape>
                <o:OLEObject Type="Embed" ProgID="Equation.3" ShapeID="_x0000_i1028" DrawAspect="Content" ObjectID="_1431348452" r:id="rId16"/>
              </w:object>
            </w:r>
            <w:r w:rsidRPr="00D25C6C">
              <w:t xml:space="preserve"> – цена договора, предложенная i-м участником.</w:t>
            </w:r>
          </w:p>
          <w:p w:rsidR="0041651A" w:rsidRPr="00D25C6C" w:rsidRDefault="0041651A" w:rsidP="00315680">
            <w:r w:rsidRPr="00D25C6C">
              <w:t>Полученные баллы по каждому критерию (подкритерию) умножаются на коэффициент значимости данного критерия и делятся на сто. Итоговый рейтинг заявки рассчитывается путем сложения рейтингов по каждому из критериев  (подкритериев) оценки заявок на участие в конкурсе.</w:t>
            </w:r>
          </w:p>
        </w:tc>
      </w:tr>
      <w:tr w:rsidR="0041651A">
        <w:trPr>
          <w:trHeight w:val="3106"/>
        </w:trPr>
        <w:tc>
          <w:tcPr>
            <w:tcW w:w="675" w:type="dxa"/>
            <w:vMerge/>
          </w:tcPr>
          <w:p w:rsidR="0041651A" w:rsidRDefault="0041651A" w:rsidP="00315680">
            <w:pPr>
              <w:jc w:val="center"/>
            </w:pPr>
          </w:p>
        </w:tc>
        <w:tc>
          <w:tcPr>
            <w:tcW w:w="3119" w:type="dxa"/>
            <w:vMerge/>
          </w:tcPr>
          <w:p w:rsidR="0041651A" w:rsidRPr="00B06663" w:rsidRDefault="0041651A" w:rsidP="00315680"/>
        </w:tc>
        <w:tc>
          <w:tcPr>
            <w:tcW w:w="6521" w:type="dxa"/>
            <w:gridSpan w:val="3"/>
          </w:tcPr>
          <w:p w:rsidR="0041651A" w:rsidRPr="00D25C6C" w:rsidRDefault="0041651A" w:rsidP="00315680">
            <w:r w:rsidRPr="00D25C6C">
              <w:t>2. Для получения рейтинга заявок по критерию "</w:t>
            </w:r>
            <w:r w:rsidRPr="00671994">
              <w:rPr>
                <w:b/>
                <w:bCs/>
              </w:rPr>
              <w:t>Квалификация участника</w:t>
            </w:r>
            <w:r w:rsidRPr="00D25C6C">
              <w:t>", по каждому подкритерию каждый член комиссии выставляет значение от 0 до 100 баллов. Значение определяется как среднее арифметическое оценок в баллах всех членов комиссии, присуждаемых заявке по каждому подкритерию.</w:t>
            </w:r>
          </w:p>
          <w:p w:rsidR="0041651A" w:rsidRPr="00D25C6C" w:rsidRDefault="0041651A" w:rsidP="00315680">
            <w:r w:rsidRPr="00D25C6C">
              <w:t>Полученные баллы по каждому критерию (подкритерию) умножаются на коэффициент значимости данного критерия и делятся на сто. Итоговый рейтинг заявки рассчитывается путем сложения рейтингов по каждому из критериев  (подкритериев) оценки заявок на участие в конкурсе.</w:t>
            </w:r>
          </w:p>
        </w:tc>
      </w:tr>
      <w:tr w:rsidR="0041651A">
        <w:trPr>
          <w:trHeight w:val="200"/>
        </w:trPr>
        <w:tc>
          <w:tcPr>
            <w:tcW w:w="675" w:type="dxa"/>
            <w:vMerge/>
          </w:tcPr>
          <w:p w:rsidR="0041651A" w:rsidRDefault="0041651A" w:rsidP="00315680">
            <w:pPr>
              <w:jc w:val="center"/>
            </w:pPr>
          </w:p>
        </w:tc>
        <w:tc>
          <w:tcPr>
            <w:tcW w:w="3119" w:type="dxa"/>
            <w:vMerge/>
          </w:tcPr>
          <w:p w:rsidR="0041651A" w:rsidRPr="00B06663" w:rsidRDefault="0041651A" w:rsidP="00315680"/>
        </w:tc>
        <w:tc>
          <w:tcPr>
            <w:tcW w:w="6521" w:type="dxa"/>
            <w:gridSpan w:val="3"/>
          </w:tcPr>
          <w:p w:rsidR="0041651A" w:rsidRPr="00484304" w:rsidRDefault="0041651A" w:rsidP="00D30230">
            <w:r>
              <w:t>3</w:t>
            </w:r>
            <w:r w:rsidRPr="00484304">
              <w:t xml:space="preserve">. Рейтинг, присуждаемый заявке по критерию </w:t>
            </w:r>
            <w:r w:rsidRPr="00484304">
              <w:rPr>
                <w:b/>
                <w:bCs/>
              </w:rPr>
              <w:t xml:space="preserve">«Срок </w:t>
            </w:r>
            <w:r>
              <w:rPr>
                <w:b/>
                <w:bCs/>
              </w:rPr>
              <w:t>выполнения работ</w:t>
            </w:r>
            <w:r w:rsidRPr="00484304">
              <w:rPr>
                <w:b/>
                <w:bCs/>
              </w:rPr>
              <w:t>»</w:t>
            </w:r>
            <w:r w:rsidRPr="00484304">
              <w:t>, определяется по формуле:</w:t>
            </w:r>
          </w:p>
          <w:p w:rsidR="0041651A" w:rsidRPr="00484304" w:rsidRDefault="0041651A" w:rsidP="00D30230">
            <w:r w:rsidRPr="00484304">
              <w:rPr>
                <w:position w:val="-30"/>
              </w:rPr>
              <w:object w:dxaOrig="2360" w:dyaOrig="680">
                <v:shape id="_x0000_i1029" type="#_x0000_t75" style="width:117pt;height:33.75pt" o:ole="">
                  <v:imagedata r:id="rId17" o:title=""/>
                </v:shape>
                <o:OLEObject Type="Embed" ProgID="Equation.3" ShapeID="_x0000_i1029" DrawAspect="Content" ObjectID="_1431348453" r:id="rId18"/>
              </w:object>
            </w:r>
          </w:p>
          <w:p w:rsidR="0041651A" w:rsidRPr="00484304" w:rsidRDefault="0041651A" w:rsidP="00D30230">
            <w:r w:rsidRPr="00484304">
              <w:t xml:space="preserve">где: </w:t>
            </w:r>
          </w:p>
          <w:p w:rsidR="0041651A" w:rsidRPr="00484304" w:rsidRDefault="0041651A" w:rsidP="00D30230">
            <w:r w:rsidRPr="00484304">
              <w:rPr>
                <w:position w:val="-12"/>
              </w:rPr>
              <w:object w:dxaOrig="400" w:dyaOrig="360">
                <v:shape id="_x0000_i1030" type="#_x0000_t75" style="width:20.25pt;height:18pt" o:ole="">
                  <v:imagedata r:id="rId19" o:title=""/>
                </v:shape>
                <o:OLEObject Type="Embed" ProgID="Equation.3" ShapeID="_x0000_i1030" DrawAspect="Content" ObjectID="_1431348454" r:id="rId20"/>
              </w:object>
            </w:r>
            <w:r w:rsidRPr="00484304">
              <w:t xml:space="preserve"> – рейтинг, присуждаемый  заявке по указанному критерию;</w:t>
            </w:r>
          </w:p>
          <w:p w:rsidR="0041651A" w:rsidRPr="00484304" w:rsidRDefault="0041651A" w:rsidP="00D30230">
            <w:r w:rsidRPr="00484304">
              <w:rPr>
                <w:position w:val="-12"/>
              </w:rPr>
              <w:object w:dxaOrig="499" w:dyaOrig="360">
                <v:shape id="_x0000_i1031" type="#_x0000_t75" style="width:24.75pt;height:18pt" o:ole="">
                  <v:imagedata r:id="rId21" o:title=""/>
                </v:shape>
                <o:OLEObject Type="Embed" ProgID="Equation.3" ShapeID="_x0000_i1031" DrawAspect="Content" ObjectID="_1431348455" r:id="rId22"/>
              </w:object>
            </w:r>
            <w:r w:rsidRPr="00484304">
              <w:t xml:space="preserve"> – максимальный срок </w:t>
            </w:r>
            <w:r>
              <w:t>оказания услуг</w:t>
            </w:r>
            <w:r w:rsidRPr="00484304">
              <w:t xml:space="preserve">, установленный </w:t>
            </w:r>
            <w:r>
              <w:t>З</w:t>
            </w:r>
            <w:r w:rsidRPr="00484304">
              <w:t>аказчиком в соответствии с п. 1.3.</w:t>
            </w:r>
            <w:r>
              <w:t>1</w:t>
            </w:r>
            <w:r w:rsidRPr="00484304">
              <w:t>;</w:t>
            </w:r>
          </w:p>
          <w:p w:rsidR="0041651A" w:rsidRPr="00484304" w:rsidRDefault="0041651A" w:rsidP="00D30230">
            <w:r w:rsidRPr="00484304">
              <w:rPr>
                <w:position w:val="-10"/>
              </w:rPr>
              <w:object w:dxaOrig="480" w:dyaOrig="340">
                <v:shape id="_x0000_i1032" type="#_x0000_t75" style="width:24pt;height:16.5pt" o:ole="">
                  <v:imagedata r:id="rId23" o:title=""/>
                </v:shape>
                <o:OLEObject Type="Embed" ProgID="Equation.3" ShapeID="_x0000_i1032" DrawAspect="Content" ObjectID="_1431348456" r:id="rId24"/>
              </w:object>
            </w:r>
            <w:r w:rsidRPr="00484304">
              <w:t xml:space="preserve"> – минимальный срок </w:t>
            </w:r>
            <w:r>
              <w:t>оказания услуг</w:t>
            </w:r>
            <w:r w:rsidRPr="00484304">
              <w:t xml:space="preserve">, установленный </w:t>
            </w:r>
            <w:r>
              <w:t>З</w:t>
            </w:r>
            <w:r w:rsidRPr="00484304">
              <w:t>аказчиком в соответствии с п. 1.3.</w:t>
            </w:r>
            <w:r>
              <w:t>1</w:t>
            </w:r>
            <w:r w:rsidRPr="00484304">
              <w:t>;</w:t>
            </w:r>
          </w:p>
          <w:p w:rsidR="0041651A" w:rsidRDefault="0041651A" w:rsidP="00D30230">
            <w:r w:rsidRPr="00484304">
              <w:rPr>
                <w:position w:val="-12"/>
              </w:rPr>
              <w:object w:dxaOrig="300" w:dyaOrig="360">
                <v:shape id="_x0000_i1033" type="#_x0000_t75" style="width:15pt;height:18pt" o:ole="">
                  <v:imagedata r:id="rId25" o:title=""/>
                </v:shape>
                <o:OLEObject Type="Embed" ProgID="Equation.3" ShapeID="_x0000_i1033" DrawAspect="Content" ObjectID="_1431348457" r:id="rId26"/>
              </w:object>
            </w:r>
            <w:r w:rsidRPr="00484304">
              <w:t xml:space="preserve"> – предложение, содержащееся в i-й заявке по сроку </w:t>
            </w:r>
            <w:r>
              <w:t>оказания услуг</w:t>
            </w:r>
            <w:r w:rsidRPr="00484304">
              <w:t>, с даты заключения договора</w:t>
            </w:r>
            <w:r>
              <w:t>.</w:t>
            </w:r>
          </w:p>
          <w:p w:rsidR="0041651A" w:rsidRPr="00D25C6C" w:rsidRDefault="0041651A" w:rsidP="00D30230">
            <w:r w:rsidRPr="00D25C6C">
              <w:t>Полученные баллы по каждому критерию (подкритерию) умножаются на коэффициент значимости данного критерия и делятся на сто. Итоговый рейтинг заявки рассчитывается путем сложения рейтингов по каждому из критериев  (подкритериев) оценки заявок на участие в конкурсе.</w:t>
            </w:r>
          </w:p>
        </w:tc>
      </w:tr>
      <w:tr w:rsidR="0041651A">
        <w:tc>
          <w:tcPr>
            <w:tcW w:w="675" w:type="dxa"/>
          </w:tcPr>
          <w:p w:rsidR="0041651A" w:rsidRDefault="0041651A" w:rsidP="00315680">
            <w:pPr>
              <w:jc w:val="center"/>
            </w:pPr>
            <w:r>
              <w:t>30</w:t>
            </w:r>
          </w:p>
        </w:tc>
        <w:tc>
          <w:tcPr>
            <w:tcW w:w="3119" w:type="dxa"/>
          </w:tcPr>
          <w:p w:rsidR="0041651A" w:rsidRPr="00B06663" w:rsidRDefault="0041651A" w:rsidP="00315680">
            <w:r w:rsidRPr="00B06663">
              <w:t>Срок заключения договора</w:t>
            </w:r>
          </w:p>
        </w:tc>
        <w:tc>
          <w:tcPr>
            <w:tcW w:w="6521" w:type="dxa"/>
            <w:gridSpan w:val="3"/>
          </w:tcPr>
          <w:p w:rsidR="0041651A" w:rsidRPr="00D25C6C" w:rsidRDefault="0041651A" w:rsidP="00315680">
            <w:r w:rsidRPr="00D25C6C">
              <w:t>Не позднее пятнадцати дней со дня размещения на официальном сайте протокола оценки и сопоставления заявок.</w:t>
            </w:r>
          </w:p>
        </w:tc>
      </w:tr>
      <w:tr w:rsidR="0041651A">
        <w:tc>
          <w:tcPr>
            <w:tcW w:w="675" w:type="dxa"/>
          </w:tcPr>
          <w:p w:rsidR="0041651A" w:rsidRDefault="0041651A" w:rsidP="00315680">
            <w:pPr>
              <w:jc w:val="center"/>
            </w:pPr>
            <w:r>
              <w:t>31</w:t>
            </w:r>
          </w:p>
        </w:tc>
        <w:tc>
          <w:tcPr>
            <w:tcW w:w="3119" w:type="dxa"/>
          </w:tcPr>
          <w:p w:rsidR="0041651A" w:rsidRPr="00B06663" w:rsidRDefault="0041651A" w:rsidP="00315680">
            <w:r w:rsidRPr="00B06663">
              <w:t xml:space="preserve">Срок подписания </w:t>
            </w:r>
            <w:r>
              <w:t>д</w:t>
            </w:r>
            <w:r w:rsidRPr="00B06663">
              <w:t>оговора</w:t>
            </w:r>
          </w:p>
        </w:tc>
        <w:tc>
          <w:tcPr>
            <w:tcW w:w="6521" w:type="dxa"/>
            <w:gridSpan w:val="3"/>
          </w:tcPr>
          <w:p w:rsidR="0041651A" w:rsidRPr="00D576A6" w:rsidRDefault="0041651A" w:rsidP="00E04155">
            <w:pPr>
              <w:rPr>
                <w:sz w:val="23"/>
                <w:szCs w:val="23"/>
              </w:rPr>
            </w:pPr>
            <w:r w:rsidRPr="00D576A6">
              <w:rPr>
                <w:sz w:val="23"/>
                <w:szCs w:val="23"/>
              </w:rPr>
              <w:t xml:space="preserve">Заказчик направляет проект договора, с указанием цены договора, определенной в Предложении цены в двух экземплярах победителю </w:t>
            </w:r>
            <w:r>
              <w:rPr>
                <w:sz w:val="23"/>
                <w:szCs w:val="23"/>
              </w:rPr>
              <w:t>открытого одноэтапного конкурса</w:t>
            </w:r>
            <w:r w:rsidRPr="00D576A6">
              <w:rPr>
                <w:sz w:val="23"/>
                <w:szCs w:val="23"/>
              </w:rPr>
              <w:t xml:space="preserve"> в течение 5 (пяти) дней с момента опубликования протокола  оценки</w:t>
            </w:r>
            <w:r>
              <w:rPr>
                <w:sz w:val="23"/>
                <w:szCs w:val="23"/>
              </w:rPr>
              <w:t xml:space="preserve"> и сопоставления</w:t>
            </w:r>
            <w:r w:rsidRPr="00D576A6">
              <w:rPr>
                <w:sz w:val="23"/>
                <w:szCs w:val="23"/>
              </w:rPr>
              <w:t xml:space="preserve"> заявок.</w:t>
            </w:r>
          </w:p>
          <w:p w:rsidR="0041651A" w:rsidRPr="00D576A6" w:rsidRDefault="0041651A" w:rsidP="00E04155">
            <w:pPr>
              <w:rPr>
                <w:sz w:val="23"/>
                <w:szCs w:val="23"/>
              </w:rPr>
            </w:pPr>
            <w:r w:rsidRPr="00D576A6">
              <w:rPr>
                <w:sz w:val="23"/>
                <w:szCs w:val="23"/>
              </w:rPr>
              <w:t>Полученный Поставщиком проект договора подписывается в течение 5 (пяти) дней с момента получения. Два экземпляра договора после подписания направляются в адрес Заказчика.</w:t>
            </w:r>
          </w:p>
          <w:p w:rsidR="0041651A" w:rsidRPr="0062597F" w:rsidRDefault="0041651A" w:rsidP="00E04155">
            <w:pPr>
              <w:rPr>
                <w:highlight w:val="yellow"/>
              </w:rPr>
            </w:pPr>
            <w:r w:rsidRPr="00D576A6">
              <w:rPr>
                <w:sz w:val="23"/>
                <w:szCs w:val="23"/>
              </w:rPr>
              <w:t xml:space="preserve">Полученный Заказчиком, подписанный со стороны победителя </w:t>
            </w:r>
            <w:r>
              <w:rPr>
                <w:sz w:val="23"/>
                <w:szCs w:val="23"/>
              </w:rPr>
              <w:t>конкурса</w:t>
            </w:r>
            <w:r w:rsidRPr="00D576A6">
              <w:rPr>
                <w:sz w:val="23"/>
                <w:szCs w:val="23"/>
              </w:rPr>
              <w:t xml:space="preserve">, договор подписывается Заказчиком в течение </w:t>
            </w:r>
            <w:r>
              <w:rPr>
                <w:sz w:val="23"/>
                <w:szCs w:val="23"/>
              </w:rPr>
              <w:t xml:space="preserve">            </w:t>
            </w:r>
            <w:r w:rsidRPr="00D576A6">
              <w:rPr>
                <w:sz w:val="23"/>
                <w:szCs w:val="23"/>
              </w:rPr>
              <w:t xml:space="preserve">5 (пяти) дней с момента получения. Один экземпляр договора после подписания направляется в адрес Победителя </w:t>
            </w:r>
            <w:r>
              <w:rPr>
                <w:sz w:val="23"/>
                <w:szCs w:val="23"/>
              </w:rPr>
              <w:t>открытого одноэтапного конкурса</w:t>
            </w:r>
            <w:r w:rsidRPr="00D576A6">
              <w:rPr>
                <w:sz w:val="23"/>
                <w:szCs w:val="23"/>
              </w:rPr>
              <w:t>.</w:t>
            </w:r>
          </w:p>
        </w:tc>
      </w:tr>
      <w:tr w:rsidR="0041651A">
        <w:tc>
          <w:tcPr>
            <w:tcW w:w="675" w:type="dxa"/>
          </w:tcPr>
          <w:p w:rsidR="0041651A" w:rsidRDefault="0041651A" w:rsidP="00315680">
            <w:pPr>
              <w:jc w:val="center"/>
            </w:pPr>
            <w:r>
              <w:t>32</w:t>
            </w:r>
          </w:p>
        </w:tc>
        <w:tc>
          <w:tcPr>
            <w:tcW w:w="3119" w:type="dxa"/>
          </w:tcPr>
          <w:p w:rsidR="0041651A" w:rsidRPr="00B06663" w:rsidRDefault="0041651A" w:rsidP="00315680">
            <w:r w:rsidRPr="00B06663">
              <w:t>Размер</w:t>
            </w:r>
            <w:r>
              <w:t xml:space="preserve"> о</w:t>
            </w:r>
            <w:r w:rsidRPr="00B06663">
              <w:t>беспечения исполнения договора</w:t>
            </w:r>
          </w:p>
        </w:tc>
        <w:tc>
          <w:tcPr>
            <w:tcW w:w="6521" w:type="dxa"/>
            <w:gridSpan w:val="3"/>
          </w:tcPr>
          <w:p w:rsidR="0041651A" w:rsidRDefault="0041651A" w:rsidP="00315680">
            <w:r>
              <w:t>Не применяется</w:t>
            </w:r>
          </w:p>
        </w:tc>
      </w:tr>
    </w:tbl>
    <w:p w:rsidR="0041651A" w:rsidRDefault="0041651A" w:rsidP="008909B0"/>
    <w:p w:rsidR="0041651A" w:rsidRPr="00B95FA8" w:rsidRDefault="0041651A" w:rsidP="008909B0">
      <w:pPr>
        <w:pStyle w:val="Heading1"/>
        <w:pageBreakBefore/>
        <w:rPr>
          <w:sz w:val="32"/>
          <w:szCs w:val="32"/>
        </w:rPr>
      </w:pPr>
      <w:r w:rsidRPr="00B95FA8">
        <w:rPr>
          <w:sz w:val="32"/>
          <w:szCs w:val="32"/>
        </w:rPr>
        <w:t>РАЗДЕЛ III</w:t>
      </w:r>
      <w:r>
        <w:rPr>
          <w:sz w:val="32"/>
          <w:szCs w:val="32"/>
        </w:rPr>
        <w:t>.</w:t>
      </w:r>
    </w:p>
    <w:p w:rsidR="0041651A" w:rsidRPr="0094253A" w:rsidRDefault="0041651A" w:rsidP="008909B0">
      <w:pPr>
        <w:pStyle w:val="Heading1"/>
        <w:rPr>
          <w:sz w:val="28"/>
          <w:szCs w:val="28"/>
        </w:rPr>
      </w:pPr>
      <w:r w:rsidRPr="0094253A">
        <w:rPr>
          <w:sz w:val="28"/>
          <w:szCs w:val="28"/>
        </w:rPr>
        <w:t>ОБРАЗЦЫ ФОРМ ДЛЯ ЗАПОЛНЕНИЯ</w:t>
      </w:r>
    </w:p>
    <w:p w:rsidR="0041651A" w:rsidRPr="0089444A" w:rsidRDefault="0041651A" w:rsidP="008909B0">
      <w:pPr>
        <w:jc w:val="center"/>
      </w:pPr>
      <w:r w:rsidRPr="0089444A">
        <w:t>ОПИСЬ ДОКУМЕНТОВ,</w:t>
      </w:r>
    </w:p>
    <w:p w:rsidR="0041651A" w:rsidRPr="00B06663" w:rsidRDefault="0041651A" w:rsidP="008909B0">
      <w:pPr>
        <w:jc w:val="center"/>
      </w:pPr>
      <w:r w:rsidRPr="00B06663">
        <w:t>представляемых для участия в открытом одноэтапном конкурсе</w:t>
      </w:r>
    </w:p>
    <w:p w:rsidR="0041651A" w:rsidRPr="005C224A" w:rsidRDefault="0041651A" w:rsidP="008909B0">
      <w:pPr>
        <w:jc w:val="center"/>
        <w:rPr>
          <w:u w:val="single"/>
        </w:rPr>
      </w:pPr>
      <w:r w:rsidRPr="005C224A">
        <w:rPr>
          <w:u w:val="single"/>
        </w:rPr>
        <w:t>на право заключения договора подряда на выполнение работ</w:t>
      </w:r>
      <w:r>
        <w:rPr>
          <w:u w:val="single"/>
        </w:rPr>
        <w:t xml:space="preserve"> по формированию границ охранной зоны кабельных линий</w:t>
      </w:r>
    </w:p>
    <w:p w:rsidR="0041651A" w:rsidRPr="007B69AD" w:rsidRDefault="0041651A" w:rsidP="008909B0">
      <w:pPr>
        <w:jc w:val="center"/>
        <w:rPr>
          <w:vertAlign w:val="superscript"/>
        </w:rPr>
      </w:pPr>
      <w:r w:rsidRPr="007B69AD">
        <w:rPr>
          <w:vertAlign w:val="superscript"/>
        </w:rPr>
        <w:t>(наименование открытого конкурса)</w:t>
      </w:r>
    </w:p>
    <w:p w:rsidR="0041651A" w:rsidRPr="00B06663" w:rsidRDefault="0041651A" w:rsidP="008909B0">
      <w:r w:rsidRPr="00B06663">
        <w:t>Настоящим _______</w:t>
      </w:r>
      <w:r>
        <w:t>____</w:t>
      </w:r>
      <w:r w:rsidRPr="00B06663">
        <w:t>_____________________________________________________________</w:t>
      </w:r>
    </w:p>
    <w:p w:rsidR="0041651A" w:rsidRPr="007B69AD" w:rsidRDefault="0041651A" w:rsidP="008909B0">
      <w:pPr>
        <w:jc w:val="center"/>
        <w:rPr>
          <w:vertAlign w:val="superscript"/>
        </w:rPr>
      </w:pPr>
      <w:r w:rsidRPr="007B69AD">
        <w:rPr>
          <w:vertAlign w:val="superscript"/>
        </w:rPr>
        <w:t>(наименование участника)</w:t>
      </w:r>
    </w:p>
    <w:p w:rsidR="0041651A" w:rsidRDefault="0041651A" w:rsidP="00F71A52">
      <w:r w:rsidRPr="00B06663">
        <w:t>подтверждает, что для участия в открытом</w:t>
      </w:r>
      <w:r>
        <w:t xml:space="preserve"> одноэтапном </w:t>
      </w:r>
      <w:r w:rsidRPr="00B06663">
        <w:t>конкурсе направляются нижеперечис</w:t>
      </w:r>
      <w:r>
        <w:t>ленные документы:</w:t>
      </w: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6"/>
        <w:gridCol w:w="7854"/>
        <w:gridCol w:w="1496"/>
      </w:tblGrid>
      <w:tr w:rsidR="0041651A" w:rsidRPr="007B69AD">
        <w:tc>
          <w:tcPr>
            <w:tcW w:w="856" w:type="dxa"/>
            <w:vAlign w:val="center"/>
          </w:tcPr>
          <w:p w:rsidR="0041651A" w:rsidRDefault="0041651A" w:rsidP="00C50F73">
            <w:pPr>
              <w:jc w:val="center"/>
            </w:pPr>
            <w:r w:rsidRPr="007B69AD">
              <w:t>№</w:t>
            </w:r>
            <w:r>
              <w:t>№</w:t>
            </w:r>
          </w:p>
          <w:p w:rsidR="0041651A" w:rsidRPr="007B69AD" w:rsidRDefault="0041651A" w:rsidP="00C50F73">
            <w:pPr>
              <w:jc w:val="center"/>
            </w:pPr>
            <w:r w:rsidRPr="007B69AD">
              <w:t>п</w:t>
            </w:r>
            <w:r>
              <w:t>/</w:t>
            </w:r>
            <w:r w:rsidRPr="007B69AD">
              <w:t>п</w:t>
            </w:r>
          </w:p>
        </w:tc>
        <w:tc>
          <w:tcPr>
            <w:tcW w:w="7854" w:type="dxa"/>
            <w:vAlign w:val="center"/>
          </w:tcPr>
          <w:p w:rsidR="0041651A" w:rsidRPr="007B69AD" w:rsidRDefault="0041651A" w:rsidP="00C50F73">
            <w:pPr>
              <w:jc w:val="center"/>
            </w:pPr>
            <w:r w:rsidRPr="007B69AD">
              <w:t>Наименование документа</w:t>
            </w:r>
          </w:p>
        </w:tc>
        <w:tc>
          <w:tcPr>
            <w:tcW w:w="1496" w:type="dxa"/>
            <w:vAlign w:val="center"/>
          </w:tcPr>
          <w:p w:rsidR="0041651A" w:rsidRPr="007B69AD" w:rsidRDefault="0041651A" w:rsidP="00C50F73">
            <w:pPr>
              <w:jc w:val="center"/>
            </w:pPr>
            <w:r w:rsidRPr="007B69AD">
              <w:t>Кол</w:t>
            </w:r>
            <w:r>
              <w:t>ичест</w:t>
            </w:r>
            <w:r w:rsidRPr="007B69AD">
              <w:t>во стр</w:t>
            </w:r>
            <w:r>
              <w:t>аниц</w:t>
            </w:r>
          </w:p>
        </w:tc>
      </w:tr>
      <w:tr w:rsidR="0041651A" w:rsidRPr="00CE3919">
        <w:tc>
          <w:tcPr>
            <w:tcW w:w="856" w:type="dxa"/>
          </w:tcPr>
          <w:p w:rsidR="0041651A" w:rsidRPr="00CE3919" w:rsidRDefault="0041651A" w:rsidP="00C50F73">
            <w:pPr>
              <w:jc w:val="center"/>
            </w:pPr>
            <w:r w:rsidRPr="00CE3919">
              <w:t>1</w:t>
            </w:r>
          </w:p>
        </w:tc>
        <w:tc>
          <w:tcPr>
            <w:tcW w:w="7854" w:type="dxa"/>
          </w:tcPr>
          <w:p w:rsidR="0041651A" w:rsidRPr="00CE3919" w:rsidRDefault="0041651A" w:rsidP="00C50F73">
            <w:r w:rsidRPr="00CE3919">
              <w:t xml:space="preserve">Заявка на участие в конкурсе </w:t>
            </w:r>
            <w:r>
              <w:t>(Форма № 1)</w:t>
            </w:r>
          </w:p>
        </w:tc>
        <w:tc>
          <w:tcPr>
            <w:tcW w:w="1496" w:type="dxa"/>
          </w:tcPr>
          <w:p w:rsidR="0041651A" w:rsidRPr="00CE3919" w:rsidRDefault="0041651A" w:rsidP="00C50F73">
            <w:pPr>
              <w:jc w:val="center"/>
            </w:pPr>
          </w:p>
        </w:tc>
      </w:tr>
      <w:tr w:rsidR="0041651A" w:rsidRPr="00CE3919">
        <w:tc>
          <w:tcPr>
            <w:tcW w:w="856" w:type="dxa"/>
          </w:tcPr>
          <w:p w:rsidR="0041651A" w:rsidRPr="00CE3919" w:rsidRDefault="0041651A" w:rsidP="00C50F73">
            <w:pPr>
              <w:jc w:val="center"/>
            </w:pPr>
            <w:r>
              <w:t>а)</w:t>
            </w:r>
          </w:p>
        </w:tc>
        <w:tc>
          <w:tcPr>
            <w:tcW w:w="7854" w:type="dxa"/>
          </w:tcPr>
          <w:p w:rsidR="0041651A" w:rsidRPr="00CE3919" w:rsidRDefault="0041651A" w:rsidP="00C50F73">
            <w:r>
              <w:t>Предложения о цене договора (Приложение № 1 к Заявке на участие в конкурсе)</w:t>
            </w:r>
          </w:p>
        </w:tc>
        <w:tc>
          <w:tcPr>
            <w:tcW w:w="1496" w:type="dxa"/>
          </w:tcPr>
          <w:p w:rsidR="0041651A" w:rsidRPr="00CE3919" w:rsidRDefault="0041651A" w:rsidP="00C50F73">
            <w:pPr>
              <w:jc w:val="center"/>
            </w:pPr>
          </w:p>
        </w:tc>
      </w:tr>
      <w:tr w:rsidR="0041651A" w:rsidRPr="00CE3919">
        <w:tc>
          <w:tcPr>
            <w:tcW w:w="856" w:type="dxa"/>
          </w:tcPr>
          <w:p w:rsidR="0041651A" w:rsidRPr="00CE3919" w:rsidRDefault="0041651A" w:rsidP="00C50F73">
            <w:pPr>
              <w:jc w:val="center"/>
            </w:pPr>
            <w:r>
              <w:t>б)</w:t>
            </w:r>
          </w:p>
        </w:tc>
        <w:tc>
          <w:tcPr>
            <w:tcW w:w="7854" w:type="dxa"/>
          </w:tcPr>
          <w:p w:rsidR="0041651A" w:rsidRPr="00CE3919" w:rsidRDefault="0041651A" w:rsidP="00C50F73">
            <w:r>
              <w:t>Предложение о сроке выполнения работ (Приложение № 2 к Заявке на участие в конкурсе)</w:t>
            </w:r>
          </w:p>
        </w:tc>
        <w:tc>
          <w:tcPr>
            <w:tcW w:w="1496" w:type="dxa"/>
          </w:tcPr>
          <w:p w:rsidR="0041651A" w:rsidRPr="00CE3919" w:rsidRDefault="0041651A" w:rsidP="00C50F73">
            <w:pPr>
              <w:jc w:val="center"/>
            </w:pPr>
          </w:p>
        </w:tc>
      </w:tr>
      <w:tr w:rsidR="0041651A" w:rsidRPr="00CE3919">
        <w:tc>
          <w:tcPr>
            <w:tcW w:w="856" w:type="dxa"/>
          </w:tcPr>
          <w:p w:rsidR="0041651A" w:rsidRPr="00CE3919" w:rsidRDefault="0041651A" w:rsidP="00C50F73">
            <w:pPr>
              <w:jc w:val="center"/>
            </w:pPr>
            <w:r>
              <w:t>в)</w:t>
            </w:r>
          </w:p>
        </w:tc>
        <w:tc>
          <w:tcPr>
            <w:tcW w:w="7854" w:type="dxa"/>
          </w:tcPr>
          <w:p w:rsidR="0041651A" w:rsidRPr="00CE3919" w:rsidRDefault="0041651A" w:rsidP="00C50F73">
            <w:r>
              <w:t>Предложение о квалификации участника закупки (Приложение № 3 к Заявке на участие в конкурсе)</w:t>
            </w:r>
          </w:p>
        </w:tc>
        <w:tc>
          <w:tcPr>
            <w:tcW w:w="1496" w:type="dxa"/>
          </w:tcPr>
          <w:p w:rsidR="0041651A" w:rsidRPr="00CE3919" w:rsidRDefault="0041651A" w:rsidP="00C50F73">
            <w:pPr>
              <w:jc w:val="center"/>
            </w:pPr>
          </w:p>
        </w:tc>
      </w:tr>
      <w:tr w:rsidR="0041651A" w:rsidRPr="00CE3919">
        <w:tc>
          <w:tcPr>
            <w:tcW w:w="856" w:type="dxa"/>
          </w:tcPr>
          <w:p w:rsidR="0041651A" w:rsidRPr="00CE3919" w:rsidRDefault="0041651A" w:rsidP="00C50F73">
            <w:pPr>
              <w:jc w:val="center"/>
            </w:pPr>
            <w:r>
              <w:t>г)</w:t>
            </w:r>
          </w:p>
        </w:tc>
        <w:tc>
          <w:tcPr>
            <w:tcW w:w="7854" w:type="dxa"/>
          </w:tcPr>
          <w:p w:rsidR="0041651A" w:rsidRPr="00CE3919" w:rsidRDefault="0041651A" w:rsidP="00C50F73">
            <w:r>
              <w:t>Справка о перечне и объемах выполнения аналогичных договоров (Приложение № 4 к Заявке на участие в конкурсе)</w:t>
            </w:r>
          </w:p>
        </w:tc>
        <w:tc>
          <w:tcPr>
            <w:tcW w:w="1496" w:type="dxa"/>
          </w:tcPr>
          <w:p w:rsidR="0041651A" w:rsidRPr="00CE3919" w:rsidRDefault="0041651A" w:rsidP="00C50F73">
            <w:pPr>
              <w:jc w:val="center"/>
            </w:pPr>
          </w:p>
        </w:tc>
      </w:tr>
      <w:tr w:rsidR="0041651A" w:rsidRPr="00CE3919">
        <w:tc>
          <w:tcPr>
            <w:tcW w:w="856" w:type="dxa"/>
          </w:tcPr>
          <w:p w:rsidR="0041651A" w:rsidRDefault="0041651A" w:rsidP="00C50F73">
            <w:pPr>
              <w:jc w:val="center"/>
            </w:pPr>
            <w:r>
              <w:t>д)</w:t>
            </w:r>
          </w:p>
        </w:tc>
        <w:tc>
          <w:tcPr>
            <w:tcW w:w="7854" w:type="dxa"/>
          </w:tcPr>
          <w:p w:rsidR="0041651A" w:rsidRDefault="0041651A" w:rsidP="00C50F73">
            <w:r>
              <w:t>Справка о кадровых ресурсах (Приложение № 5 к Заявке на участие в конкурсе)</w:t>
            </w:r>
          </w:p>
        </w:tc>
        <w:tc>
          <w:tcPr>
            <w:tcW w:w="1496" w:type="dxa"/>
          </w:tcPr>
          <w:p w:rsidR="0041651A" w:rsidRPr="00CE3919" w:rsidRDefault="0041651A" w:rsidP="00C50F73">
            <w:pPr>
              <w:jc w:val="center"/>
            </w:pPr>
          </w:p>
        </w:tc>
      </w:tr>
      <w:tr w:rsidR="0041651A" w:rsidRPr="00CE3919">
        <w:tc>
          <w:tcPr>
            <w:tcW w:w="856" w:type="dxa"/>
          </w:tcPr>
          <w:p w:rsidR="0041651A" w:rsidRPr="00CE3919" w:rsidRDefault="0041651A" w:rsidP="00C50F73">
            <w:pPr>
              <w:jc w:val="center"/>
            </w:pPr>
            <w:r w:rsidRPr="00CE3919">
              <w:t>2</w:t>
            </w:r>
          </w:p>
        </w:tc>
        <w:tc>
          <w:tcPr>
            <w:tcW w:w="7854" w:type="dxa"/>
          </w:tcPr>
          <w:p w:rsidR="0041651A" w:rsidRPr="00CE3919" w:rsidRDefault="0041651A" w:rsidP="00C50F73">
            <w:r>
              <w:t>Анкета участника (Форма № 2)</w:t>
            </w:r>
          </w:p>
        </w:tc>
        <w:tc>
          <w:tcPr>
            <w:tcW w:w="1496" w:type="dxa"/>
          </w:tcPr>
          <w:p w:rsidR="0041651A" w:rsidRPr="00CE3919" w:rsidRDefault="0041651A" w:rsidP="00C50F73">
            <w:pPr>
              <w:jc w:val="center"/>
            </w:pPr>
          </w:p>
        </w:tc>
      </w:tr>
      <w:tr w:rsidR="0041651A" w:rsidRPr="00CE3919">
        <w:tc>
          <w:tcPr>
            <w:tcW w:w="856" w:type="dxa"/>
          </w:tcPr>
          <w:p w:rsidR="0041651A" w:rsidRPr="00CE3919" w:rsidRDefault="0041651A" w:rsidP="00C50F73">
            <w:pPr>
              <w:jc w:val="center"/>
            </w:pPr>
            <w:r w:rsidRPr="00CE3919">
              <w:t>3</w:t>
            </w:r>
          </w:p>
        </w:tc>
        <w:tc>
          <w:tcPr>
            <w:tcW w:w="7854" w:type="dxa"/>
          </w:tcPr>
          <w:p w:rsidR="0041651A" w:rsidRPr="00CE3919" w:rsidRDefault="0041651A" w:rsidP="00C50F73">
            <w:r>
              <w:t>В</w:t>
            </w:r>
            <w:r w:rsidRPr="00CE3919">
              <w:t>ыписка из Единого государственного реестра юридических лиц</w:t>
            </w:r>
            <w:r>
              <w:t xml:space="preserve"> или нотариально заверенная копия такой выписки, </w:t>
            </w:r>
            <w:r w:rsidRPr="00CE3919">
              <w:t>полученная не ранее</w:t>
            </w:r>
            <w:r>
              <w:t>,</w:t>
            </w:r>
            <w:r w:rsidRPr="00CE3919">
              <w:t xml:space="preserve"> чем за шесть месяцев до дня размещения извещения о проведении открытого </w:t>
            </w:r>
            <w:r>
              <w:t xml:space="preserve">одноэтапного </w:t>
            </w:r>
            <w:r w:rsidRPr="00CE3919">
              <w:t>конкурса</w:t>
            </w:r>
          </w:p>
        </w:tc>
        <w:tc>
          <w:tcPr>
            <w:tcW w:w="1496" w:type="dxa"/>
          </w:tcPr>
          <w:p w:rsidR="0041651A" w:rsidRPr="00CE3919" w:rsidRDefault="0041651A" w:rsidP="00C50F73">
            <w:pPr>
              <w:jc w:val="center"/>
            </w:pPr>
          </w:p>
        </w:tc>
      </w:tr>
      <w:tr w:rsidR="0041651A" w:rsidRPr="00CE3919">
        <w:tc>
          <w:tcPr>
            <w:tcW w:w="856" w:type="dxa"/>
          </w:tcPr>
          <w:p w:rsidR="0041651A" w:rsidRPr="00CE3919" w:rsidRDefault="0041651A" w:rsidP="00C50F73">
            <w:pPr>
              <w:jc w:val="center"/>
            </w:pPr>
            <w:r w:rsidRPr="00CE3919">
              <w:t>4</w:t>
            </w:r>
          </w:p>
        </w:tc>
        <w:tc>
          <w:tcPr>
            <w:tcW w:w="7854" w:type="dxa"/>
          </w:tcPr>
          <w:p w:rsidR="0041651A" w:rsidRPr="00CE3919" w:rsidRDefault="0041651A" w:rsidP="00B0199E">
            <w:r w:rsidRPr="00CE3919">
              <w:t xml:space="preserve"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</w:t>
            </w:r>
            <w:r w:rsidRPr="00E82BBB">
              <w:rPr>
                <w:i/>
                <w:iCs/>
              </w:rPr>
              <w:t>(для иностранных лиц)</w:t>
            </w:r>
          </w:p>
        </w:tc>
        <w:tc>
          <w:tcPr>
            <w:tcW w:w="1496" w:type="dxa"/>
          </w:tcPr>
          <w:p w:rsidR="0041651A" w:rsidRPr="00CE3919" w:rsidRDefault="0041651A" w:rsidP="00C50F73">
            <w:pPr>
              <w:jc w:val="center"/>
            </w:pPr>
          </w:p>
        </w:tc>
      </w:tr>
      <w:tr w:rsidR="0041651A" w:rsidRPr="00CE3919">
        <w:tc>
          <w:tcPr>
            <w:tcW w:w="856" w:type="dxa"/>
          </w:tcPr>
          <w:p w:rsidR="0041651A" w:rsidRPr="00CE3919" w:rsidRDefault="0041651A" w:rsidP="00C50F73">
            <w:pPr>
              <w:jc w:val="center"/>
            </w:pPr>
            <w:r w:rsidRPr="00CE3919">
              <w:t>5</w:t>
            </w:r>
          </w:p>
        </w:tc>
        <w:tc>
          <w:tcPr>
            <w:tcW w:w="7854" w:type="dxa"/>
          </w:tcPr>
          <w:p w:rsidR="0041651A" w:rsidRPr="00CE3919" w:rsidRDefault="0041651A" w:rsidP="007734A4">
            <w:r w:rsidRPr="00CE3919">
              <w:t>Копии документов, подтверждающие соответствие участника зак</w:t>
            </w:r>
            <w:r>
              <w:t>упки</w:t>
            </w:r>
            <w:r w:rsidRPr="00CE3919">
              <w:t xml:space="preserve">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являющиеся предметом конкурса </w:t>
            </w:r>
          </w:p>
        </w:tc>
        <w:tc>
          <w:tcPr>
            <w:tcW w:w="1496" w:type="dxa"/>
          </w:tcPr>
          <w:p w:rsidR="0041651A" w:rsidRPr="00CE3919" w:rsidRDefault="0041651A" w:rsidP="00C50F73">
            <w:pPr>
              <w:jc w:val="center"/>
            </w:pPr>
          </w:p>
        </w:tc>
      </w:tr>
      <w:tr w:rsidR="0041651A" w:rsidRPr="00CE3919">
        <w:tc>
          <w:tcPr>
            <w:tcW w:w="856" w:type="dxa"/>
          </w:tcPr>
          <w:p w:rsidR="0041651A" w:rsidRPr="00CE3919" w:rsidRDefault="0041651A" w:rsidP="00C50F73">
            <w:pPr>
              <w:jc w:val="center"/>
            </w:pPr>
            <w:r w:rsidRPr="00CE3919">
              <w:t>6</w:t>
            </w:r>
          </w:p>
        </w:tc>
        <w:tc>
          <w:tcPr>
            <w:tcW w:w="7854" w:type="dxa"/>
          </w:tcPr>
          <w:p w:rsidR="0041651A" w:rsidRPr="00CE3919" w:rsidRDefault="0041651A" w:rsidP="00FA74D1">
            <w:r w:rsidRPr="00CE3919">
              <w:t>Документ, подтверждающий полномочия лица на осуществление действий от имени участника зак</w:t>
            </w:r>
            <w:r>
              <w:t>упки</w:t>
            </w:r>
            <w:r w:rsidRPr="00CE3919">
              <w:t xml:space="preserve"> –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</w:t>
            </w:r>
            <w:r>
              <w:t>упки</w:t>
            </w:r>
            <w:r w:rsidRPr="00CE3919">
              <w:t xml:space="preserve"> без доверенности (далее для целей настоящей главы – руководитель). В случае, если от имени участника действует иное лицо, заявка на участие в конкурсе должна содержать также доверенность на осуществление действий участника зак</w:t>
            </w:r>
            <w:r>
              <w:t>упки</w:t>
            </w:r>
            <w:r w:rsidRPr="00CE3919">
              <w:t>, заверенную печатью участника</w:t>
            </w:r>
            <w:r>
              <w:t xml:space="preserve"> закупки</w:t>
            </w:r>
            <w:r w:rsidRPr="00CE3919">
              <w:t xml:space="preserve"> и подписанную руководителем (для юридических лиц) или уполномоченным этим руководителем лицом, либо нотариально заверенную копию такой доверенности. В случае, если указанная доверенность подписана лицом, уполномоченным руководителем участника зак</w:t>
            </w:r>
            <w:r>
              <w:t>упки</w:t>
            </w:r>
            <w:r w:rsidRPr="00CE3919">
              <w:t>, заявка на участие в конкурсе должна содержать также документ, подтверждающий полномочия такого лица</w:t>
            </w:r>
          </w:p>
        </w:tc>
        <w:tc>
          <w:tcPr>
            <w:tcW w:w="1496" w:type="dxa"/>
          </w:tcPr>
          <w:p w:rsidR="0041651A" w:rsidRPr="00CE3919" w:rsidRDefault="0041651A" w:rsidP="00C50F73">
            <w:pPr>
              <w:jc w:val="center"/>
            </w:pPr>
          </w:p>
        </w:tc>
      </w:tr>
      <w:tr w:rsidR="0041651A" w:rsidRPr="00CE3919">
        <w:tc>
          <w:tcPr>
            <w:tcW w:w="856" w:type="dxa"/>
          </w:tcPr>
          <w:p w:rsidR="0041651A" w:rsidRPr="00CE3919" w:rsidRDefault="0041651A" w:rsidP="00C50F73">
            <w:pPr>
              <w:jc w:val="center"/>
            </w:pPr>
            <w:r w:rsidRPr="00CE3919">
              <w:t>7</w:t>
            </w:r>
          </w:p>
        </w:tc>
        <w:tc>
          <w:tcPr>
            <w:tcW w:w="7854" w:type="dxa"/>
          </w:tcPr>
          <w:p w:rsidR="0041651A" w:rsidRPr="00CE3919" w:rsidRDefault="0041651A" w:rsidP="00A65447">
            <w:r w:rsidRPr="00CE3919">
              <w:t>Доверенность на уполномоченное лицо, имеющее право представления интересов участника за</w:t>
            </w:r>
            <w:r>
              <w:t>купки</w:t>
            </w:r>
            <w:r w:rsidRPr="00CE3919">
              <w:t xml:space="preserve"> на процедуре конкурса (в случае необходимости)</w:t>
            </w:r>
            <w:r>
              <w:t xml:space="preserve"> (Форма № 3)</w:t>
            </w:r>
          </w:p>
        </w:tc>
        <w:tc>
          <w:tcPr>
            <w:tcW w:w="1496" w:type="dxa"/>
          </w:tcPr>
          <w:p w:rsidR="0041651A" w:rsidRPr="00CE3919" w:rsidRDefault="0041651A" w:rsidP="00C50F73">
            <w:pPr>
              <w:jc w:val="center"/>
            </w:pPr>
          </w:p>
        </w:tc>
      </w:tr>
      <w:tr w:rsidR="0041651A" w:rsidRPr="00CE3919">
        <w:tc>
          <w:tcPr>
            <w:tcW w:w="856" w:type="dxa"/>
          </w:tcPr>
          <w:p w:rsidR="0041651A" w:rsidRPr="00CE3919" w:rsidRDefault="0041651A" w:rsidP="00C50F73">
            <w:pPr>
              <w:jc w:val="center"/>
            </w:pPr>
            <w:r w:rsidRPr="00CE3919">
              <w:t>8</w:t>
            </w:r>
          </w:p>
        </w:tc>
        <w:tc>
          <w:tcPr>
            <w:tcW w:w="7854" w:type="dxa"/>
          </w:tcPr>
          <w:p w:rsidR="0041651A" w:rsidRPr="00CE3919" w:rsidRDefault="0041651A" w:rsidP="0066175F">
            <w:r>
              <w:t xml:space="preserve">Заявление о согласии на обработку персональных данных при участии в  процедуре конкурса </w:t>
            </w:r>
            <w:r w:rsidRPr="00CE3919">
              <w:t>(в случае необходимости)</w:t>
            </w:r>
            <w:r>
              <w:t xml:space="preserve"> (Форма № 4)</w:t>
            </w:r>
          </w:p>
        </w:tc>
        <w:tc>
          <w:tcPr>
            <w:tcW w:w="1496" w:type="dxa"/>
          </w:tcPr>
          <w:p w:rsidR="0041651A" w:rsidRPr="00CE3919" w:rsidRDefault="0041651A" w:rsidP="00C50F73">
            <w:pPr>
              <w:jc w:val="center"/>
            </w:pPr>
          </w:p>
        </w:tc>
      </w:tr>
      <w:tr w:rsidR="0041651A" w:rsidRPr="00CE3919">
        <w:tc>
          <w:tcPr>
            <w:tcW w:w="856" w:type="dxa"/>
          </w:tcPr>
          <w:p w:rsidR="0041651A" w:rsidRPr="00CE3919" w:rsidRDefault="0041651A" w:rsidP="00C50F73">
            <w:pPr>
              <w:jc w:val="center"/>
            </w:pPr>
            <w:r w:rsidRPr="00CE3919">
              <w:t>9</w:t>
            </w:r>
          </w:p>
        </w:tc>
        <w:tc>
          <w:tcPr>
            <w:tcW w:w="7854" w:type="dxa"/>
          </w:tcPr>
          <w:p w:rsidR="0041651A" w:rsidRPr="00CE3919" w:rsidRDefault="0041651A" w:rsidP="009D483E">
            <w:r w:rsidRPr="00CE3919">
              <w:t>Копии учредительных документов участника зак</w:t>
            </w:r>
            <w:r>
              <w:t>упки</w:t>
            </w:r>
            <w:r w:rsidRPr="00CE3919">
              <w:t xml:space="preserve"> </w:t>
            </w:r>
          </w:p>
        </w:tc>
        <w:tc>
          <w:tcPr>
            <w:tcW w:w="1496" w:type="dxa"/>
          </w:tcPr>
          <w:p w:rsidR="0041651A" w:rsidRPr="00CE3919" w:rsidRDefault="0041651A" w:rsidP="00C50F73">
            <w:pPr>
              <w:jc w:val="center"/>
            </w:pPr>
          </w:p>
        </w:tc>
      </w:tr>
      <w:tr w:rsidR="0041651A" w:rsidRPr="00CE3919">
        <w:tc>
          <w:tcPr>
            <w:tcW w:w="856" w:type="dxa"/>
          </w:tcPr>
          <w:p w:rsidR="0041651A" w:rsidRPr="00CE3919" w:rsidRDefault="0041651A" w:rsidP="00C50F73">
            <w:pPr>
              <w:jc w:val="center"/>
            </w:pPr>
            <w:r w:rsidRPr="00CE3919">
              <w:t>1</w:t>
            </w:r>
            <w:r>
              <w:t>0</w:t>
            </w:r>
          </w:p>
        </w:tc>
        <w:tc>
          <w:tcPr>
            <w:tcW w:w="7854" w:type="dxa"/>
          </w:tcPr>
          <w:p w:rsidR="0041651A" w:rsidRPr="00CE3919" w:rsidRDefault="0041651A" w:rsidP="006E3A9A">
            <w:r>
              <w:t>З</w:t>
            </w:r>
            <w:r w:rsidRPr="007B01D6">
              <w:rPr>
                <w:color w:val="000000"/>
                <w:sz w:val="23"/>
                <w:szCs w:val="23"/>
              </w:rPr>
              <w:t>аверенн</w:t>
            </w:r>
            <w:r>
              <w:rPr>
                <w:color w:val="000000"/>
                <w:sz w:val="23"/>
                <w:szCs w:val="23"/>
              </w:rPr>
              <w:t>ую</w:t>
            </w:r>
            <w:r w:rsidRPr="007B01D6">
              <w:rPr>
                <w:color w:val="000000"/>
                <w:sz w:val="23"/>
                <w:szCs w:val="23"/>
              </w:rPr>
              <w:t xml:space="preserve"> Участником копи</w:t>
            </w:r>
            <w:r>
              <w:rPr>
                <w:color w:val="000000"/>
                <w:sz w:val="23"/>
                <w:szCs w:val="23"/>
              </w:rPr>
              <w:t>ю</w:t>
            </w:r>
            <w:r w:rsidRPr="007B01D6">
              <w:rPr>
                <w:color w:val="000000"/>
                <w:sz w:val="23"/>
                <w:szCs w:val="23"/>
              </w:rPr>
              <w:t xml:space="preserve"> бухгалтерского баланса на последнюю отчетную дату </w:t>
            </w:r>
          </w:p>
        </w:tc>
        <w:tc>
          <w:tcPr>
            <w:tcW w:w="1496" w:type="dxa"/>
          </w:tcPr>
          <w:p w:rsidR="0041651A" w:rsidRPr="00CE3919" w:rsidRDefault="0041651A" w:rsidP="00C50F73">
            <w:pPr>
              <w:jc w:val="center"/>
            </w:pPr>
          </w:p>
        </w:tc>
      </w:tr>
      <w:tr w:rsidR="0041651A" w:rsidRPr="00CE3919">
        <w:tc>
          <w:tcPr>
            <w:tcW w:w="856" w:type="dxa"/>
          </w:tcPr>
          <w:p w:rsidR="0041651A" w:rsidRPr="00CE3919" w:rsidRDefault="0041651A" w:rsidP="00C50F73">
            <w:pPr>
              <w:jc w:val="center"/>
            </w:pPr>
            <w:r>
              <w:t>11</w:t>
            </w:r>
          </w:p>
        </w:tc>
        <w:tc>
          <w:tcPr>
            <w:tcW w:w="7854" w:type="dxa"/>
          </w:tcPr>
          <w:p w:rsidR="0041651A" w:rsidRDefault="0041651A" w:rsidP="004405E8">
            <w:r>
              <w:rPr>
                <w:color w:val="000000"/>
                <w:sz w:val="23"/>
                <w:szCs w:val="23"/>
              </w:rPr>
              <w:t>Д</w:t>
            </w:r>
            <w:r w:rsidRPr="00747408">
              <w:t>окумент, подтверждающий отсутствие задолженности по уплате налогов</w:t>
            </w:r>
            <w:r>
              <w:t xml:space="preserve"> и других обязательных платежей</w:t>
            </w:r>
          </w:p>
        </w:tc>
        <w:tc>
          <w:tcPr>
            <w:tcW w:w="1496" w:type="dxa"/>
          </w:tcPr>
          <w:p w:rsidR="0041651A" w:rsidRPr="00CE3919" w:rsidRDefault="0041651A" w:rsidP="00C50F73">
            <w:pPr>
              <w:jc w:val="center"/>
            </w:pPr>
          </w:p>
        </w:tc>
      </w:tr>
      <w:tr w:rsidR="0041651A" w:rsidRPr="00CE3919">
        <w:tc>
          <w:tcPr>
            <w:tcW w:w="856" w:type="dxa"/>
          </w:tcPr>
          <w:p w:rsidR="0041651A" w:rsidRPr="00CE3919" w:rsidRDefault="0041651A" w:rsidP="00C50F73">
            <w:pPr>
              <w:jc w:val="center"/>
            </w:pPr>
            <w:r>
              <w:t>12</w:t>
            </w:r>
          </w:p>
        </w:tc>
        <w:tc>
          <w:tcPr>
            <w:tcW w:w="7854" w:type="dxa"/>
          </w:tcPr>
          <w:p w:rsidR="0041651A" w:rsidRDefault="0041651A" w:rsidP="009B76B8">
            <w:r>
              <w:t>Р</w:t>
            </w:r>
            <w:r w:rsidRPr="00747408">
              <w:t>ешение об одобрении или о совершении крупной сделки либо копия такого решения в случае, если требование о необходимости принятия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договора, является крупной сделкой</w:t>
            </w:r>
          </w:p>
        </w:tc>
        <w:tc>
          <w:tcPr>
            <w:tcW w:w="1496" w:type="dxa"/>
          </w:tcPr>
          <w:p w:rsidR="0041651A" w:rsidRPr="00CE3919" w:rsidRDefault="0041651A" w:rsidP="00C50F73">
            <w:pPr>
              <w:jc w:val="center"/>
            </w:pPr>
          </w:p>
        </w:tc>
      </w:tr>
      <w:tr w:rsidR="0041651A" w:rsidRPr="00CE3919">
        <w:tc>
          <w:tcPr>
            <w:tcW w:w="856" w:type="dxa"/>
          </w:tcPr>
          <w:p w:rsidR="0041651A" w:rsidRPr="00CE3919" w:rsidRDefault="0041651A" w:rsidP="00C50F73">
            <w:pPr>
              <w:jc w:val="center"/>
            </w:pPr>
            <w:r>
              <w:t>13</w:t>
            </w:r>
          </w:p>
        </w:tc>
        <w:tc>
          <w:tcPr>
            <w:tcW w:w="7854" w:type="dxa"/>
          </w:tcPr>
          <w:p w:rsidR="0041651A" w:rsidRPr="00CE3919" w:rsidRDefault="0041651A" w:rsidP="00CD107C">
            <w:r w:rsidRPr="00CE3919">
              <w:t>Другие документы, прилагаемые по усмотрению участника зак</w:t>
            </w:r>
            <w:r>
              <w:t>упки</w:t>
            </w:r>
          </w:p>
        </w:tc>
        <w:tc>
          <w:tcPr>
            <w:tcW w:w="1496" w:type="dxa"/>
          </w:tcPr>
          <w:p w:rsidR="0041651A" w:rsidRPr="00CE3919" w:rsidRDefault="0041651A" w:rsidP="00C50F73">
            <w:pPr>
              <w:jc w:val="center"/>
            </w:pPr>
          </w:p>
        </w:tc>
      </w:tr>
      <w:tr w:rsidR="0041651A" w:rsidRPr="00CE3919">
        <w:tc>
          <w:tcPr>
            <w:tcW w:w="856" w:type="dxa"/>
          </w:tcPr>
          <w:p w:rsidR="0041651A" w:rsidRPr="00CE3919" w:rsidRDefault="0041651A" w:rsidP="00C50F73">
            <w:pPr>
              <w:jc w:val="center"/>
            </w:pPr>
          </w:p>
        </w:tc>
        <w:tc>
          <w:tcPr>
            <w:tcW w:w="7854" w:type="dxa"/>
          </w:tcPr>
          <w:p w:rsidR="0041651A" w:rsidRPr="00CE3919" w:rsidRDefault="0041651A" w:rsidP="00C50F73">
            <w:r w:rsidRPr="00CE3919">
              <w:t>ИТОГО кол</w:t>
            </w:r>
            <w:r>
              <w:t>ичест</w:t>
            </w:r>
            <w:r w:rsidRPr="00CE3919">
              <w:t>во листов</w:t>
            </w:r>
          </w:p>
        </w:tc>
        <w:tc>
          <w:tcPr>
            <w:tcW w:w="1496" w:type="dxa"/>
          </w:tcPr>
          <w:p w:rsidR="0041651A" w:rsidRPr="00CE3919" w:rsidRDefault="0041651A" w:rsidP="00C50F73">
            <w:pPr>
              <w:jc w:val="center"/>
            </w:pPr>
          </w:p>
        </w:tc>
      </w:tr>
    </w:tbl>
    <w:p w:rsidR="0041651A" w:rsidRDefault="0041651A" w:rsidP="00F71A52"/>
    <w:p w:rsidR="0041651A" w:rsidRDefault="0041651A" w:rsidP="00F71A52"/>
    <w:p w:rsidR="0041651A" w:rsidRDefault="0041651A" w:rsidP="00F71A52"/>
    <w:tbl>
      <w:tblPr>
        <w:tblW w:w="0" w:type="auto"/>
        <w:tblInd w:w="-106" w:type="dxa"/>
        <w:tblLook w:val="01E0"/>
      </w:tblPr>
      <w:tblGrid>
        <w:gridCol w:w="4409"/>
        <w:gridCol w:w="2244"/>
        <w:gridCol w:w="561"/>
        <w:gridCol w:w="2924"/>
      </w:tblGrid>
      <w:tr w:rsidR="0041651A">
        <w:tc>
          <w:tcPr>
            <w:tcW w:w="4409" w:type="dxa"/>
          </w:tcPr>
          <w:p w:rsidR="0041651A" w:rsidRDefault="0041651A" w:rsidP="00C50F73">
            <w:r w:rsidRPr="00B06663">
              <w:t>Руководитель (уполномоченное лицо) участника зак</w:t>
            </w:r>
            <w:r>
              <w:t>упки</w:t>
            </w:r>
          </w:p>
        </w:tc>
        <w:tc>
          <w:tcPr>
            <w:tcW w:w="2244" w:type="dxa"/>
            <w:tcBorders>
              <w:bottom w:val="single" w:sz="4" w:space="0" w:color="auto"/>
            </w:tcBorders>
          </w:tcPr>
          <w:p w:rsidR="0041651A" w:rsidRDefault="0041651A" w:rsidP="00C50F73"/>
        </w:tc>
        <w:tc>
          <w:tcPr>
            <w:tcW w:w="561" w:type="dxa"/>
          </w:tcPr>
          <w:p w:rsidR="0041651A" w:rsidRDefault="0041651A" w:rsidP="00C50F73"/>
        </w:tc>
        <w:tc>
          <w:tcPr>
            <w:tcW w:w="2924" w:type="dxa"/>
            <w:tcBorders>
              <w:bottom w:val="single" w:sz="4" w:space="0" w:color="auto"/>
            </w:tcBorders>
          </w:tcPr>
          <w:p w:rsidR="0041651A" w:rsidRDefault="0041651A" w:rsidP="00C50F73"/>
        </w:tc>
      </w:tr>
      <w:tr w:rsidR="0041651A" w:rsidRPr="00E82BBB">
        <w:tc>
          <w:tcPr>
            <w:tcW w:w="4409" w:type="dxa"/>
          </w:tcPr>
          <w:p w:rsidR="0041651A" w:rsidRPr="00E82BBB" w:rsidRDefault="0041651A" w:rsidP="00C50F73">
            <w:pPr>
              <w:jc w:val="center"/>
              <w:rPr>
                <w:vertAlign w:val="superscript"/>
              </w:rPr>
            </w:pPr>
          </w:p>
        </w:tc>
        <w:tc>
          <w:tcPr>
            <w:tcW w:w="2244" w:type="dxa"/>
            <w:tcBorders>
              <w:top w:val="single" w:sz="4" w:space="0" w:color="auto"/>
            </w:tcBorders>
          </w:tcPr>
          <w:p w:rsidR="0041651A" w:rsidRPr="00E82BBB" w:rsidRDefault="0041651A" w:rsidP="00C50F73">
            <w:pPr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(подпись)</w:t>
            </w:r>
          </w:p>
        </w:tc>
        <w:tc>
          <w:tcPr>
            <w:tcW w:w="561" w:type="dxa"/>
          </w:tcPr>
          <w:p w:rsidR="0041651A" w:rsidRPr="00E82BBB" w:rsidRDefault="0041651A" w:rsidP="00C50F73">
            <w:pPr>
              <w:jc w:val="center"/>
              <w:rPr>
                <w:vertAlign w:val="superscript"/>
              </w:rPr>
            </w:pPr>
          </w:p>
        </w:tc>
        <w:tc>
          <w:tcPr>
            <w:tcW w:w="2924" w:type="dxa"/>
            <w:tcBorders>
              <w:top w:val="single" w:sz="4" w:space="0" w:color="auto"/>
            </w:tcBorders>
          </w:tcPr>
          <w:p w:rsidR="0041651A" w:rsidRPr="00E82BBB" w:rsidRDefault="0041651A" w:rsidP="00C50F73">
            <w:pPr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(расшифровка подписи)</w:t>
            </w:r>
          </w:p>
        </w:tc>
      </w:tr>
      <w:tr w:rsidR="0041651A" w:rsidRPr="00B27DE2">
        <w:tc>
          <w:tcPr>
            <w:tcW w:w="4409" w:type="dxa"/>
          </w:tcPr>
          <w:p w:rsidR="0041651A" w:rsidRPr="00B27DE2" w:rsidRDefault="0041651A" w:rsidP="00C50F73">
            <w:pPr>
              <w:jc w:val="center"/>
            </w:pPr>
            <w:r w:rsidRPr="00B27DE2">
              <w:t>М.П.</w:t>
            </w:r>
          </w:p>
        </w:tc>
        <w:tc>
          <w:tcPr>
            <w:tcW w:w="2244" w:type="dxa"/>
          </w:tcPr>
          <w:p w:rsidR="0041651A" w:rsidRPr="00B27DE2" w:rsidRDefault="0041651A" w:rsidP="00C50F73">
            <w:pPr>
              <w:jc w:val="center"/>
            </w:pPr>
          </w:p>
        </w:tc>
        <w:tc>
          <w:tcPr>
            <w:tcW w:w="561" w:type="dxa"/>
          </w:tcPr>
          <w:p w:rsidR="0041651A" w:rsidRPr="00B27DE2" w:rsidRDefault="0041651A" w:rsidP="00C50F73">
            <w:pPr>
              <w:jc w:val="center"/>
            </w:pPr>
          </w:p>
        </w:tc>
        <w:tc>
          <w:tcPr>
            <w:tcW w:w="2924" w:type="dxa"/>
          </w:tcPr>
          <w:p w:rsidR="0041651A" w:rsidRPr="00B27DE2" w:rsidRDefault="0041651A" w:rsidP="00C50F73">
            <w:pPr>
              <w:jc w:val="center"/>
            </w:pPr>
          </w:p>
        </w:tc>
      </w:tr>
    </w:tbl>
    <w:p w:rsidR="0041651A" w:rsidRDefault="0041651A" w:rsidP="00F71A52"/>
    <w:p w:rsidR="0041651A" w:rsidRDefault="0041651A" w:rsidP="008909B0">
      <w:pPr>
        <w:pageBreakBefore/>
      </w:pPr>
    </w:p>
    <w:tbl>
      <w:tblPr>
        <w:tblW w:w="0" w:type="auto"/>
        <w:tblInd w:w="-106" w:type="dxa"/>
        <w:tblLook w:val="01E0"/>
      </w:tblPr>
      <w:tblGrid>
        <w:gridCol w:w="3379"/>
        <w:gridCol w:w="2900"/>
        <w:gridCol w:w="3859"/>
      </w:tblGrid>
      <w:tr w:rsidR="0041651A">
        <w:tc>
          <w:tcPr>
            <w:tcW w:w="3379" w:type="dxa"/>
          </w:tcPr>
          <w:p w:rsidR="0041651A" w:rsidRDefault="0041651A" w:rsidP="00315680">
            <w:r w:rsidRPr="00B06663">
              <w:t>На бланке организации</w:t>
            </w:r>
          </w:p>
        </w:tc>
        <w:tc>
          <w:tcPr>
            <w:tcW w:w="2900" w:type="dxa"/>
          </w:tcPr>
          <w:p w:rsidR="0041651A" w:rsidRDefault="0041651A" w:rsidP="00315680"/>
        </w:tc>
        <w:tc>
          <w:tcPr>
            <w:tcW w:w="3859" w:type="dxa"/>
          </w:tcPr>
          <w:p w:rsidR="0041651A" w:rsidRDefault="0041651A" w:rsidP="00315680">
            <w:pPr>
              <w:jc w:val="right"/>
            </w:pPr>
            <w:r w:rsidRPr="00B06663">
              <w:t>Форма №1</w:t>
            </w:r>
          </w:p>
        </w:tc>
      </w:tr>
      <w:tr w:rsidR="0041651A">
        <w:tc>
          <w:tcPr>
            <w:tcW w:w="3379" w:type="dxa"/>
          </w:tcPr>
          <w:p w:rsidR="0041651A" w:rsidRPr="00B06663" w:rsidRDefault="0041651A" w:rsidP="00315680"/>
        </w:tc>
        <w:tc>
          <w:tcPr>
            <w:tcW w:w="2900" w:type="dxa"/>
          </w:tcPr>
          <w:p w:rsidR="0041651A" w:rsidRDefault="0041651A" w:rsidP="00315680"/>
        </w:tc>
        <w:tc>
          <w:tcPr>
            <w:tcW w:w="3859" w:type="dxa"/>
          </w:tcPr>
          <w:p w:rsidR="0041651A" w:rsidRPr="00B06663" w:rsidRDefault="0041651A" w:rsidP="00315680">
            <w:r w:rsidRPr="00B06663">
              <w:t>Заказчику</w:t>
            </w:r>
          </w:p>
          <w:p w:rsidR="0041651A" w:rsidRDefault="0041651A" w:rsidP="00315680">
            <w:r>
              <w:t>Генеральному д</w:t>
            </w:r>
            <w:r w:rsidRPr="00B06663">
              <w:t>иректору</w:t>
            </w:r>
          </w:p>
          <w:p w:rsidR="0041651A" w:rsidRPr="00B06663" w:rsidRDefault="0041651A" w:rsidP="00315680">
            <w:r>
              <w:t>ЗА</w:t>
            </w:r>
            <w:r w:rsidRPr="00B06663">
              <w:t>О «Саратовское предприятие</w:t>
            </w:r>
            <w:r>
              <w:t xml:space="preserve"> </w:t>
            </w:r>
            <w:r w:rsidRPr="00B06663">
              <w:t>городских электрических сетей»</w:t>
            </w:r>
          </w:p>
        </w:tc>
      </w:tr>
    </w:tbl>
    <w:p w:rsidR="0041651A" w:rsidRDefault="0041651A" w:rsidP="008909B0"/>
    <w:p w:rsidR="0041651A" w:rsidRPr="00B06663" w:rsidRDefault="0041651A" w:rsidP="008909B0"/>
    <w:p w:rsidR="0041651A" w:rsidRPr="00B27DE2" w:rsidRDefault="0041651A" w:rsidP="008909B0">
      <w:pPr>
        <w:pStyle w:val="Heading1"/>
        <w:rPr>
          <w:i/>
          <w:iCs/>
        </w:rPr>
      </w:pPr>
      <w:r w:rsidRPr="00B27DE2">
        <w:rPr>
          <w:i/>
          <w:iCs/>
        </w:rPr>
        <w:t>ЗАЯВКА НА УЧАСТИЕ В КОНКУРСЕ</w:t>
      </w:r>
    </w:p>
    <w:p w:rsidR="0041651A" w:rsidRPr="00B06663" w:rsidRDefault="0041651A" w:rsidP="008909B0">
      <w:pPr>
        <w:pStyle w:val="a"/>
      </w:pPr>
      <w:r w:rsidRPr="00B06663">
        <w:t>1. Изучив конкурсную документацию, а также применимые к данному конкурсу законодательство</w:t>
      </w:r>
      <w:r>
        <w:t xml:space="preserve"> </w:t>
      </w:r>
      <w:r w:rsidRPr="00B06663">
        <w:t>и нормативно-правовые акты ____________________________________</w:t>
      </w:r>
      <w:r>
        <w:t>_________</w:t>
      </w:r>
      <w:r w:rsidRPr="00B06663">
        <w:t>__</w:t>
      </w:r>
      <w:r>
        <w:t>_______________________________</w:t>
      </w:r>
    </w:p>
    <w:p w:rsidR="0041651A" w:rsidRPr="00B27DE2" w:rsidRDefault="0041651A" w:rsidP="008909B0">
      <w:pPr>
        <w:ind w:left="3927" w:hanging="3927"/>
        <w:jc w:val="center"/>
        <w:rPr>
          <w:vertAlign w:val="superscript"/>
        </w:rPr>
      </w:pPr>
      <w:r w:rsidRPr="00B27DE2">
        <w:rPr>
          <w:vertAlign w:val="superscript"/>
        </w:rPr>
        <w:t>(наименование участника закупки)</w:t>
      </w:r>
    </w:p>
    <w:p w:rsidR="0041651A" w:rsidRPr="00B06663" w:rsidRDefault="0041651A" w:rsidP="008909B0">
      <w:r w:rsidRPr="00B06663">
        <w:t>в лице, ______________________________________________________________________</w:t>
      </w:r>
      <w:r>
        <w:t>__</w:t>
      </w:r>
      <w:r w:rsidRPr="00B06663">
        <w:t>__</w:t>
      </w:r>
    </w:p>
    <w:p w:rsidR="0041651A" w:rsidRPr="00A049F2" w:rsidRDefault="0041651A" w:rsidP="008909B0">
      <w:pPr>
        <w:ind w:left="748"/>
        <w:jc w:val="center"/>
        <w:rPr>
          <w:vertAlign w:val="superscript"/>
        </w:rPr>
      </w:pPr>
      <w:r w:rsidRPr="00A049F2">
        <w:rPr>
          <w:vertAlign w:val="superscript"/>
        </w:rPr>
        <w:t>(наименование должности, Ф.И.О. руководителя, уполномоченного лица для юридического лица)</w:t>
      </w:r>
    </w:p>
    <w:p w:rsidR="0041651A" w:rsidRPr="00B06663" w:rsidRDefault="0041651A" w:rsidP="008909B0">
      <w:r w:rsidRPr="00B06663">
        <w:t>направляе</w:t>
      </w:r>
      <w:r>
        <w:t>т</w:t>
      </w:r>
      <w:r w:rsidRPr="00B06663">
        <w:t xml:space="preserve"> настоящую конкурсную заявку с пакетом необходимых документов для участия в</w:t>
      </w:r>
    </w:p>
    <w:p w:rsidR="0041651A" w:rsidRPr="00A049F2" w:rsidRDefault="0041651A" w:rsidP="008909B0">
      <w:pPr>
        <w:rPr>
          <w:vertAlign w:val="superscript"/>
        </w:rPr>
      </w:pPr>
      <w:r w:rsidRPr="00B06663">
        <w:t xml:space="preserve">открытом </w:t>
      </w:r>
      <w:r>
        <w:t xml:space="preserve">одноэтапном </w:t>
      </w:r>
      <w:r w:rsidRPr="00B06663">
        <w:t xml:space="preserve">конкурсе </w:t>
      </w:r>
      <w:r w:rsidRPr="00606AEB">
        <w:rPr>
          <w:u w:val="single"/>
        </w:rPr>
        <w:t xml:space="preserve">на право заключения договора </w:t>
      </w:r>
      <w:r>
        <w:rPr>
          <w:u w:val="single"/>
        </w:rPr>
        <w:t xml:space="preserve">подряда </w:t>
      </w:r>
      <w:r w:rsidRPr="00606AEB">
        <w:rPr>
          <w:u w:val="single"/>
        </w:rPr>
        <w:t>на выполнение работ</w:t>
      </w:r>
      <w:r>
        <w:rPr>
          <w:u w:val="single"/>
        </w:rPr>
        <w:t xml:space="preserve"> по формированию границ охранной зоны кабельных линий.</w:t>
      </w:r>
      <w:r w:rsidRPr="00A049F2">
        <w:rPr>
          <w:vertAlign w:val="superscript"/>
        </w:rPr>
        <w:t xml:space="preserve"> </w:t>
      </w:r>
      <w:r>
        <w:rPr>
          <w:vertAlign w:val="superscript"/>
        </w:rPr>
        <w:t xml:space="preserve">                                                                                                                    </w:t>
      </w:r>
      <w:r w:rsidRPr="00A049F2">
        <w:rPr>
          <w:vertAlign w:val="superscript"/>
        </w:rPr>
        <w:t>(указать предмет конкурса)</w:t>
      </w:r>
    </w:p>
    <w:p w:rsidR="0041651A" w:rsidRDefault="0041651A" w:rsidP="008909B0">
      <w:pPr>
        <w:pStyle w:val="a"/>
      </w:pPr>
      <w:r>
        <w:t>2. Мы согласны</w:t>
      </w:r>
      <w:r w:rsidRPr="00B06663">
        <w:t xml:space="preserve"> выполнить работы в соответствии с требованиями конкурсной документации и на условиях, которые мы представили в настоящем предложении:</w:t>
      </w:r>
    </w:p>
    <w:p w:rsidR="0041651A" w:rsidRDefault="0041651A" w:rsidP="008909B0">
      <w:pPr>
        <w:pStyle w:val="a"/>
      </w:pPr>
      <w:r w:rsidRPr="00B06663">
        <w:t xml:space="preserve">Цена договора в текущих ценах (с учетом налогов) </w:t>
      </w:r>
      <w:r>
        <w:t>–  _______________________________.</w:t>
      </w:r>
    </w:p>
    <w:p w:rsidR="0041651A" w:rsidRDefault="0041651A" w:rsidP="008909B0">
      <w:pPr>
        <w:pStyle w:val="a"/>
      </w:pPr>
      <w:r w:rsidRPr="00B06663">
        <w:t>3. Мы ознакомлены с материалами, содержащимися в техническом задании, влияющими на стоимость договора.</w:t>
      </w:r>
    </w:p>
    <w:p w:rsidR="0041651A" w:rsidRDefault="0041651A" w:rsidP="008909B0">
      <w:pPr>
        <w:pStyle w:val="a"/>
      </w:pPr>
      <w:r w:rsidRPr="00B06663">
        <w:t>4. Мы согласны с тем, что в случае, если нами не были учтены какие-либо расценки на работы,</w:t>
      </w:r>
      <w:r>
        <w:t xml:space="preserve"> </w:t>
      </w:r>
      <w:r w:rsidRPr="00B06663">
        <w:t>которые должны быть выполнены, в соответствии с предметом конкурса, данные работы будут в</w:t>
      </w:r>
      <w:r>
        <w:t xml:space="preserve"> </w:t>
      </w:r>
      <w:r w:rsidRPr="00B06663">
        <w:t>любом случае выполнены в полном соответствии с техническим заданием в пределах предлагаемой нами цены договора.</w:t>
      </w:r>
    </w:p>
    <w:p w:rsidR="0041651A" w:rsidRDefault="0041651A" w:rsidP="008909B0">
      <w:pPr>
        <w:pStyle w:val="a"/>
      </w:pPr>
      <w:r w:rsidRPr="00B06663">
        <w:t>5. Если наши предложения, изложенные выше, будут приняты, мы берем на себя обязательство</w:t>
      </w:r>
      <w:r>
        <w:t xml:space="preserve"> </w:t>
      </w:r>
      <w:r w:rsidRPr="00B06663">
        <w:t>выполнить работу в соответствии с требованиями конкурсной документации, включая требования, содержащиеся в техническом</w:t>
      </w:r>
      <w:r>
        <w:t xml:space="preserve"> задании</w:t>
      </w:r>
      <w:r w:rsidRPr="00B06663">
        <w:t>.</w:t>
      </w:r>
    </w:p>
    <w:p w:rsidR="0041651A" w:rsidRPr="00B06663" w:rsidRDefault="0041651A" w:rsidP="008909B0">
      <w:pPr>
        <w:pStyle w:val="a"/>
      </w:pPr>
      <w:r w:rsidRPr="00B06663">
        <w:t>6. Настоящей заявкой подтверждаем, что в отношении _______________________________</w:t>
      </w:r>
    </w:p>
    <w:p w:rsidR="0041651A" w:rsidRPr="00A049F2" w:rsidRDefault="0041651A" w:rsidP="008909B0">
      <w:pPr>
        <w:ind w:left="6171"/>
        <w:jc w:val="center"/>
        <w:rPr>
          <w:vertAlign w:val="superscript"/>
        </w:rPr>
      </w:pPr>
      <w:r w:rsidRPr="00A049F2">
        <w:rPr>
          <w:vertAlign w:val="superscript"/>
        </w:rPr>
        <w:t>(наименование участника закупки)</w:t>
      </w:r>
    </w:p>
    <w:p w:rsidR="0041651A" w:rsidRDefault="0041651A" w:rsidP="008909B0">
      <w:r w:rsidRPr="00B06663">
        <w:t>не проводится процедура ликвидации, банкротства, деятельность не приостановлена, а также, что</w:t>
      </w:r>
      <w:r>
        <w:t xml:space="preserve"> </w:t>
      </w:r>
      <w:r w:rsidRPr="00B06663">
        <w:t>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</w:t>
      </w:r>
      <w:r>
        <w:t xml:space="preserve"> </w:t>
      </w:r>
      <w:r w:rsidRPr="00B06663">
        <w:t>превышает ____</w:t>
      </w:r>
      <w:r>
        <w:t>___</w:t>
      </w:r>
      <w:r w:rsidRPr="00B06663">
        <w:t>_____ % (значение указать цифрами и прописью) балансовой стоимости активов</w:t>
      </w:r>
      <w:r>
        <w:t xml:space="preserve"> </w:t>
      </w:r>
      <w:r w:rsidRPr="00B06663">
        <w:t>участника зак</w:t>
      </w:r>
      <w:r>
        <w:t>упки</w:t>
      </w:r>
      <w:r w:rsidRPr="00B06663">
        <w:t xml:space="preserve"> по данным бухгалтерской отчетности за последний завершенный</w:t>
      </w:r>
      <w:r>
        <w:t xml:space="preserve"> </w:t>
      </w:r>
      <w:r w:rsidRPr="00B06663">
        <w:t>отчетный период.</w:t>
      </w:r>
    </w:p>
    <w:p w:rsidR="0041651A" w:rsidRDefault="0041651A" w:rsidP="008909B0">
      <w:pPr>
        <w:pStyle w:val="a"/>
      </w:pPr>
      <w:r w:rsidRPr="00B06663">
        <w:t xml:space="preserve">7. Настоящим гарантируем достоверность представленной нами в заявке информации и подтверждаем право </w:t>
      </w:r>
      <w:r>
        <w:t>З</w:t>
      </w:r>
      <w:r w:rsidRPr="00B06663">
        <w:t>аказчика, не противоречащее требованию формировании равных для всех участников конкурса условий, запрашивать у нас, в уполномоченных органах власти и у упомянутых в</w:t>
      </w:r>
      <w:r>
        <w:t xml:space="preserve"> </w:t>
      </w:r>
      <w:r w:rsidRPr="00B06663">
        <w:t>нашей заявке юридических и физических лиц информацию, уточняющую представленные нами в</w:t>
      </w:r>
      <w:r>
        <w:t xml:space="preserve"> </w:t>
      </w:r>
      <w:r w:rsidRPr="00B06663">
        <w:t>ней сведения.</w:t>
      </w:r>
    </w:p>
    <w:p w:rsidR="0041651A" w:rsidRDefault="0041651A" w:rsidP="008909B0">
      <w:pPr>
        <w:pStyle w:val="a"/>
      </w:pPr>
      <w:r w:rsidRPr="00B06663">
        <w:t>8. В случае, если наши предложения будут признаны лучшими, мы берем на себя обязательства</w:t>
      </w:r>
      <w:r>
        <w:t xml:space="preserve"> </w:t>
      </w:r>
      <w:r w:rsidRPr="00B06663">
        <w:t xml:space="preserve">подписать договор с </w:t>
      </w:r>
      <w:r>
        <w:t>З</w:t>
      </w:r>
      <w:r w:rsidRPr="00B06663">
        <w:t xml:space="preserve">аказчиком в соответствии с требованиями конкурсной документации, </w:t>
      </w:r>
      <w:r>
        <w:t>проект</w:t>
      </w:r>
      <w:r w:rsidRPr="00B06663">
        <w:t>а договора и условиями наших предложений, в срок не позднее пятнадцати дней со дня размещения на официальном сайте протокола оценки и сопоставления заявок на участие в конкурсе.</w:t>
      </w:r>
    </w:p>
    <w:p w:rsidR="0041651A" w:rsidRDefault="0041651A" w:rsidP="008909B0">
      <w:pPr>
        <w:pStyle w:val="a"/>
      </w:pPr>
      <w:r w:rsidRPr="00B06663">
        <w:t>9. В случае, если наши предложения будут лучшими после предложений победителя конкурса, а</w:t>
      </w:r>
      <w:r>
        <w:t xml:space="preserve"> </w:t>
      </w:r>
      <w:r w:rsidRPr="00B06663">
        <w:t xml:space="preserve">победитель конкурса будет признан уклонившимся от заключения договора с </w:t>
      </w:r>
      <w:r>
        <w:t>З</w:t>
      </w:r>
      <w:r w:rsidRPr="00B06663">
        <w:t>аказчиком, мы обязуемся подписать данный договор в соответствии с требованиями конкурсной документации и условиями нашего предложения по цене.</w:t>
      </w:r>
    </w:p>
    <w:p w:rsidR="0041651A" w:rsidRPr="00B06663" w:rsidRDefault="0041651A" w:rsidP="008909B0">
      <w:pPr>
        <w:pStyle w:val="a"/>
      </w:pPr>
      <w:r w:rsidRPr="00B06663">
        <w:t>10. Мы извещены, что в случае признания нас победителями конкурса или принятия решения о</w:t>
      </w:r>
      <w:r>
        <w:t xml:space="preserve"> </w:t>
      </w:r>
      <w:r w:rsidRPr="00B06663">
        <w:t>заключении с нами договора в случае отказа от его подписания победителем конкурса, и нашего</w:t>
      </w:r>
      <w:r>
        <w:t xml:space="preserve"> </w:t>
      </w:r>
      <w:r w:rsidRPr="00B06663">
        <w:t>уклонения</w:t>
      </w:r>
      <w:r>
        <w:t xml:space="preserve"> </w:t>
      </w:r>
      <w:r w:rsidRPr="00B06663">
        <w:t>от</w:t>
      </w:r>
      <w:r>
        <w:t xml:space="preserve"> </w:t>
      </w:r>
      <w:r w:rsidRPr="00B06663">
        <w:t>заключения</w:t>
      </w:r>
      <w:r>
        <w:t xml:space="preserve"> </w:t>
      </w:r>
      <w:r w:rsidRPr="00B06663">
        <w:t>договора,</w:t>
      </w:r>
    </w:p>
    <w:p w:rsidR="0041651A" w:rsidRPr="00B06663" w:rsidRDefault="0041651A" w:rsidP="008909B0">
      <w:r w:rsidRPr="00B06663">
        <w:t>_________________________________________________________________</w:t>
      </w:r>
      <w:r>
        <w:t>_</w:t>
      </w:r>
      <w:r w:rsidRPr="00B06663">
        <w:t>_______________</w:t>
      </w:r>
    </w:p>
    <w:p w:rsidR="0041651A" w:rsidRPr="005D64C1" w:rsidRDefault="0041651A" w:rsidP="008909B0">
      <w:pPr>
        <w:jc w:val="center"/>
        <w:rPr>
          <w:vertAlign w:val="superscript"/>
        </w:rPr>
      </w:pPr>
      <w:r w:rsidRPr="005D64C1">
        <w:rPr>
          <w:vertAlign w:val="superscript"/>
        </w:rPr>
        <w:t>(наименование участника зак</w:t>
      </w:r>
      <w:r>
        <w:rPr>
          <w:vertAlign w:val="superscript"/>
        </w:rPr>
        <w:t>упки</w:t>
      </w:r>
      <w:r w:rsidRPr="005D64C1">
        <w:rPr>
          <w:vertAlign w:val="superscript"/>
        </w:rPr>
        <w:t>)</w:t>
      </w:r>
    </w:p>
    <w:p w:rsidR="0041651A" w:rsidRPr="00B06663" w:rsidRDefault="0041651A" w:rsidP="008909B0">
      <w:r w:rsidRPr="00B06663">
        <w:t>будет включено в Реестр недобросовестных поставщиков.</w:t>
      </w:r>
    </w:p>
    <w:p w:rsidR="0041651A" w:rsidRPr="00B06663" w:rsidRDefault="0041651A" w:rsidP="008909B0">
      <w:pPr>
        <w:pStyle w:val="a"/>
      </w:pPr>
      <w:r w:rsidRPr="00B06663">
        <w:t>11. Сообщаем, что для оперативного уведомления нас по вопросам организационного характера и</w:t>
      </w:r>
      <w:r>
        <w:t xml:space="preserve"> </w:t>
      </w:r>
      <w:r w:rsidRPr="00B06663">
        <w:t xml:space="preserve">взаимодействия с </w:t>
      </w:r>
      <w:r>
        <w:t>З</w:t>
      </w:r>
      <w:r w:rsidRPr="00B06663">
        <w:t>аказчиком нами уполномочен ___________________________</w:t>
      </w:r>
      <w:r>
        <w:t>__.</w:t>
      </w:r>
    </w:p>
    <w:p w:rsidR="0041651A" w:rsidRPr="005D64C1" w:rsidRDefault="0041651A" w:rsidP="008909B0">
      <w:pPr>
        <w:ind w:left="5984"/>
        <w:jc w:val="center"/>
        <w:rPr>
          <w:vertAlign w:val="superscript"/>
        </w:rPr>
      </w:pPr>
      <w:r w:rsidRPr="005D64C1">
        <w:rPr>
          <w:vertAlign w:val="superscript"/>
        </w:rPr>
        <w:t>(контактная информация уполномоченного лица)</w:t>
      </w:r>
    </w:p>
    <w:p w:rsidR="0041651A" w:rsidRDefault="0041651A" w:rsidP="008909B0">
      <w:pPr>
        <w:pStyle w:val="a"/>
      </w:pPr>
      <w:r w:rsidRPr="00B06663">
        <w:t>Все сведения о проведении конкурса просим сообщать указанному уполномоченному лицу.</w:t>
      </w:r>
    </w:p>
    <w:p w:rsidR="0041651A" w:rsidRDefault="0041651A" w:rsidP="008909B0">
      <w:pPr>
        <w:pStyle w:val="a"/>
      </w:pPr>
      <w:r w:rsidRPr="00B06663">
        <w:t>12. В случае присуждения нам права заключить договор в период с даты получения протокола</w:t>
      </w:r>
      <w:r>
        <w:t xml:space="preserve"> </w:t>
      </w:r>
      <w:r w:rsidRPr="00B06663">
        <w:t xml:space="preserve">оценки и сопоставления заявок на участие в конкурсе и </w:t>
      </w:r>
      <w:r>
        <w:t>проект</w:t>
      </w:r>
      <w:r w:rsidRPr="00B06663">
        <w:t>а договора и до подписания официального договора настоящая заявка будет носить характер предварительного заключенного нами и</w:t>
      </w:r>
      <w:r>
        <w:t xml:space="preserve"> З</w:t>
      </w:r>
      <w:r w:rsidRPr="00B06663">
        <w:t>аказчиком договора о заключении договора на условиях наших предложений.</w:t>
      </w:r>
    </w:p>
    <w:p w:rsidR="0041651A" w:rsidRDefault="0041651A" w:rsidP="008909B0">
      <w:pPr>
        <w:pStyle w:val="a"/>
      </w:pPr>
      <w:r w:rsidRPr="00B06663">
        <w:t>13. Сведения об участнике зак</w:t>
      </w:r>
      <w:r>
        <w:t>упки</w:t>
      </w:r>
      <w:r w:rsidRPr="00B06663">
        <w:t>:</w:t>
      </w:r>
    </w:p>
    <w:p w:rsidR="0041651A" w:rsidRDefault="0041651A" w:rsidP="008909B0">
      <w:pPr>
        <w:pStyle w:val="a"/>
      </w:pPr>
      <w:r w:rsidRPr="00B06663">
        <w:t>13.1 Фирменное наименование (для юридического лица): ______________</w:t>
      </w:r>
      <w:r>
        <w:t>_</w:t>
      </w:r>
      <w:r w:rsidRPr="00B06663">
        <w:t>_____________</w:t>
      </w:r>
    </w:p>
    <w:p w:rsidR="0041651A" w:rsidRDefault="0041651A" w:rsidP="008909B0">
      <w:pPr>
        <w:pStyle w:val="a"/>
      </w:pPr>
      <w:r w:rsidRPr="00B06663">
        <w:t>13.2 Организационно-правовая форма (для юридического лица): __________</w:t>
      </w:r>
      <w:r>
        <w:t>_</w:t>
      </w:r>
      <w:r w:rsidRPr="00B06663">
        <w:t>___________</w:t>
      </w:r>
    </w:p>
    <w:p w:rsidR="0041651A" w:rsidRDefault="0041651A" w:rsidP="008909B0">
      <w:pPr>
        <w:pStyle w:val="a"/>
      </w:pPr>
      <w:r w:rsidRPr="00B06663">
        <w:t>13.3 Место нахождения (для юридического лица): _______________________</w:t>
      </w:r>
      <w:r>
        <w:t>_</w:t>
      </w:r>
      <w:r w:rsidRPr="00B06663">
        <w:t>__________</w:t>
      </w:r>
      <w:r>
        <w:t xml:space="preserve"> </w:t>
      </w:r>
    </w:p>
    <w:p w:rsidR="0041651A" w:rsidRDefault="0041651A" w:rsidP="008909B0">
      <w:pPr>
        <w:pStyle w:val="a"/>
      </w:pPr>
      <w:r w:rsidRPr="00B06663">
        <w:t>13.4 Почтовый адрес (для юридического лица): _____________________________________</w:t>
      </w:r>
    </w:p>
    <w:p w:rsidR="0041651A" w:rsidRDefault="0041651A" w:rsidP="008909B0">
      <w:pPr>
        <w:pStyle w:val="a"/>
      </w:pPr>
      <w:r w:rsidRPr="00B06663">
        <w:t>13.</w:t>
      </w:r>
      <w:r>
        <w:t>5</w:t>
      </w:r>
      <w:r w:rsidRPr="00B06663">
        <w:t xml:space="preserve"> Номер контактного телефона: ________________________________________________</w:t>
      </w:r>
    </w:p>
    <w:p w:rsidR="0041651A" w:rsidRDefault="0041651A" w:rsidP="008909B0">
      <w:pPr>
        <w:pStyle w:val="a"/>
      </w:pPr>
      <w:r w:rsidRPr="00B06663">
        <w:t>13.</w:t>
      </w:r>
      <w:r>
        <w:t>6</w:t>
      </w:r>
      <w:r w:rsidRPr="00B06663">
        <w:t xml:space="preserve"> Факс: ____________________________ E-mail: _________________________________</w:t>
      </w:r>
    </w:p>
    <w:p w:rsidR="0041651A" w:rsidRDefault="0041651A" w:rsidP="008909B0">
      <w:pPr>
        <w:pStyle w:val="a"/>
      </w:pPr>
      <w:r w:rsidRPr="00B06663">
        <w:t>13.</w:t>
      </w:r>
      <w:r>
        <w:t>7</w:t>
      </w:r>
      <w:r w:rsidRPr="00B06663">
        <w:t xml:space="preserve"> Банковские реквизиты:___________________________________________________</w:t>
      </w:r>
      <w:r>
        <w:t>_</w:t>
      </w:r>
      <w:r w:rsidRPr="00B06663">
        <w:t>__</w:t>
      </w:r>
    </w:p>
    <w:p w:rsidR="0041651A" w:rsidRDefault="0041651A" w:rsidP="008909B0">
      <w:pPr>
        <w:pStyle w:val="a"/>
      </w:pPr>
      <w:r w:rsidRPr="00B06663">
        <w:t>14.Корреспонденцию</w:t>
      </w:r>
      <w:r>
        <w:t xml:space="preserve"> </w:t>
      </w:r>
      <w:r w:rsidRPr="00B06663">
        <w:t>в</w:t>
      </w:r>
      <w:r>
        <w:t xml:space="preserve"> </w:t>
      </w:r>
      <w:r w:rsidRPr="00B06663">
        <w:t>наш</w:t>
      </w:r>
      <w:r>
        <w:t xml:space="preserve"> </w:t>
      </w:r>
      <w:r w:rsidRPr="00B06663">
        <w:t>адрес</w:t>
      </w:r>
      <w:r>
        <w:t xml:space="preserve"> </w:t>
      </w:r>
      <w:r w:rsidRPr="00B06663">
        <w:t>просим</w:t>
      </w:r>
      <w:r>
        <w:t xml:space="preserve"> </w:t>
      </w:r>
      <w:r w:rsidRPr="00B06663">
        <w:t>направлять</w:t>
      </w:r>
      <w:r>
        <w:t xml:space="preserve"> </w:t>
      </w:r>
      <w:r w:rsidRPr="00B06663">
        <w:t>по</w:t>
      </w:r>
      <w:r>
        <w:t xml:space="preserve"> </w:t>
      </w:r>
      <w:r w:rsidRPr="00B06663">
        <w:t>адресу:</w:t>
      </w:r>
      <w:r>
        <w:t>______________________</w:t>
      </w:r>
    </w:p>
    <w:p w:rsidR="0041651A" w:rsidRDefault="0041651A" w:rsidP="008909B0">
      <w:pPr>
        <w:pStyle w:val="a"/>
      </w:pPr>
      <w:r w:rsidRPr="00B06663">
        <w:t>_____________________________________________________________________________</w:t>
      </w:r>
    </w:p>
    <w:p w:rsidR="0041651A" w:rsidRDefault="0041651A" w:rsidP="008909B0">
      <w:pPr>
        <w:pStyle w:val="a"/>
      </w:pPr>
      <w:r w:rsidRPr="00B06663">
        <w:t xml:space="preserve">15. К настоящей заявке прилагаются документы согласно описи </w:t>
      </w:r>
      <w:r>
        <w:t>–</w:t>
      </w:r>
      <w:r w:rsidRPr="00B06663">
        <w:t xml:space="preserve"> на ________</w:t>
      </w:r>
      <w:r>
        <w:t>____</w:t>
      </w:r>
      <w:r w:rsidRPr="00B06663">
        <w:t>__стр.</w:t>
      </w:r>
    </w:p>
    <w:p w:rsidR="0041651A" w:rsidRDefault="0041651A" w:rsidP="008909B0">
      <w:pPr>
        <w:pStyle w:val="a"/>
      </w:pPr>
    </w:p>
    <w:p w:rsidR="0041651A" w:rsidRDefault="0041651A" w:rsidP="008909B0">
      <w:pPr>
        <w:pStyle w:val="a"/>
      </w:pPr>
    </w:p>
    <w:p w:rsidR="0041651A" w:rsidRDefault="0041651A" w:rsidP="008909B0">
      <w:pPr>
        <w:pStyle w:val="a"/>
      </w:pPr>
      <w:r w:rsidRPr="00B06663">
        <w:t>Участник зак</w:t>
      </w:r>
      <w:r>
        <w:t>упки</w:t>
      </w:r>
    </w:p>
    <w:p w:rsidR="0041651A" w:rsidRDefault="0041651A" w:rsidP="008909B0">
      <w:pPr>
        <w:pStyle w:val="a"/>
      </w:pPr>
      <w:r w:rsidRPr="00B06663">
        <w:t>(уполномоченный представитель) ___________________________________ (Ф.И.О.)</w:t>
      </w:r>
    </w:p>
    <w:p w:rsidR="0041651A" w:rsidRDefault="0041651A" w:rsidP="008909B0">
      <w:pPr>
        <w:pStyle w:val="a"/>
      </w:pPr>
    </w:p>
    <w:p w:rsidR="0041651A" w:rsidRDefault="0041651A" w:rsidP="008909B0">
      <w:pPr>
        <w:pStyle w:val="a"/>
      </w:pPr>
      <w:r w:rsidRPr="00B06663">
        <w:t>Главный бухгалтер ________________________________________________ (Ф</w:t>
      </w:r>
      <w:r>
        <w:t>.</w:t>
      </w:r>
      <w:r w:rsidRPr="00B06663">
        <w:t>И.О.)</w:t>
      </w:r>
    </w:p>
    <w:p w:rsidR="0041651A" w:rsidRDefault="0041651A" w:rsidP="008909B0">
      <w:pPr>
        <w:pStyle w:val="a"/>
      </w:pPr>
    </w:p>
    <w:p w:rsidR="0041651A" w:rsidRPr="00B06663" w:rsidRDefault="0041651A" w:rsidP="008909B0">
      <w:pPr>
        <w:pStyle w:val="a"/>
        <w:ind w:left="935"/>
      </w:pPr>
      <w:r w:rsidRPr="00B06663">
        <w:t>М.П.</w:t>
      </w:r>
    </w:p>
    <w:p w:rsidR="0041651A" w:rsidRDefault="0041651A" w:rsidP="008909B0">
      <w:pPr>
        <w:pStyle w:val="a"/>
      </w:pPr>
    </w:p>
    <w:p w:rsidR="0041651A" w:rsidRDefault="0041651A" w:rsidP="008909B0">
      <w:pPr>
        <w:pStyle w:val="a"/>
        <w:pageBreakBefore/>
        <w:jc w:val="right"/>
      </w:pPr>
      <w:r w:rsidRPr="00B06663">
        <w:t>Приложение № 1 к Заявке</w:t>
      </w:r>
    </w:p>
    <w:p w:rsidR="0041651A" w:rsidRDefault="0041651A" w:rsidP="008909B0">
      <w:pPr>
        <w:pStyle w:val="a"/>
        <w:jc w:val="right"/>
      </w:pPr>
      <w:r w:rsidRPr="00B06663">
        <w:t>на участие в конкурсе</w:t>
      </w:r>
    </w:p>
    <w:p w:rsidR="0041651A" w:rsidRPr="00D25C6C" w:rsidRDefault="0041651A" w:rsidP="008909B0">
      <w:pPr>
        <w:pStyle w:val="Heading1"/>
      </w:pPr>
      <w:r w:rsidRPr="00D25C6C">
        <w:t>ПРЕДЛОЖЕНИЯ О ЦЕНЕ ДОГОВОРА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6727"/>
        <w:gridCol w:w="2737"/>
      </w:tblGrid>
      <w:tr w:rsidR="0041651A" w:rsidRPr="00D25C6C">
        <w:tc>
          <w:tcPr>
            <w:tcW w:w="674" w:type="dxa"/>
            <w:vAlign w:val="center"/>
          </w:tcPr>
          <w:p w:rsidR="0041651A" w:rsidRPr="00D25C6C" w:rsidRDefault="0041651A" w:rsidP="00315680">
            <w:pPr>
              <w:pStyle w:val="a"/>
              <w:ind w:firstLine="0"/>
              <w:jc w:val="center"/>
            </w:pPr>
            <w:r w:rsidRPr="00D25C6C">
              <w:t>№№</w:t>
            </w:r>
          </w:p>
          <w:p w:rsidR="0041651A" w:rsidRPr="00D25C6C" w:rsidRDefault="0041651A" w:rsidP="00315680">
            <w:pPr>
              <w:pStyle w:val="a"/>
              <w:ind w:firstLine="0"/>
              <w:jc w:val="center"/>
            </w:pPr>
            <w:r w:rsidRPr="00D25C6C">
              <w:t>п/п</w:t>
            </w:r>
          </w:p>
        </w:tc>
        <w:tc>
          <w:tcPr>
            <w:tcW w:w="6727" w:type="dxa"/>
            <w:vAlign w:val="center"/>
          </w:tcPr>
          <w:p w:rsidR="0041651A" w:rsidRPr="00D25C6C" w:rsidRDefault="0041651A" w:rsidP="00315680">
            <w:pPr>
              <w:pStyle w:val="a"/>
              <w:ind w:firstLine="0"/>
              <w:jc w:val="center"/>
            </w:pPr>
            <w:r w:rsidRPr="00D25C6C">
              <w:t>Наименование работ</w:t>
            </w:r>
          </w:p>
        </w:tc>
        <w:tc>
          <w:tcPr>
            <w:tcW w:w="2737" w:type="dxa"/>
            <w:vAlign w:val="center"/>
          </w:tcPr>
          <w:p w:rsidR="0041651A" w:rsidRPr="00D25C6C" w:rsidRDefault="0041651A" w:rsidP="00315680">
            <w:pPr>
              <w:pStyle w:val="a"/>
              <w:ind w:firstLine="0"/>
              <w:jc w:val="center"/>
            </w:pPr>
            <w:r w:rsidRPr="00D25C6C">
              <w:t>Итого стоимость</w:t>
            </w:r>
          </w:p>
          <w:p w:rsidR="0041651A" w:rsidRPr="00D25C6C" w:rsidRDefault="0041651A" w:rsidP="00315680">
            <w:pPr>
              <w:pStyle w:val="a"/>
              <w:ind w:firstLine="0"/>
              <w:jc w:val="center"/>
            </w:pPr>
            <w:r w:rsidRPr="00D25C6C">
              <w:t>(руб.)</w:t>
            </w:r>
          </w:p>
        </w:tc>
      </w:tr>
      <w:tr w:rsidR="0041651A" w:rsidRPr="00D25C6C">
        <w:tc>
          <w:tcPr>
            <w:tcW w:w="674" w:type="dxa"/>
          </w:tcPr>
          <w:p w:rsidR="0041651A" w:rsidRPr="00D25C6C" w:rsidRDefault="0041651A" w:rsidP="00315680">
            <w:pPr>
              <w:pStyle w:val="a"/>
              <w:ind w:firstLine="0"/>
              <w:jc w:val="center"/>
            </w:pPr>
          </w:p>
        </w:tc>
        <w:tc>
          <w:tcPr>
            <w:tcW w:w="6727" w:type="dxa"/>
          </w:tcPr>
          <w:p w:rsidR="0041651A" w:rsidRPr="00D25C6C" w:rsidRDefault="0041651A" w:rsidP="00315680">
            <w:pPr>
              <w:pStyle w:val="a"/>
              <w:ind w:firstLine="0"/>
            </w:pPr>
          </w:p>
        </w:tc>
        <w:tc>
          <w:tcPr>
            <w:tcW w:w="2737" w:type="dxa"/>
          </w:tcPr>
          <w:p w:rsidR="0041651A" w:rsidRPr="00D25C6C" w:rsidRDefault="0041651A" w:rsidP="00315680">
            <w:pPr>
              <w:pStyle w:val="a"/>
              <w:ind w:firstLine="0"/>
            </w:pPr>
          </w:p>
        </w:tc>
      </w:tr>
      <w:tr w:rsidR="0041651A" w:rsidRPr="00D25C6C">
        <w:tc>
          <w:tcPr>
            <w:tcW w:w="674" w:type="dxa"/>
          </w:tcPr>
          <w:p w:rsidR="0041651A" w:rsidRPr="00D25C6C" w:rsidRDefault="0041651A" w:rsidP="00315680">
            <w:pPr>
              <w:pStyle w:val="a"/>
              <w:ind w:firstLine="0"/>
              <w:jc w:val="center"/>
            </w:pPr>
          </w:p>
        </w:tc>
        <w:tc>
          <w:tcPr>
            <w:tcW w:w="6727" w:type="dxa"/>
          </w:tcPr>
          <w:p w:rsidR="0041651A" w:rsidRPr="00D25C6C" w:rsidRDefault="0041651A" w:rsidP="00315680">
            <w:pPr>
              <w:pStyle w:val="a"/>
              <w:ind w:firstLine="0"/>
            </w:pPr>
          </w:p>
        </w:tc>
        <w:tc>
          <w:tcPr>
            <w:tcW w:w="2737" w:type="dxa"/>
          </w:tcPr>
          <w:p w:rsidR="0041651A" w:rsidRPr="00D25C6C" w:rsidRDefault="0041651A" w:rsidP="00315680">
            <w:pPr>
              <w:pStyle w:val="a"/>
              <w:ind w:firstLine="0"/>
            </w:pPr>
          </w:p>
        </w:tc>
      </w:tr>
      <w:tr w:rsidR="0041651A" w:rsidRPr="00D25C6C">
        <w:tc>
          <w:tcPr>
            <w:tcW w:w="674" w:type="dxa"/>
          </w:tcPr>
          <w:p w:rsidR="0041651A" w:rsidRPr="00D25C6C" w:rsidRDefault="0041651A" w:rsidP="00315680">
            <w:pPr>
              <w:pStyle w:val="a"/>
              <w:ind w:firstLine="0"/>
              <w:jc w:val="center"/>
            </w:pPr>
          </w:p>
        </w:tc>
        <w:tc>
          <w:tcPr>
            <w:tcW w:w="6727" w:type="dxa"/>
          </w:tcPr>
          <w:p w:rsidR="0041651A" w:rsidRPr="00D25C6C" w:rsidRDefault="0041651A" w:rsidP="00315680">
            <w:pPr>
              <w:pStyle w:val="a"/>
              <w:ind w:firstLine="0"/>
            </w:pPr>
          </w:p>
        </w:tc>
        <w:tc>
          <w:tcPr>
            <w:tcW w:w="2737" w:type="dxa"/>
          </w:tcPr>
          <w:p w:rsidR="0041651A" w:rsidRPr="00D25C6C" w:rsidRDefault="0041651A" w:rsidP="00315680">
            <w:pPr>
              <w:pStyle w:val="a"/>
              <w:ind w:firstLine="0"/>
            </w:pPr>
          </w:p>
        </w:tc>
      </w:tr>
      <w:tr w:rsidR="0041651A" w:rsidRPr="00D25C6C">
        <w:tc>
          <w:tcPr>
            <w:tcW w:w="674" w:type="dxa"/>
          </w:tcPr>
          <w:p w:rsidR="0041651A" w:rsidRPr="00D25C6C" w:rsidRDefault="0041651A" w:rsidP="00315680">
            <w:pPr>
              <w:pStyle w:val="a"/>
              <w:ind w:firstLine="0"/>
              <w:jc w:val="center"/>
            </w:pPr>
          </w:p>
        </w:tc>
        <w:tc>
          <w:tcPr>
            <w:tcW w:w="6727" w:type="dxa"/>
          </w:tcPr>
          <w:p w:rsidR="0041651A" w:rsidRPr="00D25C6C" w:rsidRDefault="0041651A" w:rsidP="00315680">
            <w:pPr>
              <w:pStyle w:val="a"/>
              <w:ind w:firstLine="0"/>
            </w:pPr>
          </w:p>
        </w:tc>
        <w:tc>
          <w:tcPr>
            <w:tcW w:w="2737" w:type="dxa"/>
          </w:tcPr>
          <w:p w:rsidR="0041651A" w:rsidRPr="00D25C6C" w:rsidRDefault="0041651A" w:rsidP="00315680">
            <w:pPr>
              <w:pStyle w:val="a"/>
              <w:ind w:firstLine="0"/>
            </w:pPr>
          </w:p>
        </w:tc>
      </w:tr>
      <w:tr w:rsidR="0041651A" w:rsidRPr="00D25C6C">
        <w:tc>
          <w:tcPr>
            <w:tcW w:w="674" w:type="dxa"/>
          </w:tcPr>
          <w:p w:rsidR="0041651A" w:rsidRPr="00D25C6C" w:rsidRDefault="0041651A" w:rsidP="00315680">
            <w:pPr>
              <w:pStyle w:val="a"/>
              <w:ind w:firstLine="0"/>
              <w:jc w:val="center"/>
            </w:pPr>
          </w:p>
        </w:tc>
        <w:tc>
          <w:tcPr>
            <w:tcW w:w="6727" w:type="dxa"/>
          </w:tcPr>
          <w:p w:rsidR="0041651A" w:rsidRPr="00D25C6C" w:rsidRDefault="0041651A" w:rsidP="00315680">
            <w:pPr>
              <w:pStyle w:val="a"/>
              <w:ind w:firstLine="0"/>
            </w:pPr>
          </w:p>
        </w:tc>
        <w:tc>
          <w:tcPr>
            <w:tcW w:w="2737" w:type="dxa"/>
          </w:tcPr>
          <w:p w:rsidR="0041651A" w:rsidRPr="00D25C6C" w:rsidRDefault="0041651A" w:rsidP="00315680">
            <w:pPr>
              <w:pStyle w:val="a"/>
              <w:ind w:firstLine="0"/>
            </w:pPr>
          </w:p>
        </w:tc>
      </w:tr>
      <w:tr w:rsidR="0041651A" w:rsidRPr="00D25C6C">
        <w:tc>
          <w:tcPr>
            <w:tcW w:w="674" w:type="dxa"/>
          </w:tcPr>
          <w:p w:rsidR="0041651A" w:rsidRPr="00D25C6C" w:rsidRDefault="0041651A" w:rsidP="00315680">
            <w:pPr>
              <w:pStyle w:val="a"/>
              <w:ind w:firstLine="0"/>
              <w:jc w:val="center"/>
            </w:pPr>
          </w:p>
        </w:tc>
        <w:tc>
          <w:tcPr>
            <w:tcW w:w="6727" w:type="dxa"/>
          </w:tcPr>
          <w:p w:rsidR="0041651A" w:rsidRPr="00D25C6C" w:rsidRDefault="0041651A" w:rsidP="00315680">
            <w:pPr>
              <w:pStyle w:val="a"/>
              <w:ind w:firstLine="0"/>
            </w:pPr>
          </w:p>
        </w:tc>
        <w:tc>
          <w:tcPr>
            <w:tcW w:w="2737" w:type="dxa"/>
          </w:tcPr>
          <w:p w:rsidR="0041651A" w:rsidRPr="00D25C6C" w:rsidRDefault="0041651A" w:rsidP="00315680">
            <w:pPr>
              <w:pStyle w:val="a"/>
              <w:ind w:firstLine="0"/>
            </w:pPr>
          </w:p>
        </w:tc>
      </w:tr>
      <w:tr w:rsidR="0041651A" w:rsidRPr="00D25C6C">
        <w:tc>
          <w:tcPr>
            <w:tcW w:w="674" w:type="dxa"/>
          </w:tcPr>
          <w:p w:rsidR="0041651A" w:rsidRPr="00D25C6C" w:rsidRDefault="0041651A" w:rsidP="00315680">
            <w:pPr>
              <w:pStyle w:val="a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6727" w:type="dxa"/>
          </w:tcPr>
          <w:p w:rsidR="0041651A" w:rsidRPr="00D25C6C" w:rsidRDefault="0041651A" w:rsidP="00315680">
            <w:pPr>
              <w:pStyle w:val="a"/>
              <w:ind w:firstLine="0"/>
              <w:rPr>
                <w:b/>
                <w:bCs/>
              </w:rPr>
            </w:pPr>
            <w:r w:rsidRPr="00D25C6C">
              <w:rPr>
                <w:b/>
                <w:bCs/>
              </w:rPr>
              <w:t>Всего</w:t>
            </w:r>
          </w:p>
        </w:tc>
        <w:tc>
          <w:tcPr>
            <w:tcW w:w="2737" w:type="dxa"/>
          </w:tcPr>
          <w:p w:rsidR="0041651A" w:rsidRPr="00D25C6C" w:rsidRDefault="0041651A" w:rsidP="00315680">
            <w:pPr>
              <w:pStyle w:val="a"/>
              <w:ind w:firstLine="0"/>
              <w:rPr>
                <w:b/>
                <w:bCs/>
              </w:rPr>
            </w:pPr>
          </w:p>
        </w:tc>
      </w:tr>
      <w:tr w:rsidR="0041651A" w:rsidRPr="00D25C6C">
        <w:tc>
          <w:tcPr>
            <w:tcW w:w="674" w:type="dxa"/>
          </w:tcPr>
          <w:p w:rsidR="0041651A" w:rsidRPr="00D25C6C" w:rsidRDefault="0041651A" w:rsidP="00315680">
            <w:pPr>
              <w:pStyle w:val="a"/>
              <w:ind w:firstLine="0"/>
              <w:jc w:val="center"/>
            </w:pPr>
          </w:p>
        </w:tc>
        <w:tc>
          <w:tcPr>
            <w:tcW w:w="6727" w:type="dxa"/>
          </w:tcPr>
          <w:p w:rsidR="0041651A" w:rsidRPr="00D25C6C" w:rsidRDefault="0041651A" w:rsidP="00315680">
            <w:pPr>
              <w:pStyle w:val="a"/>
              <w:ind w:firstLine="0"/>
            </w:pPr>
            <w:r w:rsidRPr="00D25C6C">
              <w:t>НДС – 18%</w:t>
            </w:r>
          </w:p>
        </w:tc>
        <w:tc>
          <w:tcPr>
            <w:tcW w:w="2737" w:type="dxa"/>
          </w:tcPr>
          <w:p w:rsidR="0041651A" w:rsidRPr="00D25C6C" w:rsidRDefault="0041651A" w:rsidP="00315680">
            <w:pPr>
              <w:pStyle w:val="a"/>
              <w:ind w:firstLine="0"/>
            </w:pPr>
          </w:p>
        </w:tc>
      </w:tr>
      <w:tr w:rsidR="0041651A" w:rsidRPr="00E82BBB">
        <w:tc>
          <w:tcPr>
            <w:tcW w:w="674" w:type="dxa"/>
          </w:tcPr>
          <w:p w:rsidR="0041651A" w:rsidRPr="00D25C6C" w:rsidRDefault="0041651A" w:rsidP="00315680">
            <w:pPr>
              <w:pStyle w:val="a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6727" w:type="dxa"/>
          </w:tcPr>
          <w:p w:rsidR="0041651A" w:rsidRPr="00E82BBB" w:rsidRDefault="0041651A" w:rsidP="00315680">
            <w:pPr>
              <w:pStyle w:val="a"/>
              <w:ind w:firstLine="0"/>
              <w:rPr>
                <w:b/>
                <w:bCs/>
              </w:rPr>
            </w:pPr>
            <w:r w:rsidRPr="00D25C6C">
              <w:rPr>
                <w:b/>
                <w:bCs/>
              </w:rPr>
              <w:t>Всего с НДС</w:t>
            </w:r>
          </w:p>
        </w:tc>
        <w:tc>
          <w:tcPr>
            <w:tcW w:w="2737" w:type="dxa"/>
          </w:tcPr>
          <w:p w:rsidR="0041651A" w:rsidRPr="00E82BBB" w:rsidRDefault="0041651A" w:rsidP="00315680">
            <w:pPr>
              <w:pStyle w:val="a"/>
              <w:ind w:firstLine="0"/>
              <w:rPr>
                <w:b/>
                <w:bCs/>
              </w:rPr>
            </w:pPr>
          </w:p>
        </w:tc>
      </w:tr>
    </w:tbl>
    <w:p w:rsidR="0041651A" w:rsidRDefault="0041651A" w:rsidP="008909B0">
      <w:pPr>
        <w:pStyle w:val="a"/>
      </w:pPr>
    </w:p>
    <w:p w:rsidR="0041651A" w:rsidRDefault="0041651A" w:rsidP="008909B0">
      <w:pPr>
        <w:pStyle w:val="a"/>
      </w:pPr>
    </w:p>
    <w:p w:rsidR="0041651A" w:rsidRDefault="0041651A" w:rsidP="008909B0">
      <w:pPr>
        <w:pStyle w:val="a"/>
      </w:pPr>
      <w:r w:rsidRPr="00B06663">
        <w:t xml:space="preserve">Примечание: Участник закупки может приложить к данной форме более подробные расчеты стоимости </w:t>
      </w:r>
      <w:r>
        <w:t>работ</w:t>
      </w:r>
      <w:r w:rsidRPr="00B06663">
        <w:t>.</w:t>
      </w:r>
    </w:p>
    <w:p w:rsidR="0041651A" w:rsidRDefault="0041651A" w:rsidP="008909B0"/>
    <w:p w:rsidR="0041651A" w:rsidRDefault="0041651A" w:rsidP="008909B0"/>
    <w:p w:rsidR="0041651A" w:rsidRDefault="0041651A" w:rsidP="008909B0">
      <w:pPr>
        <w:pStyle w:val="a"/>
      </w:pPr>
      <w:r w:rsidRPr="00B06663">
        <w:t>Участник зак</w:t>
      </w:r>
      <w:r>
        <w:t>упки</w:t>
      </w:r>
    </w:p>
    <w:p w:rsidR="0041651A" w:rsidRDefault="0041651A" w:rsidP="008909B0">
      <w:pPr>
        <w:pStyle w:val="a"/>
      </w:pPr>
      <w:r w:rsidRPr="00B06663">
        <w:t>(уполномоченный представитель) ___________________________________ (Ф.И.О.)</w:t>
      </w:r>
    </w:p>
    <w:p w:rsidR="0041651A" w:rsidRDefault="0041651A" w:rsidP="008909B0">
      <w:pPr>
        <w:pStyle w:val="a"/>
      </w:pPr>
    </w:p>
    <w:p w:rsidR="0041651A" w:rsidRDefault="0041651A" w:rsidP="008909B0">
      <w:pPr>
        <w:pStyle w:val="a"/>
      </w:pPr>
      <w:r w:rsidRPr="00B06663">
        <w:t>Главный бухгалтер ________________________________________________ (Ф</w:t>
      </w:r>
      <w:r>
        <w:t>.</w:t>
      </w:r>
      <w:r w:rsidRPr="00B06663">
        <w:t>И.О.)</w:t>
      </w:r>
    </w:p>
    <w:p w:rsidR="0041651A" w:rsidRDefault="0041651A" w:rsidP="008909B0">
      <w:pPr>
        <w:pStyle w:val="a"/>
      </w:pPr>
    </w:p>
    <w:p w:rsidR="0041651A" w:rsidRPr="00B06663" w:rsidRDefault="0041651A" w:rsidP="008909B0">
      <w:pPr>
        <w:pStyle w:val="a"/>
        <w:ind w:left="935"/>
      </w:pPr>
      <w:r w:rsidRPr="00B06663">
        <w:t>М.П.</w:t>
      </w:r>
    </w:p>
    <w:p w:rsidR="0041651A" w:rsidRDefault="0041651A" w:rsidP="008909B0">
      <w:pPr>
        <w:pStyle w:val="a"/>
      </w:pPr>
    </w:p>
    <w:p w:rsidR="0041651A" w:rsidRPr="00B06663" w:rsidRDefault="0041651A" w:rsidP="008909B0">
      <w:pPr>
        <w:pageBreakBefore/>
        <w:jc w:val="right"/>
      </w:pPr>
      <w:r w:rsidRPr="00B06663">
        <w:t>Приложение № 2 к Заявке</w:t>
      </w:r>
    </w:p>
    <w:p w:rsidR="0041651A" w:rsidRPr="00B06663" w:rsidRDefault="0041651A" w:rsidP="008909B0">
      <w:pPr>
        <w:jc w:val="right"/>
      </w:pPr>
      <w:r w:rsidRPr="00B06663">
        <w:t>на участие в конкурсе</w:t>
      </w:r>
    </w:p>
    <w:p w:rsidR="0041651A" w:rsidRDefault="0041651A" w:rsidP="008909B0">
      <w:pPr>
        <w:pStyle w:val="Heading1"/>
      </w:pPr>
    </w:p>
    <w:p w:rsidR="0041651A" w:rsidRPr="00B06663" w:rsidRDefault="0041651A" w:rsidP="006E23CB">
      <w:pPr>
        <w:pStyle w:val="Heading1"/>
      </w:pPr>
      <w:r w:rsidRPr="00B06663">
        <w:t>ПРЕДЛОЖЕНИЕ О КВАЛИФИКАЦИИ УЧАСТНИКА ЗАКУПКИ</w:t>
      </w:r>
    </w:p>
    <w:p w:rsidR="0041651A" w:rsidRPr="00B06663" w:rsidRDefault="0041651A" w:rsidP="006E23CB">
      <w:pPr>
        <w:pStyle w:val="a"/>
      </w:pPr>
      <w:r w:rsidRPr="00B06663">
        <w:t>Исполняя наши обязательства и изучив конкурсную документацию для участия в открытом</w:t>
      </w:r>
      <w:r>
        <w:t xml:space="preserve"> </w:t>
      </w:r>
      <w:r w:rsidRPr="00B06663">
        <w:t xml:space="preserve">одноэтапном конкурсе </w:t>
      </w:r>
      <w:r>
        <w:t>на право заключения договора подряда  на выполнение работ по формированию границ охранной зоны кабельных линий</w:t>
      </w:r>
      <w:r w:rsidRPr="00B06663">
        <w:t>, в том числе условия и порядок</w:t>
      </w:r>
      <w:r>
        <w:t xml:space="preserve"> </w:t>
      </w:r>
      <w:r w:rsidRPr="00B06663">
        <w:t xml:space="preserve">проведения настоящего конкурса, </w:t>
      </w:r>
      <w:r>
        <w:t>проект</w:t>
      </w:r>
      <w:r w:rsidRPr="00B06663">
        <w:t xml:space="preserve"> договора на выполнение </w:t>
      </w:r>
      <w:r>
        <w:t>работ</w:t>
      </w:r>
      <w:r w:rsidRPr="00B06663">
        <w:t xml:space="preserve"> и техническое</w:t>
      </w:r>
      <w:r>
        <w:t xml:space="preserve"> </w:t>
      </w:r>
      <w:r w:rsidRPr="00B06663">
        <w:t>задание,</w:t>
      </w:r>
      <w:r>
        <w:t xml:space="preserve"> </w:t>
      </w:r>
      <w:r w:rsidRPr="00B06663">
        <w:t>мы________________</w:t>
      </w:r>
      <w:r>
        <w:t>___________________________________</w:t>
      </w:r>
      <w:r w:rsidRPr="00B06663">
        <w:t>_________</w:t>
      </w:r>
    </w:p>
    <w:p w:rsidR="0041651A" w:rsidRPr="00534FEF" w:rsidRDefault="0041651A" w:rsidP="006E23CB">
      <w:pPr>
        <w:jc w:val="center"/>
        <w:rPr>
          <w:vertAlign w:val="superscript"/>
        </w:rPr>
      </w:pPr>
      <w:r w:rsidRPr="00534FEF">
        <w:rPr>
          <w:vertAlign w:val="superscript"/>
        </w:rPr>
        <w:t>(полное наименование организации-участника зак</w:t>
      </w:r>
      <w:r>
        <w:rPr>
          <w:vertAlign w:val="superscript"/>
        </w:rPr>
        <w:t>упки</w:t>
      </w:r>
      <w:r w:rsidRPr="00534FEF">
        <w:rPr>
          <w:vertAlign w:val="superscript"/>
        </w:rPr>
        <w:t xml:space="preserve"> по учредительным документам)</w:t>
      </w:r>
    </w:p>
    <w:p w:rsidR="0041651A" w:rsidRPr="00B06663" w:rsidRDefault="0041651A" w:rsidP="006E23CB">
      <w:r>
        <w:t>в</w:t>
      </w:r>
      <w:r w:rsidRPr="00B06663">
        <w:t xml:space="preserve"> лице</w:t>
      </w:r>
      <w:r>
        <w:t xml:space="preserve"> </w:t>
      </w:r>
      <w:r w:rsidRPr="00B06663">
        <w:t>________________________________________________</w:t>
      </w:r>
      <w:r>
        <w:t>_______________</w:t>
      </w:r>
      <w:r w:rsidRPr="00B06663">
        <w:t>____________,</w:t>
      </w:r>
    </w:p>
    <w:p w:rsidR="0041651A" w:rsidRPr="00BC370B" w:rsidRDefault="0041651A" w:rsidP="006E23CB">
      <w:pPr>
        <w:ind w:left="748"/>
        <w:jc w:val="center"/>
        <w:rPr>
          <w:vertAlign w:val="superscript"/>
        </w:rPr>
      </w:pPr>
      <w:r w:rsidRPr="00BC370B">
        <w:rPr>
          <w:vertAlign w:val="superscript"/>
        </w:rPr>
        <w:t>(наименование должности руководителя, его Фамилия, Имя, Отчество (полностью)</w:t>
      </w:r>
    </w:p>
    <w:p w:rsidR="0041651A" w:rsidRDefault="0041651A" w:rsidP="006E23CB">
      <w:r w:rsidRPr="00B06663">
        <w:t>сообщаем сведения о квалификации в соответствии с требованиями конкурсной</w:t>
      </w:r>
      <w:r>
        <w:t xml:space="preserve"> </w:t>
      </w:r>
      <w:r w:rsidRPr="00B06663">
        <w:t>документации в нижеприведенной таблице:</w:t>
      </w:r>
    </w:p>
    <w:p w:rsidR="0041651A" w:rsidRDefault="0041651A" w:rsidP="006E23CB"/>
    <w:tbl>
      <w:tblPr>
        <w:tblW w:w="100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6"/>
        <w:gridCol w:w="3553"/>
        <w:gridCol w:w="1545"/>
        <w:gridCol w:w="4065"/>
      </w:tblGrid>
      <w:tr w:rsidR="0041651A">
        <w:tc>
          <w:tcPr>
            <w:tcW w:w="856" w:type="dxa"/>
            <w:vAlign w:val="center"/>
          </w:tcPr>
          <w:p w:rsidR="0041651A" w:rsidRDefault="0041651A" w:rsidP="00EC28FE">
            <w:pPr>
              <w:jc w:val="center"/>
            </w:pPr>
            <w:r>
              <w:t>№№</w:t>
            </w:r>
          </w:p>
          <w:p w:rsidR="0041651A" w:rsidRDefault="0041651A" w:rsidP="00EC28FE">
            <w:pPr>
              <w:jc w:val="center"/>
            </w:pPr>
            <w:r>
              <w:t>п/п</w:t>
            </w:r>
          </w:p>
        </w:tc>
        <w:tc>
          <w:tcPr>
            <w:tcW w:w="3553" w:type="dxa"/>
            <w:vAlign w:val="center"/>
          </w:tcPr>
          <w:p w:rsidR="0041651A" w:rsidRPr="00224F0A" w:rsidRDefault="0041651A" w:rsidP="00EC28FE">
            <w:pPr>
              <w:jc w:val="center"/>
            </w:pPr>
            <w:r w:rsidRPr="00224F0A">
              <w:t>Подкритерии</w:t>
            </w:r>
          </w:p>
        </w:tc>
        <w:tc>
          <w:tcPr>
            <w:tcW w:w="1545" w:type="dxa"/>
            <w:vAlign w:val="center"/>
          </w:tcPr>
          <w:p w:rsidR="0041651A" w:rsidRPr="00224F0A" w:rsidRDefault="0041651A" w:rsidP="00EC28FE">
            <w:pPr>
              <w:jc w:val="center"/>
            </w:pPr>
            <w:r w:rsidRPr="00224F0A">
              <w:t>Количество</w:t>
            </w:r>
          </w:p>
        </w:tc>
        <w:tc>
          <w:tcPr>
            <w:tcW w:w="4065" w:type="dxa"/>
            <w:vAlign w:val="center"/>
          </w:tcPr>
          <w:p w:rsidR="0041651A" w:rsidRPr="00224F0A" w:rsidRDefault="0041651A" w:rsidP="00EC28FE">
            <w:pPr>
              <w:jc w:val="center"/>
            </w:pPr>
            <w:r w:rsidRPr="00224F0A">
              <w:t>Подтверждающие документы</w:t>
            </w:r>
          </w:p>
        </w:tc>
      </w:tr>
      <w:tr w:rsidR="0041651A">
        <w:tc>
          <w:tcPr>
            <w:tcW w:w="856" w:type="dxa"/>
            <w:vAlign w:val="center"/>
          </w:tcPr>
          <w:p w:rsidR="0041651A" w:rsidRDefault="0041651A" w:rsidP="00EC28FE">
            <w:pPr>
              <w:jc w:val="center"/>
            </w:pPr>
            <w:r>
              <w:t>1</w:t>
            </w:r>
          </w:p>
        </w:tc>
        <w:tc>
          <w:tcPr>
            <w:tcW w:w="3553" w:type="dxa"/>
            <w:vAlign w:val="center"/>
          </w:tcPr>
          <w:p w:rsidR="0041651A" w:rsidRPr="00224F0A" w:rsidRDefault="0041651A" w:rsidP="00EC28FE">
            <w:r w:rsidRPr="00224F0A">
              <w:t>Опыт работы (количество успешных завершенных объектов-аналогов за последний год)</w:t>
            </w:r>
          </w:p>
        </w:tc>
        <w:tc>
          <w:tcPr>
            <w:tcW w:w="1545" w:type="dxa"/>
            <w:vAlign w:val="center"/>
          </w:tcPr>
          <w:p w:rsidR="0041651A" w:rsidRPr="00224F0A" w:rsidRDefault="0041651A" w:rsidP="00EC28FE"/>
        </w:tc>
        <w:tc>
          <w:tcPr>
            <w:tcW w:w="4065" w:type="dxa"/>
            <w:vAlign w:val="center"/>
          </w:tcPr>
          <w:p w:rsidR="0041651A" w:rsidRPr="00224F0A" w:rsidRDefault="0041651A" w:rsidP="00EC28FE">
            <w:r w:rsidRPr="00224F0A">
              <w:t>Копии актов сдачи-приемки объектов за последний год</w:t>
            </w:r>
          </w:p>
        </w:tc>
      </w:tr>
      <w:tr w:rsidR="0041651A">
        <w:tc>
          <w:tcPr>
            <w:tcW w:w="856" w:type="dxa"/>
            <w:vAlign w:val="center"/>
          </w:tcPr>
          <w:p w:rsidR="0041651A" w:rsidRDefault="0041651A" w:rsidP="00EC28FE">
            <w:pPr>
              <w:jc w:val="center"/>
            </w:pPr>
            <w:r>
              <w:t>2</w:t>
            </w:r>
          </w:p>
        </w:tc>
        <w:tc>
          <w:tcPr>
            <w:tcW w:w="3553" w:type="dxa"/>
            <w:vAlign w:val="center"/>
          </w:tcPr>
          <w:p w:rsidR="0041651A" w:rsidRPr="00224F0A" w:rsidRDefault="0041651A" w:rsidP="00EC28FE">
            <w:r w:rsidRPr="00224F0A">
              <w:t>Квалификация персонала (наличие в штате квалифицированного персонала)</w:t>
            </w:r>
          </w:p>
        </w:tc>
        <w:tc>
          <w:tcPr>
            <w:tcW w:w="1545" w:type="dxa"/>
            <w:vAlign w:val="center"/>
          </w:tcPr>
          <w:p w:rsidR="0041651A" w:rsidRPr="00224F0A" w:rsidRDefault="0041651A" w:rsidP="00EC28FE"/>
        </w:tc>
        <w:tc>
          <w:tcPr>
            <w:tcW w:w="4065" w:type="dxa"/>
            <w:vAlign w:val="center"/>
          </w:tcPr>
          <w:p w:rsidR="0041651A" w:rsidRPr="00224F0A" w:rsidRDefault="0041651A" w:rsidP="00EC28FE">
            <w:r w:rsidRPr="00224F0A">
              <w:t>Копии дипломов, повышение квалификации работающих сотрудников и другие документы, подтверждающие  повышение квалификации</w:t>
            </w:r>
          </w:p>
        </w:tc>
      </w:tr>
      <w:tr w:rsidR="0041651A">
        <w:tc>
          <w:tcPr>
            <w:tcW w:w="856" w:type="dxa"/>
            <w:vAlign w:val="center"/>
          </w:tcPr>
          <w:p w:rsidR="0041651A" w:rsidRDefault="0041651A" w:rsidP="00EC28FE">
            <w:pPr>
              <w:jc w:val="center"/>
            </w:pPr>
            <w:r>
              <w:t>3</w:t>
            </w:r>
          </w:p>
        </w:tc>
        <w:tc>
          <w:tcPr>
            <w:tcW w:w="3553" w:type="dxa"/>
            <w:vAlign w:val="center"/>
          </w:tcPr>
          <w:p w:rsidR="0041651A" w:rsidRPr="00224F0A" w:rsidRDefault="0041651A" w:rsidP="00EC28FE">
            <w:r w:rsidRPr="003F1BD3">
              <w:t>Участие в судебных заседаниях в качестве ответчика по арбитражным делам об исполнении договорных обязательств по договорам подряда за последний год (проигранные арбитражные дела)</w:t>
            </w:r>
          </w:p>
        </w:tc>
        <w:tc>
          <w:tcPr>
            <w:tcW w:w="1545" w:type="dxa"/>
            <w:vAlign w:val="center"/>
          </w:tcPr>
          <w:p w:rsidR="0041651A" w:rsidRPr="00224F0A" w:rsidRDefault="0041651A" w:rsidP="00EC28FE"/>
        </w:tc>
        <w:tc>
          <w:tcPr>
            <w:tcW w:w="4065" w:type="dxa"/>
            <w:vAlign w:val="center"/>
          </w:tcPr>
          <w:p w:rsidR="0041651A" w:rsidRPr="00224F0A" w:rsidRDefault="0041651A" w:rsidP="00EC28FE">
            <w:r>
              <w:t>Копии определений, решений Арбитражного суда</w:t>
            </w:r>
          </w:p>
        </w:tc>
      </w:tr>
    </w:tbl>
    <w:p w:rsidR="0041651A" w:rsidRPr="00B06663" w:rsidRDefault="0041651A" w:rsidP="006E23CB"/>
    <w:p w:rsidR="0041651A" w:rsidRDefault="0041651A" w:rsidP="006E23CB">
      <w:pPr>
        <w:pStyle w:val="a"/>
      </w:pPr>
    </w:p>
    <w:p w:rsidR="0041651A" w:rsidRDefault="0041651A" w:rsidP="006E23CB">
      <w:pPr>
        <w:pStyle w:val="a"/>
      </w:pPr>
    </w:p>
    <w:p w:rsidR="0041651A" w:rsidRDefault="0041651A" w:rsidP="006E23CB">
      <w:pPr>
        <w:pStyle w:val="a"/>
      </w:pPr>
      <w:r w:rsidRPr="00B06663">
        <w:t>Участник зак</w:t>
      </w:r>
      <w:r>
        <w:t>упки</w:t>
      </w:r>
    </w:p>
    <w:p w:rsidR="0041651A" w:rsidRDefault="0041651A" w:rsidP="006E23CB">
      <w:pPr>
        <w:pStyle w:val="a"/>
      </w:pPr>
      <w:r w:rsidRPr="00B06663">
        <w:t>(уполномоченный представитель) ___________________________________ (Ф.И.О.)</w:t>
      </w:r>
    </w:p>
    <w:p w:rsidR="0041651A" w:rsidRDefault="0041651A" w:rsidP="006E23CB">
      <w:pPr>
        <w:pStyle w:val="a"/>
      </w:pPr>
    </w:p>
    <w:p w:rsidR="0041651A" w:rsidRDefault="0041651A" w:rsidP="006E23CB">
      <w:pPr>
        <w:pStyle w:val="a"/>
      </w:pPr>
      <w:r w:rsidRPr="00B06663">
        <w:t>Главный бухгалтер ________________________________________________ (Ф</w:t>
      </w:r>
      <w:r>
        <w:t>.</w:t>
      </w:r>
      <w:r w:rsidRPr="00B06663">
        <w:t>И.О.)</w:t>
      </w:r>
    </w:p>
    <w:p w:rsidR="0041651A" w:rsidRDefault="0041651A" w:rsidP="006E23CB">
      <w:pPr>
        <w:pStyle w:val="a"/>
      </w:pPr>
    </w:p>
    <w:p w:rsidR="0041651A" w:rsidRPr="00B06663" w:rsidRDefault="0041651A" w:rsidP="006E23CB">
      <w:pPr>
        <w:pStyle w:val="a"/>
        <w:ind w:left="935"/>
      </w:pPr>
      <w:r w:rsidRPr="00B06663">
        <w:t>М.П.</w:t>
      </w:r>
    </w:p>
    <w:p w:rsidR="0041651A" w:rsidRDefault="0041651A" w:rsidP="008909B0">
      <w:pPr>
        <w:pStyle w:val="a"/>
      </w:pPr>
    </w:p>
    <w:p w:rsidR="0041651A" w:rsidRDefault="0041651A" w:rsidP="008909B0">
      <w:pPr>
        <w:pStyle w:val="a"/>
      </w:pPr>
    </w:p>
    <w:p w:rsidR="0041651A" w:rsidRDefault="0041651A" w:rsidP="008909B0">
      <w:pPr>
        <w:pStyle w:val="a"/>
      </w:pPr>
    </w:p>
    <w:p w:rsidR="0041651A" w:rsidRDefault="0041651A" w:rsidP="008909B0">
      <w:pPr>
        <w:pageBreakBefore/>
        <w:jc w:val="right"/>
      </w:pPr>
      <w:r w:rsidRPr="00B06663">
        <w:t>Приложение № 3</w:t>
      </w:r>
      <w:r>
        <w:t xml:space="preserve"> </w:t>
      </w:r>
      <w:r w:rsidRPr="00B06663">
        <w:t>к Заявке</w:t>
      </w:r>
    </w:p>
    <w:p w:rsidR="0041651A" w:rsidRPr="00B06663" w:rsidRDefault="0041651A" w:rsidP="008909B0">
      <w:pPr>
        <w:jc w:val="right"/>
      </w:pPr>
      <w:r w:rsidRPr="00B06663">
        <w:t>на участие в конкурсе</w:t>
      </w:r>
    </w:p>
    <w:p w:rsidR="0041651A" w:rsidRPr="00B06663" w:rsidRDefault="0041651A" w:rsidP="006E23CB">
      <w:pPr>
        <w:pStyle w:val="Heading1"/>
      </w:pPr>
      <w:r w:rsidRPr="00B06663">
        <w:t>ПРЕДЛОЖЕНИЕ О СРОКЕ ВЫПОЛНЕНИЯ РАБОТ</w:t>
      </w:r>
    </w:p>
    <w:p w:rsidR="0041651A" w:rsidRPr="00B06663" w:rsidRDefault="0041651A" w:rsidP="006E23CB">
      <w:pPr>
        <w:pStyle w:val="a"/>
      </w:pPr>
      <w:r w:rsidRPr="00B06663">
        <w:t xml:space="preserve">1. Исполняя наши обязательства и изучив конкурсную документацию для участия в открытом </w:t>
      </w:r>
      <w:r>
        <w:t xml:space="preserve">одноэтапном </w:t>
      </w:r>
      <w:r w:rsidRPr="00B06663">
        <w:t>конкурсе</w:t>
      </w:r>
      <w:r>
        <w:t xml:space="preserve"> на право заключения договора подряда на выполнение работ по формированию границ охранной зоны кабельных линий</w:t>
      </w:r>
      <w:r w:rsidRPr="00B06663">
        <w:t>, в том числе условия и порядок проведения настоящего</w:t>
      </w:r>
      <w:r>
        <w:t xml:space="preserve"> </w:t>
      </w:r>
      <w:r w:rsidRPr="00B06663">
        <w:t xml:space="preserve">конкурса, </w:t>
      </w:r>
      <w:r>
        <w:t>проект</w:t>
      </w:r>
      <w:r w:rsidRPr="00B06663">
        <w:t xml:space="preserve"> договора на выполнение </w:t>
      </w:r>
      <w:r>
        <w:t>работ</w:t>
      </w:r>
      <w:r w:rsidRPr="00B06663">
        <w:t xml:space="preserve"> и техническое задание,</w:t>
      </w:r>
      <w:r>
        <w:t xml:space="preserve"> </w:t>
      </w:r>
      <w:r w:rsidRPr="00B06663">
        <w:t>мы____</w:t>
      </w:r>
      <w:r>
        <w:t>____________________</w:t>
      </w:r>
      <w:r w:rsidRPr="00B06663">
        <w:t>_________________</w:t>
      </w:r>
      <w:r>
        <w:t>___________________</w:t>
      </w:r>
    </w:p>
    <w:p w:rsidR="0041651A" w:rsidRPr="00290603" w:rsidRDefault="0041651A" w:rsidP="006E23CB">
      <w:pPr>
        <w:jc w:val="center"/>
        <w:rPr>
          <w:vertAlign w:val="superscript"/>
        </w:rPr>
      </w:pPr>
      <w:r w:rsidRPr="00290603">
        <w:rPr>
          <w:vertAlign w:val="superscript"/>
        </w:rPr>
        <w:t>(полное наименование организации-участника зак</w:t>
      </w:r>
      <w:r>
        <w:rPr>
          <w:vertAlign w:val="superscript"/>
        </w:rPr>
        <w:t>упки</w:t>
      </w:r>
      <w:r w:rsidRPr="00290603">
        <w:rPr>
          <w:vertAlign w:val="superscript"/>
        </w:rPr>
        <w:t xml:space="preserve"> по учредительным документам)</w:t>
      </w:r>
    </w:p>
    <w:p w:rsidR="0041651A" w:rsidRPr="00B06663" w:rsidRDefault="0041651A" w:rsidP="006E23CB">
      <w:r>
        <w:t xml:space="preserve">в </w:t>
      </w:r>
      <w:r w:rsidRPr="00B06663">
        <w:t>лице</w:t>
      </w:r>
      <w:r>
        <w:t xml:space="preserve"> </w:t>
      </w:r>
      <w:r w:rsidRPr="00B06663">
        <w:t>________________________________________________________</w:t>
      </w:r>
      <w:r>
        <w:t>____</w:t>
      </w:r>
      <w:r w:rsidRPr="00B06663">
        <w:t>________________,</w:t>
      </w:r>
    </w:p>
    <w:p w:rsidR="0041651A" w:rsidRPr="00290603" w:rsidRDefault="0041651A" w:rsidP="006E23CB">
      <w:pPr>
        <w:ind w:left="561"/>
        <w:jc w:val="center"/>
        <w:rPr>
          <w:vertAlign w:val="superscript"/>
        </w:rPr>
      </w:pPr>
      <w:r w:rsidRPr="00290603">
        <w:rPr>
          <w:vertAlign w:val="superscript"/>
        </w:rPr>
        <w:t>(наименование должности руководителя, его Фамилия, Имя, Отчество (полностью))</w:t>
      </w:r>
    </w:p>
    <w:p w:rsidR="0041651A" w:rsidRDefault="0041651A" w:rsidP="006E23CB">
      <w:r w:rsidRPr="00B06663">
        <w:t>уполномоченного в случае признания нас победителями конкурса подписать договор,</w:t>
      </w:r>
      <w:r>
        <w:t xml:space="preserve"> </w:t>
      </w:r>
      <w:r w:rsidRPr="00B06663">
        <w:t>согласны выполнить предусмотренные конкурсом работы в соответствии с</w:t>
      </w:r>
      <w:r>
        <w:t xml:space="preserve"> </w:t>
      </w:r>
      <w:r w:rsidRPr="00B06663">
        <w:t>требованиями конкурсной документации и в сроки указанные в нижеприведенной</w:t>
      </w:r>
      <w:r>
        <w:t xml:space="preserve"> </w:t>
      </w:r>
      <w:r w:rsidRPr="00B06663">
        <w:t>таблице:</w:t>
      </w:r>
    </w:p>
    <w:p w:rsidR="0041651A" w:rsidRDefault="0041651A" w:rsidP="006E23CB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6"/>
        <w:gridCol w:w="3179"/>
        <w:gridCol w:w="3568"/>
        <w:gridCol w:w="2535"/>
      </w:tblGrid>
      <w:tr w:rsidR="0041651A">
        <w:tc>
          <w:tcPr>
            <w:tcW w:w="856" w:type="dxa"/>
            <w:vAlign w:val="center"/>
          </w:tcPr>
          <w:p w:rsidR="0041651A" w:rsidRPr="00D25C6C" w:rsidRDefault="0041651A" w:rsidP="00EC28FE">
            <w:pPr>
              <w:jc w:val="center"/>
            </w:pPr>
            <w:r w:rsidRPr="00D25C6C">
              <w:t>№№</w:t>
            </w:r>
          </w:p>
          <w:p w:rsidR="0041651A" w:rsidRPr="00D25C6C" w:rsidRDefault="0041651A" w:rsidP="00EC28FE">
            <w:pPr>
              <w:jc w:val="center"/>
            </w:pPr>
            <w:r w:rsidRPr="00D25C6C">
              <w:t>п/п</w:t>
            </w:r>
          </w:p>
        </w:tc>
        <w:tc>
          <w:tcPr>
            <w:tcW w:w="3179" w:type="dxa"/>
            <w:vAlign w:val="center"/>
          </w:tcPr>
          <w:p w:rsidR="0041651A" w:rsidRPr="00D25C6C" w:rsidRDefault="0041651A" w:rsidP="00EC28FE">
            <w:pPr>
              <w:jc w:val="center"/>
            </w:pPr>
            <w:r w:rsidRPr="00D25C6C">
              <w:t>Наименование работ</w:t>
            </w:r>
          </w:p>
        </w:tc>
        <w:tc>
          <w:tcPr>
            <w:tcW w:w="3568" w:type="dxa"/>
            <w:vAlign w:val="center"/>
          </w:tcPr>
          <w:p w:rsidR="0041651A" w:rsidRPr="00D25C6C" w:rsidRDefault="0041651A" w:rsidP="00EC28FE">
            <w:pPr>
              <w:jc w:val="center"/>
            </w:pPr>
            <w:r w:rsidRPr="00D25C6C">
              <w:t>Срок</w:t>
            </w:r>
          </w:p>
        </w:tc>
        <w:tc>
          <w:tcPr>
            <w:tcW w:w="2535" w:type="dxa"/>
            <w:vAlign w:val="center"/>
          </w:tcPr>
          <w:p w:rsidR="0041651A" w:rsidRPr="00D25C6C" w:rsidRDefault="0041651A" w:rsidP="00EC28FE">
            <w:pPr>
              <w:jc w:val="center"/>
            </w:pPr>
            <w:r w:rsidRPr="00D25C6C">
              <w:t>Примечание</w:t>
            </w:r>
          </w:p>
        </w:tc>
      </w:tr>
      <w:tr w:rsidR="0041651A">
        <w:trPr>
          <w:trHeight w:val="539"/>
        </w:trPr>
        <w:tc>
          <w:tcPr>
            <w:tcW w:w="856" w:type="dxa"/>
            <w:vAlign w:val="center"/>
          </w:tcPr>
          <w:p w:rsidR="0041651A" w:rsidRPr="00D25C6C" w:rsidRDefault="0041651A" w:rsidP="00EC28FE">
            <w:pPr>
              <w:jc w:val="center"/>
            </w:pPr>
            <w:r w:rsidRPr="00D25C6C">
              <w:t>1</w:t>
            </w:r>
          </w:p>
        </w:tc>
        <w:tc>
          <w:tcPr>
            <w:tcW w:w="3179" w:type="dxa"/>
            <w:vAlign w:val="center"/>
          </w:tcPr>
          <w:p w:rsidR="0041651A" w:rsidRPr="00D25C6C" w:rsidRDefault="0041651A" w:rsidP="00EC28FE"/>
        </w:tc>
        <w:tc>
          <w:tcPr>
            <w:tcW w:w="3568" w:type="dxa"/>
            <w:vAlign w:val="center"/>
          </w:tcPr>
          <w:p w:rsidR="0041651A" w:rsidRPr="00D25C6C" w:rsidRDefault="0041651A" w:rsidP="00EC28FE"/>
        </w:tc>
        <w:tc>
          <w:tcPr>
            <w:tcW w:w="2535" w:type="dxa"/>
            <w:vAlign w:val="center"/>
          </w:tcPr>
          <w:p w:rsidR="0041651A" w:rsidRPr="00D25C6C" w:rsidRDefault="0041651A" w:rsidP="00EC28FE"/>
        </w:tc>
      </w:tr>
      <w:tr w:rsidR="0041651A">
        <w:trPr>
          <w:trHeight w:val="539"/>
        </w:trPr>
        <w:tc>
          <w:tcPr>
            <w:tcW w:w="856" w:type="dxa"/>
            <w:vAlign w:val="center"/>
          </w:tcPr>
          <w:p w:rsidR="0041651A" w:rsidRPr="00D25C6C" w:rsidRDefault="0041651A" w:rsidP="00EC28FE">
            <w:pPr>
              <w:jc w:val="center"/>
            </w:pPr>
            <w:r w:rsidRPr="00D25C6C">
              <w:t>2</w:t>
            </w:r>
          </w:p>
        </w:tc>
        <w:tc>
          <w:tcPr>
            <w:tcW w:w="3179" w:type="dxa"/>
            <w:vAlign w:val="center"/>
          </w:tcPr>
          <w:p w:rsidR="0041651A" w:rsidRPr="00D25C6C" w:rsidRDefault="0041651A" w:rsidP="00EC28FE"/>
        </w:tc>
        <w:tc>
          <w:tcPr>
            <w:tcW w:w="3568" w:type="dxa"/>
            <w:vAlign w:val="center"/>
          </w:tcPr>
          <w:p w:rsidR="0041651A" w:rsidRPr="00D25C6C" w:rsidRDefault="0041651A" w:rsidP="00EC28FE"/>
        </w:tc>
        <w:tc>
          <w:tcPr>
            <w:tcW w:w="2535" w:type="dxa"/>
            <w:vAlign w:val="center"/>
          </w:tcPr>
          <w:p w:rsidR="0041651A" w:rsidRPr="00D25C6C" w:rsidRDefault="0041651A" w:rsidP="00EC28FE"/>
        </w:tc>
      </w:tr>
      <w:tr w:rsidR="0041651A">
        <w:trPr>
          <w:trHeight w:val="539"/>
        </w:trPr>
        <w:tc>
          <w:tcPr>
            <w:tcW w:w="856" w:type="dxa"/>
            <w:vAlign w:val="center"/>
          </w:tcPr>
          <w:p w:rsidR="0041651A" w:rsidRPr="00135FD1" w:rsidRDefault="0041651A" w:rsidP="00EC28FE">
            <w:pPr>
              <w:jc w:val="center"/>
            </w:pPr>
            <w:r>
              <w:t>…</w:t>
            </w:r>
          </w:p>
        </w:tc>
        <w:tc>
          <w:tcPr>
            <w:tcW w:w="3179" w:type="dxa"/>
            <w:vAlign w:val="center"/>
          </w:tcPr>
          <w:p w:rsidR="0041651A" w:rsidRPr="00D25C6C" w:rsidRDefault="0041651A" w:rsidP="00EC28FE"/>
        </w:tc>
        <w:tc>
          <w:tcPr>
            <w:tcW w:w="3568" w:type="dxa"/>
            <w:vAlign w:val="center"/>
          </w:tcPr>
          <w:p w:rsidR="0041651A" w:rsidRPr="00D25C6C" w:rsidRDefault="0041651A" w:rsidP="00EC28FE"/>
        </w:tc>
        <w:tc>
          <w:tcPr>
            <w:tcW w:w="2535" w:type="dxa"/>
            <w:vAlign w:val="center"/>
          </w:tcPr>
          <w:p w:rsidR="0041651A" w:rsidRPr="00D25C6C" w:rsidRDefault="0041651A" w:rsidP="00EC28FE"/>
        </w:tc>
      </w:tr>
    </w:tbl>
    <w:p w:rsidR="0041651A" w:rsidRPr="00B06663" w:rsidRDefault="0041651A" w:rsidP="006E23CB"/>
    <w:p w:rsidR="0041651A" w:rsidRDefault="0041651A" w:rsidP="006E23CB">
      <w:pPr>
        <w:pStyle w:val="a"/>
      </w:pPr>
      <w:r w:rsidRPr="00B06663">
        <w:t>2. Мы ознакомлены с материалами технического задания, влияющими на цену договора.</w:t>
      </w:r>
    </w:p>
    <w:p w:rsidR="0041651A" w:rsidRDefault="0041651A" w:rsidP="006E23CB">
      <w:pPr>
        <w:pStyle w:val="a"/>
      </w:pPr>
    </w:p>
    <w:p w:rsidR="0041651A" w:rsidRDefault="0041651A" w:rsidP="006E23CB">
      <w:pPr>
        <w:pStyle w:val="a"/>
      </w:pPr>
    </w:p>
    <w:p w:rsidR="0041651A" w:rsidRDefault="0041651A" w:rsidP="006E23CB">
      <w:pPr>
        <w:pStyle w:val="a"/>
      </w:pPr>
    </w:p>
    <w:p w:rsidR="0041651A" w:rsidRDefault="0041651A" w:rsidP="006E23CB">
      <w:pPr>
        <w:pStyle w:val="a"/>
      </w:pPr>
      <w:r w:rsidRPr="00B06663">
        <w:t>Участник зак</w:t>
      </w:r>
      <w:r>
        <w:t>упки</w:t>
      </w:r>
    </w:p>
    <w:p w:rsidR="0041651A" w:rsidRDefault="0041651A" w:rsidP="006E23CB">
      <w:pPr>
        <w:pStyle w:val="a"/>
      </w:pPr>
      <w:r w:rsidRPr="00B06663">
        <w:t>(уполномоченный представитель) ___________________________________ (Ф.И.О.)</w:t>
      </w:r>
    </w:p>
    <w:p w:rsidR="0041651A" w:rsidRDefault="0041651A" w:rsidP="006E23CB">
      <w:pPr>
        <w:pStyle w:val="a"/>
      </w:pPr>
    </w:p>
    <w:p w:rsidR="0041651A" w:rsidRDefault="0041651A" w:rsidP="006E23CB">
      <w:pPr>
        <w:pStyle w:val="a"/>
      </w:pPr>
      <w:r w:rsidRPr="00B06663">
        <w:t>Главный бухгалтер ________________________________________________ (Ф</w:t>
      </w:r>
      <w:r>
        <w:t>.</w:t>
      </w:r>
      <w:r w:rsidRPr="00B06663">
        <w:t>И.О.)</w:t>
      </w:r>
    </w:p>
    <w:p w:rsidR="0041651A" w:rsidRDefault="0041651A" w:rsidP="006E23CB">
      <w:pPr>
        <w:pStyle w:val="a"/>
      </w:pPr>
    </w:p>
    <w:p w:rsidR="0041651A" w:rsidRPr="00B06663" w:rsidRDefault="0041651A" w:rsidP="006E23CB">
      <w:pPr>
        <w:pStyle w:val="a"/>
        <w:ind w:left="935"/>
      </w:pPr>
      <w:r w:rsidRPr="00B06663">
        <w:t>М.П.</w:t>
      </w:r>
    </w:p>
    <w:p w:rsidR="0041651A" w:rsidRDefault="0041651A" w:rsidP="008909B0">
      <w:pPr>
        <w:pageBreakBefore/>
        <w:jc w:val="right"/>
      </w:pPr>
      <w:r w:rsidRPr="00B06663">
        <w:t>Приложение № 4</w:t>
      </w:r>
      <w:r>
        <w:t xml:space="preserve"> </w:t>
      </w:r>
      <w:r w:rsidRPr="00B06663">
        <w:t>к Заявке</w:t>
      </w:r>
    </w:p>
    <w:p w:rsidR="0041651A" w:rsidRPr="00B06663" w:rsidRDefault="0041651A" w:rsidP="008909B0">
      <w:pPr>
        <w:jc w:val="right"/>
      </w:pPr>
      <w:r w:rsidRPr="00B06663">
        <w:t>на участие в конкурсе</w:t>
      </w:r>
    </w:p>
    <w:p w:rsidR="0041651A" w:rsidRDefault="0041651A" w:rsidP="008909B0">
      <w:pPr>
        <w:pStyle w:val="Heading1"/>
      </w:pPr>
      <w:r w:rsidRPr="00B06663">
        <w:t>Справка</w:t>
      </w:r>
    </w:p>
    <w:p w:rsidR="0041651A" w:rsidRPr="00224F0A" w:rsidRDefault="0041651A" w:rsidP="008909B0">
      <w:pPr>
        <w:pStyle w:val="Heading1"/>
      </w:pPr>
      <w:r w:rsidRPr="00224F0A">
        <w:t>о перечне и объемах выполнения аналогичных договоров</w:t>
      </w:r>
    </w:p>
    <w:p w:rsidR="0041651A" w:rsidRPr="00224F0A" w:rsidRDefault="0041651A" w:rsidP="008909B0">
      <w:pPr>
        <w:pStyle w:val="a"/>
      </w:pPr>
      <w:r w:rsidRPr="00224F0A">
        <w:t>Наименование и адрес Участника закупки: ____________________________________________________________________________________________________________________________________________________________________</w:t>
      </w:r>
    </w:p>
    <w:p w:rsidR="0041651A" w:rsidRPr="00224F0A" w:rsidRDefault="0041651A" w:rsidP="008909B0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2613"/>
        <w:gridCol w:w="2795"/>
        <w:gridCol w:w="2628"/>
        <w:gridCol w:w="1428"/>
      </w:tblGrid>
      <w:tr w:rsidR="0041651A" w:rsidRPr="00224F0A">
        <w:tc>
          <w:tcPr>
            <w:tcW w:w="674" w:type="dxa"/>
            <w:vAlign w:val="center"/>
          </w:tcPr>
          <w:p w:rsidR="0041651A" w:rsidRPr="00224F0A" w:rsidRDefault="0041651A" w:rsidP="00315680">
            <w:pPr>
              <w:jc w:val="center"/>
            </w:pPr>
            <w:r w:rsidRPr="00224F0A">
              <w:t>№№</w:t>
            </w:r>
          </w:p>
          <w:p w:rsidR="0041651A" w:rsidRPr="00224F0A" w:rsidRDefault="0041651A" w:rsidP="00315680">
            <w:pPr>
              <w:jc w:val="center"/>
            </w:pPr>
            <w:r w:rsidRPr="00224F0A">
              <w:t>п/п</w:t>
            </w:r>
          </w:p>
        </w:tc>
        <w:tc>
          <w:tcPr>
            <w:tcW w:w="2613" w:type="dxa"/>
            <w:vAlign w:val="center"/>
          </w:tcPr>
          <w:p w:rsidR="0041651A" w:rsidRPr="00224F0A" w:rsidRDefault="0041651A" w:rsidP="00315680">
            <w:pPr>
              <w:jc w:val="center"/>
            </w:pPr>
            <w:r w:rsidRPr="00224F0A">
              <w:t>Сроки</w:t>
            </w:r>
          </w:p>
          <w:p w:rsidR="0041651A" w:rsidRPr="00224F0A" w:rsidRDefault="0041651A" w:rsidP="00315680">
            <w:pPr>
              <w:jc w:val="center"/>
            </w:pPr>
            <w:r w:rsidRPr="00224F0A">
              <w:t>выполнения работ</w:t>
            </w:r>
          </w:p>
          <w:p w:rsidR="0041651A" w:rsidRPr="00224F0A" w:rsidRDefault="0041651A" w:rsidP="00315680">
            <w:pPr>
              <w:jc w:val="center"/>
            </w:pPr>
          </w:p>
        </w:tc>
        <w:tc>
          <w:tcPr>
            <w:tcW w:w="2795" w:type="dxa"/>
            <w:vAlign w:val="center"/>
          </w:tcPr>
          <w:p w:rsidR="0041651A" w:rsidRPr="00224F0A" w:rsidRDefault="0041651A" w:rsidP="00315680">
            <w:pPr>
              <w:jc w:val="center"/>
            </w:pPr>
            <w:r w:rsidRPr="00224F0A">
              <w:t xml:space="preserve">Заказчик </w:t>
            </w:r>
          </w:p>
        </w:tc>
        <w:tc>
          <w:tcPr>
            <w:tcW w:w="2628" w:type="dxa"/>
            <w:vAlign w:val="center"/>
          </w:tcPr>
          <w:p w:rsidR="0041651A" w:rsidRPr="00224F0A" w:rsidRDefault="0041651A" w:rsidP="00315680">
            <w:pPr>
              <w:jc w:val="center"/>
            </w:pPr>
            <w:r w:rsidRPr="00224F0A">
              <w:t>Предмет договора,</w:t>
            </w:r>
          </w:p>
          <w:p w:rsidR="0041651A" w:rsidRPr="00224F0A" w:rsidRDefault="0041651A" w:rsidP="00315680">
            <w:pPr>
              <w:jc w:val="center"/>
            </w:pPr>
            <w:r w:rsidRPr="00224F0A">
              <w:t>вид работ</w:t>
            </w:r>
          </w:p>
        </w:tc>
        <w:tc>
          <w:tcPr>
            <w:tcW w:w="1428" w:type="dxa"/>
            <w:vAlign w:val="center"/>
          </w:tcPr>
          <w:p w:rsidR="0041651A" w:rsidRPr="00224F0A" w:rsidRDefault="0041651A" w:rsidP="00315680">
            <w:pPr>
              <w:jc w:val="center"/>
            </w:pPr>
            <w:r w:rsidRPr="00224F0A">
              <w:t>Сумма договора,</w:t>
            </w:r>
          </w:p>
          <w:p w:rsidR="0041651A" w:rsidRPr="00224F0A" w:rsidRDefault="0041651A" w:rsidP="00315680">
            <w:pPr>
              <w:jc w:val="center"/>
            </w:pPr>
            <w:r w:rsidRPr="00224F0A">
              <w:t>рублей</w:t>
            </w:r>
          </w:p>
        </w:tc>
      </w:tr>
      <w:tr w:rsidR="0041651A" w:rsidRPr="00224F0A">
        <w:tc>
          <w:tcPr>
            <w:tcW w:w="674" w:type="dxa"/>
            <w:vAlign w:val="center"/>
          </w:tcPr>
          <w:p w:rsidR="0041651A" w:rsidRPr="00224F0A" w:rsidRDefault="0041651A" w:rsidP="00315680">
            <w:pPr>
              <w:jc w:val="center"/>
            </w:pPr>
            <w:r w:rsidRPr="00224F0A">
              <w:t>1</w:t>
            </w:r>
          </w:p>
        </w:tc>
        <w:tc>
          <w:tcPr>
            <w:tcW w:w="2613" w:type="dxa"/>
            <w:vAlign w:val="center"/>
          </w:tcPr>
          <w:p w:rsidR="0041651A" w:rsidRPr="00224F0A" w:rsidRDefault="0041651A" w:rsidP="00315680"/>
        </w:tc>
        <w:tc>
          <w:tcPr>
            <w:tcW w:w="2795" w:type="dxa"/>
            <w:vAlign w:val="center"/>
          </w:tcPr>
          <w:p w:rsidR="0041651A" w:rsidRPr="00224F0A" w:rsidRDefault="0041651A" w:rsidP="00315680"/>
        </w:tc>
        <w:tc>
          <w:tcPr>
            <w:tcW w:w="2628" w:type="dxa"/>
            <w:vAlign w:val="center"/>
          </w:tcPr>
          <w:p w:rsidR="0041651A" w:rsidRPr="00224F0A" w:rsidRDefault="0041651A" w:rsidP="00315680"/>
        </w:tc>
        <w:tc>
          <w:tcPr>
            <w:tcW w:w="1428" w:type="dxa"/>
            <w:vAlign w:val="center"/>
          </w:tcPr>
          <w:p w:rsidR="0041651A" w:rsidRPr="00224F0A" w:rsidRDefault="0041651A" w:rsidP="00315680"/>
        </w:tc>
      </w:tr>
      <w:tr w:rsidR="0041651A" w:rsidRPr="00224F0A">
        <w:tc>
          <w:tcPr>
            <w:tcW w:w="674" w:type="dxa"/>
            <w:vAlign w:val="center"/>
          </w:tcPr>
          <w:p w:rsidR="0041651A" w:rsidRPr="00224F0A" w:rsidRDefault="0041651A" w:rsidP="00315680">
            <w:pPr>
              <w:jc w:val="center"/>
            </w:pPr>
            <w:r w:rsidRPr="00224F0A">
              <w:t>2</w:t>
            </w:r>
          </w:p>
        </w:tc>
        <w:tc>
          <w:tcPr>
            <w:tcW w:w="2613" w:type="dxa"/>
            <w:vAlign w:val="center"/>
          </w:tcPr>
          <w:p w:rsidR="0041651A" w:rsidRPr="00224F0A" w:rsidRDefault="0041651A" w:rsidP="00315680"/>
        </w:tc>
        <w:tc>
          <w:tcPr>
            <w:tcW w:w="2795" w:type="dxa"/>
            <w:vAlign w:val="center"/>
          </w:tcPr>
          <w:p w:rsidR="0041651A" w:rsidRPr="00224F0A" w:rsidRDefault="0041651A" w:rsidP="00315680"/>
        </w:tc>
        <w:tc>
          <w:tcPr>
            <w:tcW w:w="2628" w:type="dxa"/>
            <w:vAlign w:val="center"/>
          </w:tcPr>
          <w:p w:rsidR="0041651A" w:rsidRPr="00224F0A" w:rsidRDefault="0041651A" w:rsidP="00315680"/>
        </w:tc>
        <w:tc>
          <w:tcPr>
            <w:tcW w:w="1428" w:type="dxa"/>
            <w:vAlign w:val="center"/>
          </w:tcPr>
          <w:p w:rsidR="0041651A" w:rsidRPr="00224F0A" w:rsidRDefault="0041651A" w:rsidP="00315680"/>
        </w:tc>
      </w:tr>
      <w:tr w:rsidR="0041651A" w:rsidRPr="00224F0A">
        <w:tc>
          <w:tcPr>
            <w:tcW w:w="674" w:type="dxa"/>
            <w:vAlign w:val="center"/>
          </w:tcPr>
          <w:p w:rsidR="0041651A" w:rsidRPr="00224F0A" w:rsidRDefault="0041651A" w:rsidP="00315680">
            <w:pPr>
              <w:jc w:val="center"/>
            </w:pPr>
            <w:r w:rsidRPr="00224F0A">
              <w:t>3</w:t>
            </w:r>
          </w:p>
        </w:tc>
        <w:tc>
          <w:tcPr>
            <w:tcW w:w="2613" w:type="dxa"/>
            <w:vAlign w:val="center"/>
          </w:tcPr>
          <w:p w:rsidR="0041651A" w:rsidRPr="00224F0A" w:rsidRDefault="0041651A" w:rsidP="00315680"/>
        </w:tc>
        <w:tc>
          <w:tcPr>
            <w:tcW w:w="2795" w:type="dxa"/>
            <w:vAlign w:val="center"/>
          </w:tcPr>
          <w:p w:rsidR="0041651A" w:rsidRPr="00224F0A" w:rsidRDefault="0041651A" w:rsidP="00315680"/>
        </w:tc>
        <w:tc>
          <w:tcPr>
            <w:tcW w:w="2628" w:type="dxa"/>
            <w:vAlign w:val="center"/>
          </w:tcPr>
          <w:p w:rsidR="0041651A" w:rsidRPr="00224F0A" w:rsidRDefault="0041651A" w:rsidP="00315680"/>
        </w:tc>
        <w:tc>
          <w:tcPr>
            <w:tcW w:w="1428" w:type="dxa"/>
            <w:vAlign w:val="center"/>
          </w:tcPr>
          <w:p w:rsidR="0041651A" w:rsidRPr="00224F0A" w:rsidRDefault="0041651A" w:rsidP="00315680"/>
        </w:tc>
      </w:tr>
      <w:tr w:rsidR="0041651A" w:rsidRPr="00224F0A">
        <w:tc>
          <w:tcPr>
            <w:tcW w:w="674" w:type="dxa"/>
            <w:vAlign w:val="center"/>
          </w:tcPr>
          <w:p w:rsidR="0041651A" w:rsidRPr="00224F0A" w:rsidRDefault="0041651A" w:rsidP="00315680">
            <w:pPr>
              <w:jc w:val="center"/>
            </w:pPr>
            <w:r w:rsidRPr="00224F0A">
              <w:t>…</w:t>
            </w:r>
          </w:p>
        </w:tc>
        <w:tc>
          <w:tcPr>
            <w:tcW w:w="2613" w:type="dxa"/>
            <w:vAlign w:val="center"/>
          </w:tcPr>
          <w:p w:rsidR="0041651A" w:rsidRPr="00224F0A" w:rsidRDefault="0041651A" w:rsidP="00315680"/>
        </w:tc>
        <w:tc>
          <w:tcPr>
            <w:tcW w:w="2795" w:type="dxa"/>
            <w:vAlign w:val="center"/>
          </w:tcPr>
          <w:p w:rsidR="0041651A" w:rsidRPr="00224F0A" w:rsidRDefault="0041651A" w:rsidP="00315680"/>
        </w:tc>
        <w:tc>
          <w:tcPr>
            <w:tcW w:w="2628" w:type="dxa"/>
            <w:vAlign w:val="center"/>
          </w:tcPr>
          <w:p w:rsidR="0041651A" w:rsidRPr="00224F0A" w:rsidRDefault="0041651A" w:rsidP="00315680"/>
        </w:tc>
        <w:tc>
          <w:tcPr>
            <w:tcW w:w="1428" w:type="dxa"/>
            <w:vAlign w:val="center"/>
          </w:tcPr>
          <w:p w:rsidR="0041651A" w:rsidRPr="00224F0A" w:rsidRDefault="0041651A" w:rsidP="00315680"/>
        </w:tc>
      </w:tr>
      <w:tr w:rsidR="0041651A" w:rsidRPr="00224F0A">
        <w:tc>
          <w:tcPr>
            <w:tcW w:w="10138" w:type="dxa"/>
            <w:gridSpan w:val="5"/>
            <w:vAlign w:val="center"/>
          </w:tcPr>
          <w:p w:rsidR="0041651A" w:rsidRPr="00224F0A" w:rsidRDefault="0041651A" w:rsidP="00315680">
            <w:pPr>
              <w:rPr>
                <w:b/>
                <w:bCs/>
              </w:rPr>
            </w:pPr>
          </w:p>
        </w:tc>
      </w:tr>
      <w:tr w:rsidR="0041651A" w:rsidRPr="00224F0A">
        <w:tc>
          <w:tcPr>
            <w:tcW w:w="10138" w:type="dxa"/>
            <w:gridSpan w:val="5"/>
            <w:vAlign w:val="center"/>
          </w:tcPr>
          <w:p w:rsidR="0041651A" w:rsidRPr="00224F0A" w:rsidRDefault="0041651A" w:rsidP="00315680">
            <w:pPr>
              <w:rPr>
                <w:b/>
                <w:bCs/>
              </w:rPr>
            </w:pPr>
            <w:r w:rsidRPr="00224F0A">
              <w:rPr>
                <w:b/>
                <w:bCs/>
              </w:rPr>
              <w:t>ИТОГО за [указать, в зависимости от обстоятельств, например «</w:t>
            </w:r>
            <w:r>
              <w:rPr>
                <w:b/>
                <w:bCs/>
              </w:rPr>
              <w:t xml:space="preserve"> </w:t>
            </w:r>
            <w:r w:rsidRPr="00224F0A">
              <w:rPr>
                <w:b/>
                <w:bCs/>
              </w:rPr>
              <w:t>2012 год» и т.д.]</w:t>
            </w:r>
          </w:p>
        </w:tc>
      </w:tr>
    </w:tbl>
    <w:p w:rsidR="0041651A" w:rsidRPr="00224F0A" w:rsidRDefault="0041651A" w:rsidP="008909B0"/>
    <w:p w:rsidR="0041651A" w:rsidRPr="00224F0A" w:rsidRDefault="0041651A" w:rsidP="008909B0">
      <w:pPr>
        <w:pStyle w:val="a"/>
      </w:pPr>
    </w:p>
    <w:p w:rsidR="0041651A" w:rsidRPr="00224F0A" w:rsidRDefault="0041651A" w:rsidP="008909B0">
      <w:pPr>
        <w:pStyle w:val="a"/>
      </w:pPr>
    </w:p>
    <w:p w:rsidR="0041651A" w:rsidRPr="00224F0A" w:rsidRDefault="0041651A" w:rsidP="008909B0">
      <w:pPr>
        <w:pStyle w:val="a"/>
      </w:pPr>
      <w:r w:rsidRPr="00224F0A">
        <w:t>Участник закупки</w:t>
      </w:r>
    </w:p>
    <w:p w:rsidR="0041651A" w:rsidRPr="00224F0A" w:rsidRDefault="0041651A" w:rsidP="008909B0">
      <w:pPr>
        <w:pStyle w:val="a"/>
      </w:pPr>
      <w:r w:rsidRPr="00224F0A">
        <w:t>(уполномоченный представитель) ___________________________________ (Ф.И.О.)</w:t>
      </w:r>
    </w:p>
    <w:p w:rsidR="0041651A" w:rsidRPr="00224F0A" w:rsidRDefault="0041651A" w:rsidP="008909B0">
      <w:pPr>
        <w:pStyle w:val="a"/>
      </w:pPr>
    </w:p>
    <w:p w:rsidR="0041651A" w:rsidRPr="00224F0A" w:rsidRDefault="0041651A" w:rsidP="008909B0">
      <w:pPr>
        <w:pStyle w:val="a"/>
      </w:pPr>
      <w:r w:rsidRPr="00224F0A">
        <w:t>Главный бухгалтер ________________________________________________ (Ф.И.О.)</w:t>
      </w:r>
    </w:p>
    <w:p w:rsidR="0041651A" w:rsidRPr="00224F0A" w:rsidRDefault="0041651A" w:rsidP="008909B0">
      <w:pPr>
        <w:pStyle w:val="a"/>
      </w:pPr>
    </w:p>
    <w:p w:rsidR="0041651A" w:rsidRPr="00B06663" w:rsidRDefault="0041651A" w:rsidP="008909B0">
      <w:pPr>
        <w:pStyle w:val="a"/>
        <w:ind w:left="935"/>
      </w:pPr>
      <w:r w:rsidRPr="00224F0A">
        <w:t>М.П.</w:t>
      </w:r>
    </w:p>
    <w:p w:rsidR="0041651A" w:rsidRDefault="0041651A" w:rsidP="008909B0">
      <w:pPr>
        <w:pStyle w:val="a"/>
      </w:pPr>
    </w:p>
    <w:p w:rsidR="0041651A" w:rsidRPr="00B06663" w:rsidRDefault="0041651A" w:rsidP="008909B0">
      <w:pPr>
        <w:pageBreakBefore/>
        <w:jc w:val="right"/>
      </w:pPr>
      <w:r w:rsidRPr="00B06663">
        <w:t>Приложение № 5</w:t>
      </w:r>
      <w:r>
        <w:t xml:space="preserve"> </w:t>
      </w:r>
      <w:r w:rsidRPr="00B06663">
        <w:t>к Заявке</w:t>
      </w:r>
    </w:p>
    <w:p w:rsidR="0041651A" w:rsidRPr="00B06663" w:rsidRDefault="0041651A" w:rsidP="008909B0">
      <w:pPr>
        <w:jc w:val="right"/>
      </w:pPr>
      <w:r w:rsidRPr="00B06663">
        <w:t>на участие в конкурсе</w:t>
      </w:r>
    </w:p>
    <w:p w:rsidR="0041651A" w:rsidRPr="00224F0A" w:rsidRDefault="0041651A" w:rsidP="008909B0">
      <w:pPr>
        <w:pStyle w:val="Heading1"/>
      </w:pPr>
      <w:r w:rsidRPr="00224F0A">
        <w:t>Справка о кадровых ресурсах</w:t>
      </w:r>
    </w:p>
    <w:p w:rsidR="0041651A" w:rsidRPr="00224F0A" w:rsidRDefault="0041651A" w:rsidP="008909B0">
      <w:pPr>
        <w:pStyle w:val="a"/>
      </w:pPr>
      <w:r w:rsidRPr="00224F0A">
        <w:t>Наименование и адрес Участника закупки: ____________________________________________________________________________________________________________________________________________________________________</w:t>
      </w:r>
    </w:p>
    <w:p w:rsidR="0041651A" w:rsidRPr="00224F0A" w:rsidRDefault="0041651A" w:rsidP="008909B0">
      <w:pPr>
        <w:pStyle w:val="a"/>
      </w:pPr>
    </w:p>
    <w:p w:rsidR="0041651A" w:rsidRPr="00224F0A" w:rsidRDefault="0041651A" w:rsidP="008909B0">
      <w:pPr>
        <w:pStyle w:val="a"/>
      </w:pPr>
      <w:r w:rsidRPr="00224F0A">
        <w:t>Таблица-1. Основные кадровые ресурсы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2800"/>
        <w:gridCol w:w="2608"/>
        <w:gridCol w:w="2028"/>
        <w:gridCol w:w="2028"/>
      </w:tblGrid>
      <w:tr w:rsidR="0041651A" w:rsidRPr="00224F0A">
        <w:tc>
          <w:tcPr>
            <w:tcW w:w="674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  <w:jc w:val="center"/>
            </w:pPr>
            <w:r w:rsidRPr="00224F0A">
              <w:t>№№</w:t>
            </w:r>
          </w:p>
          <w:p w:rsidR="0041651A" w:rsidRPr="00224F0A" w:rsidRDefault="0041651A" w:rsidP="00315680">
            <w:pPr>
              <w:pStyle w:val="a"/>
              <w:ind w:firstLine="0"/>
              <w:jc w:val="center"/>
            </w:pPr>
            <w:r w:rsidRPr="00224F0A">
              <w:t>п/п</w:t>
            </w:r>
          </w:p>
        </w:tc>
        <w:tc>
          <w:tcPr>
            <w:tcW w:w="2800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  <w:jc w:val="center"/>
            </w:pPr>
            <w:r w:rsidRPr="00224F0A">
              <w:t>Ф.И.О. специалиста</w:t>
            </w:r>
          </w:p>
        </w:tc>
        <w:tc>
          <w:tcPr>
            <w:tcW w:w="260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  <w:jc w:val="center"/>
            </w:pPr>
            <w:r w:rsidRPr="00224F0A">
              <w:t xml:space="preserve">Аттестат, допуск, свидетельство, диплом </w:t>
            </w:r>
            <w:r w:rsidRPr="00224F0A">
              <w:rPr>
                <w:sz w:val="16"/>
                <w:szCs w:val="16"/>
              </w:rPr>
              <w:t>(необходимые для выполнения работ)</w:t>
            </w: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  <w:jc w:val="center"/>
            </w:pPr>
            <w:r w:rsidRPr="00224F0A">
              <w:t>Должность</w:t>
            </w: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  <w:jc w:val="center"/>
            </w:pPr>
            <w:r w:rsidRPr="00224F0A">
              <w:t>Стаж работы в данной или аналогичной должности, лет</w:t>
            </w:r>
          </w:p>
        </w:tc>
      </w:tr>
      <w:tr w:rsidR="0041651A" w:rsidRPr="00224F0A">
        <w:tc>
          <w:tcPr>
            <w:tcW w:w="10138" w:type="dxa"/>
            <w:gridSpan w:val="5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  <w:r w:rsidRPr="00224F0A">
              <w:t>Руководящее звено (руководитель и его заместители)</w:t>
            </w:r>
          </w:p>
        </w:tc>
      </w:tr>
      <w:tr w:rsidR="0041651A" w:rsidRPr="00224F0A">
        <w:tc>
          <w:tcPr>
            <w:tcW w:w="674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  <w:jc w:val="center"/>
            </w:pPr>
            <w:r w:rsidRPr="00224F0A">
              <w:t>1</w:t>
            </w:r>
          </w:p>
        </w:tc>
        <w:tc>
          <w:tcPr>
            <w:tcW w:w="2800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60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</w:tr>
      <w:tr w:rsidR="0041651A" w:rsidRPr="00224F0A">
        <w:tc>
          <w:tcPr>
            <w:tcW w:w="674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  <w:jc w:val="center"/>
            </w:pPr>
            <w:r w:rsidRPr="00224F0A">
              <w:t>2</w:t>
            </w:r>
          </w:p>
        </w:tc>
        <w:tc>
          <w:tcPr>
            <w:tcW w:w="2800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60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</w:tr>
      <w:tr w:rsidR="0041651A" w:rsidRPr="00224F0A">
        <w:tc>
          <w:tcPr>
            <w:tcW w:w="674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  <w:jc w:val="center"/>
            </w:pPr>
            <w:r w:rsidRPr="00224F0A">
              <w:t>3</w:t>
            </w:r>
          </w:p>
        </w:tc>
        <w:tc>
          <w:tcPr>
            <w:tcW w:w="2800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60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</w:tr>
      <w:tr w:rsidR="0041651A" w:rsidRPr="00224F0A">
        <w:tc>
          <w:tcPr>
            <w:tcW w:w="674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  <w:jc w:val="center"/>
            </w:pPr>
            <w:r w:rsidRPr="00224F0A">
              <w:t>…</w:t>
            </w:r>
          </w:p>
        </w:tc>
        <w:tc>
          <w:tcPr>
            <w:tcW w:w="2800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60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</w:tr>
      <w:tr w:rsidR="0041651A" w:rsidRPr="00224F0A">
        <w:tc>
          <w:tcPr>
            <w:tcW w:w="10138" w:type="dxa"/>
            <w:gridSpan w:val="5"/>
            <w:vAlign w:val="center"/>
          </w:tcPr>
          <w:p w:rsidR="0041651A" w:rsidRPr="00754148" w:rsidRDefault="0041651A" w:rsidP="00315680">
            <w:pPr>
              <w:pStyle w:val="a"/>
              <w:ind w:firstLine="0"/>
            </w:pPr>
            <w:r w:rsidRPr="00754148">
              <w:t>Специалисты (в зависимости от вида работ)</w:t>
            </w:r>
          </w:p>
        </w:tc>
      </w:tr>
      <w:tr w:rsidR="0041651A" w:rsidRPr="00224F0A">
        <w:tc>
          <w:tcPr>
            <w:tcW w:w="674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  <w:jc w:val="center"/>
            </w:pPr>
            <w:r w:rsidRPr="00224F0A">
              <w:t>1</w:t>
            </w:r>
          </w:p>
        </w:tc>
        <w:tc>
          <w:tcPr>
            <w:tcW w:w="2800" w:type="dxa"/>
            <w:vAlign w:val="center"/>
          </w:tcPr>
          <w:p w:rsidR="0041651A" w:rsidRPr="00754148" w:rsidRDefault="0041651A" w:rsidP="00315680">
            <w:pPr>
              <w:pStyle w:val="a"/>
              <w:ind w:firstLine="0"/>
            </w:pPr>
          </w:p>
        </w:tc>
        <w:tc>
          <w:tcPr>
            <w:tcW w:w="260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</w:tr>
      <w:tr w:rsidR="0041651A" w:rsidRPr="00224F0A">
        <w:tc>
          <w:tcPr>
            <w:tcW w:w="674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  <w:jc w:val="center"/>
            </w:pPr>
            <w:r w:rsidRPr="00224F0A">
              <w:t>2</w:t>
            </w:r>
          </w:p>
        </w:tc>
        <w:tc>
          <w:tcPr>
            <w:tcW w:w="2800" w:type="dxa"/>
            <w:vAlign w:val="center"/>
          </w:tcPr>
          <w:p w:rsidR="0041651A" w:rsidRPr="00754148" w:rsidRDefault="0041651A" w:rsidP="00315680">
            <w:pPr>
              <w:pStyle w:val="a"/>
              <w:ind w:firstLine="0"/>
            </w:pPr>
          </w:p>
        </w:tc>
        <w:tc>
          <w:tcPr>
            <w:tcW w:w="260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</w:tr>
      <w:tr w:rsidR="0041651A" w:rsidRPr="00224F0A">
        <w:tc>
          <w:tcPr>
            <w:tcW w:w="674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  <w:jc w:val="center"/>
            </w:pPr>
            <w:r w:rsidRPr="00224F0A">
              <w:t>3</w:t>
            </w:r>
          </w:p>
        </w:tc>
        <w:tc>
          <w:tcPr>
            <w:tcW w:w="2800" w:type="dxa"/>
            <w:vAlign w:val="center"/>
          </w:tcPr>
          <w:p w:rsidR="0041651A" w:rsidRPr="00754148" w:rsidRDefault="0041651A" w:rsidP="00315680">
            <w:pPr>
              <w:pStyle w:val="a"/>
              <w:ind w:firstLine="0"/>
            </w:pPr>
          </w:p>
        </w:tc>
        <w:tc>
          <w:tcPr>
            <w:tcW w:w="260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</w:tr>
      <w:tr w:rsidR="0041651A" w:rsidRPr="00224F0A">
        <w:tc>
          <w:tcPr>
            <w:tcW w:w="674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  <w:jc w:val="center"/>
            </w:pPr>
            <w:r w:rsidRPr="00224F0A">
              <w:t>…</w:t>
            </w:r>
          </w:p>
        </w:tc>
        <w:tc>
          <w:tcPr>
            <w:tcW w:w="2800" w:type="dxa"/>
            <w:vAlign w:val="center"/>
          </w:tcPr>
          <w:p w:rsidR="0041651A" w:rsidRPr="00754148" w:rsidRDefault="0041651A" w:rsidP="00315680">
            <w:pPr>
              <w:pStyle w:val="a"/>
              <w:ind w:firstLine="0"/>
            </w:pPr>
          </w:p>
        </w:tc>
        <w:tc>
          <w:tcPr>
            <w:tcW w:w="260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</w:tr>
      <w:tr w:rsidR="0041651A" w:rsidRPr="00224F0A">
        <w:tc>
          <w:tcPr>
            <w:tcW w:w="10138" w:type="dxa"/>
            <w:gridSpan w:val="5"/>
            <w:vAlign w:val="center"/>
          </w:tcPr>
          <w:p w:rsidR="0041651A" w:rsidRPr="00812499" w:rsidRDefault="0041651A" w:rsidP="00315680">
            <w:pPr>
              <w:pStyle w:val="a"/>
              <w:ind w:firstLine="0"/>
            </w:pPr>
            <w:r w:rsidRPr="00812499">
              <w:t>Прочий персонал (в зависимости от вида работ)</w:t>
            </w:r>
          </w:p>
        </w:tc>
      </w:tr>
      <w:tr w:rsidR="0041651A" w:rsidRPr="00224F0A">
        <w:tc>
          <w:tcPr>
            <w:tcW w:w="674" w:type="dxa"/>
            <w:vAlign w:val="center"/>
          </w:tcPr>
          <w:p w:rsidR="0041651A" w:rsidRPr="00812499" w:rsidRDefault="0041651A" w:rsidP="00315680">
            <w:pPr>
              <w:pStyle w:val="a"/>
              <w:ind w:firstLine="0"/>
              <w:jc w:val="center"/>
            </w:pPr>
            <w:r w:rsidRPr="00812499">
              <w:t>1</w:t>
            </w:r>
          </w:p>
        </w:tc>
        <w:tc>
          <w:tcPr>
            <w:tcW w:w="2800" w:type="dxa"/>
            <w:vAlign w:val="center"/>
          </w:tcPr>
          <w:p w:rsidR="0041651A" w:rsidRPr="00812499" w:rsidRDefault="0041651A" w:rsidP="00315680">
            <w:pPr>
              <w:pStyle w:val="a"/>
              <w:ind w:firstLine="0"/>
            </w:pPr>
          </w:p>
        </w:tc>
        <w:tc>
          <w:tcPr>
            <w:tcW w:w="260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</w:tr>
      <w:tr w:rsidR="0041651A" w:rsidRPr="00224F0A">
        <w:tc>
          <w:tcPr>
            <w:tcW w:w="674" w:type="dxa"/>
            <w:vAlign w:val="center"/>
          </w:tcPr>
          <w:p w:rsidR="0041651A" w:rsidRPr="00812499" w:rsidRDefault="0041651A" w:rsidP="00315680">
            <w:pPr>
              <w:pStyle w:val="a"/>
              <w:ind w:firstLine="0"/>
              <w:jc w:val="center"/>
            </w:pPr>
            <w:r w:rsidRPr="00812499">
              <w:t>2</w:t>
            </w:r>
          </w:p>
        </w:tc>
        <w:tc>
          <w:tcPr>
            <w:tcW w:w="2800" w:type="dxa"/>
            <w:vAlign w:val="center"/>
          </w:tcPr>
          <w:p w:rsidR="0041651A" w:rsidRPr="00812499" w:rsidRDefault="0041651A" w:rsidP="00315680">
            <w:pPr>
              <w:pStyle w:val="a"/>
              <w:ind w:firstLine="0"/>
            </w:pPr>
          </w:p>
        </w:tc>
        <w:tc>
          <w:tcPr>
            <w:tcW w:w="260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</w:tr>
      <w:tr w:rsidR="0041651A" w:rsidRPr="00224F0A">
        <w:tc>
          <w:tcPr>
            <w:tcW w:w="674" w:type="dxa"/>
            <w:vAlign w:val="center"/>
          </w:tcPr>
          <w:p w:rsidR="0041651A" w:rsidRPr="00812499" w:rsidRDefault="0041651A" w:rsidP="00315680">
            <w:pPr>
              <w:pStyle w:val="a"/>
              <w:ind w:firstLine="0"/>
              <w:jc w:val="center"/>
            </w:pPr>
            <w:r w:rsidRPr="00812499">
              <w:t>3</w:t>
            </w:r>
          </w:p>
        </w:tc>
        <w:tc>
          <w:tcPr>
            <w:tcW w:w="2800" w:type="dxa"/>
            <w:vAlign w:val="center"/>
          </w:tcPr>
          <w:p w:rsidR="0041651A" w:rsidRPr="00812499" w:rsidRDefault="0041651A" w:rsidP="00315680">
            <w:pPr>
              <w:pStyle w:val="a"/>
              <w:ind w:firstLine="0"/>
            </w:pPr>
          </w:p>
        </w:tc>
        <w:tc>
          <w:tcPr>
            <w:tcW w:w="260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</w:tr>
      <w:tr w:rsidR="0041651A" w:rsidRPr="00224F0A">
        <w:tc>
          <w:tcPr>
            <w:tcW w:w="674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  <w:jc w:val="center"/>
            </w:pPr>
            <w:r w:rsidRPr="00224F0A">
              <w:t>…</w:t>
            </w:r>
          </w:p>
        </w:tc>
        <w:tc>
          <w:tcPr>
            <w:tcW w:w="2800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60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  <w:tc>
          <w:tcPr>
            <w:tcW w:w="2028" w:type="dxa"/>
            <w:vAlign w:val="center"/>
          </w:tcPr>
          <w:p w:rsidR="0041651A" w:rsidRPr="00224F0A" w:rsidRDefault="0041651A" w:rsidP="00315680">
            <w:pPr>
              <w:pStyle w:val="a"/>
              <w:ind w:firstLine="0"/>
            </w:pPr>
          </w:p>
        </w:tc>
      </w:tr>
    </w:tbl>
    <w:p w:rsidR="0041651A" w:rsidRPr="00224F0A" w:rsidRDefault="0041651A" w:rsidP="008909B0">
      <w:pPr>
        <w:pStyle w:val="a"/>
      </w:pPr>
    </w:p>
    <w:p w:rsidR="0041651A" w:rsidRPr="00941D6A" w:rsidRDefault="0041651A" w:rsidP="008909B0">
      <w:pPr>
        <w:pStyle w:val="a"/>
        <w:rPr>
          <w:highlight w:val="cyan"/>
        </w:rPr>
      </w:pPr>
    </w:p>
    <w:p w:rsidR="0041651A" w:rsidRPr="00224F0A" w:rsidRDefault="0041651A" w:rsidP="008909B0">
      <w:pPr>
        <w:pStyle w:val="a"/>
      </w:pPr>
      <w:r w:rsidRPr="00224F0A">
        <w:t>Таблица-2. Прочий персонал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9"/>
        <w:gridCol w:w="5729"/>
      </w:tblGrid>
      <w:tr w:rsidR="0041651A" w:rsidRPr="00224F0A">
        <w:tc>
          <w:tcPr>
            <w:tcW w:w="4409" w:type="dxa"/>
          </w:tcPr>
          <w:p w:rsidR="0041651A" w:rsidRPr="00224F0A" w:rsidRDefault="0041651A" w:rsidP="00315680">
            <w:pPr>
              <w:pStyle w:val="a"/>
              <w:ind w:firstLine="0"/>
              <w:jc w:val="center"/>
            </w:pPr>
            <w:r w:rsidRPr="00224F0A">
              <w:t>Группа специалистов</w:t>
            </w:r>
          </w:p>
        </w:tc>
        <w:tc>
          <w:tcPr>
            <w:tcW w:w="5729" w:type="dxa"/>
          </w:tcPr>
          <w:p w:rsidR="0041651A" w:rsidRPr="00224F0A" w:rsidRDefault="0041651A" w:rsidP="00315680">
            <w:pPr>
              <w:pStyle w:val="a"/>
              <w:ind w:firstLine="0"/>
              <w:jc w:val="center"/>
            </w:pPr>
            <w:r w:rsidRPr="00224F0A">
              <w:t>Штатная численность,</w:t>
            </w:r>
          </w:p>
          <w:p w:rsidR="0041651A" w:rsidRPr="00224F0A" w:rsidRDefault="0041651A" w:rsidP="00315680">
            <w:pPr>
              <w:pStyle w:val="a"/>
              <w:ind w:firstLine="0"/>
              <w:jc w:val="center"/>
            </w:pPr>
            <w:r w:rsidRPr="00224F0A">
              <w:t>чел.</w:t>
            </w:r>
          </w:p>
        </w:tc>
      </w:tr>
      <w:tr w:rsidR="0041651A">
        <w:tc>
          <w:tcPr>
            <w:tcW w:w="4409" w:type="dxa"/>
          </w:tcPr>
          <w:p w:rsidR="0041651A" w:rsidRPr="00B06663" w:rsidRDefault="0041651A" w:rsidP="00315680">
            <w:r w:rsidRPr="00224F0A">
              <w:t>Руководящий персонал</w:t>
            </w:r>
          </w:p>
        </w:tc>
        <w:tc>
          <w:tcPr>
            <w:tcW w:w="5729" w:type="dxa"/>
          </w:tcPr>
          <w:p w:rsidR="0041651A" w:rsidRDefault="0041651A" w:rsidP="00315680">
            <w:pPr>
              <w:pStyle w:val="a"/>
              <w:ind w:firstLine="0"/>
            </w:pPr>
          </w:p>
        </w:tc>
      </w:tr>
      <w:tr w:rsidR="0041651A">
        <w:tc>
          <w:tcPr>
            <w:tcW w:w="4409" w:type="dxa"/>
          </w:tcPr>
          <w:p w:rsidR="0041651A" w:rsidRPr="00754148" w:rsidRDefault="0041651A" w:rsidP="00315680">
            <w:pPr>
              <w:rPr>
                <w:highlight w:val="yellow"/>
              </w:rPr>
            </w:pPr>
            <w:r w:rsidRPr="00E91DA4">
              <w:t>Инженерно-технический персонал</w:t>
            </w:r>
          </w:p>
        </w:tc>
        <w:tc>
          <w:tcPr>
            <w:tcW w:w="5729" w:type="dxa"/>
          </w:tcPr>
          <w:p w:rsidR="0041651A" w:rsidRDefault="0041651A" w:rsidP="00315680">
            <w:pPr>
              <w:pStyle w:val="a"/>
              <w:ind w:firstLine="0"/>
            </w:pPr>
          </w:p>
        </w:tc>
      </w:tr>
      <w:tr w:rsidR="0041651A">
        <w:tc>
          <w:tcPr>
            <w:tcW w:w="4409" w:type="dxa"/>
          </w:tcPr>
          <w:p w:rsidR="0041651A" w:rsidRPr="00B06663" w:rsidRDefault="0041651A" w:rsidP="00315680">
            <w:r w:rsidRPr="00812499">
              <w:t>Вспомогательный персонал</w:t>
            </w:r>
          </w:p>
        </w:tc>
        <w:tc>
          <w:tcPr>
            <w:tcW w:w="5729" w:type="dxa"/>
          </w:tcPr>
          <w:p w:rsidR="0041651A" w:rsidRDefault="0041651A" w:rsidP="00315680">
            <w:pPr>
              <w:pStyle w:val="a"/>
              <w:ind w:firstLine="0"/>
            </w:pPr>
          </w:p>
        </w:tc>
      </w:tr>
    </w:tbl>
    <w:p w:rsidR="0041651A" w:rsidRDefault="0041651A" w:rsidP="008909B0"/>
    <w:p w:rsidR="0041651A" w:rsidRDefault="0041651A" w:rsidP="008909B0">
      <w:pPr>
        <w:pStyle w:val="a"/>
      </w:pPr>
    </w:p>
    <w:p w:rsidR="0041651A" w:rsidRDefault="0041651A" w:rsidP="008909B0">
      <w:pPr>
        <w:pStyle w:val="a"/>
      </w:pPr>
    </w:p>
    <w:p w:rsidR="0041651A" w:rsidRDefault="0041651A" w:rsidP="008909B0">
      <w:pPr>
        <w:pStyle w:val="a"/>
      </w:pPr>
      <w:r w:rsidRPr="00B06663">
        <w:t>Участник зак</w:t>
      </w:r>
      <w:r>
        <w:t>упки</w:t>
      </w:r>
    </w:p>
    <w:p w:rsidR="0041651A" w:rsidRDefault="0041651A" w:rsidP="008909B0">
      <w:pPr>
        <w:pStyle w:val="a"/>
      </w:pPr>
      <w:r w:rsidRPr="00B06663">
        <w:t>(уполномоченный представитель) ___________________________________ (Ф.И.О.)</w:t>
      </w:r>
    </w:p>
    <w:p w:rsidR="0041651A" w:rsidRDefault="0041651A" w:rsidP="008909B0">
      <w:pPr>
        <w:pStyle w:val="a"/>
      </w:pPr>
    </w:p>
    <w:p w:rsidR="0041651A" w:rsidRDefault="0041651A" w:rsidP="008909B0">
      <w:pPr>
        <w:pStyle w:val="a"/>
      </w:pPr>
      <w:r w:rsidRPr="00B06663">
        <w:t>Главный бухгалтер ________________________________________________ (Ф</w:t>
      </w:r>
      <w:r>
        <w:t>.</w:t>
      </w:r>
      <w:r w:rsidRPr="00B06663">
        <w:t>И.О.)</w:t>
      </w:r>
    </w:p>
    <w:p w:rsidR="0041651A" w:rsidRDefault="0041651A" w:rsidP="008909B0">
      <w:pPr>
        <w:pStyle w:val="a"/>
      </w:pPr>
    </w:p>
    <w:p w:rsidR="0041651A" w:rsidRPr="00B06663" w:rsidRDefault="0041651A" w:rsidP="008909B0">
      <w:pPr>
        <w:pStyle w:val="a"/>
        <w:ind w:left="935"/>
      </w:pPr>
      <w:r w:rsidRPr="00B06663">
        <w:t>М.П.</w:t>
      </w:r>
    </w:p>
    <w:p w:rsidR="0041651A" w:rsidRDefault="0041651A" w:rsidP="008909B0">
      <w:pPr>
        <w:pStyle w:val="a"/>
      </w:pPr>
    </w:p>
    <w:p w:rsidR="0041651A" w:rsidRDefault="0041651A" w:rsidP="008909B0"/>
    <w:p w:rsidR="0041651A" w:rsidRPr="00B06663" w:rsidRDefault="0041651A" w:rsidP="008909B0">
      <w:pPr>
        <w:pageBreakBefore/>
        <w:jc w:val="right"/>
      </w:pPr>
      <w:r w:rsidRPr="00B06663">
        <w:t>Форма № 2</w:t>
      </w:r>
    </w:p>
    <w:p w:rsidR="0041651A" w:rsidRPr="00B06663" w:rsidRDefault="0041651A" w:rsidP="008909B0">
      <w:pPr>
        <w:pStyle w:val="Heading1"/>
      </w:pPr>
      <w:r w:rsidRPr="00B06663">
        <w:t>АНКЕТА УЧАСТНИКА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53"/>
        <w:gridCol w:w="3485"/>
      </w:tblGrid>
      <w:tr w:rsidR="0041651A">
        <w:tc>
          <w:tcPr>
            <w:tcW w:w="6653" w:type="dxa"/>
          </w:tcPr>
          <w:p w:rsidR="0041651A" w:rsidRDefault="0041651A" w:rsidP="00315680">
            <w:pPr>
              <w:pStyle w:val="a"/>
              <w:ind w:firstLine="0"/>
            </w:pPr>
            <w:r w:rsidRPr="00B06663">
              <w:t>1. Полное и сокращенное наименования организации и</w:t>
            </w:r>
            <w:r>
              <w:t xml:space="preserve"> </w:t>
            </w:r>
            <w:r w:rsidRPr="00B06663">
              <w:t>ее организационно-правовая форма</w:t>
            </w:r>
            <w:r>
              <w:t xml:space="preserve"> </w:t>
            </w:r>
            <w:r w:rsidRPr="00E82BBB">
              <w:rPr>
                <w:sz w:val="16"/>
                <w:szCs w:val="16"/>
              </w:rPr>
              <w:t xml:space="preserve">(на основании </w:t>
            </w:r>
            <w:r>
              <w:rPr>
                <w:sz w:val="16"/>
                <w:szCs w:val="16"/>
              </w:rPr>
              <w:t>у</w:t>
            </w:r>
            <w:r w:rsidRPr="00E82BBB">
              <w:rPr>
                <w:sz w:val="16"/>
                <w:szCs w:val="16"/>
              </w:rPr>
              <w:t>чредительных документов установленной формы (устав, положение), свидетельства о государственной регистрации, свидетельства о внесении записи в единый государственный реестр юридических лиц)</w:t>
            </w:r>
          </w:p>
        </w:tc>
        <w:tc>
          <w:tcPr>
            <w:tcW w:w="3485" w:type="dxa"/>
          </w:tcPr>
          <w:p w:rsidR="0041651A" w:rsidRDefault="0041651A" w:rsidP="00315680">
            <w:pPr>
              <w:pStyle w:val="a"/>
              <w:ind w:firstLine="0"/>
            </w:pPr>
          </w:p>
        </w:tc>
      </w:tr>
      <w:tr w:rsidR="0041651A">
        <w:tc>
          <w:tcPr>
            <w:tcW w:w="6653" w:type="dxa"/>
          </w:tcPr>
          <w:p w:rsidR="0041651A" w:rsidRPr="00B06663" w:rsidRDefault="0041651A" w:rsidP="00315680">
            <w:r w:rsidRPr="00B06663">
              <w:t>2. Регистрационные данные:</w:t>
            </w:r>
          </w:p>
          <w:p w:rsidR="0041651A" w:rsidRDefault="0041651A" w:rsidP="00315680">
            <w:r>
              <w:t>д</w:t>
            </w:r>
            <w:r w:rsidRPr="00B06663">
              <w:t>ата, место и орган</w:t>
            </w:r>
            <w:r>
              <w:t xml:space="preserve"> регистрации юридического лица</w:t>
            </w:r>
          </w:p>
          <w:p w:rsidR="0041651A" w:rsidRPr="00B06663" w:rsidRDefault="0041651A" w:rsidP="00315680">
            <w:r>
              <w:t xml:space="preserve"> </w:t>
            </w:r>
            <w:r w:rsidRPr="00E82BBB">
              <w:rPr>
                <w:sz w:val="16"/>
                <w:szCs w:val="16"/>
              </w:rPr>
              <w:t>(на основании Свидетельства о государственной регистрации)</w:t>
            </w:r>
          </w:p>
        </w:tc>
        <w:tc>
          <w:tcPr>
            <w:tcW w:w="3485" w:type="dxa"/>
          </w:tcPr>
          <w:p w:rsidR="0041651A" w:rsidRDefault="0041651A" w:rsidP="00315680">
            <w:pPr>
              <w:pStyle w:val="a"/>
              <w:ind w:firstLine="0"/>
            </w:pPr>
          </w:p>
        </w:tc>
      </w:tr>
      <w:tr w:rsidR="0041651A">
        <w:tc>
          <w:tcPr>
            <w:tcW w:w="6653" w:type="dxa"/>
          </w:tcPr>
          <w:p w:rsidR="0041651A" w:rsidRPr="00B06663" w:rsidRDefault="0041651A" w:rsidP="00315680">
            <w:r w:rsidRPr="00B06663">
              <w:t xml:space="preserve">3. Учредители (перечислить наименования и организационно-правовую форму всех учредителей, чья доля в </w:t>
            </w:r>
            <w:r w:rsidRPr="00E83025">
              <w:t>уставном</w:t>
            </w:r>
            <w:r w:rsidRPr="00B06663">
              <w:t xml:space="preserve"> капитале превышает 10%) и доля их участия (для акционерных обществ – выписка из реестра акционеров отдельным документом) </w:t>
            </w:r>
            <w:r w:rsidRPr="00E82BBB">
              <w:rPr>
                <w:sz w:val="16"/>
                <w:szCs w:val="16"/>
              </w:rPr>
              <w:t xml:space="preserve">(на основании </w:t>
            </w:r>
            <w:r>
              <w:rPr>
                <w:sz w:val="16"/>
                <w:szCs w:val="16"/>
              </w:rPr>
              <w:t>у</w:t>
            </w:r>
            <w:r w:rsidRPr="00E82BBB">
              <w:rPr>
                <w:sz w:val="16"/>
                <w:szCs w:val="16"/>
              </w:rPr>
              <w:t>чредительных документов установленной формы (устав, положение)</w:t>
            </w:r>
          </w:p>
        </w:tc>
        <w:tc>
          <w:tcPr>
            <w:tcW w:w="3485" w:type="dxa"/>
          </w:tcPr>
          <w:p w:rsidR="0041651A" w:rsidRDefault="0041651A" w:rsidP="00315680">
            <w:pPr>
              <w:pStyle w:val="a"/>
              <w:ind w:firstLine="0"/>
            </w:pPr>
          </w:p>
        </w:tc>
      </w:tr>
      <w:tr w:rsidR="0041651A" w:rsidRPr="00E83025">
        <w:tc>
          <w:tcPr>
            <w:tcW w:w="6653" w:type="dxa"/>
          </w:tcPr>
          <w:p w:rsidR="0041651A" w:rsidRPr="00E83025" w:rsidRDefault="0041651A" w:rsidP="00315680">
            <w:r w:rsidRPr="00E83025">
              <w:t>3.1. Срок деятельности (с учетом правопреемственности)</w:t>
            </w:r>
          </w:p>
        </w:tc>
        <w:tc>
          <w:tcPr>
            <w:tcW w:w="3485" w:type="dxa"/>
          </w:tcPr>
          <w:p w:rsidR="0041651A" w:rsidRPr="00E83025" w:rsidRDefault="0041651A" w:rsidP="00315680"/>
        </w:tc>
      </w:tr>
      <w:tr w:rsidR="0041651A" w:rsidRPr="00E83025">
        <w:tc>
          <w:tcPr>
            <w:tcW w:w="6653" w:type="dxa"/>
          </w:tcPr>
          <w:p w:rsidR="0041651A" w:rsidRPr="00E83025" w:rsidRDefault="0041651A" w:rsidP="00315680">
            <w:r w:rsidRPr="00E83025">
              <w:t>3.2. Размер уставного капитала</w:t>
            </w:r>
          </w:p>
        </w:tc>
        <w:tc>
          <w:tcPr>
            <w:tcW w:w="3485" w:type="dxa"/>
          </w:tcPr>
          <w:p w:rsidR="0041651A" w:rsidRPr="00E83025" w:rsidRDefault="0041651A" w:rsidP="00315680"/>
        </w:tc>
      </w:tr>
      <w:tr w:rsidR="0041651A" w:rsidRPr="00E83025">
        <w:tc>
          <w:tcPr>
            <w:tcW w:w="6653" w:type="dxa"/>
          </w:tcPr>
          <w:p w:rsidR="0041651A" w:rsidRPr="00E83025" w:rsidRDefault="0041651A" w:rsidP="00315680">
            <w:r w:rsidRPr="00E83025">
              <w:t>3.3. Номер и почтовый адрес ИФНС, в которой участник зак</w:t>
            </w:r>
            <w:r>
              <w:t>упки</w:t>
            </w:r>
            <w:r w:rsidRPr="00E83025">
              <w:t xml:space="preserve"> зарегистрирован в качестве налогоплательщика</w:t>
            </w:r>
          </w:p>
        </w:tc>
        <w:tc>
          <w:tcPr>
            <w:tcW w:w="3485" w:type="dxa"/>
          </w:tcPr>
          <w:p w:rsidR="0041651A" w:rsidRPr="00E83025" w:rsidRDefault="0041651A" w:rsidP="00315680"/>
        </w:tc>
      </w:tr>
      <w:tr w:rsidR="0041651A" w:rsidRPr="00E83025">
        <w:tc>
          <w:tcPr>
            <w:tcW w:w="6653" w:type="dxa"/>
          </w:tcPr>
          <w:p w:rsidR="0041651A" w:rsidRPr="00E83025" w:rsidRDefault="0041651A" w:rsidP="00315680">
            <w:r w:rsidRPr="00E83025">
              <w:t>ИНН, КПП, ОГРН, ОКПО участника зак</w:t>
            </w:r>
            <w:r>
              <w:t>упки</w:t>
            </w:r>
          </w:p>
        </w:tc>
        <w:tc>
          <w:tcPr>
            <w:tcW w:w="3485" w:type="dxa"/>
          </w:tcPr>
          <w:p w:rsidR="0041651A" w:rsidRPr="00E83025" w:rsidRDefault="0041651A" w:rsidP="00315680"/>
        </w:tc>
      </w:tr>
    </w:tbl>
    <w:p w:rsidR="0041651A" w:rsidRPr="00A77E6A" w:rsidRDefault="0041651A" w:rsidP="008909B0">
      <w:pPr>
        <w:pStyle w:val="a"/>
        <w:rPr>
          <w:sz w:val="16"/>
          <w:szCs w:val="16"/>
        </w:rPr>
      </w:pPr>
    </w:p>
    <w:p w:rsidR="0041651A" w:rsidRPr="00A77E6A" w:rsidRDefault="0041651A" w:rsidP="008909B0">
      <w:pPr>
        <w:pStyle w:val="a"/>
        <w:rPr>
          <w:sz w:val="16"/>
          <w:szCs w:val="16"/>
        </w:rPr>
      </w:pPr>
      <w:r w:rsidRPr="00A77E6A">
        <w:rPr>
          <w:sz w:val="16"/>
          <w:szCs w:val="16"/>
        </w:rPr>
        <w:t>Примечание:</w:t>
      </w:r>
    </w:p>
    <w:p w:rsidR="0041651A" w:rsidRPr="00A77E6A" w:rsidRDefault="0041651A" w:rsidP="008909B0">
      <w:pPr>
        <w:pStyle w:val="a"/>
        <w:rPr>
          <w:sz w:val="16"/>
          <w:szCs w:val="16"/>
        </w:rPr>
      </w:pPr>
      <w:r w:rsidRPr="00A77E6A">
        <w:rPr>
          <w:sz w:val="16"/>
          <w:szCs w:val="16"/>
        </w:rPr>
        <w:t>Вышеуказанные данные могут быть по усмотрению участника зак</w:t>
      </w:r>
      <w:r>
        <w:rPr>
          <w:sz w:val="16"/>
          <w:szCs w:val="16"/>
        </w:rPr>
        <w:t>упки</w:t>
      </w:r>
      <w:r w:rsidRPr="00A77E6A">
        <w:rPr>
          <w:sz w:val="16"/>
          <w:szCs w:val="16"/>
        </w:rPr>
        <w:t xml:space="preserve"> подтверждены путем предоставления следующих документов:</w:t>
      </w:r>
    </w:p>
    <w:p w:rsidR="0041651A" w:rsidRPr="00A77E6A" w:rsidRDefault="0041651A" w:rsidP="008909B0">
      <w:pPr>
        <w:pStyle w:val="a"/>
        <w:numPr>
          <w:ilvl w:val="0"/>
          <w:numId w:val="9"/>
        </w:numPr>
        <w:tabs>
          <w:tab w:val="clear" w:pos="1854"/>
          <w:tab w:val="num" w:pos="935"/>
        </w:tabs>
        <w:ind w:left="0" w:firstLine="561"/>
        <w:rPr>
          <w:sz w:val="16"/>
          <w:szCs w:val="16"/>
        </w:rPr>
      </w:pPr>
      <w:r w:rsidRPr="00A77E6A">
        <w:rPr>
          <w:sz w:val="16"/>
          <w:szCs w:val="16"/>
        </w:rPr>
        <w:t>Устав, положение, учредительный договор;</w:t>
      </w:r>
    </w:p>
    <w:p w:rsidR="0041651A" w:rsidRPr="00A77E6A" w:rsidRDefault="0041651A" w:rsidP="008909B0">
      <w:pPr>
        <w:pStyle w:val="a"/>
        <w:numPr>
          <w:ilvl w:val="0"/>
          <w:numId w:val="9"/>
        </w:numPr>
        <w:tabs>
          <w:tab w:val="clear" w:pos="1854"/>
          <w:tab w:val="num" w:pos="935"/>
        </w:tabs>
        <w:ind w:left="0" w:firstLine="561"/>
        <w:rPr>
          <w:sz w:val="16"/>
          <w:szCs w:val="16"/>
        </w:rPr>
      </w:pPr>
      <w:r w:rsidRPr="00A77E6A">
        <w:rPr>
          <w:sz w:val="16"/>
          <w:szCs w:val="16"/>
        </w:rPr>
        <w:t>Свидетельство о государственной регистрации;</w:t>
      </w:r>
    </w:p>
    <w:p w:rsidR="0041651A" w:rsidRPr="00A77E6A" w:rsidRDefault="0041651A" w:rsidP="008909B0">
      <w:pPr>
        <w:pStyle w:val="a"/>
        <w:numPr>
          <w:ilvl w:val="0"/>
          <w:numId w:val="9"/>
        </w:numPr>
        <w:tabs>
          <w:tab w:val="clear" w:pos="1854"/>
          <w:tab w:val="num" w:pos="935"/>
        </w:tabs>
        <w:ind w:left="0" w:firstLine="561"/>
        <w:rPr>
          <w:sz w:val="16"/>
          <w:szCs w:val="16"/>
        </w:rPr>
      </w:pPr>
      <w:r w:rsidRPr="00A77E6A">
        <w:rPr>
          <w:sz w:val="16"/>
          <w:szCs w:val="16"/>
        </w:rPr>
        <w:t>Информационное письмо об учете в ЕГРПО;</w:t>
      </w:r>
    </w:p>
    <w:p w:rsidR="0041651A" w:rsidRPr="00A77E6A" w:rsidRDefault="0041651A" w:rsidP="008909B0">
      <w:pPr>
        <w:pStyle w:val="a"/>
        <w:numPr>
          <w:ilvl w:val="0"/>
          <w:numId w:val="9"/>
        </w:numPr>
        <w:tabs>
          <w:tab w:val="clear" w:pos="1854"/>
          <w:tab w:val="num" w:pos="935"/>
        </w:tabs>
        <w:ind w:left="0" w:firstLine="561"/>
        <w:rPr>
          <w:sz w:val="16"/>
          <w:szCs w:val="16"/>
        </w:rPr>
      </w:pPr>
      <w:r w:rsidRPr="00A77E6A">
        <w:rPr>
          <w:sz w:val="16"/>
          <w:szCs w:val="16"/>
        </w:rPr>
        <w:t>Свидетельство о постановке на учет в налоговом органе.</w:t>
      </w:r>
    </w:p>
    <w:p w:rsidR="0041651A" w:rsidRPr="00A77E6A" w:rsidRDefault="0041651A" w:rsidP="008909B0">
      <w:pPr>
        <w:pStyle w:val="a"/>
        <w:rPr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31"/>
        <w:gridCol w:w="4607"/>
      </w:tblGrid>
      <w:tr w:rsidR="0041651A" w:rsidRPr="00A77E6A">
        <w:tc>
          <w:tcPr>
            <w:tcW w:w="5531" w:type="dxa"/>
            <w:vMerge w:val="restart"/>
          </w:tcPr>
          <w:p w:rsidR="0041651A" w:rsidRPr="00A77E6A" w:rsidRDefault="0041651A" w:rsidP="00315680">
            <w:r w:rsidRPr="00A77E6A">
              <w:t>4. Юридический адрес участника зак</w:t>
            </w:r>
            <w:r>
              <w:t>упки</w:t>
            </w:r>
          </w:p>
        </w:tc>
        <w:tc>
          <w:tcPr>
            <w:tcW w:w="4607" w:type="dxa"/>
          </w:tcPr>
          <w:p w:rsidR="0041651A" w:rsidRPr="00A77E6A" w:rsidRDefault="0041651A" w:rsidP="00315680">
            <w:r w:rsidRPr="00A77E6A">
              <w:t>Страна</w:t>
            </w:r>
          </w:p>
        </w:tc>
      </w:tr>
      <w:tr w:rsidR="0041651A" w:rsidRPr="00A77E6A">
        <w:tc>
          <w:tcPr>
            <w:tcW w:w="5531" w:type="dxa"/>
            <w:vMerge/>
          </w:tcPr>
          <w:p w:rsidR="0041651A" w:rsidRPr="00A77E6A" w:rsidRDefault="0041651A" w:rsidP="00315680"/>
        </w:tc>
        <w:tc>
          <w:tcPr>
            <w:tcW w:w="4607" w:type="dxa"/>
          </w:tcPr>
          <w:p w:rsidR="0041651A" w:rsidRPr="00A77E6A" w:rsidRDefault="0041651A" w:rsidP="00315680">
            <w:r w:rsidRPr="00A77E6A">
              <w:t>Адрес</w:t>
            </w:r>
          </w:p>
        </w:tc>
      </w:tr>
      <w:tr w:rsidR="0041651A" w:rsidRPr="00A77E6A">
        <w:tc>
          <w:tcPr>
            <w:tcW w:w="5531" w:type="dxa"/>
            <w:vMerge w:val="restart"/>
          </w:tcPr>
          <w:p w:rsidR="0041651A" w:rsidRPr="00A77E6A" w:rsidRDefault="0041651A" w:rsidP="00315680">
            <w:r w:rsidRPr="00A77E6A">
              <w:t>5. Почтовый адрес участника зак</w:t>
            </w:r>
            <w:r>
              <w:t>упки</w:t>
            </w:r>
          </w:p>
        </w:tc>
        <w:tc>
          <w:tcPr>
            <w:tcW w:w="4607" w:type="dxa"/>
          </w:tcPr>
          <w:p w:rsidR="0041651A" w:rsidRPr="00A77E6A" w:rsidRDefault="0041651A" w:rsidP="00315680">
            <w:r w:rsidRPr="00A77E6A">
              <w:t>Страна</w:t>
            </w:r>
          </w:p>
        </w:tc>
      </w:tr>
      <w:tr w:rsidR="0041651A" w:rsidRPr="00A77E6A">
        <w:tc>
          <w:tcPr>
            <w:tcW w:w="5531" w:type="dxa"/>
            <w:vMerge/>
          </w:tcPr>
          <w:p w:rsidR="0041651A" w:rsidRPr="00A77E6A" w:rsidRDefault="0041651A" w:rsidP="00315680"/>
        </w:tc>
        <w:tc>
          <w:tcPr>
            <w:tcW w:w="4607" w:type="dxa"/>
          </w:tcPr>
          <w:p w:rsidR="0041651A" w:rsidRPr="00A77E6A" w:rsidRDefault="0041651A" w:rsidP="00315680">
            <w:r w:rsidRPr="00A77E6A">
              <w:t>Адрес</w:t>
            </w:r>
          </w:p>
        </w:tc>
      </w:tr>
      <w:tr w:rsidR="0041651A" w:rsidRPr="00A77E6A">
        <w:tc>
          <w:tcPr>
            <w:tcW w:w="5531" w:type="dxa"/>
            <w:vMerge/>
          </w:tcPr>
          <w:p w:rsidR="0041651A" w:rsidRPr="00A77E6A" w:rsidRDefault="0041651A" w:rsidP="00315680"/>
        </w:tc>
        <w:tc>
          <w:tcPr>
            <w:tcW w:w="4607" w:type="dxa"/>
          </w:tcPr>
          <w:p w:rsidR="0041651A" w:rsidRPr="00A77E6A" w:rsidRDefault="0041651A" w:rsidP="00315680">
            <w:r w:rsidRPr="00A77E6A">
              <w:t>Телефон</w:t>
            </w:r>
          </w:p>
        </w:tc>
      </w:tr>
      <w:tr w:rsidR="0041651A" w:rsidRPr="00A77E6A">
        <w:tc>
          <w:tcPr>
            <w:tcW w:w="5531" w:type="dxa"/>
            <w:vMerge/>
          </w:tcPr>
          <w:p w:rsidR="0041651A" w:rsidRPr="00A77E6A" w:rsidRDefault="0041651A" w:rsidP="00315680"/>
        </w:tc>
        <w:tc>
          <w:tcPr>
            <w:tcW w:w="4607" w:type="dxa"/>
          </w:tcPr>
          <w:p w:rsidR="0041651A" w:rsidRPr="00A77E6A" w:rsidRDefault="0041651A" w:rsidP="00315680">
            <w:r w:rsidRPr="00A77E6A">
              <w:t>Факс, E-mail</w:t>
            </w:r>
          </w:p>
        </w:tc>
      </w:tr>
      <w:tr w:rsidR="0041651A" w:rsidRPr="00A77E6A">
        <w:tc>
          <w:tcPr>
            <w:tcW w:w="5531" w:type="dxa"/>
          </w:tcPr>
          <w:p w:rsidR="0041651A" w:rsidRPr="00A77E6A" w:rsidRDefault="0041651A" w:rsidP="00315680">
            <w:r w:rsidRPr="00A77E6A">
              <w:t>6. Банковские реквизиты (может быть несколько):</w:t>
            </w:r>
          </w:p>
        </w:tc>
        <w:tc>
          <w:tcPr>
            <w:tcW w:w="4607" w:type="dxa"/>
          </w:tcPr>
          <w:p w:rsidR="0041651A" w:rsidRPr="00A77E6A" w:rsidRDefault="0041651A" w:rsidP="00315680"/>
        </w:tc>
      </w:tr>
      <w:tr w:rsidR="0041651A" w:rsidRPr="00A77E6A">
        <w:tc>
          <w:tcPr>
            <w:tcW w:w="5531" w:type="dxa"/>
          </w:tcPr>
          <w:p w:rsidR="0041651A" w:rsidRPr="00A77E6A" w:rsidRDefault="0041651A" w:rsidP="00315680">
            <w:r w:rsidRPr="00A77E6A">
              <w:t>6.1. Наименование обслуживающего банка</w:t>
            </w:r>
          </w:p>
        </w:tc>
        <w:tc>
          <w:tcPr>
            <w:tcW w:w="4607" w:type="dxa"/>
          </w:tcPr>
          <w:p w:rsidR="0041651A" w:rsidRPr="00A77E6A" w:rsidRDefault="0041651A" w:rsidP="00315680"/>
        </w:tc>
      </w:tr>
      <w:tr w:rsidR="0041651A" w:rsidRPr="00A77E6A">
        <w:tc>
          <w:tcPr>
            <w:tcW w:w="5531" w:type="dxa"/>
          </w:tcPr>
          <w:p w:rsidR="0041651A" w:rsidRPr="00A77E6A" w:rsidRDefault="0041651A" w:rsidP="00315680">
            <w:r w:rsidRPr="00A77E6A">
              <w:t>6.2. Расчетный счет</w:t>
            </w:r>
          </w:p>
        </w:tc>
        <w:tc>
          <w:tcPr>
            <w:tcW w:w="4607" w:type="dxa"/>
          </w:tcPr>
          <w:p w:rsidR="0041651A" w:rsidRPr="00A77E6A" w:rsidRDefault="0041651A" w:rsidP="00315680"/>
        </w:tc>
      </w:tr>
      <w:tr w:rsidR="0041651A" w:rsidRPr="00A77E6A">
        <w:tc>
          <w:tcPr>
            <w:tcW w:w="5531" w:type="dxa"/>
          </w:tcPr>
          <w:p w:rsidR="0041651A" w:rsidRPr="00A77E6A" w:rsidRDefault="0041651A" w:rsidP="00315680">
            <w:r w:rsidRPr="00A77E6A">
              <w:t>6.3. Корреспондентский счет</w:t>
            </w:r>
          </w:p>
        </w:tc>
        <w:tc>
          <w:tcPr>
            <w:tcW w:w="4607" w:type="dxa"/>
          </w:tcPr>
          <w:p w:rsidR="0041651A" w:rsidRPr="00A77E6A" w:rsidRDefault="0041651A" w:rsidP="00315680"/>
        </w:tc>
      </w:tr>
      <w:tr w:rsidR="0041651A" w:rsidRPr="00A77E6A">
        <w:tc>
          <w:tcPr>
            <w:tcW w:w="5531" w:type="dxa"/>
          </w:tcPr>
          <w:p w:rsidR="0041651A" w:rsidRPr="00A77E6A" w:rsidRDefault="0041651A" w:rsidP="00315680">
            <w:r w:rsidRPr="00A77E6A">
              <w:t>6.4. Код БИК</w:t>
            </w:r>
          </w:p>
        </w:tc>
        <w:tc>
          <w:tcPr>
            <w:tcW w:w="4607" w:type="dxa"/>
          </w:tcPr>
          <w:p w:rsidR="0041651A" w:rsidRPr="00A77E6A" w:rsidRDefault="0041651A" w:rsidP="00315680"/>
        </w:tc>
      </w:tr>
    </w:tbl>
    <w:p w:rsidR="0041651A" w:rsidRPr="00A77E6A" w:rsidRDefault="0041651A" w:rsidP="008909B0">
      <w:pPr>
        <w:pStyle w:val="a"/>
        <w:rPr>
          <w:sz w:val="16"/>
          <w:szCs w:val="16"/>
        </w:rPr>
      </w:pPr>
      <w:r w:rsidRPr="00A77E6A">
        <w:rPr>
          <w:sz w:val="16"/>
          <w:szCs w:val="16"/>
        </w:rPr>
        <w:t>Примечание: Вышеуказанные данные могут быть подтверждены путем предоставления письма из финансирующего банка об открытии расчетного счета.</w:t>
      </w:r>
    </w:p>
    <w:p w:rsidR="0041651A" w:rsidRPr="00B06663" w:rsidRDefault="0041651A" w:rsidP="008909B0">
      <w:pPr>
        <w:pStyle w:val="a"/>
      </w:pPr>
    </w:p>
    <w:p w:rsidR="0041651A" w:rsidRDefault="0041651A" w:rsidP="008909B0">
      <w:pPr>
        <w:pStyle w:val="a"/>
      </w:pPr>
      <w:r w:rsidRPr="00B06663">
        <w:t>В подтверждение финансовой устойчивости, а также отсутствия задолженности по начисленным налогам, сборам и иным обязательным платежам в бюджеты любого уровня или государственные внебюджетные фонды по усмотрению участника зак</w:t>
      </w:r>
      <w:r>
        <w:t>упки</w:t>
      </w:r>
      <w:r w:rsidRPr="00B06663">
        <w:t xml:space="preserve"> могут</w:t>
      </w:r>
      <w:r>
        <w:t xml:space="preserve"> </w:t>
      </w:r>
      <w:r w:rsidRPr="00B06663">
        <w:t>быть представлены:</w:t>
      </w:r>
    </w:p>
    <w:p w:rsidR="0041651A" w:rsidRDefault="0041651A" w:rsidP="008909B0">
      <w:pPr>
        <w:pStyle w:val="a"/>
        <w:numPr>
          <w:ilvl w:val="0"/>
          <w:numId w:val="10"/>
        </w:numPr>
        <w:tabs>
          <w:tab w:val="clear" w:pos="1854"/>
          <w:tab w:val="num" w:pos="935"/>
        </w:tabs>
        <w:ind w:left="0" w:firstLine="561"/>
      </w:pPr>
      <w:r w:rsidRPr="00B06663">
        <w:t>формы №1 «Бухгалтерский баланс» и №2 «Отчет о прибылях и убытках» за один предыдущий год и последний отчетный период отчетного года, с отметкой налоговой инспекции и заверенные печатью организации;</w:t>
      </w:r>
    </w:p>
    <w:p w:rsidR="0041651A" w:rsidRPr="00B06663" w:rsidRDefault="0041651A" w:rsidP="008909B0">
      <w:pPr>
        <w:pStyle w:val="a"/>
        <w:numPr>
          <w:ilvl w:val="0"/>
          <w:numId w:val="10"/>
        </w:numPr>
        <w:tabs>
          <w:tab w:val="clear" w:pos="1854"/>
          <w:tab w:val="num" w:pos="935"/>
        </w:tabs>
        <w:ind w:left="0" w:firstLine="561"/>
      </w:pPr>
      <w:r w:rsidRPr="00B06663">
        <w:t>акт сверки, выданный ИФНС о состоянии расчетов с бюджетами всех уровней и внебюджетными фондами за последний отчетный период (год), заверенный печатью организации.</w:t>
      </w:r>
    </w:p>
    <w:p w:rsidR="0041651A" w:rsidRDefault="0041651A" w:rsidP="008909B0"/>
    <w:p w:rsidR="0041651A" w:rsidRDefault="0041651A" w:rsidP="008909B0">
      <w:pPr>
        <w:pStyle w:val="a"/>
      </w:pPr>
      <w:r w:rsidRPr="00B06663">
        <w:t>Мы, нижеподписавшиеся, заверяем правильность всех данных, указанных в анкете.</w:t>
      </w:r>
    </w:p>
    <w:p w:rsidR="0041651A" w:rsidRDefault="0041651A" w:rsidP="008909B0">
      <w:pPr>
        <w:pStyle w:val="a"/>
      </w:pPr>
      <w:r w:rsidRPr="00B06663">
        <w:t>В подтверждение вышеприведенных данных к анкете прикладываются следующие документы:</w:t>
      </w:r>
    </w:p>
    <w:tbl>
      <w:tblPr>
        <w:tblW w:w="0" w:type="auto"/>
        <w:tblInd w:w="-106" w:type="dxa"/>
        <w:tblLook w:val="01E0"/>
      </w:tblPr>
      <w:tblGrid>
        <w:gridCol w:w="856"/>
        <w:gridCol w:w="6358"/>
        <w:gridCol w:w="935"/>
        <w:gridCol w:w="1989"/>
      </w:tblGrid>
      <w:tr w:rsidR="0041651A">
        <w:tc>
          <w:tcPr>
            <w:tcW w:w="856" w:type="dxa"/>
          </w:tcPr>
          <w:p w:rsidR="0041651A" w:rsidRDefault="0041651A" w:rsidP="00315680">
            <w:pPr>
              <w:pStyle w:val="a"/>
              <w:ind w:firstLine="0"/>
              <w:jc w:val="right"/>
            </w:pPr>
            <w:r>
              <w:t>1</w:t>
            </w:r>
          </w:p>
        </w:tc>
        <w:tc>
          <w:tcPr>
            <w:tcW w:w="6358" w:type="dxa"/>
            <w:tcBorders>
              <w:bottom w:val="single" w:sz="4" w:space="0" w:color="auto"/>
            </w:tcBorders>
          </w:tcPr>
          <w:p w:rsidR="0041651A" w:rsidRDefault="0041651A" w:rsidP="00315680">
            <w:pPr>
              <w:pStyle w:val="a"/>
              <w:ind w:firstLine="0"/>
            </w:pPr>
          </w:p>
        </w:tc>
        <w:tc>
          <w:tcPr>
            <w:tcW w:w="935" w:type="dxa"/>
          </w:tcPr>
          <w:p w:rsidR="0041651A" w:rsidRDefault="0041651A" w:rsidP="00315680">
            <w:pPr>
              <w:pStyle w:val="a"/>
              <w:ind w:firstLine="0"/>
            </w:pP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41651A" w:rsidRDefault="0041651A" w:rsidP="00315680">
            <w:pPr>
              <w:pStyle w:val="a"/>
              <w:ind w:firstLine="0"/>
            </w:pPr>
          </w:p>
        </w:tc>
      </w:tr>
      <w:tr w:rsidR="0041651A" w:rsidRPr="00E82BBB">
        <w:tc>
          <w:tcPr>
            <w:tcW w:w="856" w:type="dxa"/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6358" w:type="dxa"/>
            <w:tcBorders>
              <w:top w:val="single" w:sz="4" w:space="0" w:color="auto"/>
            </w:tcBorders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(наименование документа)</w:t>
            </w:r>
          </w:p>
        </w:tc>
        <w:tc>
          <w:tcPr>
            <w:tcW w:w="935" w:type="dxa"/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(количество страниц)</w:t>
            </w:r>
          </w:p>
        </w:tc>
      </w:tr>
      <w:tr w:rsidR="0041651A">
        <w:tc>
          <w:tcPr>
            <w:tcW w:w="856" w:type="dxa"/>
          </w:tcPr>
          <w:p w:rsidR="0041651A" w:rsidRDefault="0041651A" w:rsidP="00315680">
            <w:pPr>
              <w:pStyle w:val="a"/>
              <w:ind w:firstLine="0"/>
              <w:jc w:val="right"/>
            </w:pPr>
            <w:r>
              <w:t>2</w:t>
            </w:r>
          </w:p>
        </w:tc>
        <w:tc>
          <w:tcPr>
            <w:tcW w:w="6358" w:type="dxa"/>
            <w:tcBorders>
              <w:bottom w:val="single" w:sz="4" w:space="0" w:color="auto"/>
            </w:tcBorders>
          </w:tcPr>
          <w:p w:rsidR="0041651A" w:rsidRDefault="0041651A" w:rsidP="00315680">
            <w:pPr>
              <w:pStyle w:val="a"/>
              <w:ind w:firstLine="0"/>
            </w:pPr>
          </w:p>
        </w:tc>
        <w:tc>
          <w:tcPr>
            <w:tcW w:w="935" w:type="dxa"/>
          </w:tcPr>
          <w:p w:rsidR="0041651A" w:rsidRDefault="0041651A" w:rsidP="00315680">
            <w:pPr>
              <w:pStyle w:val="a"/>
              <w:ind w:firstLine="0"/>
            </w:pP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41651A" w:rsidRDefault="0041651A" w:rsidP="00315680">
            <w:pPr>
              <w:pStyle w:val="a"/>
              <w:ind w:firstLine="0"/>
            </w:pPr>
          </w:p>
        </w:tc>
      </w:tr>
      <w:tr w:rsidR="0041651A">
        <w:tc>
          <w:tcPr>
            <w:tcW w:w="856" w:type="dxa"/>
          </w:tcPr>
          <w:p w:rsidR="0041651A" w:rsidRDefault="0041651A" w:rsidP="00315680">
            <w:pPr>
              <w:pStyle w:val="a"/>
              <w:ind w:firstLine="0"/>
              <w:jc w:val="right"/>
            </w:pPr>
          </w:p>
        </w:tc>
        <w:tc>
          <w:tcPr>
            <w:tcW w:w="6358" w:type="dxa"/>
            <w:tcBorders>
              <w:top w:val="single" w:sz="4" w:space="0" w:color="auto"/>
            </w:tcBorders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(наименование документа)</w:t>
            </w:r>
          </w:p>
        </w:tc>
        <w:tc>
          <w:tcPr>
            <w:tcW w:w="935" w:type="dxa"/>
          </w:tcPr>
          <w:p w:rsidR="0041651A" w:rsidRDefault="0041651A" w:rsidP="00315680">
            <w:pPr>
              <w:pStyle w:val="a"/>
              <w:ind w:firstLine="0"/>
            </w:pPr>
          </w:p>
        </w:tc>
        <w:tc>
          <w:tcPr>
            <w:tcW w:w="1989" w:type="dxa"/>
            <w:tcBorders>
              <w:top w:val="single" w:sz="4" w:space="0" w:color="auto"/>
            </w:tcBorders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(количество страниц)</w:t>
            </w:r>
          </w:p>
        </w:tc>
      </w:tr>
      <w:tr w:rsidR="0041651A">
        <w:tc>
          <w:tcPr>
            <w:tcW w:w="856" w:type="dxa"/>
          </w:tcPr>
          <w:p w:rsidR="0041651A" w:rsidRDefault="0041651A" w:rsidP="00315680">
            <w:pPr>
              <w:pStyle w:val="a"/>
              <w:ind w:firstLine="0"/>
              <w:jc w:val="right"/>
            </w:pPr>
            <w:r>
              <w:t>3</w:t>
            </w:r>
          </w:p>
        </w:tc>
        <w:tc>
          <w:tcPr>
            <w:tcW w:w="6358" w:type="dxa"/>
            <w:tcBorders>
              <w:bottom w:val="single" w:sz="4" w:space="0" w:color="auto"/>
            </w:tcBorders>
          </w:tcPr>
          <w:p w:rsidR="0041651A" w:rsidRDefault="0041651A" w:rsidP="00315680">
            <w:pPr>
              <w:pStyle w:val="a"/>
              <w:ind w:firstLine="0"/>
            </w:pPr>
          </w:p>
        </w:tc>
        <w:tc>
          <w:tcPr>
            <w:tcW w:w="935" w:type="dxa"/>
          </w:tcPr>
          <w:p w:rsidR="0041651A" w:rsidRDefault="0041651A" w:rsidP="00315680">
            <w:pPr>
              <w:pStyle w:val="a"/>
              <w:ind w:firstLine="0"/>
            </w:pP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41651A" w:rsidRDefault="0041651A" w:rsidP="00315680">
            <w:pPr>
              <w:pStyle w:val="a"/>
              <w:ind w:firstLine="0"/>
            </w:pPr>
          </w:p>
        </w:tc>
      </w:tr>
      <w:tr w:rsidR="0041651A">
        <w:tc>
          <w:tcPr>
            <w:tcW w:w="856" w:type="dxa"/>
          </w:tcPr>
          <w:p w:rsidR="0041651A" w:rsidRDefault="0041651A" w:rsidP="00315680">
            <w:pPr>
              <w:pStyle w:val="a"/>
              <w:ind w:firstLine="0"/>
              <w:jc w:val="right"/>
            </w:pPr>
          </w:p>
        </w:tc>
        <w:tc>
          <w:tcPr>
            <w:tcW w:w="6358" w:type="dxa"/>
            <w:tcBorders>
              <w:top w:val="single" w:sz="4" w:space="0" w:color="auto"/>
            </w:tcBorders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(наименование документа)</w:t>
            </w:r>
          </w:p>
        </w:tc>
        <w:tc>
          <w:tcPr>
            <w:tcW w:w="935" w:type="dxa"/>
          </w:tcPr>
          <w:p w:rsidR="0041651A" w:rsidRDefault="0041651A" w:rsidP="00315680">
            <w:pPr>
              <w:pStyle w:val="a"/>
              <w:ind w:firstLine="0"/>
            </w:pPr>
          </w:p>
        </w:tc>
        <w:tc>
          <w:tcPr>
            <w:tcW w:w="1989" w:type="dxa"/>
            <w:tcBorders>
              <w:top w:val="single" w:sz="4" w:space="0" w:color="auto"/>
            </w:tcBorders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(количество страниц)</w:t>
            </w:r>
          </w:p>
        </w:tc>
      </w:tr>
    </w:tbl>
    <w:p w:rsidR="0041651A" w:rsidRDefault="0041651A" w:rsidP="008909B0">
      <w:pPr>
        <w:pStyle w:val="a"/>
      </w:pPr>
    </w:p>
    <w:p w:rsidR="0041651A" w:rsidRDefault="0041651A" w:rsidP="008909B0">
      <w:pPr>
        <w:pStyle w:val="a"/>
      </w:pPr>
    </w:p>
    <w:p w:rsidR="0041651A" w:rsidRDefault="0041651A" w:rsidP="008909B0">
      <w:pPr>
        <w:pStyle w:val="a"/>
      </w:pPr>
    </w:p>
    <w:p w:rsidR="0041651A" w:rsidRDefault="0041651A" w:rsidP="008909B0">
      <w:pPr>
        <w:pStyle w:val="a"/>
      </w:pPr>
      <w:r w:rsidRPr="00B06663">
        <w:t>Участник зак</w:t>
      </w:r>
      <w:r>
        <w:t>упки</w:t>
      </w:r>
    </w:p>
    <w:p w:rsidR="0041651A" w:rsidRDefault="0041651A" w:rsidP="008909B0">
      <w:pPr>
        <w:pStyle w:val="a"/>
      </w:pPr>
      <w:r w:rsidRPr="00B06663">
        <w:t>(уполномоченный представитель) ___________________________________ (Ф.И.О.)</w:t>
      </w:r>
    </w:p>
    <w:p w:rsidR="0041651A" w:rsidRDefault="0041651A" w:rsidP="008909B0">
      <w:pPr>
        <w:pStyle w:val="a"/>
      </w:pPr>
    </w:p>
    <w:p w:rsidR="0041651A" w:rsidRDefault="0041651A" w:rsidP="008909B0">
      <w:pPr>
        <w:pStyle w:val="a"/>
      </w:pPr>
      <w:r w:rsidRPr="00B06663">
        <w:t>Главный бухгалтер ________________________________________________ (Ф</w:t>
      </w:r>
      <w:r>
        <w:t>.</w:t>
      </w:r>
      <w:r w:rsidRPr="00B06663">
        <w:t>И.О.)</w:t>
      </w:r>
    </w:p>
    <w:p w:rsidR="0041651A" w:rsidRDefault="0041651A" w:rsidP="008909B0">
      <w:pPr>
        <w:pStyle w:val="a"/>
      </w:pPr>
    </w:p>
    <w:p w:rsidR="0041651A" w:rsidRPr="00B06663" w:rsidRDefault="0041651A" w:rsidP="008909B0">
      <w:pPr>
        <w:pStyle w:val="a"/>
        <w:ind w:left="935"/>
      </w:pPr>
      <w:r w:rsidRPr="00B06663">
        <w:t>М.П.</w:t>
      </w:r>
    </w:p>
    <w:p w:rsidR="0041651A" w:rsidRDefault="0041651A" w:rsidP="008909B0">
      <w:pPr>
        <w:pStyle w:val="a"/>
      </w:pPr>
    </w:p>
    <w:p w:rsidR="0041651A" w:rsidRPr="00B06663" w:rsidRDefault="0041651A" w:rsidP="008909B0">
      <w:pPr>
        <w:pageBreakBefore/>
        <w:jc w:val="right"/>
      </w:pPr>
      <w:r w:rsidRPr="00B06663">
        <w:t xml:space="preserve">Форма № </w:t>
      </w:r>
      <w:r>
        <w:t>3</w:t>
      </w:r>
    </w:p>
    <w:p w:rsidR="0041651A" w:rsidRDefault="0041651A" w:rsidP="008909B0"/>
    <w:p w:rsidR="0041651A" w:rsidRDefault="0041651A" w:rsidP="008909B0">
      <w:pPr>
        <w:pStyle w:val="Heading1"/>
      </w:pPr>
      <w:r w:rsidRPr="00B06663">
        <w:t>ДОВЕР</w:t>
      </w:r>
      <w:r w:rsidRPr="00891550">
        <w:t>Е</w:t>
      </w:r>
      <w:r w:rsidRPr="00B06663">
        <w:t>ННОСТЬ № ____</w:t>
      </w:r>
    </w:p>
    <w:p w:rsidR="0041651A" w:rsidRPr="00957ABE" w:rsidRDefault="0041651A" w:rsidP="00957ABE">
      <w:pPr>
        <w:jc w:val="center"/>
        <w:rPr>
          <w:b/>
          <w:bCs/>
        </w:rPr>
      </w:pPr>
      <w:r w:rsidRPr="00957ABE">
        <w:rPr>
          <w:b/>
          <w:bCs/>
        </w:rPr>
        <w:t>на уполномоченное лицо, имеющее право представления интересов участника закупки на процедуре конкурса</w:t>
      </w:r>
    </w:p>
    <w:p w:rsidR="0041651A" w:rsidRPr="00B06663" w:rsidRDefault="0041651A" w:rsidP="008909B0">
      <w:r w:rsidRPr="00B06663">
        <w:t>г.</w:t>
      </w:r>
      <w:r>
        <w:t xml:space="preserve"> </w:t>
      </w:r>
      <w:r w:rsidRPr="00B06663">
        <w:t>_____________</w:t>
      </w:r>
      <w:r>
        <w:t xml:space="preserve"> </w:t>
      </w:r>
      <w:r w:rsidRPr="00B06663">
        <w:t>_________________________________________________</w:t>
      </w:r>
      <w:r>
        <w:t>_______</w:t>
      </w:r>
      <w:r w:rsidRPr="00B06663">
        <w:t>___________</w:t>
      </w:r>
    </w:p>
    <w:p w:rsidR="0041651A" w:rsidRPr="00891550" w:rsidRDefault="0041651A" w:rsidP="008909B0">
      <w:pPr>
        <w:jc w:val="center"/>
        <w:rPr>
          <w:vertAlign w:val="superscript"/>
        </w:rPr>
      </w:pPr>
      <w:r w:rsidRPr="00891550">
        <w:rPr>
          <w:vertAlign w:val="superscript"/>
        </w:rPr>
        <w:t>(прописью число, месяц и год выдачи доверенности)</w:t>
      </w:r>
    </w:p>
    <w:p w:rsidR="0041651A" w:rsidRPr="00B06663" w:rsidRDefault="0041651A" w:rsidP="008909B0">
      <w:r w:rsidRPr="00B06663">
        <w:t>________________________</w:t>
      </w:r>
      <w:r>
        <w:t>_______</w:t>
      </w:r>
      <w:r w:rsidRPr="00B06663">
        <w:t>________</w:t>
      </w:r>
      <w:r>
        <w:t>___________________________________________</w:t>
      </w:r>
    </w:p>
    <w:p w:rsidR="0041651A" w:rsidRPr="00501AA0" w:rsidRDefault="0041651A" w:rsidP="008909B0">
      <w:pPr>
        <w:tabs>
          <w:tab w:val="center" w:pos="7485"/>
        </w:tabs>
        <w:ind w:left="5049"/>
        <w:rPr>
          <w:vertAlign w:val="superscript"/>
        </w:rPr>
      </w:pPr>
      <w:r w:rsidRPr="00501AA0">
        <w:rPr>
          <w:vertAlign w:val="superscript"/>
        </w:rPr>
        <w:t>(наименование юридического лица)</w:t>
      </w:r>
    </w:p>
    <w:p w:rsidR="0041651A" w:rsidRPr="00B06663" w:rsidRDefault="0041651A" w:rsidP="008909B0">
      <w:r w:rsidRPr="00B06663">
        <w:t>доверяет ______________________________________________________________</w:t>
      </w:r>
      <w:r>
        <w:t>___</w:t>
      </w:r>
      <w:r w:rsidRPr="00B06663">
        <w:t>_________</w:t>
      </w:r>
    </w:p>
    <w:p w:rsidR="0041651A" w:rsidRPr="00501AA0" w:rsidRDefault="0041651A" w:rsidP="008909B0">
      <w:pPr>
        <w:ind w:left="935"/>
        <w:jc w:val="center"/>
        <w:rPr>
          <w:vertAlign w:val="superscript"/>
        </w:rPr>
      </w:pPr>
      <w:r w:rsidRPr="00501AA0">
        <w:rPr>
          <w:vertAlign w:val="superscript"/>
        </w:rPr>
        <w:t>(фамилия, имя, отчество, должность)</w:t>
      </w:r>
    </w:p>
    <w:p w:rsidR="0041651A" w:rsidRPr="00B06663" w:rsidRDefault="0041651A" w:rsidP="008909B0">
      <w:r w:rsidRPr="00B06663">
        <w:t>паспорт серии ______ №_________ выдан ______________________________________________</w:t>
      </w:r>
    </w:p>
    <w:p w:rsidR="0041651A" w:rsidRPr="00B06663" w:rsidRDefault="0041651A" w:rsidP="008909B0">
      <w:r>
        <w:t>_________________________________________________</w:t>
      </w:r>
      <w:r w:rsidRPr="00B06663">
        <w:t>«____» __________</w:t>
      </w:r>
      <w:r>
        <w:t>____</w:t>
      </w:r>
      <w:r w:rsidRPr="00B06663">
        <w:t>__ ______года</w:t>
      </w:r>
    </w:p>
    <w:p w:rsidR="0041651A" w:rsidRPr="00B06663" w:rsidRDefault="0041651A" w:rsidP="008909B0">
      <w:r w:rsidRPr="00B06663">
        <w:t>представлять интересы _________________________________________</w:t>
      </w:r>
      <w:r>
        <w:t>____</w:t>
      </w:r>
      <w:r w:rsidRPr="00B06663">
        <w:t>_________________</w:t>
      </w:r>
    </w:p>
    <w:p w:rsidR="0041651A" w:rsidRPr="00501AA0" w:rsidRDefault="0041651A" w:rsidP="008909B0">
      <w:pPr>
        <w:ind w:left="2431"/>
        <w:jc w:val="center"/>
        <w:rPr>
          <w:vertAlign w:val="superscript"/>
        </w:rPr>
      </w:pPr>
      <w:r w:rsidRPr="00501AA0">
        <w:rPr>
          <w:vertAlign w:val="superscript"/>
        </w:rPr>
        <w:t>(наименование организации)</w:t>
      </w:r>
    </w:p>
    <w:p w:rsidR="0041651A" w:rsidRPr="00B06663" w:rsidRDefault="0041651A" w:rsidP="008909B0">
      <w:r w:rsidRPr="00B06663">
        <w:t xml:space="preserve">на </w:t>
      </w:r>
      <w:r>
        <w:t xml:space="preserve">открытом одноэтапном </w:t>
      </w:r>
      <w:r w:rsidRPr="00B06663">
        <w:t>конкурсе</w:t>
      </w:r>
      <w:r>
        <w:t xml:space="preserve"> на право заключения договора подряда на выполнение работ по формированию границ охранной зоны кабельных линий</w:t>
      </w:r>
      <w:r w:rsidRPr="00B06663">
        <w:t xml:space="preserve">, проводимом </w:t>
      </w:r>
      <w:r>
        <w:t>ЗА</w:t>
      </w:r>
      <w:r w:rsidRPr="00B06663">
        <w:t>О «Саратовское предприятие городских электрических сетей».</w:t>
      </w:r>
    </w:p>
    <w:p w:rsidR="0041651A" w:rsidRDefault="0041651A" w:rsidP="008909B0">
      <w:pPr>
        <w:pStyle w:val="a"/>
      </w:pPr>
      <w:r w:rsidRPr="00B06663">
        <w:t xml:space="preserve">В целях выполнения данного поручения он уполномочен представлять комиссии необходимые документы, подписывать и получать от имени организации </w:t>
      </w:r>
      <w:r>
        <w:t xml:space="preserve">– </w:t>
      </w:r>
      <w:r w:rsidRPr="00B06663">
        <w:t>доверителя все документы, связанные с его выполнением.</w:t>
      </w:r>
    </w:p>
    <w:p w:rsidR="0041651A" w:rsidRDefault="0041651A" w:rsidP="008909B0">
      <w:pPr>
        <w:pStyle w:val="a"/>
      </w:pPr>
    </w:p>
    <w:tbl>
      <w:tblPr>
        <w:tblW w:w="0" w:type="auto"/>
        <w:tblInd w:w="-106" w:type="dxa"/>
        <w:tblLook w:val="01E0"/>
      </w:tblPr>
      <w:tblGrid>
        <w:gridCol w:w="1978"/>
        <w:gridCol w:w="4675"/>
        <w:gridCol w:w="561"/>
        <w:gridCol w:w="2924"/>
      </w:tblGrid>
      <w:tr w:rsidR="0041651A">
        <w:tc>
          <w:tcPr>
            <w:tcW w:w="1978" w:type="dxa"/>
          </w:tcPr>
          <w:p w:rsidR="0041651A" w:rsidRDefault="0041651A" w:rsidP="00315680">
            <w:pPr>
              <w:pStyle w:val="a"/>
              <w:ind w:firstLine="0"/>
            </w:pPr>
            <w:r w:rsidRPr="00B06663">
              <w:t>Подпись</w:t>
            </w: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:rsidR="0041651A" w:rsidRDefault="0041651A" w:rsidP="00315680">
            <w:pPr>
              <w:pStyle w:val="a"/>
              <w:ind w:firstLine="0"/>
            </w:pPr>
          </w:p>
        </w:tc>
        <w:tc>
          <w:tcPr>
            <w:tcW w:w="561" w:type="dxa"/>
          </w:tcPr>
          <w:p w:rsidR="0041651A" w:rsidRDefault="0041651A" w:rsidP="00315680">
            <w:pPr>
              <w:pStyle w:val="a"/>
              <w:ind w:firstLine="0"/>
            </w:pPr>
          </w:p>
        </w:tc>
        <w:tc>
          <w:tcPr>
            <w:tcW w:w="2924" w:type="dxa"/>
            <w:tcBorders>
              <w:bottom w:val="single" w:sz="4" w:space="0" w:color="auto"/>
            </w:tcBorders>
          </w:tcPr>
          <w:p w:rsidR="0041651A" w:rsidRDefault="0041651A" w:rsidP="00315680">
            <w:pPr>
              <w:pStyle w:val="a"/>
              <w:ind w:firstLine="0"/>
            </w:pPr>
          </w:p>
        </w:tc>
      </w:tr>
      <w:tr w:rsidR="0041651A" w:rsidRPr="00E82BBB">
        <w:tc>
          <w:tcPr>
            <w:tcW w:w="1978" w:type="dxa"/>
          </w:tcPr>
          <w:p w:rsidR="0041651A" w:rsidRPr="00E82BBB" w:rsidRDefault="0041651A" w:rsidP="00315680">
            <w:pPr>
              <w:pStyle w:val="a"/>
              <w:ind w:firstLine="0"/>
              <w:jc w:val="left"/>
              <w:rPr>
                <w:vertAlign w:val="superscript"/>
              </w:rPr>
            </w:pPr>
            <w:r>
              <w:t>удостоверяем</w:t>
            </w:r>
          </w:p>
        </w:tc>
        <w:tc>
          <w:tcPr>
            <w:tcW w:w="4675" w:type="dxa"/>
            <w:tcBorders>
              <w:top w:val="single" w:sz="4" w:space="0" w:color="auto"/>
            </w:tcBorders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(Ф.И.О. удостоверяемого)</w:t>
            </w:r>
          </w:p>
        </w:tc>
        <w:tc>
          <w:tcPr>
            <w:tcW w:w="561" w:type="dxa"/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2924" w:type="dxa"/>
            <w:tcBorders>
              <w:top w:val="single" w:sz="4" w:space="0" w:color="auto"/>
            </w:tcBorders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(Подпись удостоверяемого)</w:t>
            </w:r>
          </w:p>
        </w:tc>
      </w:tr>
    </w:tbl>
    <w:p w:rsidR="0041651A" w:rsidRPr="00B06663" w:rsidRDefault="0041651A" w:rsidP="008909B0">
      <w:pPr>
        <w:pStyle w:val="a"/>
        <w:pBdr>
          <w:bottom w:val="single" w:sz="12" w:space="1" w:color="auto"/>
        </w:pBdr>
      </w:pPr>
    </w:p>
    <w:p w:rsidR="0041651A" w:rsidRPr="00B06663" w:rsidRDefault="0041651A" w:rsidP="008909B0"/>
    <w:p w:rsidR="0041651A" w:rsidRPr="00B06663" w:rsidRDefault="0041651A" w:rsidP="008909B0">
      <w:r w:rsidRPr="00B06663">
        <w:t>Доверенность действительна по «____» ____________________ _____ г.</w:t>
      </w:r>
    </w:p>
    <w:p w:rsidR="0041651A" w:rsidRDefault="0041651A" w:rsidP="008909B0"/>
    <w:tbl>
      <w:tblPr>
        <w:tblW w:w="0" w:type="auto"/>
        <w:tblInd w:w="-106" w:type="dxa"/>
        <w:tblLook w:val="01E0"/>
      </w:tblPr>
      <w:tblGrid>
        <w:gridCol w:w="3100"/>
        <w:gridCol w:w="3553"/>
        <w:gridCol w:w="374"/>
        <w:gridCol w:w="2805"/>
        <w:gridCol w:w="306"/>
      </w:tblGrid>
      <w:tr w:rsidR="0041651A">
        <w:tc>
          <w:tcPr>
            <w:tcW w:w="3100" w:type="dxa"/>
          </w:tcPr>
          <w:p w:rsidR="0041651A" w:rsidRDefault="0041651A" w:rsidP="00315680">
            <w:pPr>
              <w:pStyle w:val="a"/>
              <w:ind w:firstLine="0"/>
            </w:pPr>
            <w:r w:rsidRPr="00B06663">
              <w:t>Руководитель</w:t>
            </w:r>
            <w:r>
              <w:t xml:space="preserve"> </w:t>
            </w:r>
            <w:r w:rsidRPr="00B06663">
              <w:t>организации</w:t>
            </w:r>
          </w:p>
        </w:tc>
        <w:tc>
          <w:tcPr>
            <w:tcW w:w="3553" w:type="dxa"/>
            <w:tcBorders>
              <w:bottom w:val="single" w:sz="4" w:space="0" w:color="auto"/>
            </w:tcBorders>
          </w:tcPr>
          <w:p w:rsidR="0041651A" w:rsidRDefault="0041651A" w:rsidP="00315680">
            <w:pPr>
              <w:pStyle w:val="a"/>
              <w:ind w:firstLine="0"/>
            </w:pPr>
          </w:p>
        </w:tc>
        <w:tc>
          <w:tcPr>
            <w:tcW w:w="374" w:type="dxa"/>
          </w:tcPr>
          <w:p w:rsidR="0041651A" w:rsidRDefault="0041651A" w:rsidP="00315680">
            <w:pPr>
              <w:pStyle w:val="a"/>
              <w:ind w:firstLine="0"/>
              <w:jc w:val="right"/>
            </w:pPr>
            <w:r>
              <w:t>(</w:t>
            </w:r>
          </w:p>
        </w:tc>
        <w:tc>
          <w:tcPr>
            <w:tcW w:w="2805" w:type="dxa"/>
            <w:tcBorders>
              <w:bottom w:val="single" w:sz="4" w:space="0" w:color="auto"/>
            </w:tcBorders>
          </w:tcPr>
          <w:p w:rsidR="0041651A" w:rsidRDefault="0041651A" w:rsidP="00315680">
            <w:pPr>
              <w:pStyle w:val="a"/>
              <w:ind w:firstLine="0"/>
              <w:jc w:val="right"/>
            </w:pPr>
          </w:p>
        </w:tc>
        <w:tc>
          <w:tcPr>
            <w:tcW w:w="306" w:type="dxa"/>
          </w:tcPr>
          <w:p w:rsidR="0041651A" w:rsidRDefault="0041651A" w:rsidP="00315680">
            <w:pPr>
              <w:pStyle w:val="a"/>
              <w:ind w:firstLine="0"/>
              <w:jc w:val="left"/>
            </w:pPr>
            <w:r>
              <w:t>)</w:t>
            </w:r>
          </w:p>
        </w:tc>
      </w:tr>
      <w:tr w:rsidR="0041651A" w:rsidRPr="00E82BBB">
        <w:tc>
          <w:tcPr>
            <w:tcW w:w="3100" w:type="dxa"/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3553" w:type="dxa"/>
            <w:tcBorders>
              <w:top w:val="single" w:sz="4" w:space="0" w:color="auto"/>
            </w:tcBorders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(подпись)</w:t>
            </w:r>
          </w:p>
        </w:tc>
        <w:tc>
          <w:tcPr>
            <w:tcW w:w="374" w:type="dxa"/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2805" w:type="dxa"/>
            <w:tcBorders>
              <w:top w:val="single" w:sz="4" w:space="0" w:color="auto"/>
            </w:tcBorders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(Ф.И.О.)</w:t>
            </w:r>
          </w:p>
        </w:tc>
        <w:tc>
          <w:tcPr>
            <w:tcW w:w="306" w:type="dxa"/>
          </w:tcPr>
          <w:p w:rsidR="0041651A" w:rsidRPr="00E82BBB" w:rsidRDefault="0041651A" w:rsidP="00315680">
            <w:pPr>
              <w:pStyle w:val="a"/>
              <w:ind w:firstLine="0"/>
              <w:jc w:val="left"/>
              <w:rPr>
                <w:vertAlign w:val="superscript"/>
              </w:rPr>
            </w:pPr>
          </w:p>
        </w:tc>
      </w:tr>
      <w:tr w:rsidR="0041651A">
        <w:tc>
          <w:tcPr>
            <w:tcW w:w="3100" w:type="dxa"/>
          </w:tcPr>
          <w:p w:rsidR="0041651A" w:rsidRPr="00B06663" w:rsidRDefault="0041651A" w:rsidP="00315680">
            <w:pPr>
              <w:pStyle w:val="a"/>
              <w:ind w:firstLine="0"/>
            </w:pPr>
          </w:p>
        </w:tc>
        <w:tc>
          <w:tcPr>
            <w:tcW w:w="3553" w:type="dxa"/>
          </w:tcPr>
          <w:p w:rsidR="0041651A" w:rsidRDefault="0041651A" w:rsidP="00315680">
            <w:pPr>
              <w:pStyle w:val="a"/>
              <w:ind w:firstLine="0"/>
            </w:pPr>
          </w:p>
        </w:tc>
        <w:tc>
          <w:tcPr>
            <w:tcW w:w="374" w:type="dxa"/>
          </w:tcPr>
          <w:p w:rsidR="0041651A" w:rsidRDefault="0041651A" w:rsidP="00315680">
            <w:pPr>
              <w:pStyle w:val="a"/>
              <w:ind w:firstLine="0"/>
              <w:jc w:val="right"/>
            </w:pPr>
          </w:p>
        </w:tc>
        <w:tc>
          <w:tcPr>
            <w:tcW w:w="2805" w:type="dxa"/>
          </w:tcPr>
          <w:p w:rsidR="0041651A" w:rsidRDefault="0041651A" w:rsidP="00315680">
            <w:pPr>
              <w:pStyle w:val="a"/>
              <w:ind w:firstLine="0"/>
              <w:jc w:val="right"/>
            </w:pPr>
          </w:p>
        </w:tc>
        <w:tc>
          <w:tcPr>
            <w:tcW w:w="306" w:type="dxa"/>
          </w:tcPr>
          <w:p w:rsidR="0041651A" w:rsidRDefault="0041651A" w:rsidP="00315680">
            <w:pPr>
              <w:pStyle w:val="a"/>
              <w:ind w:firstLine="0"/>
              <w:jc w:val="left"/>
            </w:pPr>
          </w:p>
        </w:tc>
      </w:tr>
      <w:tr w:rsidR="0041651A">
        <w:tc>
          <w:tcPr>
            <w:tcW w:w="3100" w:type="dxa"/>
          </w:tcPr>
          <w:p w:rsidR="0041651A" w:rsidRPr="00B06663" w:rsidRDefault="0041651A" w:rsidP="00315680">
            <w:pPr>
              <w:pStyle w:val="a"/>
              <w:ind w:firstLine="0"/>
            </w:pPr>
          </w:p>
        </w:tc>
        <w:tc>
          <w:tcPr>
            <w:tcW w:w="3553" w:type="dxa"/>
          </w:tcPr>
          <w:p w:rsidR="0041651A" w:rsidRDefault="0041651A" w:rsidP="00315680">
            <w:pPr>
              <w:pStyle w:val="a"/>
              <w:ind w:firstLine="0"/>
            </w:pPr>
          </w:p>
        </w:tc>
        <w:tc>
          <w:tcPr>
            <w:tcW w:w="374" w:type="dxa"/>
          </w:tcPr>
          <w:p w:rsidR="0041651A" w:rsidRDefault="0041651A" w:rsidP="00315680">
            <w:pPr>
              <w:pStyle w:val="a"/>
              <w:ind w:firstLine="0"/>
              <w:jc w:val="right"/>
            </w:pPr>
          </w:p>
        </w:tc>
        <w:tc>
          <w:tcPr>
            <w:tcW w:w="2805" w:type="dxa"/>
          </w:tcPr>
          <w:p w:rsidR="0041651A" w:rsidRDefault="0041651A" w:rsidP="00315680">
            <w:pPr>
              <w:pStyle w:val="a"/>
              <w:ind w:firstLine="0"/>
              <w:jc w:val="right"/>
            </w:pPr>
          </w:p>
        </w:tc>
        <w:tc>
          <w:tcPr>
            <w:tcW w:w="306" w:type="dxa"/>
          </w:tcPr>
          <w:p w:rsidR="0041651A" w:rsidRDefault="0041651A" w:rsidP="00315680">
            <w:pPr>
              <w:pStyle w:val="a"/>
              <w:ind w:firstLine="0"/>
              <w:jc w:val="left"/>
            </w:pPr>
          </w:p>
        </w:tc>
      </w:tr>
      <w:tr w:rsidR="0041651A">
        <w:tc>
          <w:tcPr>
            <w:tcW w:w="3100" w:type="dxa"/>
          </w:tcPr>
          <w:p w:rsidR="0041651A" w:rsidRDefault="0041651A" w:rsidP="00315680">
            <w:pPr>
              <w:pStyle w:val="a"/>
              <w:ind w:firstLine="0"/>
            </w:pPr>
            <w:r w:rsidRPr="00B06663">
              <w:t>Главный</w:t>
            </w:r>
            <w:r>
              <w:t xml:space="preserve"> </w:t>
            </w:r>
            <w:r w:rsidRPr="00B06663">
              <w:t>бухгалтер</w:t>
            </w:r>
          </w:p>
        </w:tc>
        <w:tc>
          <w:tcPr>
            <w:tcW w:w="3553" w:type="dxa"/>
            <w:tcBorders>
              <w:bottom w:val="single" w:sz="4" w:space="0" w:color="auto"/>
            </w:tcBorders>
          </w:tcPr>
          <w:p w:rsidR="0041651A" w:rsidRDefault="0041651A" w:rsidP="00315680">
            <w:pPr>
              <w:pStyle w:val="a"/>
              <w:ind w:firstLine="0"/>
            </w:pPr>
          </w:p>
        </w:tc>
        <w:tc>
          <w:tcPr>
            <w:tcW w:w="374" w:type="dxa"/>
          </w:tcPr>
          <w:p w:rsidR="0041651A" w:rsidRDefault="0041651A" w:rsidP="00315680">
            <w:pPr>
              <w:pStyle w:val="a"/>
              <w:ind w:firstLine="0"/>
              <w:jc w:val="right"/>
            </w:pPr>
            <w:r>
              <w:t>(</w:t>
            </w:r>
          </w:p>
        </w:tc>
        <w:tc>
          <w:tcPr>
            <w:tcW w:w="2805" w:type="dxa"/>
            <w:tcBorders>
              <w:bottom w:val="single" w:sz="4" w:space="0" w:color="auto"/>
            </w:tcBorders>
          </w:tcPr>
          <w:p w:rsidR="0041651A" w:rsidRDefault="0041651A" w:rsidP="00315680">
            <w:pPr>
              <w:pStyle w:val="a"/>
              <w:ind w:firstLine="0"/>
              <w:jc w:val="right"/>
            </w:pPr>
          </w:p>
        </w:tc>
        <w:tc>
          <w:tcPr>
            <w:tcW w:w="306" w:type="dxa"/>
          </w:tcPr>
          <w:p w:rsidR="0041651A" w:rsidRDefault="0041651A" w:rsidP="00315680">
            <w:pPr>
              <w:pStyle w:val="a"/>
              <w:ind w:firstLine="0"/>
              <w:jc w:val="left"/>
            </w:pPr>
            <w:r>
              <w:t>)</w:t>
            </w:r>
          </w:p>
        </w:tc>
      </w:tr>
      <w:tr w:rsidR="0041651A" w:rsidRPr="00E82BBB">
        <w:tc>
          <w:tcPr>
            <w:tcW w:w="3100" w:type="dxa"/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3553" w:type="dxa"/>
            <w:tcBorders>
              <w:top w:val="single" w:sz="4" w:space="0" w:color="auto"/>
            </w:tcBorders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(подпись)</w:t>
            </w:r>
          </w:p>
        </w:tc>
        <w:tc>
          <w:tcPr>
            <w:tcW w:w="374" w:type="dxa"/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2805" w:type="dxa"/>
            <w:tcBorders>
              <w:top w:val="single" w:sz="4" w:space="0" w:color="auto"/>
            </w:tcBorders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(Ф.И.О.)</w:t>
            </w:r>
          </w:p>
        </w:tc>
        <w:tc>
          <w:tcPr>
            <w:tcW w:w="306" w:type="dxa"/>
          </w:tcPr>
          <w:p w:rsidR="0041651A" w:rsidRPr="00E82BBB" w:rsidRDefault="0041651A" w:rsidP="00315680">
            <w:pPr>
              <w:pStyle w:val="a"/>
              <w:ind w:firstLine="0"/>
              <w:jc w:val="left"/>
              <w:rPr>
                <w:vertAlign w:val="superscript"/>
              </w:rPr>
            </w:pPr>
          </w:p>
        </w:tc>
      </w:tr>
      <w:tr w:rsidR="0041651A" w:rsidRPr="00E82BBB">
        <w:tc>
          <w:tcPr>
            <w:tcW w:w="3100" w:type="dxa"/>
          </w:tcPr>
          <w:p w:rsidR="0041651A" w:rsidRPr="00E82BBB" w:rsidRDefault="0041651A" w:rsidP="00315680">
            <w:pPr>
              <w:jc w:val="center"/>
              <w:rPr>
                <w:vertAlign w:val="superscript"/>
              </w:rPr>
            </w:pPr>
            <w:r w:rsidRPr="00B06663">
              <w:t>М.П.</w:t>
            </w:r>
          </w:p>
        </w:tc>
        <w:tc>
          <w:tcPr>
            <w:tcW w:w="3553" w:type="dxa"/>
          </w:tcPr>
          <w:p w:rsidR="0041651A" w:rsidRPr="00B06663" w:rsidRDefault="0041651A" w:rsidP="00315680"/>
        </w:tc>
        <w:tc>
          <w:tcPr>
            <w:tcW w:w="374" w:type="dxa"/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2805" w:type="dxa"/>
          </w:tcPr>
          <w:p w:rsidR="0041651A" w:rsidRPr="00B06663" w:rsidRDefault="0041651A" w:rsidP="00315680"/>
        </w:tc>
        <w:tc>
          <w:tcPr>
            <w:tcW w:w="306" w:type="dxa"/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</w:tr>
      <w:tr w:rsidR="0041651A" w:rsidRPr="00E82BBB">
        <w:tc>
          <w:tcPr>
            <w:tcW w:w="3100" w:type="dxa"/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3553" w:type="dxa"/>
          </w:tcPr>
          <w:p w:rsidR="0041651A" w:rsidRPr="00B06663" w:rsidRDefault="0041651A" w:rsidP="00315680"/>
        </w:tc>
        <w:tc>
          <w:tcPr>
            <w:tcW w:w="374" w:type="dxa"/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2805" w:type="dxa"/>
          </w:tcPr>
          <w:p w:rsidR="0041651A" w:rsidRPr="00B06663" w:rsidRDefault="0041651A" w:rsidP="00315680"/>
        </w:tc>
        <w:tc>
          <w:tcPr>
            <w:tcW w:w="306" w:type="dxa"/>
          </w:tcPr>
          <w:p w:rsidR="0041651A" w:rsidRPr="00E82BBB" w:rsidRDefault="0041651A" w:rsidP="00315680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</w:tr>
    </w:tbl>
    <w:p w:rsidR="0041651A" w:rsidRDefault="0041651A" w:rsidP="008909B0"/>
    <w:p w:rsidR="0041651A" w:rsidRDefault="0041651A" w:rsidP="008909B0"/>
    <w:p w:rsidR="0041651A" w:rsidRDefault="0041651A" w:rsidP="008909B0"/>
    <w:p w:rsidR="0041651A" w:rsidRDefault="0041651A" w:rsidP="008909B0"/>
    <w:p w:rsidR="0041651A" w:rsidRDefault="0041651A" w:rsidP="008909B0"/>
    <w:p w:rsidR="0041651A" w:rsidRDefault="0041651A" w:rsidP="008909B0"/>
    <w:p w:rsidR="0041651A" w:rsidRDefault="0041651A" w:rsidP="008909B0"/>
    <w:p w:rsidR="0041651A" w:rsidRDefault="0041651A" w:rsidP="008909B0"/>
    <w:p w:rsidR="0041651A" w:rsidRDefault="0041651A" w:rsidP="008909B0"/>
    <w:p w:rsidR="0041651A" w:rsidRDefault="0041651A" w:rsidP="008909B0"/>
    <w:p w:rsidR="0041651A" w:rsidRDefault="0041651A" w:rsidP="008909B0"/>
    <w:p w:rsidR="0041651A" w:rsidRDefault="0041651A" w:rsidP="008909B0"/>
    <w:p w:rsidR="0041651A" w:rsidRDefault="0041651A" w:rsidP="008909B0"/>
    <w:p w:rsidR="0041651A" w:rsidRDefault="0041651A" w:rsidP="008909B0"/>
    <w:p w:rsidR="0041651A" w:rsidRDefault="0041651A" w:rsidP="008909B0"/>
    <w:p w:rsidR="0041651A" w:rsidRPr="00B06663" w:rsidRDefault="0041651A" w:rsidP="00957ABE">
      <w:pPr>
        <w:pageBreakBefore/>
        <w:jc w:val="right"/>
      </w:pPr>
      <w:r w:rsidRPr="00B06663">
        <w:t xml:space="preserve">Форма № </w:t>
      </w:r>
      <w:r>
        <w:t>4</w:t>
      </w:r>
    </w:p>
    <w:p w:rsidR="0041651A" w:rsidRDefault="0041651A" w:rsidP="00957ABE">
      <w:pPr>
        <w:jc w:val="center"/>
        <w:rPr>
          <w:b/>
          <w:bCs/>
        </w:rPr>
      </w:pPr>
    </w:p>
    <w:p w:rsidR="0041651A" w:rsidRPr="000873E9" w:rsidRDefault="0041651A" w:rsidP="00957ABE">
      <w:pPr>
        <w:jc w:val="center"/>
        <w:rPr>
          <w:b/>
          <w:bCs/>
        </w:rPr>
      </w:pPr>
      <w:r w:rsidRPr="000873E9">
        <w:rPr>
          <w:b/>
          <w:bCs/>
        </w:rPr>
        <w:t>Заявление</w:t>
      </w:r>
    </w:p>
    <w:p w:rsidR="0041651A" w:rsidRPr="000873E9" w:rsidRDefault="0041651A" w:rsidP="00957ABE">
      <w:pPr>
        <w:jc w:val="center"/>
        <w:rPr>
          <w:b/>
          <w:bCs/>
        </w:rPr>
      </w:pPr>
      <w:r w:rsidRPr="000873E9">
        <w:rPr>
          <w:b/>
          <w:bCs/>
        </w:rPr>
        <w:t>о согласии на обработку персональных данных</w:t>
      </w:r>
    </w:p>
    <w:p w:rsidR="0041651A" w:rsidRPr="000873E9" w:rsidRDefault="0041651A" w:rsidP="00957ABE">
      <w:pPr>
        <w:jc w:val="center"/>
        <w:rPr>
          <w:b/>
          <w:bCs/>
        </w:rPr>
      </w:pPr>
    </w:p>
    <w:p w:rsidR="0041651A" w:rsidRDefault="0041651A" w:rsidP="00957ABE">
      <w:pPr>
        <w:ind w:firstLine="709"/>
      </w:pPr>
      <w:r w:rsidRPr="000873E9">
        <w:t xml:space="preserve">В целях </w:t>
      </w:r>
      <w:r w:rsidRPr="00720EBD">
        <w:t xml:space="preserve">участия в открытом </w:t>
      </w:r>
      <w:r>
        <w:t>одноэтапном конкурсе</w:t>
      </w:r>
      <w:r w:rsidRPr="00720EBD">
        <w:t xml:space="preserve"> </w:t>
      </w:r>
      <w:r w:rsidRPr="00484304">
        <w:t>на право заключения договора</w:t>
      </w:r>
      <w:r>
        <w:t xml:space="preserve"> подряда</w:t>
      </w:r>
      <w:r w:rsidRPr="00484304">
        <w:t xml:space="preserve"> </w:t>
      </w:r>
      <w:r w:rsidRPr="001D3734">
        <w:t xml:space="preserve">на </w:t>
      </w:r>
      <w:r>
        <w:t>выполнение работ по формированию границ охранной зоны кабельных линий</w:t>
      </w:r>
    </w:p>
    <w:p w:rsidR="0041651A" w:rsidRPr="000873E9" w:rsidRDefault="0041651A" w:rsidP="00957ABE">
      <w:pPr>
        <w:ind w:firstLine="709"/>
      </w:pPr>
      <w:r w:rsidRPr="000873E9">
        <w:t xml:space="preserve">Я, </w:t>
      </w:r>
      <w:r>
        <w:t>_______________________________</w:t>
      </w:r>
      <w:r w:rsidRPr="000873E9">
        <w:t>_______________________________</w:t>
      </w:r>
      <w:r>
        <w:t>_________</w:t>
      </w:r>
      <w:r w:rsidRPr="000873E9">
        <w:t>___</w:t>
      </w:r>
    </w:p>
    <w:p w:rsidR="0041651A" w:rsidRPr="000873E9" w:rsidRDefault="0041651A" w:rsidP="00957ABE">
      <w:pPr>
        <w:ind w:firstLine="709"/>
        <w:jc w:val="center"/>
        <w:rPr>
          <w:i/>
          <w:iCs/>
          <w:sz w:val="20"/>
          <w:szCs w:val="20"/>
        </w:rPr>
      </w:pPr>
      <w:r w:rsidRPr="000873E9">
        <w:rPr>
          <w:i/>
          <w:iCs/>
          <w:sz w:val="20"/>
          <w:szCs w:val="20"/>
        </w:rPr>
        <w:t>(Фамилия, Имя, Отчество)</w:t>
      </w:r>
    </w:p>
    <w:p w:rsidR="0041651A" w:rsidRDefault="0041651A" w:rsidP="00957ABE">
      <w:r w:rsidRPr="000873E9">
        <w:t>Основной</w:t>
      </w:r>
      <w:r w:rsidRPr="00BE7A64">
        <w:t xml:space="preserve"> документ, удостоверяющ</w:t>
      </w:r>
      <w:r w:rsidRPr="000873E9">
        <w:t>ий</w:t>
      </w:r>
      <w:r>
        <w:t xml:space="preserve"> </w:t>
      </w:r>
      <w:r w:rsidRPr="00BE7A64">
        <w:t>личность</w:t>
      </w:r>
      <w:r>
        <w:t>:</w:t>
      </w:r>
      <w:r w:rsidRPr="000873E9">
        <w:t xml:space="preserve"> паспорт</w:t>
      </w:r>
    </w:p>
    <w:p w:rsidR="0041651A" w:rsidRPr="000873E9" w:rsidRDefault="0041651A" w:rsidP="00957ABE"/>
    <w:p w:rsidR="0041651A" w:rsidRPr="000873E9" w:rsidRDefault="0041651A" w:rsidP="00957ABE">
      <w:r w:rsidRPr="000873E9">
        <w:t xml:space="preserve">серия __________ номер </w:t>
      </w:r>
      <w:r>
        <w:t>___________</w:t>
      </w:r>
      <w:r w:rsidRPr="000873E9">
        <w:t>___________________</w:t>
      </w:r>
      <w:r>
        <w:t>_______________________________</w:t>
      </w:r>
    </w:p>
    <w:p w:rsidR="0041651A" w:rsidRPr="000873E9" w:rsidRDefault="0041651A" w:rsidP="00957ABE"/>
    <w:p w:rsidR="0041651A" w:rsidRPr="000873E9" w:rsidRDefault="0041651A" w:rsidP="00957ABE">
      <w:r w:rsidRPr="000873E9">
        <w:t>дата выдачи «</w:t>
      </w:r>
      <w:r>
        <w:t>__</w:t>
      </w:r>
      <w:r w:rsidRPr="000873E9">
        <w:t xml:space="preserve">___»________________   </w:t>
      </w:r>
      <w:r>
        <w:t>___</w:t>
      </w:r>
      <w:r w:rsidRPr="000873E9">
        <w:t>___ г.</w:t>
      </w:r>
    </w:p>
    <w:p w:rsidR="0041651A" w:rsidRPr="000873E9" w:rsidRDefault="0041651A" w:rsidP="00957ABE">
      <w:pPr>
        <w:ind w:firstLine="709"/>
      </w:pPr>
    </w:p>
    <w:p w:rsidR="0041651A" w:rsidRDefault="0041651A" w:rsidP="00957ABE">
      <w:r w:rsidRPr="000873E9">
        <w:t xml:space="preserve">выдавший орган </w:t>
      </w:r>
      <w:r>
        <w:t>___________________________________</w:t>
      </w:r>
      <w:r w:rsidRPr="000873E9">
        <w:t>___________</w:t>
      </w:r>
      <w:r>
        <w:t>__</w:t>
      </w:r>
      <w:r w:rsidRPr="000873E9">
        <w:t>____________</w:t>
      </w:r>
      <w:r>
        <w:t>________</w:t>
      </w:r>
    </w:p>
    <w:p w:rsidR="0041651A" w:rsidRDefault="0041651A" w:rsidP="00957ABE">
      <w:r>
        <w:t>__________________________________________________________________________________</w:t>
      </w:r>
    </w:p>
    <w:p w:rsidR="0041651A" w:rsidRPr="0008134B" w:rsidRDefault="0041651A" w:rsidP="00957ABE">
      <w:pPr>
        <w:ind w:firstLine="709"/>
      </w:pPr>
    </w:p>
    <w:p w:rsidR="0041651A" w:rsidRDefault="0041651A" w:rsidP="00957ABE">
      <w:r w:rsidRPr="000873E9">
        <w:t>адрес регистрации</w:t>
      </w:r>
      <w:r>
        <w:t xml:space="preserve"> (проживания) ______________________________________________________</w:t>
      </w:r>
    </w:p>
    <w:p w:rsidR="0041651A" w:rsidRDefault="0041651A" w:rsidP="00957ABE"/>
    <w:p w:rsidR="0041651A" w:rsidRPr="003F2F1B" w:rsidRDefault="0041651A" w:rsidP="00957ABE">
      <w:pPr>
        <w:ind w:firstLine="709"/>
        <w:rPr>
          <w:b/>
          <w:bCs/>
        </w:rPr>
      </w:pPr>
      <w:r w:rsidRPr="003F2F1B">
        <w:t xml:space="preserve">во исполнение требований Федерального закона «О персональных данных №152-ФЗ </w:t>
      </w:r>
      <w:r>
        <w:t xml:space="preserve">                  </w:t>
      </w:r>
      <w:r w:rsidRPr="003F2F1B">
        <w:t xml:space="preserve">от 27.07.2006г. </w:t>
      </w:r>
      <w:r w:rsidRPr="003F2F1B">
        <w:rPr>
          <w:b/>
          <w:bCs/>
        </w:rPr>
        <w:t xml:space="preserve">свободно, своей волей и в своем интересе предоставляю свои персональные данные </w:t>
      </w:r>
      <w:r>
        <w:rPr>
          <w:b/>
          <w:bCs/>
        </w:rPr>
        <w:t>(</w:t>
      </w:r>
      <w:r w:rsidRPr="003F2F1B">
        <w:rPr>
          <w:b/>
          <w:bCs/>
        </w:rPr>
        <w:t>и</w:t>
      </w:r>
      <w:r>
        <w:rPr>
          <w:b/>
          <w:bCs/>
        </w:rPr>
        <w:t xml:space="preserve"> персональные данные доверителя) и</w:t>
      </w:r>
      <w:r w:rsidRPr="003F2F1B">
        <w:rPr>
          <w:b/>
          <w:bCs/>
        </w:rPr>
        <w:t xml:space="preserve"> даю согласие на их обработку в </w:t>
      </w:r>
      <w:r w:rsidRPr="005635D9">
        <w:rPr>
          <w:b/>
          <w:bCs/>
        </w:rPr>
        <w:t>электронном виде и на бумажных носителях</w:t>
      </w:r>
      <w:r>
        <w:rPr>
          <w:b/>
          <w:bCs/>
        </w:rPr>
        <w:t xml:space="preserve"> </w:t>
      </w:r>
      <w:r w:rsidRPr="003F2F1B">
        <w:t>(под обработкой персональных данных в указанном Законе понимаются</w:t>
      </w:r>
      <w:r>
        <w:t xml:space="preserve"> </w:t>
      </w:r>
      <w:r w:rsidRPr="003F2F1B">
        <w:t>любы</w:t>
      </w:r>
      <w:r w:rsidRPr="00B820BF">
        <w:t>е действи</w:t>
      </w:r>
      <w:r w:rsidRPr="003F2F1B">
        <w:t>я</w:t>
      </w:r>
      <w:r w:rsidRPr="00B820BF">
        <w:t xml:space="preserve"> (операци</w:t>
      </w:r>
      <w:r w:rsidRPr="003F2F1B">
        <w:t>и</w:t>
      </w:r>
      <w:r w:rsidRPr="00B820BF">
        <w:t>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</w:t>
      </w:r>
      <w:r w:rsidRPr="003F2F1B">
        <w:t>х)</w:t>
      </w:r>
      <w:r w:rsidRPr="003F2F1B">
        <w:rPr>
          <w:b/>
          <w:bCs/>
        </w:rPr>
        <w:t xml:space="preserve"> </w:t>
      </w:r>
      <w:r>
        <w:rPr>
          <w:b/>
          <w:bCs/>
        </w:rPr>
        <w:t>Закрытому акционерному обществу</w:t>
      </w:r>
      <w:r w:rsidRPr="003F2F1B">
        <w:rPr>
          <w:b/>
          <w:bCs/>
        </w:rPr>
        <w:t xml:space="preserve"> «Саратовское предприятие городских электрических сетей» (</w:t>
      </w:r>
      <w:r>
        <w:rPr>
          <w:b/>
          <w:bCs/>
        </w:rPr>
        <w:t>ЗА</w:t>
      </w:r>
      <w:r w:rsidRPr="003F2F1B">
        <w:rPr>
          <w:b/>
          <w:bCs/>
        </w:rPr>
        <w:t xml:space="preserve">О «СПГЭС»), </w:t>
      </w:r>
      <w:r w:rsidRPr="001E14F5">
        <w:rPr>
          <w:b/>
          <w:bCs/>
        </w:rPr>
        <w:t>ОГРН 1026403349950, ИНН 6454006283</w:t>
      </w:r>
      <w:r w:rsidRPr="003F2F1B">
        <w:rPr>
          <w:b/>
          <w:bCs/>
        </w:rPr>
        <w:t>, местонахождения: 41</w:t>
      </w:r>
      <w:r>
        <w:rPr>
          <w:b/>
          <w:bCs/>
        </w:rPr>
        <w:t xml:space="preserve">0017, г. </w:t>
      </w:r>
      <w:r w:rsidRPr="003F2F1B">
        <w:rPr>
          <w:b/>
          <w:bCs/>
        </w:rPr>
        <w:t>Саратов, ул. Белоглинская, д. 40.</w:t>
      </w:r>
    </w:p>
    <w:p w:rsidR="0041651A" w:rsidRPr="003F2F1B" w:rsidRDefault="0041651A" w:rsidP="00957ABE">
      <w:pPr>
        <w:ind w:firstLine="709"/>
      </w:pPr>
      <w:r w:rsidRPr="003F2F1B">
        <w:t>П</w:t>
      </w:r>
      <w:r w:rsidRPr="00BE7A64">
        <w:t>еречень персональных данных, на об</w:t>
      </w:r>
      <w:r w:rsidRPr="003F2F1B">
        <w:t>работку которых дается согласие:</w:t>
      </w:r>
    </w:p>
    <w:p w:rsidR="0041651A" w:rsidRPr="003F2F1B" w:rsidRDefault="0041651A" w:rsidP="00957ABE">
      <w:pPr>
        <w:ind w:firstLine="709"/>
      </w:pPr>
      <w:r w:rsidRPr="003F2F1B">
        <w:t>фамилия, имя, отчество; дата рождения; место рождения; пол; гражданство; данные документа удостоверяющего личность (паспортные данные); адрес регистрации; адрес фактического места проживания (пребывания), дата регистрации п</w:t>
      </w:r>
      <w:r>
        <w:t>о месту жительства (пребывания)</w:t>
      </w:r>
      <w:r w:rsidRPr="003F2F1B">
        <w:t>.</w:t>
      </w:r>
    </w:p>
    <w:p w:rsidR="0041651A" w:rsidRDefault="0041651A" w:rsidP="00957ABE">
      <w:pPr>
        <w:ind w:firstLine="709"/>
      </w:pPr>
      <w:r w:rsidRPr="003F2F1B">
        <w:t xml:space="preserve">Согласие предоставляется с момента подписания настоящего заявления и действительно в течение пяти лет. </w:t>
      </w:r>
    </w:p>
    <w:p w:rsidR="0041651A" w:rsidRDefault="0041651A" w:rsidP="00957ABE">
      <w:pPr>
        <w:ind w:firstLine="709"/>
      </w:pPr>
      <w:r>
        <w:t>Настоящее согласие может быть отозвано в</w:t>
      </w:r>
      <w:r w:rsidRPr="003F2F1B">
        <w:t xml:space="preserve"> письменной форме</w:t>
      </w:r>
      <w:r>
        <w:t>. Отзыв согласия является действительным, если он будет</w:t>
      </w:r>
      <w:r w:rsidRPr="003F2F1B">
        <w:t xml:space="preserve"> подписан </w:t>
      </w:r>
      <w:r>
        <w:t>мною</w:t>
      </w:r>
      <w:r w:rsidRPr="003F2F1B">
        <w:t xml:space="preserve">, либо </w:t>
      </w:r>
      <w:r>
        <w:t>моим</w:t>
      </w:r>
      <w:r w:rsidRPr="003F2F1B">
        <w:t xml:space="preserve"> полномочным представителем и предоставлен в </w:t>
      </w:r>
      <w:r>
        <w:t>ЗА</w:t>
      </w:r>
      <w:r w:rsidRPr="003F2F1B">
        <w:t xml:space="preserve">О «СПГЭС». </w:t>
      </w:r>
    </w:p>
    <w:p w:rsidR="0041651A" w:rsidRDefault="0041651A" w:rsidP="00957ABE">
      <w:pPr>
        <w:ind w:firstLine="709"/>
      </w:pPr>
      <w:r w:rsidRPr="003F2F1B">
        <w:t xml:space="preserve">В предусмотренный Законом срок с даты поступления отзыва </w:t>
      </w:r>
      <w:r>
        <w:t>ЗА</w:t>
      </w:r>
      <w:r w:rsidRPr="003F2F1B">
        <w:t>О «СПГЭС»</w:t>
      </w:r>
      <w:r>
        <w:t xml:space="preserve"> прекращает</w:t>
      </w:r>
      <w:r w:rsidRPr="003F2F1B">
        <w:t xml:space="preserve"> обработку пе</w:t>
      </w:r>
      <w:r>
        <w:t>рсональных данных, о чем уведомляет</w:t>
      </w:r>
      <w:r w:rsidRPr="003F2F1B">
        <w:t xml:space="preserve"> субъекта персональных данных.</w:t>
      </w:r>
    </w:p>
    <w:p w:rsidR="0041651A" w:rsidRDefault="0041651A" w:rsidP="00957ABE">
      <w:pPr>
        <w:ind w:firstLine="709"/>
      </w:pPr>
    </w:p>
    <w:p w:rsidR="0041651A" w:rsidRDefault="0041651A" w:rsidP="00957ABE">
      <w:pPr>
        <w:ind w:firstLine="709"/>
      </w:pPr>
    </w:p>
    <w:tbl>
      <w:tblPr>
        <w:tblW w:w="100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50"/>
        <w:gridCol w:w="3279"/>
        <w:gridCol w:w="3421"/>
      </w:tblGrid>
      <w:tr w:rsidR="0041651A" w:rsidRPr="00994615">
        <w:trPr>
          <w:trHeight w:val="183"/>
        </w:trPr>
        <w:tc>
          <w:tcPr>
            <w:tcW w:w="3350" w:type="dxa"/>
          </w:tcPr>
          <w:p w:rsidR="0041651A" w:rsidRDefault="0041651A" w:rsidP="00E04155"/>
          <w:p w:rsidR="0041651A" w:rsidRPr="00994615" w:rsidRDefault="0041651A" w:rsidP="00E04155"/>
          <w:p w:rsidR="0041651A" w:rsidRPr="00994615" w:rsidRDefault="0041651A" w:rsidP="00E04155">
            <w:r>
              <w:t>«__» _______________ 2013 г.</w:t>
            </w:r>
          </w:p>
        </w:tc>
        <w:tc>
          <w:tcPr>
            <w:tcW w:w="3279" w:type="dxa"/>
          </w:tcPr>
          <w:p w:rsidR="0041651A" w:rsidRPr="00994615" w:rsidRDefault="0041651A" w:rsidP="00E04155"/>
          <w:p w:rsidR="0041651A" w:rsidRPr="00994615" w:rsidRDefault="0041651A" w:rsidP="00E04155"/>
        </w:tc>
        <w:tc>
          <w:tcPr>
            <w:tcW w:w="3421" w:type="dxa"/>
          </w:tcPr>
          <w:p w:rsidR="0041651A" w:rsidRDefault="0041651A" w:rsidP="00E04155"/>
          <w:p w:rsidR="0041651A" w:rsidRDefault="0041651A" w:rsidP="00E04155">
            <w:pPr>
              <w:ind w:firstLine="708"/>
            </w:pPr>
          </w:p>
          <w:p w:rsidR="0041651A" w:rsidRPr="00B90CC8" w:rsidRDefault="0041651A" w:rsidP="00E04155">
            <w:pPr>
              <w:ind w:firstLine="708"/>
            </w:pPr>
          </w:p>
        </w:tc>
      </w:tr>
      <w:tr w:rsidR="0041651A" w:rsidRPr="00994615">
        <w:trPr>
          <w:trHeight w:val="123"/>
        </w:trPr>
        <w:tc>
          <w:tcPr>
            <w:tcW w:w="3350" w:type="dxa"/>
          </w:tcPr>
          <w:p w:rsidR="0041651A" w:rsidRPr="00994615" w:rsidRDefault="0041651A" w:rsidP="00E04155">
            <w:pPr>
              <w:jc w:val="center"/>
              <w:rPr>
                <w:sz w:val="20"/>
                <w:szCs w:val="20"/>
              </w:rPr>
            </w:pPr>
            <w:r w:rsidRPr="00994615">
              <w:rPr>
                <w:sz w:val="20"/>
                <w:szCs w:val="20"/>
              </w:rPr>
              <w:t>дата подписания</w:t>
            </w:r>
          </w:p>
        </w:tc>
        <w:tc>
          <w:tcPr>
            <w:tcW w:w="3279" w:type="dxa"/>
          </w:tcPr>
          <w:p w:rsidR="0041651A" w:rsidRPr="00994615" w:rsidRDefault="0041651A" w:rsidP="00E04155">
            <w:pPr>
              <w:jc w:val="center"/>
              <w:rPr>
                <w:sz w:val="20"/>
                <w:szCs w:val="20"/>
              </w:rPr>
            </w:pPr>
            <w:r w:rsidRPr="00994615">
              <w:rPr>
                <w:sz w:val="20"/>
                <w:szCs w:val="20"/>
              </w:rPr>
              <w:t>подпись Заявителя</w:t>
            </w:r>
          </w:p>
        </w:tc>
        <w:tc>
          <w:tcPr>
            <w:tcW w:w="3421" w:type="dxa"/>
          </w:tcPr>
          <w:p w:rsidR="0041651A" w:rsidRPr="00994615" w:rsidRDefault="0041651A" w:rsidP="00E04155">
            <w:pPr>
              <w:jc w:val="center"/>
              <w:rPr>
                <w:sz w:val="20"/>
                <w:szCs w:val="20"/>
              </w:rPr>
            </w:pPr>
            <w:r w:rsidRPr="00994615">
              <w:rPr>
                <w:sz w:val="20"/>
                <w:szCs w:val="20"/>
              </w:rPr>
              <w:t>расшифровка подписи</w:t>
            </w:r>
          </w:p>
        </w:tc>
      </w:tr>
    </w:tbl>
    <w:p w:rsidR="0041651A" w:rsidRDefault="0041651A" w:rsidP="00957ABE"/>
    <w:sectPr w:rsidR="0041651A" w:rsidSect="00315680">
      <w:footerReference w:type="default" r:id="rId27"/>
      <w:pgSz w:w="11906" w:h="16838" w:code="9"/>
      <w:pgMar w:top="851" w:right="850" w:bottom="709" w:left="1134" w:header="567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51A" w:rsidRDefault="0041651A">
      <w:r>
        <w:separator/>
      </w:r>
    </w:p>
  </w:endnote>
  <w:endnote w:type="continuationSeparator" w:id="1">
    <w:p w:rsidR="0041651A" w:rsidRDefault="00416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51A" w:rsidRDefault="0041651A" w:rsidP="0031568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25</w:t>
    </w:r>
    <w:r>
      <w:rPr>
        <w:rStyle w:val="PageNumber"/>
      </w:rPr>
      <w:fldChar w:fldCharType="end"/>
    </w:r>
  </w:p>
  <w:p w:rsidR="0041651A" w:rsidRDefault="0041651A" w:rsidP="0031568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51A" w:rsidRDefault="0041651A">
      <w:r>
        <w:separator/>
      </w:r>
    </w:p>
  </w:footnote>
  <w:footnote w:type="continuationSeparator" w:id="1">
    <w:p w:rsidR="0041651A" w:rsidRDefault="004165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04C1"/>
    <w:multiLevelType w:val="hybridMultilevel"/>
    <w:tmpl w:val="366C1884"/>
    <w:lvl w:ilvl="0" w:tplc="E1EEF038">
      <w:start w:val="1"/>
      <w:numFmt w:val="decimal"/>
      <w:lvlText w:val="%1."/>
      <w:lvlJc w:val="left"/>
      <w:pPr>
        <w:ind w:left="408" w:hanging="360"/>
      </w:pPr>
      <w:rPr>
        <w:rFonts w:hint="default"/>
        <w:w w:val="10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128" w:hanging="360"/>
      </w:pPr>
    </w:lvl>
    <w:lvl w:ilvl="2" w:tplc="0419001B">
      <w:start w:val="1"/>
      <w:numFmt w:val="lowerRoman"/>
      <w:lvlText w:val="%3."/>
      <w:lvlJc w:val="right"/>
      <w:pPr>
        <w:ind w:left="1848" w:hanging="180"/>
      </w:pPr>
    </w:lvl>
    <w:lvl w:ilvl="3" w:tplc="0419000F">
      <w:start w:val="1"/>
      <w:numFmt w:val="decimal"/>
      <w:lvlText w:val="%4."/>
      <w:lvlJc w:val="left"/>
      <w:pPr>
        <w:ind w:left="2568" w:hanging="360"/>
      </w:pPr>
    </w:lvl>
    <w:lvl w:ilvl="4" w:tplc="04190019">
      <w:start w:val="1"/>
      <w:numFmt w:val="lowerLetter"/>
      <w:lvlText w:val="%5."/>
      <w:lvlJc w:val="left"/>
      <w:pPr>
        <w:ind w:left="3288" w:hanging="360"/>
      </w:pPr>
    </w:lvl>
    <w:lvl w:ilvl="5" w:tplc="0419001B">
      <w:start w:val="1"/>
      <w:numFmt w:val="lowerRoman"/>
      <w:lvlText w:val="%6."/>
      <w:lvlJc w:val="right"/>
      <w:pPr>
        <w:ind w:left="4008" w:hanging="180"/>
      </w:pPr>
    </w:lvl>
    <w:lvl w:ilvl="6" w:tplc="0419000F">
      <w:start w:val="1"/>
      <w:numFmt w:val="decimal"/>
      <w:lvlText w:val="%7."/>
      <w:lvlJc w:val="left"/>
      <w:pPr>
        <w:ind w:left="4728" w:hanging="360"/>
      </w:pPr>
    </w:lvl>
    <w:lvl w:ilvl="7" w:tplc="04190019">
      <w:start w:val="1"/>
      <w:numFmt w:val="lowerLetter"/>
      <w:lvlText w:val="%8."/>
      <w:lvlJc w:val="left"/>
      <w:pPr>
        <w:ind w:left="5448" w:hanging="360"/>
      </w:pPr>
    </w:lvl>
    <w:lvl w:ilvl="8" w:tplc="0419001B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046D07D6"/>
    <w:multiLevelType w:val="hybridMultilevel"/>
    <w:tmpl w:val="91EEE992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">
    <w:nsid w:val="12E635C0"/>
    <w:multiLevelType w:val="hybridMultilevel"/>
    <w:tmpl w:val="AF8070B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3">
    <w:nsid w:val="146C2D58"/>
    <w:multiLevelType w:val="hybridMultilevel"/>
    <w:tmpl w:val="6E426F2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17D028DD"/>
    <w:multiLevelType w:val="hybridMultilevel"/>
    <w:tmpl w:val="CD7A4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55DA0"/>
    <w:multiLevelType w:val="hybridMultilevel"/>
    <w:tmpl w:val="3870A762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21A1665F"/>
    <w:multiLevelType w:val="hybridMultilevel"/>
    <w:tmpl w:val="523C5B8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7">
    <w:nsid w:val="26362DB6"/>
    <w:multiLevelType w:val="hybridMultilevel"/>
    <w:tmpl w:val="B416277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8">
    <w:nsid w:val="265F4B7B"/>
    <w:multiLevelType w:val="hybridMultilevel"/>
    <w:tmpl w:val="F46448FC"/>
    <w:lvl w:ilvl="0" w:tplc="C7C446D6">
      <w:start w:val="1"/>
      <w:numFmt w:val="decimal"/>
      <w:lvlText w:val="%1."/>
      <w:lvlJc w:val="left"/>
      <w:pPr>
        <w:ind w:left="408" w:hanging="360"/>
      </w:pPr>
      <w:rPr>
        <w:rFonts w:hint="default"/>
        <w:w w:val="1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28" w:hanging="360"/>
      </w:pPr>
    </w:lvl>
    <w:lvl w:ilvl="2" w:tplc="0419001B">
      <w:start w:val="1"/>
      <w:numFmt w:val="lowerRoman"/>
      <w:lvlText w:val="%3."/>
      <w:lvlJc w:val="right"/>
      <w:pPr>
        <w:ind w:left="1848" w:hanging="180"/>
      </w:pPr>
    </w:lvl>
    <w:lvl w:ilvl="3" w:tplc="0419000F">
      <w:start w:val="1"/>
      <w:numFmt w:val="decimal"/>
      <w:lvlText w:val="%4."/>
      <w:lvlJc w:val="left"/>
      <w:pPr>
        <w:ind w:left="2568" w:hanging="360"/>
      </w:pPr>
    </w:lvl>
    <w:lvl w:ilvl="4" w:tplc="04190019">
      <w:start w:val="1"/>
      <w:numFmt w:val="lowerLetter"/>
      <w:lvlText w:val="%5."/>
      <w:lvlJc w:val="left"/>
      <w:pPr>
        <w:ind w:left="3288" w:hanging="360"/>
      </w:pPr>
    </w:lvl>
    <w:lvl w:ilvl="5" w:tplc="0419001B">
      <w:start w:val="1"/>
      <w:numFmt w:val="lowerRoman"/>
      <w:lvlText w:val="%6."/>
      <w:lvlJc w:val="right"/>
      <w:pPr>
        <w:ind w:left="4008" w:hanging="180"/>
      </w:pPr>
    </w:lvl>
    <w:lvl w:ilvl="6" w:tplc="0419000F">
      <w:start w:val="1"/>
      <w:numFmt w:val="decimal"/>
      <w:lvlText w:val="%7."/>
      <w:lvlJc w:val="left"/>
      <w:pPr>
        <w:ind w:left="4728" w:hanging="360"/>
      </w:pPr>
    </w:lvl>
    <w:lvl w:ilvl="7" w:tplc="04190019">
      <w:start w:val="1"/>
      <w:numFmt w:val="lowerLetter"/>
      <w:lvlText w:val="%8."/>
      <w:lvlJc w:val="left"/>
      <w:pPr>
        <w:ind w:left="5448" w:hanging="360"/>
      </w:pPr>
    </w:lvl>
    <w:lvl w:ilvl="8" w:tplc="0419001B">
      <w:start w:val="1"/>
      <w:numFmt w:val="lowerRoman"/>
      <w:lvlText w:val="%9."/>
      <w:lvlJc w:val="right"/>
      <w:pPr>
        <w:ind w:left="6168" w:hanging="180"/>
      </w:pPr>
    </w:lvl>
  </w:abstractNum>
  <w:abstractNum w:abstractNumId="9">
    <w:nsid w:val="27021FF7"/>
    <w:multiLevelType w:val="hybridMultilevel"/>
    <w:tmpl w:val="0944B24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97768F5"/>
    <w:multiLevelType w:val="hybridMultilevel"/>
    <w:tmpl w:val="3E2EC0EE"/>
    <w:lvl w:ilvl="0" w:tplc="A26C924E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875752"/>
    <w:multiLevelType w:val="hybridMultilevel"/>
    <w:tmpl w:val="57DC24D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2">
    <w:nsid w:val="340D0963"/>
    <w:multiLevelType w:val="hybridMultilevel"/>
    <w:tmpl w:val="ADDC3F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91C34"/>
    <w:multiLevelType w:val="hybridMultilevel"/>
    <w:tmpl w:val="5A32AAD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4">
    <w:nsid w:val="47D21856"/>
    <w:multiLevelType w:val="hybridMultilevel"/>
    <w:tmpl w:val="5686D1DE"/>
    <w:lvl w:ilvl="0" w:tplc="11D4654A">
      <w:start w:val="1"/>
      <w:numFmt w:val="decimal"/>
      <w:lvlText w:val="%1."/>
      <w:lvlJc w:val="left"/>
      <w:pPr>
        <w:ind w:left="408" w:hanging="360"/>
      </w:pPr>
      <w:rPr>
        <w:rFonts w:hint="default"/>
        <w:w w:val="1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28" w:hanging="360"/>
      </w:pPr>
    </w:lvl>
    <w:lvl w:ilvl="2" w:tplc="0419001B">
      <w:start w:val="1"/>
      <w:numFmt w:val="lowerRoman"/>
      <w:lvlText w:val="%3."/>
      <w:lvlJc w:val="right"/>
      <w:pPr>
        <w:ind w:left="1848" w:hanging="180"/>
      </w:pPr>
    </w:lvl>
    <w:lvl w:ilvl="3" w:tplc="0419000F">
      <w:start w:val="1"/>
      <w:numFmt w:val="decimal"/>
      <w:lvlText w:val="%4."/>
      <w:lvlJc w:val="left"/>
      <w:pPr>
        <w:ind w:left="2568" w:hanging="360"/>
      </w:pPr>
    </w:lvl>
    <w:lvl w:ilvl="4" w:tplc="04190019">
      <w:start w:val="1"/>
      <w:numFmt w:val="lowerLetter"/>
      <w:lvlText w:val="%5."/>
      <w:lvlJc w:val="left"/>
      <w:pPr>
        <w:ind w:left="3288" w:hanging="360"/>
      </w:pPr>
    </w:lvl>
    <w:lvl w:ilvl="5" w:tplc="0419001B">
      <w:start w:val="1"/>
      <w:numFmt w:val="lowerRoman"/>
      <w:lvlText w:val="%6."/>
      <w:lvlJc w:val="right"/>
      <w:pPr>
        <w:ind w:left="4008" w:hanging="180"/>
      </w:pPr>
    </w:lvl>
    <w:lvl w:ilvl="6" w:tplc="0419000F">
      <w:start w:val="1"/>
      <w:numFmt w:val="decimal"/>
      <w:lvlText w:val="%7."/>
      <w:lvlJc w:val="left"/>
      <w:pPr>
        <w:ind w:left="4728" w:hanging="360"/>
      </w:pPr>
    </w:lvl>
    <w:lvl w:ilvl="7" w:tplc="04190019">
      <w:start w:val="1"/>
      <w:numFmt w:val="lowerLetter"/>
      <w:lvlText w:val="%8."/>
      <w:lvlJc w:val="left"/>
      <w:pPr>
        <w:ind w:left="5448" w:hanging="360"/>
      </w:pPr>
    </w:lvl>
    <w:lvl w:ilvl="8" w:tplc="0419001B">
      <w:start w:val="1"/>
      <w:numFmt w:val="lowerRoman"/>
      <w:lvlText w:val="%9."/>
      <w:lvlJc w:val="right"/>
      <w:pPr>
        <w:ind w:left="6168" w:hanging="180"/>
      </w:pPr>
    </w:lvl>
  </w:abstractNum>
  <w:abstractNum w:abstractNumId="15">
    <w:nsid w:val="4C9C440D"/>
    <w:multiLevelType w:val="hybridMultilevel"/>
    <w:tmpl w:val="CB32D58C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6">
    <w:nsid w:val="5A7755AB"/>
    <w:multiLevelType w:val="hybridMultilevel"/>
    <w:tmpl w:val="8488F93E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D1124B8"/>
    <w:multiLevelType w:val="hybridMultilevel"/>
    <w:tmpl w:val="D9C4D194"/>
    <w:lvl w:ilvl="0" w:tplc="28165BCA">
      <w:start w:val="1"/>
      <w:numFmt w:val="decimal"/>
      <w:lvlText w:val="%1."/>
      <w:lvlJc w:val="left"/>
      <w:pPr>
        <w:ind w:left="408" w:hanging="360"/>
      </w:pPr>
      <w:rPr>
        <w:rFonts w:hint="default"/>
        <w:w w:val="1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28" w:hanging="360"/>
      </w:pPr>
    </w:lvl>
    <w:lvl w:ilvl="2" w:tplc="0419001B">
      <w:start w:val="1"/>
      <w:numFmt w:val="lowerRoman"/>
      <w:lvlText w:val="%3."/>
      <w:lvlJc w:val="right"/>
      <w:pPr>
        <w:ind w:left="1848" w:hanging="180"/>
      </w:pPr>
    </w:lvl>
    <w:lvl w:ilvl="3" w:tplc="0419000F">
      <w:start w:val="1"/>
      <w:numFmt w:val="decimal"/>
      <w:lvlText w:val="%4."/>
      <w:lvlJc w:val="left"/>
      <w:pPr>
        <w:ind w:left="2568" w:hanging="360"/>
      </w:pPr>
    </w:lvl>
    <w:lvl w:ilvl="4" w:tplc="04190019">
      <w:start w:val="1"/>
      <w:numFmt w:val="lowerLetter"/>
      <w:lvlText w:val="%5."/>
      <w:lvlJc w:val="left"/>
      <w:pPr>
        <w:ind w:left="3288" w:hanging="360"/>
      </w:pPr>
    </w:lvl>
    <w:lvl w:ilvl="5" w:tplc="0419001B">
      <w:start w:val="1"/>
      <w:numFmt w:val="lowerRoman"/>
      <w:lvlText w:val="%6."/>
      <w:lvlJc w:val="right"/>
      <w:pPr>
        <w:ind w:left="4008" w:hanging="180"/>
      </w:pPr>
    </w:lvl>
    <w:lvl w:ilvl="6" w:tplc="0419000F">
      <w:start w:val="1"/>
      <w:numFmt w:val="decimal"/>
      <w:lvlText w:val="%7."/>
      <w:lvlJc w:val="left"/>
      <w:pPr>
        <w:ind w:left="4728" w:hanging="360"/>
      </w:pPr>
    </w:lvl>
    <w:lvl w:ilvl="7" w:tplc="04190019">
      <w:start w:val="1"/>
      <w:numFmt w:val="lowerLetter"/>
      <w:lvlText w:val="%8."/>
      <w:lvlJc w:val="left"/>
      <w:pPr>
        <w:ind w:left="5448" w:hanging="360"/>
      </w:pPr>
    </w:lvl>
    <w:lvl w:ilvl="8" w:tplc="0419001B">
      <w:start w:val="1"/>
      <w:numFmt w:val="lowerRoman"/>
      <w:lvlText w:val="%9."/>
      <w:lvlJc w:val="right"/>
      <w:pPr>
        <w:ind w:left="6168" w:hanging="180"/>
      </w:pPr>
    </w:lvl>
  </w:abstractNum>
  <w:abstractNum w:abstractNumId="18">
    <w:nsid w:val="5D3E5F1C"/>
    <w:multiLevelType w:val="hybridMultilevel"/>
    <w:tmpl w:val="FA120F6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9">
    <w:nsid w:val="5E400DD2"/>
    <w:multiLevelType w:val="hybridMultilevel"/>
    <w:tmpl w:val="C7DCD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7874C5"/>
    <w:multiLevelType w:val="hybridMultilevel"/>
    <w:tmpl w:val="0938F4C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8D37ED"/>
    <w:multiLevelType w:val="hybridMultilevel"/>
    <w:tmpl w:val="5B403DA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2">
    <w:nsid w:val="76950D0B"/>
    <w:multiLevelType w:val="hybridMultilevel"/>
    <w:tmpl w:val="E8D01AD4"/>
    <w:lvl w:ilvl="0" w:tplc="442C9B36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21"/>
  </w:num>
  <w:num w:numId="4">
    <w:abstractNumId w:val="5"/>
  </w:num>
  <w:num w:numId="5">
    <w:abstractNumId w:val="1"/>
  </w:num>
  <w:num w:numId="6">
    <w:abstractNumId w:val="18"/>
  </w:num>
  <w:num w:numId="7">
    <w:abstractNumId w:val="3"/>
  </w:num>
  <w:num w:numId="8">
    <w:abstractNumId w:val="16"/>
  </w:num>
  <w:num w:numId="9">
    <w:abstractNumId w:val="11"/>
  </w:num>
  <w:num w:numId="10">
    <w:abstractNumId w:val="2"/>
  </w:num>
  <w:num w:numId="11">
    <w:abstractNumId w:val="6"/>
  </w:num>
  <w:num w:numId="12">
    <w:abstractNumId w:val="13"/>
  </w:num>
  <w:num w:numId="13">
    <w:abstractNumId w:val="10"/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7"/>
  </w:num>
  <w:num w:numId="18">
    <w:abstractNumId w:val="14"/>
  </w:num>
  <w:num w:numId="19">
    <w:abstractNumId w:val="22"/>
  </w:num>
  <w:num w:numId="20">
    <w:abstractNumId w:val="7"/>
  </w:num>
  <w:num w:numId="21">
    <w:abstractNumId w:val="20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2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9B0"/>
    <w:rsid w:val="00000CD7"/>
    <w:rsid w:val="000656BF"/>
    <w:rsid w:val="0008134B"/>
    <w:rsid w:val="000873E9"/>
    <w:rsid w:val="000A2528"/>
    <w:rsid w:val="000B19A4"/>
    <w:rsid w:val="000C5C3A"/>
    <w:rsid w:val="000D5718"/>
    <w:rsid w:val="00130219"/>
    <w:rsid w:val="00135FD1"/>
    <w:rsid w:val="0017259E"/>
    <w:rsid w:val="001757C3"/>
    <w:rsid w:val="001A7BC2"/>
    <w:rsid w:val="001D3734"/>
    <w:rsid w:val="001E14F5"/>
    <w:rsid w:val="00207282"/>
    <w:rsid w:val="0021769F"/>
    <w:rsid w:val="00224F0A"/>
    <w:rsid w:val="00226A9B"/>
    <w:rsid w:val="00256423"/>
    <w:rsid w:val="00290603"/>
    <w:rsid w:val="002D63C4"/>
    <w:rsid w:val="00314486"/>
    <w:rsid w:val="00315680"/>
    <w:rsid w:val="0032090A"/>
    <w:rsid w:val="0035726B"/>
    <w:rsid w:val="0036370A"/>
    <w:rsid w:val="0038520D"/>
    <w:rsid w:val="00387120"/>
    <w:rsid w:val="003B4CB3"/>
    <w:rsid w:val="003F1BD3"/>
    <w:rsid w:val="003F2F1B"/>
    <w:rsid w:val="00404D2D"/>
    <w:rsid w:val="0041651A"/>
    <w:rsid w:val="004375F9"/>
    <w:rsid w:val="004405E8"/>
    <w:rsid w:val="0047237E"/>
    <w:rsid w:val="00484304"/>
    <w:rsid w:val="00484AAF"/>
    <w:rsid w:val="004948B8"/>
    <w:rsid w:val="004A1E3A"/>
    <w:rsid w:val="004B2405"/>
    <w:rsid w:val="004E0B16"/>
    <w:rsid w:val="004E2CE4"/>
    <w:rsid w:val="00501AA0"/>
    <w:rsid w:val="0052430D"/>
    <w:rsid w:val="00532246"/>
    <w:rsid w:val="00534FEF"/>
    <w:rsid w:val="00541F84"/>
    <w:rsid w:val="005635D9"/>
    <w:rsid w:val="0059191C"/>
    <w:rsid w:val="005B5DDD"/>
    <w:rsid w:val="005C17D0"/>
    <w:rsid w:val="005C224A"/>
    <w:rsid w:val="005C4EB6"/>
    <w:rsid w:val="005D64C1"/>
    <w:rsid w:val="005F2596"/>
    <w:rsid w:val="00606AEB"/>
    <w:rsid w:val="006236FA"/>
    <w:rsid w:val="0062597F"/>
    <w:rsid w:val="00636279"/>
    <w:rsid w:val="00660D22"/>
    <w:rsid w:val="0066175F"/>
    <w:rsid w:val="00671994"/>
    <w:rsid w:val="0067504B"/>
    <w:rsid w:val="006A036A"/>
    <w:rsid w:val="006A5D1E"/>
    <w:rsid w:val="006D1627"/>
    <w:rsid w:val="006E23CB"/>
    <w:rsid w:val="006E3A9A"/>
    <w:rsid w:val="006F54CF"/>
    <w:rsid w:val="00720EBD"/>
    <w:rsid w:val="00747408"/>
    <w:rsid w:val="00754148"/>
    <w:rsid w:val="00754373"/>
    <w:rsid w:val="007734A4"/>
    <w:rsid w:val="007B01D6"/>
    <w:rsid w:val="007B69AD"/>
    <w:rsid w:val="007D7288"/>
    <w:rsid w:val="007E088E"/>
    <w:rsid w:val="007F21A6"/>
    <w:rsid w:val="00812499"/>
    <w:rsid w:val="008206CD"/>
    <w:rsid w:val="008424F8"/>
    <w:rsid w:val="00881706"/>
    <w:rsid w:val="008909B0"/>
    <w:rsid w:val="00891550"/>
    <w:rsid w:val="0089444A"/>
    <w:rsid w:val="008B6140"/>
    <w:rsid w:val="008C6151"/>
    <w:rsid w:val="00941D6A"/>
    <w:rsid w:val="0094253A"/>
    <w:rsid w:val="00957ABE"/>
    <w:rsid w:val="00976A30"/>
    <w:rsid w:val="00994615"/>
    <w:rsid w:val="009A6B42"/>
    <w:rsid w:val="009B76B8"/>
    <w:rsid w:val="009D483E"/>
    <w:rsid w:val="00A049F2"/>
    <w:rsid w:val="00A07153"/>
    <w:rsid w:val="00A12CB2"/>
    <w:rsid w:val="00A65447"/>
    <w:rsid w:val="00A659A7"/>
    <w:rsid w:val="00A77E6A"/>
    <w:rsid w:val="00AB1121"/>
    <w:rsid w:val="00AB485F"/>
    <w:rsid w:val="00AE0558"/>
    <w:rsid w:val="00B0199E"/>
    <w:rsid w:val="00B038ED"/>
    <w:rsid w:val="00B06663"/>
    <w:rsid w:val="00B27DE2"/>
    <w:rsid w:val="00B32446"/>
    <w:rsid w:val="00B820BF"/>
    <w:rsid w:val="00B90CC8"/>
    <w:rsid w:val="00B95FA8"/>
    <w:rsid w:val="00BA1352"/>
    <w:rsid w:val="00BC370B"/>
    <w:rsid w:val="00BD1770"/>
    <w:rsid w:val="00BE7A64"/>
    <w:rsid w:val="00C1198B"/>
    <w:rsid w:val="00C21458"/>
    <w:rsid w:val="00C50F73"/>
    <w:rsid w:val="00C5639C"/>
    <w:rsid w:val="00C64FFD"/>
    <w:rsid w:val="00CA07CA"/>
    <w:rsid w:val="00CA2655"/>
    <w:rsid w:val="00CD107C"/>
    <w:rsid w:val="00CD3EDA"/>
    <w:rsid w:val="00CD5D58"/>
    <w:rsid w:val="00CE3919"/>
    <w:rsid w:val="00CE4B34"/>
    <w:rsid w:val="00CE6AF4"/>
    <w:rsid w:val="00D25C6C"/>
    <w:rsid w:val="00D30230"/>
    <w:rsid w:val="00D576A6"/>
    <w:rsid w:val="00D62384"/>
    <w:rsid w:val="00D64B25"/>
    <w:rsid w:val="00D71F41"/>
    <w:rsid w:val="00D81904"/>
    <w:rsid w:val="00DA5784"/>
    <w:rsid w:val="00DC6234"/>
    <w:rsid w:val="00DD36CD"/>
    <w:rsid w:val="00E04155"/>
    <w:rsid w:val="00E13DAF"/>
    <w:rsid w:val="00E30965"/>
    <w:rsid w:val="00E629ED"/>
    <w:rsid w:val="00E82BBB"/>
    <w:rsid w:val="00E83025"/>
    <w:rsid w:val="00E91DA4"/>
    <w:rsid w:val="00EC28FE"/>
    <w:rsid w:val="00EE72EC"/>
    <w:rsid w:val="00F71A52"/>
    <w:rsid w:val="00F776C9"/>
    <w:rsid w:val="00FA74D1"/>
    <w:rsid w:val="00FB18BC"/>
    <w:rsid w:val="00FB1ED0"/>
    <w:rsid w:val="00FE4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9B0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09B0"/>
    <w:pPr>
      <w:keepNext/>
      <w:spacing w:before="120" w:after="120"/>
      <w:jc w:val="center"/>
      <w:outlineLvl w:val="0"/>
    </w:pPr>
    <w:rPr>
      <w:b/>
      <w:bCs/>
      <w:cap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909B0"/>
    <w:pPr>
      <w:keepNext/>
      <w:spacing w:before="240" w:after="240"/>
      <w:ind w:firstLine="567"/>
      <w:outlineLvl w:val="1"/>
    </w:pPr>
    <w:rPr>
      <w:b/>
      <w:bCs/>
      <w:kern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909B0"/>
    <w:pPr>
      <w:keepNext/>
      <w:spacing w:before="120" w:after="120"/>
      <w:ind w:firstLine="567"/>
      <w:outlineLvl w:val="2"/>
    </w:pPr>
    <w:rPr>
      <w:i/>
      <w:iCs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09B0"/>
    <w:rPr>
      <w:b/>
      <w:bCs/>
      <w:caps/>
      <w:kern w:val="28"/>
      <w:sz w:val="24"/>
      <w:szCs w:val="24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00CD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00CD7"/>
    <w:rPr>
      <w:rFonts w:ascii="Cambria" w:hAnsi="Cambria" w:cs="Cambria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rsid w:val="008909B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00CD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8909B0"/>
  </w:style>
  <w:style w:type="paragraph" w:customStyle="1" w:styleId="a">
    <w:name w:val="Обычный с отступом"/>
    <w:basedOn w:val="Normal"/>
    <w:link w:val="a0"/>
    <w:uiPriority w:val="99"/>
    <w:rsid w:val="008909B0"/>
    <w:pPr>
      <w:ind w:firstLine="567"/>
    </w:pPr>
    <w:rPr>
      <w:kern w:val="24"/>
    </w:rPr>
  </w:style>
  <w:style w:type="character" w:customStyle="1" w:styleId="a0">
    <w:name w:val="Обычный с отступом Знак"/>
    <w:link w:val="a"/>
    <w:uiPriority w:val="99"/>
    <w:locked/>
    <w:rsid w:val="008909B0"/>
    <w:rPr>
      <w:kern w:val="24"/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8909B0"/>
    <w:rPr>
      <w:color w:val="0000FF"/>
      <w:u w:val="single"/>
    </w:rPr>
  </w:style>
  <w:style w:type="paragraph" w:customStyle="1" w:styleId="Default">
    <w:name w:val="Default"/>
    <w:uiPriority w:val="99"/>
    <w:rsid w:val="008909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odyTextIndent2">
    <w:name w:val="Body Text Indent 2"/>
    <w:aliases w:val="Знак"/>
    <w:basedOn w:val="Normal"/>
    <w:link w:val="BodyTextIndent2Char"/>
    <w:uiPriority w:val="99"/>
    <w:rsid w:val="008909B0"/>
    <w:pPr>
      <w:ind w:firstLine="709"/>
    </w:pPr>
  </w:style>
  <w:style w:type="character" w:customStyle="1" w:styleId="BodyTextIndent2Char">
    <w:name w:val="Body Text Indent 2 Char"/>
    <w:aliases w:val="Знак Char"/>
    <w:basedOn w:val="DefaultParagraphFont"/>
    <w:link w:val="BodyTextIndent2"/>
    <w:uiPriority w:val="99"/>
    <w:locked/>
    <w:rsid w:val="008909B0"/>
    <w:rPr>
      <w:sz w:val="24"/>
      <w:szCs w:val="24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8909B0"/>
    <w:pPr>
      <w:widowControl w:val="0"/>
      <w:suppressAutoHyphens/>
      <w:autoSpaceDE w:val="0"/>
      <w:jc w:val="left"/>
    </w:pPr>
    <w:rPr>
      <w:color w:val="000000"/>
      <w:sz w:val="22"/>
      <w:szCs w:val="22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8909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909B0"/>
    <w:rPr>
      <w:rFonts w:ascii="Tahoma" w:hAnsi="Tahoma" w:cs="Tahoma"/>
      <w:sz w:val="16"/>
      <w:szCs w:val="16"/>
      <w:lang w:val="ru-RU" w:eastAsia="ru-RU"/>
    </w:rPr>
  </w:style>
  <w:style w:type="paragraph" w:styleId="Header">
    <w:name w:val="header"/>
    <w:basedOn w:val="Normal"/>
    <w:link w:val="HeaderChar"/>
    <w:uiPriority w:val="99"/>
    <w:rsid w:val="008909B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00CD7"/>
    <w:rPr>
      <w:sz w:val="24"/>
      <w:szCs w:val="24"/>
    </w:rPr>
  </w:style>
  <w:style w:type="paragraph" w:customStyle="1" w:styleId="1">
    <w:name w:val="Основной текст.Знак1"/>
    <w:basedOn w:val="Normal"/>
    <w:uiPriority w:val="99"/>
    <w:rsid w:val="008909B0"/>
  </w:style>
  <w:style w:type="paragraph" w:customStyle="1" w:styleId="10">
    <w:name w:val="Абзац списка1"/>
    <w:basedOn w:val="Normal"/>
    <w:uiPriority w:val="99"/>
    <w:rsid w:val="008909B0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59191C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</w:rPr>
  </w:style>
  <w:style w:type="paragraph" w:styleId="BodyText">
    <w:name w:val="Body Text"/>
    <w:aliases w:val="Знак1"/>
    <w:basedOn w:val="Normal"/>
    <w:link w:val="BodyTextChar"/>
    <w:uiPriority w:val="99"/>
    <w:rsid w:val="001757C3"/>
    <w:pPr>
      <w:jc w:val="center"/>
    </w:pPr>
    <w:rPr>
      <w:b/>
      <w:bCs/>
      <w:sz w:val="20"/>
      <w:szCs w:val="20"/>
    </w:rPr>
  </w:style>
  <w:style w:type="character" w:customStyle="1" w:styleId="BodyTextChar">
    <w:name w:val="Body Text Char"/>
    <w:aliases w:val="Знак1 Char"/>
    <w:basedOn w:val="DefaultParagraphFont"/>
    <w:link w:val="BodyText"/>
    <w:uiPriority w:val="99"/>
    <w:semiHidden/>
    <w:locked/>
    <w:rsid w:val="001757C3"/>
    <w:rPr>
      <w:b/>
      <w:bCs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zanova.sn@spgs.ru" TargetMode="Externa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7.wmf"/><Relationship Id="rId7" Type="http://schemas.openxmlformats.org/officeDocument/2006/relationships/hyperlink" Target="http://www.spgs.ru" TargetMode="Externa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169</TotalTime>
  <Pages>26</Pages>
  <Words>13035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«УТВЕРЖДАЮ»</dc:title>
  <dc:subject/>
  <dc:creator>9608</dc:creator>
  <cp:keywords/>
  <dc:description/>
  <cp:lastModifiedBy>9608</cp:lastModifiedBy>
  <cp:revision>10</cp:revision>
  <cp:lastPrinted>2013-05-29T10:55:00Z</cp:lastPrinted>
  <dcterms:created xsi:type="dcterms:W3CDTF">2013-05-24T10:37:00Z</dcterms:created>
  <dcterms:modified xsi:type="dcterms:W3CDTF">2013-05-29T12:01:00Z</dcterms:modified>
</cp:coreProperties>
</file>